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3EAC3" w14:textId="0378B186" w:rsidR="006E674E" w:rsidRDefault="001B3556" w:rsidP="006E674E">
      <w:pPr>
        <w:pStyle w:val="Otsikko1"/>
      </w:pPr>
      <w:r>
        <w:t>Potilastiedon arkiston esimerkkiasiakirjat ja -sanomat</w:t>
      </w:r>
    </w:p>
    <w:p w14:paraId="330AEA02" w14:textId="77777777" w:rsidR="00466169" w:rsidRDefault="00466169" w:rsidP="00F349A9">
      <w:pPr>
        <w:pStyle w:val="Leipteksti"/>
      </w:pPr>
    </w:p>
    <w:p w14:paraId="45500BD3" w14:textId="591FC665" w:rsidR="001B3556" w:rsidRDefault="00466169" w:rsidP="00F349A9">
      <w:pPr>
        <w:pStyle w:val="Leipteksti"/>
      </w:pPr>
      <w:r>
        <w:t>T</w:t>
      </w:r>
      <w:r w:rsidR="001B3556" w:rsidRPr="001B3556">
        <w:t>ähän kokoelmaan on koottu ja ajantasaistettu Potilastiedon arkiston xml-esimerkkejä</w:t>
      </w:r>
      <w:r w:rsidR="0033610D">
        <w:t>.</w:t>
      </w:r>
      <w:r w:rsidR="001B3556" w:rsidRPr="001B3556">
        <w:t xml:space="preserve"> Pakettiin sisältyy myös sanomiin ja asiakirjoihin linkitetyt skeemat.</w:t>
      </w:r>
      <w:r w:rsidR="001B3556">
        <w:t xml:space="preserve"> </w:t>
      </w:r>
    </w:p>
    <w:p w14:paraId="5BF0B4F0" w14:textId="1A3C4B1C" w:rsidR="001B3556" w:rsidRDefault="001B3556" w:rsidP="00F349A9">
      <w:pPr>
        <w:pStyle w:val="Leipteksti"/>
      </w:pPr>
      <w:r w:rsidRPr="001B3556">
        <w:t xml:space="preserve">Esimerkkien vastaavuus </w:t>
      </w:r>
      <w:r w:rsidR="001D7CC0">
        <w:t>CDA R2 -</w:t>
      </w:r>
      <w:r w:rsidRPr="001B3556">
        <w:t xml:space="preserve">määrittelyihin sekä niihin sisältyvät koodistot ja koodiarvot ovat </w:t>
      </w:r>
      <w:r w:rsidR="0033610D">
        <w:t xml:space="preserve">kerrottu </w:t>
      </w:r>
      <w:r w:rsidRPr="001B3556">
        <w:t xml:space="preserve">kunkin asiakirjan </w:t>
      </w:r>
      <w:r w:rsidR="0033610D">
        <w:t>alussa.</w:t>
      </w:r>
      <w:r w:rsidRPr="001B3556">
        <w:t xml:space="preserve"> Julkaisun jälkeiset </w:t>
      </w:r>
      <w:r w:rsidR="001D7CC0">
        <w:t>CDA R2 -</w:t>
      </w:r>
      <w:r w:rsidRPr="001B3556">
        <w:t xml:space="preserve">määrittelyiden, tietosisältöjen ja koodistojen muutokset tulee huomioida: ajantasaisin tieto on saatavissa Kansallisesta koodistopalvelusta ja </w:t>
      </w:r>
      <w:r w:rsidR="001D7CC0">
        <w:t>CDA R2 -</w:t>
      </w:r>
      <w:r w:rsidRPr="001B3556">
        <w:t>määrittelydokumenteista tai niiden errata-tiedostoista.</w:t>
      </w:r>
    </w:p>
    <w:p w14:paraId="731556CA" w14:textId="78166580" w:rsidR="001B3556" w:rsidRDefault="0033610D" w:rsidP="00F349A9">
      <w:pPr>
        <w:pStyle w:val="Leipteksti"/>
      </w:pPr>
      <w:r>
        <w:t>Esimerkkivalikoima</w:t>
      </w:r>
      <w:r w:rsidR="001B3556" w:rsidRPr="001B3556">
        <w:t xml:space="preserve"> kattaa vain otoksen eri tilanteissa tarvittavista sanomista ja arkiston asiakirjoista. Esimerkkien hyödyntäminen vaatii sovittamista omaan ympäristöön ja käyttötilanteisiin </w:t>
      </w:r>
      <w:r w:rsidR="001D7CC0">
        <w:t>CDA R2 -</w:t>
      </w:r>
      <w:r w:rsidR="001B3556" w:rsidRPr="001B3556">
        <w:t>määrittelydokumenttien pohjalta.</w:t>
      </w:r>
    </w:p>
    <w:p w14:paraId="69260A97" w14:textId="4113F309" w:rsidR="00C9212E" w:rsidRDefault="001D7CC0" w:rsidP="00F349A9">
      <w:pPr>
        <w:pStyle w:val="Leipteksti"/>
      </w:pPr>
      <w:r>
        <w:t>Esimerkkikok</w:t>
      </w:r>
      <w:r w:rsidR="00C9212E">
        <w:t>oelman asiakirjojen muutoshistoriassa on kuvattu tiivistetysti asiakirjoihin tehdyt muutokset. Kunkin asiakirjan alussa on tarkempi kuvaus muutoksista.</w:t>
      </w:r>
    </w:p>
    <w:p w14:paraId="704318A2" w14:textId="50467093" w:rsidR="00C9212E" w:rsidRDefault="00C9212E">
      <w:r>
        <w:br w:type="page"/>
      </w:r>
    </w:p>
    <w:p w14:paraId="4BC97BC8" w14:textId="008E718C" w:rsidR="006E674E" w:rsidRDefault="001B3556" w:rsidP="006E674E">
      <w:pPr>
        <w:pStyle w:val="Otsikko2"/>
      </w:pPr>
      <w:r>
        <w:lastRenderedPageBreak/>
        <w:t>Muutoshistoria</w:t>
      </w:r>
    </w:p>
    <w:tbl>
      <w:tblPr>
        <w:tblStyle w:val="TaulukkoRuudukko"/>
        <w:tblW w:w="10671" w:type="dxa"/>
        <w:tblInd w:w="-5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1362"/>
        <w:gridCol w:w="9309"/>
      </w:tblGrid>
      <w:tr w:rsidR="003035EA" w14:paraId="6AC1638B" w14:textId="77777777" w:rsidTr="00C55AD1">
        <w:trPr>
          <w:trHeight w:val="376"/>
          <w:tblHeader/>
        </w:trPr>
        <w:tc>
          <w:tcPr>
            <w:tcW w:w="1362" w:type="dxa"/>
            <w:shd w:val="clear" w:color="auto" w:fill="F2F2F2" w:themeFill="background1" w:themeFillShade="F2"/>
          </w:tcPr>
          <w:p w14:paraId="405EA3CB" w14:textId="6DB7213B" w:rsidR="003035EA" w:rsidRPr="003035EA" w:rsidRDefault="003035EA" w:rsidP="007D73D4">
            <w:pPr>
              <w:pStyle w:val="Leipteksti"/>
              <w:spacing w:after="0"/>
              <w:ind w:left="0"/>
              <w:rPr>
                <w:b/>
              </w:rPr>
            </w:pPr>
            <w:r w:rsidRPr="003035EA">
              <w:rPr>
                <w:b/>
              </w:rPr>
              <w:t>Kansio</w:t>
            </w:r>
          </w:p>
        </w:tc>
        <w:tc>
          <w:tcPr>
            <w:tcW w:w="9309" w:type="dxa"/>
            <w:shd w:val="clear" w:color="auto" w:fill="F2F2F2" w:themeFill="background1" w:themeFillShade="F2"/>
          </w:tcPr>
          <w:p w14:paraId="09BE75FF" w14:textId="5863E77C" w:rsidR="003035EA" w:rsidRPr="003035EA" w:rsidRDefault="003035EA" w:rsidP="007D73D4">
            <w:pPr>
              <w:pStyle w:val="Leipteksti"/>
              <w:spacing w:after="0"/>
              <w:ind w:left="0"/>
              <w:rPr>
                <w:b/>
              </w:rPr>
            </w:pPr>
            <w:r w:rsidRPr="003035EA">
              <w:rPr>
                <w:b/>
              </w:rPr>
              <w:t>Muutokset</w:t>
            </w:r>
          </w:p>
        </w:tc>
      </w:tr>
      <w:tr w:rsidR="00600F2F" w14:paraId="5C0F1EAC" w14:textId="77777777" w:rsidTr="00C55AD1">
        <w:tc>
          <w:tcPr>
            <w:tcW w:w="1362" w:type="dxa"/>
          </w:tcPr>
          <w:p w14:paraId="5BB17BFF" w14:textId="77777777" w:rsidR="00600F2F" w:rsidRDefault="00600F2F" w:rsidP="00AE1FB2">
            <w:pPr>
              <w:pStyle w:val="Leipteksti"/>
              <w:spacing w:after="0"/>
              <w:ind w:left="0"/>
            </w:pPr>
          </w:p>
        </w:tc>
        <w:tc>
          <w:tcPr>
            <w:tcW w:w="9309" w:type="dxa"/>
          </w:tcPr>
          <w:p w14:paraId="42EEBE80" w14:textId="77777777" w:rsidR="00600F2F" w:rsidRDefault="00600F2F" w:rsidP="00AE1FB2">
            <w:pPr>
              <w:pStyle w:val="Leipteksti"/>
              <w:spacing w:after="0"/>
              <w:ind w:left="0"/>
            </w:pPr>
          </w:p>
        </w:tc>
      </w:tr>
      <w:tr w:rsidR="003C4FA4" w14:paraId="3911C79F" w14:textId="77777777" w:rsidTr="00AF5FFF">
        <w:tc>
          <w:tcPr>
            <w:tcW w:w="10671" w:type="dxa"/>
            <w:gridSpan w:val="2"/>
          </w:tcPr>
          <w:p w14:paraId="103AC12E" w14:textId="3DFB6EF8" w:rsidR="003C4FA4" w:rsidRDefault="003C4FA4" w:rsidP="00AE1FB2">
            <w:pPr>
              <w:pStyle w:val="Leipteksti"/>
              <w:spacing w:after="0"/>
              <w:ind w:left="0"/>
            </w:pPr>
            <w:r>
              <w:rPr>
                <w:b/>
                <w:i/>
              </w:rPr>
              <w:t>Muutokset 2</w:t>
            </w:r>
            <w:r w:rsidR="00F63FC8">
              <w:rPr>
                <w:b/>
                <w:i/>
              </w:rPr>
              <w:t>5</w:t>
            </w:r>
            <w:r>
              <w:rPr>
                <w:b/>
                <w:i/>
              </w:rPr>
              <w:t>.</w:t>
            </w:r>
            <w:r w:rsidR="00F63FC8">
              <w:rPr>
                <w:b/>
                <w:i/>
              </w:rPr>
              <w:t>6</w:t>
            </w:r>
            <w:r>
              <w:rPr>
                <w:b/>
                <w:i/>
              </w:rPr>
              <w:t>.2024</w:t>
            </w:r>
          </w:p>
        </w:tc>
      </w:tr>
      <w:tr w:rsidR="00F63FC8" w14:paraId="4B18DD3B" w14:textId="77777777" w:rsidTr="00A075B9">
        <w:tc>
          <w:tcPr>
            <w:tcW w:w="1362" w:type="dxa"/>
          </w:tcPr>
          <w:p w14:paraId="400E73CB" w14:textId="77777777" w:rsidR="00F63FC8" w:rsidRDefault="00F63FC8" w:rsidP="00A075B9">
            <w:pPr>
              <w:pStyle w:val="Leipteksti"/>
              <w:spacing w:after="0"/>
              <w:ind w:left="0"/>
            </w:pPr>
            <w:r>
              <w:t>1.Lomakkeet</w:t>
            </w:r>
          </w:p>
        </w:tc>
        <w:tc>
          <w:tcPr>
            <w:tcW w:w="9309" w:type="dxa"/>
          </w:tcPr>
          <w:p w14:paraId="057D0EC3" w14:textId="15C8FE07" w:rsidR="00F63FC8" w:rsidRDefault="00D76BA4" w:rsidP="00A075B9">
            <w:pPr>
              <w:pStyle w:val="Leipteksti"/>
              <w:spacing w:after="0"/>
              <w:ind w:left="0"/>
            </w:pPr>
            <w:r>
              <w:t>Uusia lomakkeita</w:t>
            </w:r>
            <w:r w:rsidR="00F63FC8">
              <w:t>:</w:t>
            </w:r>
          </w:p>
          <w:p w14:paraId="125FC5ED" w14:textId="5AC609C4" w:rsidR="00F63FC8" w:rsidRDefault="00F63FC8" w:rsidP="00D76BA4">
            <w:pPr>
              <w:pStyle w:val="Leipteksti"/>
              <w:numPr>
                <w:ilvl w:val="0"/>
                <w:numId w:val="39"/>
              </w:numPr>
              <w:spacing w:after="0"/>
            </w:pPr>
            <w:r w:rsidRPr="00F63FC8">
              <w:t>F203_Ilmoitus_ajoterveydentilan_muutoksesta_poliisille.xml</w:t>
            </w:r>
          </w:p>
          <w:p w14:paraId="7A717905" w14:textId="425AD05B" w:rsidR="00D76BA4" w:rsidRDefault="00D76BA4" w:rsidP="00D76BA4">
            <w:pPr>
              <w:pStyle w:val="Leipteksti"/>
              <w:numPr>
                <w:ilvl w:val="0"/>
                <w:numId w:val="39"/>
              </w:numPr>
              <w:spacing w:after="0"/>
            </w:pPr>
            <w:r w:rsidRPr="00F63FC8">
              <w:t>THSELV_Terveydenhuollon_selvitys_tai_todistus.xml</w:t>
            </w:r>
          </w:p>
          <w:p w14:paraId="1EE85829" w14:textId="4CA42BBA" w:rsidR="00F63FC8" w:rsidRDefault="0078264F" w:rsidP="00A075B9">
            <w:pPr>
              <w:pStyle w:val="Leipteksti"/>
              <w:spacing w:after="0"/>
              <w:ind w:left="0"/>
            </w:pPr>
            <w:r>
              <w:t xml:space="preserve">SV6 </w:t>
            </w:r>
            <w:r w:rsidRPr="0078264F">
              <w:t>rakenne tarkistettu 21.3.2024 tietosisältömuutosten vuoksi</w:t>
            </w:r>
            <w:r w:rsidR="00F63FC8">
              <w:t>:</w:t>
            </w:r>
          </w:p>
          <w:p w14:paraId="4BEFAD3F" w14:textId="77777777" w:rsidR="00F63FC8" w:rsidRDefault="00F63FC8" w:rsidP="00D76BA4">
            <w:pPr>
              <w:pStyle w:val="Leipteksti"/>
              <w:numPr>
                <w:ilvl w:val="0"/>
                <w:numId w:val="39"/>
              </w:numPr>
              <w:spacing w:after="0"/>
            </w:pPr>
            <w:r w:rsidRPr="00F63FC8">
              <w:t>SV6_Laakarintodistus_A_lomakeversio_202301.xml</w:t>
            </w:r>
          </w:p>
          <w:p w14:paraId="121F0DC1" w14:textId="512E585F" w:rsidR="00F63FC8" w:rsidRDefault="00F63FC8" w:rsidP="00D76BA4">
            <w:pPr>
              <w:pStyle w:val="Leipteksti"/>
              <w:numPr>
                <w:ilvl w:val="0"/>
                <w:numId w:val="39"/>
              </w:numPr>
              <w:spacing w:after="0"/>
            </w:pPr>
            <w:r w:rsidRPr="00F63FC8">
              <w:t>SV6_Laakarintodistus_A_lomakeversio_202301_laaja.xml</w:t>
            </w:r>
          </w:p>
          <w:p w14:paraId="7A0115EA" w14:textId="0924D791" w:rsidR="0078264F" w:rsidRDefault="0078264F" w:rsidP="0078264F">
            <w:pPr>
              <w:pStyle w:val="Leipteksti"/>
              <w:spacing w:after="0"/>
              <w:ind w:left="0"/>
            </w:pPr>
            <w:r>
              <w:t>Tekstimuutoksia:</w:t>
            </w:r>
          </w:p>
          <w:p w14:paraId="73C0EB89" w14:textId="1748690C" w:rsidR="00F63FC8" w:rsidRDefault="00F63FC8" w:rsidP="00D76BA4">
            <w:pPr>
              <w:pStyle w:val="Leipteksti"/>
              <w:numPr>
                <w:ilvl w:val="0"/>
                <w:numId w:val="39"/>
              </w:numPr>
              <w:spacing w:after="0"/>
            </w:pPr>
            <w:r w:rsidRPr="00F63FC8">
              <w:t>SV75_Todistus_raskaudesta_lomakeversio_20230201.xml</w:t>
            </w:r>
          </w:p>
        </w:tc>
      </w:tr>
      <w:tr w:rsidR="00F63FC8" w14:paraId="0EDCF5FF" w14:textId="77777777" w:rsidTr="00A075B9">
        <w:tc>
          <w:tcPr>
            <w:tcW w:w="1362" w:type="dxa"/>
          </w:tcPr>
          <w:p w14:paraId="13EC0105" w14:textId="77777777" w:rsidR="00F63FC8" w:rsidRDefault="00F63FC8" w:rsidP="00A075B9">
            <w:pPr>
              <w:pStyle w:val="Leipteksti"/>
              <w:spacing w:after="0"/>
              <w:ind w:left="0"/>
            </w:pPr>
            <w:r>
              <w:t>2. Asiakirjan CDA R2</w:t>
            </w:r>
          </w:p>
        </w:tc>
        <w:tc>
          <w:tcPr>
            <w:tcW w:w="9309" w:type="dxa"/>
          </w:tcPr>
          <w:p w14:paraId="567D6FB7" w14:textId="77777777" w:rsidR="00F63FC8" w:rsidRDefault="00F63FC8" w:rsidP="00A075B9">
            <w:pPr>
              <w:pStyle w:val="Leipteksti"/>
              <w:spacing w:after="0"/>
              <w:ind w:left="0"/>
            </w:pPr>
            <w:r>
              <w:t>Uusi CDA R2 asiakirja:</w:t>
            </w:r>
          </w:p>
          <w:p w14:paraId="5CB96B95" w14:textId="3CF67696" w:rsidR="00F63FC8" w:rsidRDefault="00F63FC8" w:rsidP="00F63FC8">
            <w:pPr>
              <w:pStyle w:val="Leipteksti"/>
              <w:numPr>
                <w:ilvl w:val="0"/>
                <w:numId w:val="50"/>
              </w:numPr>
              <w:spacing w:after="0"/>
            </w:pPr>
            <w:r w:rsidRPr="00F63FC8">
              <w:t>Hoidon tarpeen arvio_20240625.xml</w:t>
            </w:r>
          </w:p>
          <w:p w14:paraId="56303E8B" w14:textId="007220E0" w:rsidR="00F63FC8" w:rsidRDefault="0041192C" w:rsidP="00F63FC8">
            <w:pPr>
              <w:pStyle w:val="Leipteksti"/>
              <w:spacing w:after="0"/>
              <w:ind w:left="0"/>
            </w:pPr>
            <w:r>
              <w:t xml:space="preserve">Paikallisen koodiston </w:t>
            </w:r>
            <w:r w:rsidR="00D76BA4">
              <w:t>OID-</w:t>
            </w:r>
            <w:r>
              <w:t>muo</w:t>
            </w:r>
            <w:r w:rsidR="00D76BA4">
              <w:t>d</w:t>
            </w:r>
            <w:r>
              <w:t>o</w:t>
            </w:r>
            <w:r w:rsidR="00D76BA4">
              <w:t>n korjaus:</w:t>
            </w:r>
          </w:p>
          <w:p w14:paraId="50611030" w14:textId="77777777" w:rsidR="00F63FC8" w:rsidRDefault="00F63FC8" w:rsidP="00F63FC8">
            <w:pPr>
              <w:pStyle w:val="Leipteksti"/>
              <w:numPr>
                <w:ilvl w:val="0"/>
                <w:numId w:val="50"/>
              </w:numPr>
              <w:spacing w:after="0"/>
            </w:pPr>
            <w:r w:rsidRPr="00F63FC8">
              <w:t>Laboratorio_kooste_MK2018.10.1_ja_MK2023.1_sisaltoa.xml</w:t>
            </w:r>
          </w:p>
          <w:p w14:paraId="36B6F235" w14:textId="77777777" w:rsidR="00F63FC8" w:rsidRDefault="00F63FC8" w:rsidP="00F63FC8">
            <w:pPr>
              <w:pStyle w:val="Leipteksti"/>
              <w:numPr>
                <w:ilvl w:val="0"/>
                <w:numId w:val="50"/>
              </w:numPr>
              <w:spacing w:after="0"/>
            </w:pPr>
            <w:r w:rsidRPr="00F63FC8">
              <w:t>Laboratorio_lausunto_MK2023.1.xml</w:t>
            </w:r>
          </w:p>
          <w:p w14:paraId="2E52E3B6" w14:textId="77777777" w:rsidR="00F63FC8" w:rsidRDefault="00F63FC8" w:rsidP="00F63FC8">
            <w:pPr>
              <w:pStyle w:val="Leipteksti"/>
              <w:numPr>
                <w:ilvl w:val="0"/>
                <w:numId w:val="50"/>
              </w:numPr>
              <w:spacing w:after="0"/>
            </w:pPr>
            <w:r w:rsidRPr="00F63FC8">
              <w:t>Laboratorio_mikrobiologia_MK2023.1.xml</w:t>
            </w:r>
          </w:p>
          <w:p w14:paraId="5FEFD576" w14:textId="04A0F7E6" w:rsidR="00F63FC8" w:rsidRDefault="00F63FC8" w:rsidP="00F63FC8">
            <w:pPr>
              <w:pStyle w:val="Leipteksti"/>
              <w:numPr>
                <w:ilvl w:val="0"/>
                <w:numId w:val="50"/>
              </w:numPr>
              <w:spacing w:after="0"/>
            </w:pPr>
            <w:r w:rsidRPr="00F63FC8">
              <w:t>Laboratorio_MK2023.1.xml</w:t>
            </w:r>
          </w:p>
        </w:tc>
      </w:tr>
      <w:tr w:rsidR="00F63FC8" w14:paraId="70259563" w14:textId="77777777" w:rsidTr="00A075B9">
        <w:tc>
          <w:tcPr>
            <w:tcW w:w="1362" w:type="dxa"/>
          </w:tcPr>
          <w:p w14:paraId="4DD60137" w14:textId="77777777" w:rsidR="00F63FC8" w:rsidRDefault="00F63FC8" w:rsidP="00A075B9">
            <w:pPr>
              <w:pStyle w:val="Leipteksti"/>
              <w:spacing w:after="0"/>
              <w:ind w:left="0"/>
            </w:pPr>
            <w:r>
              <w:t>3. MR-taso</w:t>
            </w:r>
          </w:p>
        </w:tc>
        <w:tc>
          <w:tcPr>
            <w:tcW w:w="9309" w:type="dxa"/>
          </w:tcPr>
          <w:p w14:paraId="25F9830F" w14:textId="77777777" w:rsidR="00F63FC8" w:rsidRDefault="00F63FC8" w:rsidP="00A075B9">
            <w:pPr>
              <w:pStyle w:val="Leipteksti"/>
              <w:spacing w:after="0"/>
              <w:ind w:left="0"/>
            </w:pPr>
            <w:r>
              <w:t>-</w:t>
            </w:r>
          </w:p>
        </w:tc>
      </w:tr>
      <w:tr w:rsidR="00F63FC8" w14:paraId="006A0445" w14:textId="77777777" w:rsidTr="00AF5FFF">
        <w:tc>
          <w:tcPr>
            <w:tcW w:w="10671" w:type="dxa"/>
            <w:gridSpan w:val="2"/>
          </w:tcPr>
          <w:p w14:paraId="461A7792" w14:textId="703C228A" w:rsidR="00F63FC8" w:rsidRDefault="00F63FC8" w:rsidP="00AE1FB2">
            <w:pPr>
              <w:pStyle w:val="Leipteksti"/>
              <w:spacing w:after="0"/>
              <w:ind w:left="0"/>
              <w:rPr>
                <w:b/>
                <w:i/>
              </w:rPr>
            </w:pPr>
            <w:r>
              <w:rPr>
                <w:b/>
                <w:i/>
              </w:rPr>
              <w:t>Muutokset 20.2.2024</w:t>
            </w:r>
          </w:p>
        </w:tc>
      </w:tr>
      <w:tr w:rsidR="003C4FA4" w14:paraId="0AFAA752" w14:textId="77777777" w:rsidTr="00C55AD1">
        <w:tc>
          <w:tcPr>
            <w:tcW w:w="1362" w:type="dxa"/>
          </w:tcPr>
          <w:p w14:paraId="0AF8577F" w14:textId="4FE3955E" w:rsidR="003C4FA4" w:rsidRDefault="003C4FA4" w:rsidP="00AE1FB2">
            <w:pPr>
              <w:pStyle w:val="Leipteksti"/>
              <w:spacing w:after="0"/>
              <w:ind w:left="0"/>
            </w:pPr>
            <w:r>
              <w:t>1.Lomakkeet</w:t>
            </w:r>
          </w:p>
        </w:tc>
        <w:tc>
          <w:tcPr>
            <w:tcW w:w="9309" w:type="dxa"/>
          </w:tcPr>
          <w:p w14:paraId="264A1A04" w14:textId="3C1A326E" w:rsidR="003C4FA4" w:rsidRDefault="003C4FA4" w:rsidP="00AE1FB2">
            <w:pPr>
              <w:pStyle w:val="Leipteksti"/>
              <w:spacing w:after="0"/>
              <w:ind w:left="0"/>
            </w:pPr>
            <w:r>
              <w:t>Lääkärintodistus D (SV10)</w:t>
            </w:r>
          </w:p>
          <w:p w14:paraId="6A6D6B8E" w14:textId="70A623D0" w:rsidR="003C4FA4" w:rsidRDefault="003C4FA4" w:rsidP="003C4FA4">
            <w:pPr>
              <w:pStyle w:val="Leipteksti"/>
              <w:numPr>
                <w:ilvl w:val="0"/>
                <w:numId w:val="49"/>
              </w:numPr>
              <w:spacing w:after="0"/>
            </w:pPr>
            <w:r>
              <w:t>Esimerkin päivitys Koodistopalvelun 18.1.2024 päivityksen mukaisesti</w:t>
            </w:r>
            <w:r>
              <w:br/>
            </w:r>
            <w:r w:rsidRPr="003C4FA4">
              <w:t>SV10_Laakarintodistus_D.xml</w:t>
            </w:r>
            <w:r>
              <w:br/>
            </w:r>
            <w:r w:rsidRPr="003C4FA4">
              <w:t>SV10_Laakarintodistus_D</w:t>
            </w:r>
            <w:r>
              <w:t>_laaja</w:t>
            </w:r>
            <w:r w:rsidRPr="003C4FA4">
              <w:t>.xml</w:t>
            </w:r>
          </w:p>
          <w:p w14:paraId="3E259EDE" w14:textId="7A2607E8" w:rsidR="003C4FA4" w:rsidRDefault="003C4FA4" w:rsidP="00AE1FB2">
            <w:pPr>
              <w:pStyle w:val="Leipteksti"/>
              <w:spacing w:after="0"/>
              <w:ind w:left="0"/>
            </w:pPr>
            <w:r>
              <w:t>Tahdonilmaisupalvelun lomakkei</w:t>
            </w:r>
            <w:r w:rsidR="00AD5CE2">
              <w:t>den esitystapaa</w:t>
            </w:r>
            <w:r>
              <w:t xml:space="preserve"> viimeistelty. Ei rakennemuutoksia. </w:t>
            </w:r>
          </w:p>
          <w:p w14:paraId="74415F87" w14:textId="695D733C" w:rsidR="003C4FA4" w:rsidRDefault="003C4FA4" w:rsidP="003C4FA4">
            <w:pPr>
              <w:pStyle w:val="Leipteksti"/>
              <w:numPr>
                <w:ilvl w:val="0"/>
                <w:numId w:val="49"/>
              </w:numPr>
              <w:spacing w:after="0"/>
            </w:pPr>
            <w:r w:rsidRPr="003C4FA4">
              <w:t>KIE_lomakeversio_20120110_ei_kieltoja_voimassa</w:t>
            </w:r>
            <w:r>
              <w:t>.xml</w:t>
            </w:r>
            <w:r>
              <w:br/>
            </w:r>
            <w:r w:rsidRPr="003C4FA4">
              <w:t>KIE_lomakeversio_20120110_kieltoja voimassa</w:t>
            </w:r>
            <w:r>
              <w:t>.xml</w:t>
            </w:r>
            <w:r>
              <w:br/>
            </w:r>
            <w:r w:rsidRPr="003C4FA4">
              <w:t>KIE_lomakeversio_20240101_Ei_kieltoja_voimassa_Taysi_ikainen</w:t>
            </w:r>
            <w:r>
              <w:t>.xml</w:t>
            </w:r>
            <w:r>
              <w:br/>
            </w:r>
            <w:r w:rsidRPr="003C4FA4">
              <w:t>KIE_lomakeversio_20240101_Vanhoja_ja_uusia_kieltoja_Alaikainen_Puolesta_asiointi</w:t>
            </w:r>
            <w:r>
              <w:t>.xml</w:t>
            </w:r>
            <w:r>
              <w:br/>
            </w:r>
            <w:r w:rsidRPr="003C4FA4">
              <w:t>KIE_lomakeversio_20240101_Vanhoja_ja_uusia_kieltoja_Taysi_ikainen</w:t>
            </w:r>
            <w:r>
              <w:t>.xml</w:t>
            </w:r>
            <w:r>
              <w:br/>
            </w:r>
            <w:r w:rsidRPr="003C4FA4">
              <w:t>KIE_lomakeversio_20240101_Vanhoja_ja_uusia_kieltoja_Taysi_ikainen_Puolesta_asiointi</w:t>
            </w:r>
            <w:r>
              <w:t>.xml</w:t>
            </w:r>
            <w:r>
              <w:br/>
            </w:r>
            <w:r w:rsidRPr="003C4FA4">
              <w:t>KINFO Kanta-informointi</w:t>
            </w:r>
            <w:r>
              <w:t>.xml</w:t>
            </w:r>
            <w:r>
              <w:br/>
            </w:r>
            <w:r w:rsidRPr="003C4FA4">
              <w:t>PSSUO_Informointi ja suostumus potilasyhteenvedon luovuttamiseksi ulkomaille.xml</w:t>
            </w:r>
            <w:r>
              <w:br/>
            </w:r>
            <w:r w:rsidR="00AD5CE2" w:rsidRPr="00AD5CE2">
              <w:lastRenderedPageBreak/>
              <w:t>SUO_Luovutuslupa_määrittelyversio_PTA330.2024.xml</w:t>
            </w:r>
            <w:r w:rsidR="00AD5CE2">
              <w:br/>
            </w:r>
            <w:r w:rsidR="00AD5CE2" w:rsidRPr="00AD5CE2">
              <w:t>SUO_Luovutusluvan_peruutus_määrittelyversio_PTA330.2024</w:t>
            </w:r>
            <w:r w:rsidR="00AD5CE2">
              <w:t>.xml</w:t>
            </w:r>
            <w:r w:rsidR="00AD5CE2">
              <w:br/>
            </w:r>
            <w:r w:rsidR="00AD5CE2" w:rsidRPr="00AD5CE2">
              <w:t>YKIE_Tutkimusaineistolöydöstä_koskeva_yhteydenottokielto.xml</w:t>
            </w:r>
          </w:p>
        </w:tc>
      </w:tr>
      <w:tr w:rsidR="00C55AD1" w14:paraId="7829B770" w14:textId="77777777" w:rsidTr="00C55AD1">
        <w:tc>
          <w:tcPr>
            <w:tcW w:w="10671" w:type="dxa"/>
            <w:gridSpan w:val="2"/>
          </w:tcPr>
          <w:p w14:paraId="60109B7B" w14:textId="4472A3FA" w:rsidR="00C55AD1" w:rsidRDefault="00C55AD1" w:rsidP="00AE1FB2">
            <w:pPr>
              <w:pStyle w:val="Leipteksti"/>
              <w:spacing w:after="0"/>
              <w:ind w:left="0"/>
            </w:pPr>
            <w:r>
              <w:rPr>
                <w:b/>
                <w:i/>
              </w:rPr>
              <w:lastRenderedPageBreak/>
              <w:t>Muutokset 30.1.2024</w:t>
            </w:r>
          </w:p>
        </w:tc>
      </w:tr>
      <w:tr w:rsidR="00C55AD1" w14:paraId="12A96419" w14:textId="77777777" w:rsidTr="00C55AD1">
        <w:tc>
          <w:tcPr>
            <w:tcW w:w="1362" w:type="dxa"/>
          </w:tcPr>
          <w:p w14:paraId="55CD57AB" w14:textId="73B73999" w:rsidR="00C55AD1" w:rsidRDefault="00C55AD1" w:rsidP="00AE1FB2">
            <w:pPr>
              <w:pStyle w:val="Leipteksti"/>
              <w:spacing w:after="0"/>
              <w:ind w:left="0"/>
            </w:pPr>
            <w:r>
              <w:t>1.Lomakkeet</w:t>
            </w:r>
          </w:p>
        </w:tc>
        <w:tc>
          <w:tcPr>
            <w:tcW w:w="9309" w:type="dxa"/>
          </w:tcPr>
          <w:p w14:paraId="063803DB" w14:textId="77777777" w:rsidR="00C55AD1" w:rsidRDefault="00730DA0" w:rsidP="00AE1FB2">
            <w:pPr>
              <w:pStyle w:val="Leipteksti"/>
              <w:spacing w:after="0"/>
              <w:ind w:left="0"/>
            </w:pPr>
            <w:r>
              <w:t>Lääkärinlausunto B:</w:t>
            </w:r>
          </w:p>
          <w:p w14:paraId="0D5D156E" w14:textId="2D6D31A9" w:rsidR="00730DA0" w:rsidRDefault="00730DA0" w:rsidP="00730DA0">
            <w:pPr>
              <w:pStyle w:val="Leipteksti"/>
              <w:numPr>
                <w:ilvl w:val="0"/>
                <w:numId w:val="48"/>
              </w:numPr>
              <w:spacing w:after="0"/>
            </w:pPr>
            <w:r>
              <w:t>esimerkit tarkennettu lomakemäärittelyn 21.12.2023 päivityksen mukaisesti</w:t>
            </w:r>
            <w:r>
              <w:br/>
            </w:r>
            <w:r w:rsidRPr="00730DA0">
              <w:t>SV7_Laakarinlausunto_B</w:t>
            </w:r>
            <w:r>
              <w:t>.xml</w:t>
            </w:r>
            <w:r>
              <w:br/>
            </w:r>
            <w:r w:rsidRPr="00730DA0">
              <w:t>SV7_Laakarinlausunto_B</w:t>
            </w:r>
            <w:r>
              <w:t>_laaja.xml</w:t>
            </w:r>
          </w:p>
          <w:p w14:paraId="5116E5ED" w14:textId="5C360BFB" w:rsidR="00730DA0" w:rsidRDefault="00730DA0" w:rsidP="00730DA0">
            <w:pPr>
              <w:pStyle w:val="Leipteksti"/>
              <w:spacing w:after="0"/>
              <w:ind w:left="0"/>
            </w:pPr>
            <w:r>
              <w:t>Luovutuslupa ja luovutusluvan peruutus:</w:t>
            </w:r>
          </w:p>
          <w:p w14:paraId="207692F2" w14:textId="098F737A" w:rsidR="00730DA0" w:rsidRDefault="00730DA0" w:rsidP="00730DA0">
            <w:pPr>
              <w:pStyle w:val="Leipteksti"/>
              <w:numPr>
                <w:ilvl w:val="0"/>
                <w:numId w:val="48"/>
              </w:numPr>
              <w:spacing w:after="0"/>
            </w:pPr>
            <w:r>
              <w:t xml:space="preserve">määrittelyversion PTA330.2024 esimerkit tarkennettu </w:t>
            </w:r>
            <w:r w:rsidR="00A146FF">
              <w:t>lomakemäärittelyn 4.1.2024 päivityksen mukaisesti</w:t>
            </w:r>
            <w:r w:rsidR="00A146FF">
              <w:br/>
            </w:r>
            <w:r w:rsidR="00A146FF" w:rsidRPr="00A146FF">
              <w:t>SUO_Luovutuslupa_määrittelyversio_PTA330.2024</w:t>
            </w:r>
            <w:r w:rsidR="00A146FF">
              <w:t>.xml</w:t>
            </w:r>
            <w:r w:rsidR="00A146FF">
              <w:br/>
            </w:r>
            <w:r w:rsidR="00A146FF" w:rsidRPr="00A146FF">
              <w:t>SUO_Luovutusluvan_peruutus_määrittelyversio_PTA330.2024</w:t>
            </w:r>
            <w:r w:rsidR="00A146FF">
              <w:t>.xml</w:t>
            </w:r>
          </w:p>
          <w:p w14:paraId="5F4DCCFC" w14:textId="520BB4BB" w:rsidR="00A146FF" w:rsidRDefault="00A146FF" w:rsidP="00A146FF">
            <w:pPr>
              <w:pStyle w:val="Leipteksti"/>
              <w:spacing w:after="0"/>
              <w:ind w:left="0"/>
            </w:pPr>
            <w:r w:rsidRPr="00A146FF">
              <w:t>Informointi ja suostumus potilasyhteenvedon luovuttamiseksi ulkomaille</w:t>
            </w:r>
            <w:r>
              <w:t>:</w:t>
            </w:r>
          </w:p>
          <w:p w14:paraId="26213D7B" w14:textId="51F9B1E1" w:rsidR="00A146FF" w:rsidRDefault="00A146FF" w:rsidP="00A146FF">
            <w:pPr>
              <w:pStyle w:val="Leipteksti"/>
              <w:numPr>
                <w:ilvl w:val="0"/>
                <w:numId w:val="48"/>
              </w:numPr>
              <w:spacing w:after="0"/>
            </w:pPr>
            <w:r>
              <w:t>esimerkki tarkistettu lomakemäärittelyn 19.1.2024 päivityksen mukaisesti</w:t>
            </w:r>
            <w:r>
              <w:br/>
            </w:r>
            <w:r w:rsidR="00385F8A" w:rsidRPr="00385F8A">
              <w:t>PSSUO_Informointi ja suostumus potilasyhteenvedon luovuttamiseksi ulkomaille.xml</w:t>
            </w:r>
          </w:p>
          <w:p w14:paraId="7329F0DB" w14:textId="581D9A0D" w:rsidR="00385F8A" w:rsidRDefault="00385F8A" w:rsidP="00385F8A">
            <w:pPr>
              <w:pStyle w:val="Leipteksti"/>
              <w:spacing w:after="0"/>
              <w:ind w:left="0"/>
            </w:pPr>
            <w:r w:rsidRPr="00385F8A">
              <w:t>Tutkimusaineistolöydöstä koskeva yhteydenottokielto</w:t>
            </w:r>
            <w:r>
              <w:t>:</w:t>
            </w:r>
          </w:p>
          <w:p w14:paraId="41A93029" w14:textId="49090F8C" w:rsidR="00730DA0" w:rsidRDefault="00385F8A" w:rsidP="00385F8A">
            <w:pPr>
              <w:pStyle w:val="Leipteksti"/>
              <w:numPr>
                <w:ilvl w:val="0"/>
                <w:numId w:val="48"/>
              </w:numPr>
              <w:spacing w:after="0"/>
            </w:pPr>
            <w:r>
              <w:t>esimerkit tarkistettu lomakemäärittelyn 9.10.2023 päivityksen mukaisesti</w:t>
            </w:r>
            <w:r>
              <w:br/>
            </w:r>
            <w:r w:rsidRPr="00385F8A">
              <w:t>YKIE_Tutkimusaineistolöydöstä_koskeva_yhteydenottokielto</w:t>
            </w:r>
            <w:r>
              <w:t>.xml</w:t>
            </w:r>
            <w:r>
              <w:br/>
            </w:r>
            <w:r w:rsidRPr="00385F8A">
              <w:t>YKIE_Tutkimusaineistolöydöstä_koskeva_yhteydenottokielto_PDF_palautus</w:t>
            </w:r>
            <w:r>
              <w:t>.xml</w:t>
            </w:r>
          </w:p>
        </w:tc>
      </w:tr>
      <w:tr w:rsidR="00600F2F" w14:paraId="67A25FA4" w14:textId="77777777" w:rsidTr="00C55AD1">
        <w:tc>
          <w:tcPr>
            <w:tcW w:w="10671" w:type="dxa"/>
            <w:gridSpan w:val="2"/>
          </w:tcPr>
          <w:p w14:paraId="6F3BE3E3" w14:textId="19EF8619" w:rsidR="00600F2F" w:rsidRDefault="00600F2F" w:rsidP="00AE1FB2">
            <w:pPr>
              <w:pStyle w:val="Leipteksti"/>
              <w:spacing w:after="0"/>
              <w:ind w:left="0"/>
            </w:pPr>
            <w:r>
              <w:rPr>
                <w:b/>
                <w:i/>
              </w:rPr>
              <w:t>Muutokset 20.12.2023</w:t>
            </w:r>
          </w:p>
        </w:tc>
      </w:tr>
      <w:tr w:rsidR="00294F9C" w14:paraId="68881DDC" w14:textId="77777777" w:rsidTr="00C55AD1">
        <w:tc>
          <w:tcPr>
            <w:tcW w:w="1362" w:type="dxa"/>
          </w:tcPr>
          <w:p w14:paraId="6DC9C6B9" w14:textId="767F31A6" w:rsidR="00294F9C" w:rsidRDefault="00294F9C" w:rsidP="00AE1FB2">
            <w:pPr>
              <w:pStyle w:val="Leipteksti"/>
              <w:spacing w:after="0"/>
              <w:ind w:left="0"/>
            </w:pPr>
            <w:r>
              <w:t>Huom.</w:t>
            </w:r>
          </w:p>
        </w:tc>
        <w:tc>
          <w:tcPr>
            <w:tcW w:w="9309" w:type="dxa"/>
          </w:tcPr>
          <w:p w14:paraId="70D9A47C" w14:textId="43240691" w:rsidR="00294F9C" w:rsidRDefault="00294F9C" w:rsidP="00AE1FB2">
            <w:pPr>
              <w:pStyle w:val="Leipteksti"/>
              <w:spacing w:after="0"/>
              <w:ind w:left="0"/>
            </w:pPr>
            <w:r>
              <w:t xml:space="preserve">Esimerkkitiedostojen nimeäminen muuttuu. Tiedostonimessä ei jatkossa näy päivityspäivä. Ajankohta selviää tarvittaessa tiedoston alussa olevasta muutoshistoriatiedosta tai muokkauspäivästä. </w:t>
            </w:r>
            <w:r w:rsidR="003423E7">
              <w:br/>
            </w:r>
            <w:r w:rsidR="003423E7" w:rsidRPr="00737AB3">
              <w:rPr>
                <w:b/>
                <w:bCs/>
              </w:rPr>
              <w:t>Tässä paketissa on alle kuvattujen muutosten lisäksi nimetty uudelleen ne tiedostot, joiden tiedostonimessä näkyy lomakkeen versio.</w:t>
            </w:r>
            <w:r w:rsidR="003423E7">
              <w:br/>
              <w:t>Jatkossa t</w:t>
            </w:r>
            <w:r>
              <w:t>iedostonimiä päivitetään sitä mukaa kun tiedostoihin tulee päivityksiä. Esimerkkipaketissa on mukana vain esimerkin uusin versio.</w:t>
            </w:r>
          </w:p>
        </w:tc>
      </w:tr>
      <w:tr w:rsidR="007A6B32" w14:paraId="22F5B00B" w14:textId="77777777" w:rsidTr="00C55AD1">
        <w:tc>
          <w:tcPr>
            <w:tcW w:w="1362" w:type="dxa"/>
          </w:tcPr>
          <w:p w14:paraId="3E5677D3" w14:textId="159E5779" w:rsidR="007A6B32" w:rsidRDefault="00600F2F" w:rsidP="00AE1FB2">
            <w:pPr>
              <w:pStyle w:val="Leipteksti"/>
              <w:spacing w:after="0"/>
              <w:ind w:left="0"/>
            </w:pPr>
            <w:r>
              <w:t>1.Lomakkeet</w:t>
            </w:r>
          </w:p>
        </w:tc>
        <w:tc>
          <w:tcPr>
            <w:tcW w:w="9309" w:type="dxa"/>
          </w:tcPr>
          <w:p w14:paraId="7A0513F6" w14:textId="64D4680E" w:rsidR="007A6B32" w:rsidRDefault="00600F2F" w:rsidP="00AE1FB2">
            <w:pPr>
              <w:pStyle w:val="Leipteksti"/>
              <w:spacing w:after="0"/>
              <w:ind w:left="0"/>
            </w:pPr>
            <w:r>
              <w:t xml:space="preserve">Lääkärintodistus A: </w:t>
            </w:r>
          </w:p>
          <w:p w14:paraId="67A02BAC" w14:textId="2D9BA3A9" w:rsidR="00600F2F" w:rsidRDefault="00A846D1" w:rsidP="002F4977">
            <w:pPr>
              <w:pStyle w:val="Leipteksti"/>
              <w:numPr>
                <w:ilvl w:val="0"/>
                <w:numId w:val="45"/>
              </w:numPr>
              <w:spacing w:after="0"/>
            </w:pPr>
            <w:r>
              <w:t>uuden lomakeversion 202301 esimerkit</w:t>
            </w:r>
            <w:r>
              <w:br/>
            </w:r>
            <w:r w:rsidR="00600F2F" w:rsidRPr="00600F2F">
              <w:t>SV6_Laakarintodistus_A_lomakeversio_202301_laaja.xml</w:t>
            </w:r>
            <w:r>
              <w:br/>
            </w:r>
            <w:r w:rsidR="00600F2F" w:rsidRPr="00600F2F">
              <w:t>SV6_Laakarintodistus_A_lomakeversio_202301.xml</w:t>
            </w:r>
          </w:p>
          <w:p w14:paraId="02F6A1A3" w14:textId="596A0FF9" w:rsidR="00A846D1" w:rsidRDefault="00A846D1" w:rsidP="002F4977">
            <w:pPr>
              <w:pStyle w:val="Leipteksti"/>
              <w:numPr>
                <w:ilvl w:val="0"/>
                <w:numId w:val="45"/>
              </w:numPr>
              <w:spacing w:after="0"/>
            </w:pPr>
            <w:r>
              <w:t>aiemman lomakeversion 20120601 esimerkin nimen päivitys</w:t>
            </w:r>
            <w:r>
              <w:br/>
            </w:r>
            <w:r w:rsidRPr="00A846D1">
              <w:t>SV6_Laakarintodistus_A_lomakeversio_20120601_laaja.xml</w:t>
            </w:r>
          </w:p>
          <w:p w14:paraId="61839A82" w14:textId="77777777" w:rsidR="00600F2F" w:rsidRDefault="00600F2F" w:rsidP="00600F2F">
            <w:pPr>
              <w:pStyle w:val="Leipteksti"/>
              <w:spacing w:after="0"/>
              <w:ind w:left="0"/>
            </w:pPr>
            <w:r>
              <w:t xml:space="preserve">PTA Luovutuskielto ja luovutuskiellon peruutus: </w:t>
            </w:r>
          </w:p>
          <w:p w14:paraId="731971CB" w14:textId="2E667579" w:rsidR="00600F2F" w:rsidRDefault="00600F2F" w:rsidP="00600F2F">
            <w:pPr>
              <w:pStyle w:val="Leipteksti"/>
              <w:numPr>
                <w:ilvl w:val="0"/>
                <w:numId w:val="47"/>
              </w:numPr>
              <w:spacing w:after="0"/>
            </w:pPr>
            <w:r>
              <w:lastRenderedPageBreak/>
              <w:t xml:space="preserve">korjattu codeSystemName-virhe </w:t>
            </w:r>
            <w:r>
              <w:br/>
            </w:r>
            <w:r w:rsidRPr="00600F2F">
              <w:t>KIE_lomakeversio_20240101_Vanhoja_ja_uusia_kieltoja_Taysi_ikainen.xml</w:t>
            </w:r>
            <w:r>
              <w:br/>
            </w:r>
            <w:r w:rsidRPr="00600F2F">
              <w:t>KIE_lomakeversio_20240101_Vanhoja_ja_uusia_kieltoja_Taysi_ikainen_Puolesta_asiointi.xml</w:t>
            </w:r>
          </w:p>
          <w:p w14:paraId="59386C57" w14:textId="77777777" w:rsidR="00600F2F" w:rsidRDefault="00600F2F" w:rsidP="00294F9C">
            <w:pPr>
              <w:pStyle w:val="Leipteksti"/>
              <w:numPr>
                <w:ilvl w:val="0"/>
                <w:numId w:val="46"/>
              </w:numPr>
              <w:spacing w:after="0"/>
            </w:pPr>
            <w:r>
              <w:t>vain tiedoston nimi päivitetty</w:t>
            </w:r>
            <w:r>
              <w:br/>
            </w:r>
            <w:r w:rsidRPr="00600F2F">
              <w:t>KIE_lomakeversio_20240101_Ei_kieltoja_voimassa_Taysi_ikainen.xml</w:t>
            </w:r>
            <w:r>
              <w:t xml:space="preserve"> </w:t>
            </w:r>
            <w:r>
              <w:br/>
            </w:r>
            <w:r w:rsidRPr="00600F2F">
              <w:t>KIE_lomakeversio_20240101_Vanhoja_ja_uusia_kieltoja_Alaikainen_Puolesta_asiointi.xml</w:t>
            </w:r>
          </w:p>
          <w:p w14:paraId="163FA6FB" w14:textId="48C020BC" w:rsidR="003423E7" w:rsidRDefault="003423E7" w:rsidP="003423E7">
            <w:pPr>
              <w:pStyle w:val="Leipteksti"/>
              <w:spacing w:after="0"/>
              <w:ind w:left="720"/>
            </w:pPr>
            <w:r w:rsidRPr="003423E7">
              <w:t>KIE_lomakeversio_20120110_ei_kieltoja_voimassa.xml</w:t>
            </w:r>
            <w:r>
              <w:br/>
            </w:r>
            <w:r w:rsidRPr="003423E7">
              <w:t>KIE_lomakeversio_20120110_kieltoja voimassa.xml</w:t>
            </w:r>
          </w:p>
        </w:tc>
      </w:tr>
      <w:tr w:rsidR="00231D69" w14:paraId="73E94D55" w14:textId="77777777" w:rsidTr="00C55AD1">
        <w:tc>
          <w:tcPr>
            <w:tcW w:w="10671" w:type="dxa"/>
            <w:gridSpan w:val="2"/>
          </w:tcPr>
          <w:p w14:paraId="522BC31F" w14:textId="7E2E0A27" w:rsidR="00231D69" w:rsidRDefault="00231D69" w:rsidP="00AE1FB2">
            <w:pPr>
              <w:pStyle w:val="Leipteksti"/>
              <w:spacing w:after="0"/>
              <w:ind w:left="0"/>
            </w:pPr>
            <w:r>
              <w:rPr>
                <w:b/>
                <w:i/>
              </w:rPr>
              <w:lastRenderedPageBreak/>
              <w:t>Muutokset 11.12.2023</w:t>
            </w:r>
          </w:p>
        </w:tc>
      </w:tr>
      <w:tr w:rsidR="00231D69" w14:paraId="13D77F3A" w14:textId="77777777" w:rsidTr="00C55AD1">
        <w:tc>
          <w:tcPr>
            <w:tcW w:w="1362" w:type="dxa"/>
          </w:tcPr>
          <w:p w14:paraId="12907242" w14:textId="32BAF5C0" w:rsidR="00231D69" w:rsidRDefault="00231D69" w:rsidP="00AE1FB2">
            <w:pPr>
              <w:pStyle w:val="Leipteksti"/>
              <w:spacing w:after="0"/>
              <w:ind w:left="0"/>
            </w:pPr>
            <w:r>
              <w:rPr>
                <w:bCs/>
                <w:iCs/>
              </w:rPr>
              <w:t>1.Lomakkeet</w:t>
            </w:r>
          </w:p>
        </w:tc>
        <w:tc>
          <w:tcPr>
            <w:tcW w:w="9309" w:type="dxa"/>
          </w:tcPr>
          <w:p w14:paraId="3DFDA145" w14:textId="4FCC8EC1" w:rsidR="00231D69" w:rsidRDefault="00231D69" w:rsidP="00231D69">
            <w:pPr>
              <w:pStyle w:val="Leipteksti"/>
              <w:spacing w:after="0"/>
              <w:ind w:left="0"/>
              <w:rPr>
                <w:bCs/>
                <w:iCs/>
              </w:rPr>
            </w:pPr>
            <w:r>
              <w:rPr>
                <w:bCs/>
                <w:iCs/>
              </w:rPr>
              <w:t xml:space="preserve">1.1.2024 </w:t>
            </w:r>
            <w:r w:rsidR="00B55C2D">
              <w:rPr>
                <w:bCs/>
                <w:iCs/>
              </w:rPr>
              <w:t xml:space="preserve">voimaan tulevan sosiaalihuollon rekisterikoodistonkäytöstä kommentit lisätty: </w:t>
            </w:r>
          </w:p>
          <w:p w14:paraId="21B381BD" w14:textId="4D0DC271" w:rsidR="00231D69" w:rsidRDefault="00231D69" w:rsidP="00B55C2D">
            <w:pPr>
              <w:pStyle w:val="Leipteksti"/>
              <w:numPr>
                <w:ilvl w:val="0"/>
                <w:numId w:val="43"/>
              </w:numPr>
              <w:spacing w:after="0"/>
              <w:rPr>
                <w:bCs/>
                <w:iCs/>
              </w:rPr>
            </w:pPr>
            <w:r w:rsidRPr="00231D69">
              <w:rPr>
                <w:bCs/>
                <w:iCs/>
              </w:rPr>
              <w:t>LILM_v201</w:t>
            </w:r>
            <w:r>
              <w:rPr>
                <w:bCs/>
                <w:iCs/>
              </w:rPr>
              <w:t>2</w:t>
            </w:r>
            <w:r w:rsidR="00F461B5">
              <w:rPr>
                <w:bCs/>
                <w:iCs/>
              </w:rPr>
              <w:t>12</w:t>
            </w:r>
            <w:r w:rsidRPr="00231D69">
              <w:rPr>
                <w:bCs/>
                <w:iCs/>
              </w:rPr>
              <w:t>0</w:t>
            </w:r>
            <w:r w:rsidR="00F461B5">
              <w:rPr>
                <w:bCs/>
                <w:iCs/>
              </w:rPr>
              <w:t>3</w:t>
            </w:r>
            <w:r w:rsidRPr="00231D69">
              <w:rPr>
                <w:bCs/>
                <w:iCs/>
              </w:rPr>
              <w:t>_Luovutusilmoitus_2023</w:t>
            </w:r>
            <w:r>
              <w:rPr>
                <w:bCs/>
                <w:iCs/>
              </w:rPr>
              <w:t>1211.xml</w:t>
            </w:r>
          </w:p>
          <w:p w14:paraId="6FD5C12E" w14:textId="782CCB81" w:rsidR="00231D69" w:rsidRDefault="00231D69" w:rsidP="00B55C2D">
            <w:pPr>
              <w:pStyle w:val="Leipteksti"/>
              <w:numPr>
                <w:ilvl w:val="0"/>
                <w:numId w:val="43"/>
              </w:numPr>
              <w:spacing w:after="0"/>
              <w:rPr>
                <w:bCs/>
                <w:iCs/>
              </w:rPr>
            </w:pPr>
            <w:r w:rsidRPr="00231D69">
              <w:rPr>
                <w:bCs/>
                <w:iCs/>
              </w:rPr>
              <w:t>LILM_v20161001_Luovutusilmoitus_A</w:t>
            </w:r>
            <w:r>
              <w:rPr>
                <w:bCs/>
                <w:iCs/>
              </w:rPr>
              <w:t>M</w:t>
            </w:r>
            <w:r w:rsidRPr="00231D69">
              <w:rPr>
                <w:bCs/>
                <w:iCs/>
              </w:rPr>
              <w:t>M_2AK_2023</w:t>
            </w:r>
            <w:r>
              <w:rPr>
                <w:bCs/>
                <w:iCs/>
              </w:rPr>
              <w:t>1211.xml</w:t>
            </w:r>
          </w:p>
          <w:p w14:paraId="2BCF61BB" w14:textId="49DF00C7" w:rsidR="00231D69" w:rsidRDefault="00231D69" w:rsidP="00B55C2D">
            <w:pPr>
              <w:pStyle w:val="Leipteksti"/>
              <w:numPr>
                <w:ilvl w:val="0"/>
                <w:numId w:val="43"/>
              </w:numPr>
              <w:spacing w:after="0"/>
              <w:rPr>
                <w:bCs/>
                <w:iCs/>
              </w:rPr>
            </w:pPr>
            <w:r w:rsidRPr="00231D69">
              <w:rPr>
                <w:bCs/>
                <w:iCs/>
              </w:rPr>
              <w:t>LILM_v20161001_Luovutusilmoitus_AUTOM_2AK_ANTAJATOISTUU_2023</w:t>
            </w:r>
            <w:r>
              <w:rPr>
                <w:bCs/>
                <w:iCs/>
              </w:rPr>
              <w:t>1211.xml</w:t>
            </w:r>
          </w:p>
          <w:p w14:paraId="3B9DE7A9" w14:textId="48B039CD" w:rsidR="00231D69" w:rsidRDefault="00231D69" w:rsidP="00B55C2D">
            <w:pPr>
              <w:pStyle w:val="Leipteksti"/>
              <w:numPr>
                <w:ilvl w:val="0"/>
                <w:numId w:val="43"/>
              </w:numPr>
              <w:spacing w:after="0"/>
              <w:rPr>
                <w:bCs/>
                <w:iCs/>
              </w:rPr>
            </w:pPr>
            <w:r w:rsidRPr="00231D69">
              <w:rPr>
                <w:bCs/>
                <w:iCs/>
              </w:rPr>
              <w:t>LILM_v20161001_Luovutusilmoitus_AUTOM_2NAKRTG_ANTAJATOISTUU_2023</w:t>
            </w:r>
            <w:r>
              <w:rPr>
                <w:bCs/>
                <w:iCs/>
              </w:rPr>
              <w:t>1211.xml</w:t>
            </w:r>
          </w:p>
          <w:p w14:paraId="6FCAA2CB" w14:textId="3B48AC54" w:rsidR="00231D69" w:rsidRDefault="00231D69" w:rsidP="00231D69">
            <w:pPr>
              <w:pStyle w:val="Leipteksti"/>
              <w:spacing w:after="0"/>
              <w:ind w:left="0"/>
              <w:rPr>
                <w:bCs/>
                <w:iCs/>
              </w:rPr>
            </w:pPr>
          </w:p>
          <w:p w14:paraId="6E07D772" w14:textId="7A129042" w:rsidR="00B55C2D" w:rsidRDefault="00B55C2D" w:rsidP="00231D69">
            <w:pPr>
              <w:pStyle w:val="Leipteksti"/>
              <w:spacing w:after="0"/>
              <w:ind w:left="0"/>
              <w:rPr>
                <w:bCs/>
                <w:iCs/>
              </w:rPr>
            </w:pPr>
            <w:r>
              <w:rPr>
                <w:bCs/>
                <w:iCs/>
              </w:rPr>
              <w:t>Kirjoitusvirhekorjauksia:</w:t>
            </w:r>
          </w:p>
          <w:p w14:paraId="4FCC4957" w14:textId="7BA9FF27" w:rsidR="00E574B2" w:rsidRDefault="00E574B2" w:rsidP="00B55C2D">
            <w:pPr>
              <w:pStyle w:val="Leipteksti"/>
              <w:numPr>
                <w:ilvl w:val="0"/>
                <w:numId w:val="44"/>
              </w:numPr>
              <w:spacing w:after="0"/>
              <w:rPr>
                <w:bCs/>
                <w:iCs/>
              </w:rPr>
            </w:pPr>
            <w:r w:rsidRPr="00E574B2">
              <w:rPr>
                <w:bCs/>
                <w:iCs/>
              </w:rPr>
              <w:t>OSVA_v20_potilaskohtainen_20231211</w:t>
            </w:r>
            <w:r w:rsidR="00B55C2D">
              <w:rPr>
                <w:bCs/>
                <w:iCs/>
              </w:rPr>
              <w:t>.xml</w:t>
            </w:r>
          </w:p>
          <w:p w14:paraId="43AE76F3" w14:textId="2AF95BEF" w:rsidR="00B55C2D" w:rsidRDefault="00B55C2D" w:rsidP="00B55C2D">
            <w:pPr>
              <w:pStyle w:val="Leipteksti"/>
              <w:numPr>
                <w:ilvl w:val="0"/>
                <w:numId w:val="44"/>
              </w:numPr>
              <w:spacing w:after="0"/>
              <w:rPr>
                <w:bCs/>
                <w:iCs/>
              </w:rPr>
            </w:pPr>
            <w:r w:rsidRPr="00B55C2D">
              <w:rPr>
                <w:bCs/>
                <w:iCs/>
              </w:rPr>
              <w:t>OSVA_v20_</w:t>
            </w:r>
            <w:r>
              <w:rPr>
                <w:bCs/>
                <w:iCs/>
              </w:rPr>
              <w:t>vaestotasoinen</w:t>
            </w:r>
            <w:r w:rsidRPr="00B55C2D">
              <w:rPr>
                <w:bCs/>
                <w:iCs/>
              </w:rPr>
              <w:t>_20231211</w:t>
            </w:r>
            <w:r>
              <w:rPr>
                <w:bCs/>
                <w:iCs/>
              </w:rPr>
              <w:t>.xml</w:t>
            </w:r>
          </w:p>
          <w:p w14:paraId="7C6E7756" w14:textId="77777777" w:rsidR="00E574B2" w:rsidRDefault="00E574B2" w:rsidP="00231D69">
            <w:pPr>
              <w:pStyle w:val="Leipteksti"/>
              <w:spacing w:after="0"/>
              <w:ind w:left="0"/>
              <w:rPr>
                <w:bCs/>
                <w:iCs/>
              </w:rPr>
            </w:pPr>
          </w:p>
          <w:p w14:paraId="4AA31D48" w14:textId="4620B4F3" w:rsidR="00231D69" w:rsidRDefault="00231D69" w:rsidP="00231D69">
            <w:pPr>
              <w:pStyle w:val="Leipteksti"/>
              <w:spacing w:after="0"/>
              <w:ind w:left="0"/>
              <w:rPr>
                <w:bCs/>
                <w:iCs/>
              </w:rPr>
            </w:pPr>
            <w:r>
              <w:rPr>
                <w:bCs/>
                <w:iCs/>
              </w:rPr>
              <w:t>1.1.2024 voimaan tulevan Luovutusluvan esimerkit uudella sisällöllä (codeId 3 ja codeId 27). Korjaus edelliseen julkaisuun. Huom! Lomake julkaistaan Koodistopalvelussa 2.1.2024.</w:t>
            </w:r>
          </w:p>
          <w:p w14:paraId="3CCAF204" w14:textId="34D6E04F" w:rsidR="00231D69" w:rsidRDefault="00231D69" w:rsidP="00231D69">
            <w:pPr>
              <w:pStyle w:val="Leipteksti"/>
              <w:numPr>
                <w:ilvl w:val="0"/>
                <w:numId w:val="42"/>
              </w:numPr>
              <w:spacing w:after="0"/>
              <w:rPr>
                <w:bCs/>
                <w:iCs/>
              </w:rPr>
            </w:pPr>
            <w:r w:rsidRPr="00EB3ADA">
              <w:rPr>
                <w:bCs/>
                <w:iCs/>
              </w:rPr>
              <w:t>SUO_Luovutuslupa_2024_20231</w:t>
            </w:r>
            <w:r>
              <w:rPr>
                <w:bCs/>
                <w:iCs/>
              </w:rPr>
              <w:t>2</w:t>
            </w:r>
            <w:r w:rsidRPr="00EB3ADA">
              <w:rPr>
                <w:bCs/>
                <w:iCs/>
              </w:rPr>
              <w:t>1</w:t>
            </w:r>
            <w:r>
              <w:rPr>
                <w:bCs/>
                <w:iCs/>
              </w:rPr>
              <w:t>1</w:t>
            </w:r>
            <w:r w:rsidRPr="00EB3ADA">
              <w:rPr>
                <w:bCs/>
                <w:iCs/>
              </w:rPr>
              <w:t>.xml</w:t>
            </w:r>
          </w:p>
          <w:p w14:paraId="4A7C0BA4" w14:textId="2E856E72" w:rsidR="00231D69" w:rsidRPr="00231D69" w:rsidRDefault="00231D69" w:rsidP="00231D69">
            <w:pPr>
              <w:pStyle w:val="Leipteksti"/>
              <w:numPr>
                <w:ilvl w:val="0"/>
                <w:numId w:val="42"/>
              </w:numPr>
              <w:spacing w:after="0"/>
              <w:rPr>
                <w:bCs/>
                <w:iCs/>
              </w:rPr>
            </w:pPr>
            <w:r w:rsidRPr="00231D69">
              <w:rPr>
                <w:bCs/>
                <w:iCs/>
              </w:rPr>
              <w:t>SUO_Luovutusluvan_peruutus_2024_20231</w:t>
            </w:r>
            <w:r>
              <w:rPr>
                <w:bCs/>
                <w:iCs/>
              </w:rPr>
              <w:t>2</w:t>
            </w:r>
            <w:r w:rsidRPr="00231D69">
              <w:rPr>
                <w:bCs/>
                <w:iCs/>
              </w:rPr>
              <w:t>1</w:t>
            </w:r>
            <w:r>
              <w:rPr>
                <w:bCs/>
                <w:iCs/>
              </w:rPr>
              <w:t>1</w:t>
            </w:r>
            <w:r w:rsidRPr="00231D69">
              <w:rPr>
                <w:bCs/>
                <w:iCs/>
              </w:rPr>
              <w:t>.xml</w:t>
            </w:r>
          </w:p>
        </w:tc>
      </w:tr>
      <w:tr w:rsidR="00EB3ADA" w14:paraId="4CD68A69" w14:textId="77777777" w:rsidTr="00C55AD1">
        <w:tc>
          <w:tcPr>
            <w:tcW w:w="10671" w:type="dxa"/>
            <w:gridSpan w:val="2"/>
          </w:tcPr>
          <w:p w14:paraId="6CC1408E" w14:textId="63850A74" w:rsidR="00EB3ADA" w:rsidRDefault="00EB3ADA" w:rsidP="00AE1FB2">
            <w:pPr>
              <w:pStyle w:val="Leipteksti"/>
              <w:spacing w:after="0"/>
              <w:ind w:left="0"/>
              <w:rPr>
                <w:b/>
                <w:i/>
              </w:rPr>
            </w:pPr>
            <w:r>
              <w:rPr>
                <w:b/>
                <w:i/>
              </w:rPr>
              <w:t>Muutokset 25.10.2023</w:t>
            </w:r>
          </w:p>
        </w:tc>
      </w:tr>
      <w:tr w:rsidR="00EB3ADA" w14:paraId="23461913" w14:textId="77777777" w:rsidTr="00C55AD1">
        <w:tc>
          <w:tcPr>
            <w:tcW w:w="1362" w:type="dxa"/>
          </w:tcPr>
          <w:p w14:paraId="2149680A" w14:textId="764B9DA5" w:rsidR="00EB3ADA" w:rsidRPr="00EB3ADA" w:rsidRDefault="00EB3ADA" w:rsidP="00AE1FB2">
            <w:pPr>
              <w:pStyle w:val="Leipteksti"/>
              <w:spacing w:after="0"/>
              <w:ind w:left="0"/>
              <w:rPr>
                <w:bCs/>
                <w:iCs/>
              </w:rPr>
            </w:pPr>
            <w:r>
              <w:rPr>
                <w:bCs/>
                <w:iCs/>
              </w:rPr>
              <w:t>1.Lomakkeet</w:t>
            </w:r>
          </w:p>
        </w:tc>
        <w:tc>
          <w:tcPr>
            <w:tcW w:w="9309" w:type="dxa"/>
          </w:tcPr>
          <w:p w14:paraId="370035D1" w14:textId="7BE7196A" w:rsidR="00EB3ADA" w:rsidRDefault="00EB3ADA" w:rsidP="00AE1FB2">
            <w:pPr>
              <w:pStyle w:val="Leipteksti"/>
              <w:spacing w:after="0"/>
              <w:ind w:left="0"/>
              <w:rPr>
                <w:bCs/>
                <w:iCs/>
              </w:rPr>
            </w:pPr>
            <w:r>
              <w:rPr>
                <w:bCs/>
                <w:iCs/>
              </w:rPr>
              <w:t>1.1.2024 voimaan tulevan Luovutusluvan esimerkit uudella sisällöllä (codeId 3 ja codeId 27). Huom! Lomake julkaistaan Koodistopalvelussa 2.1.2024.</w:t>
            </w:r>
          </w:p>
          <w:p w14:paraId="30F4AC66" w14:textId="77777777" w:rsidR="00EB3ADA" w:rsidRDefault="00EB3ADA" w:rsidP="00EB3ADA">
            <w:pPr>
              <w:pStyle w:val="Leipteksti"/>
              <w:numPr>
                <w:ilvl w:val="0"/>
                <w:numId w:val="42"/>
              </w:numPr>
              <w:spacing w:after="0"/>
              <w:rPr>
                <w:bCs/>
                <w:iCs/>
              </w:rPr>
            </w:pPr>
            <w:r w:rsidRPr="00EB3ADA">
              <w:rPr>
                <w:bCs/>
                <w:iCs/>
              </w:rPr>
              <w:t>SUO_Luovutuslupa_2024_20231018.xml</w:t>
            </w:r>
          </w:p>
          <w:p w14:paraId="475BAE9A" w14:textId="73045788" w:rsidR="00EB3ADA" w:rsidRPr="00EB3ADA" w:rsidRDefault="00EB3ADA" w:rsidP="00EB3ADA">
            <w:pPr>
              <w:pStyle w:val="Leipteksti"/>
              <w:numPr>
                <w:ilvl w:val="0"/>
                <w:numId w:val="42"/>
              </w:numPr>
              <w:spacing w:after="0"/>
              <w:rPr>
                <w:bCs/>
                <w:iCs/>
              </w:rPr>
            </w:pPr>
            <w:r w:rsidRPr="00EB3ADA">
              <w:rPr>
                <w:bCs/>
                <w:iCs/>
              </w:rPr>
              <w:t>SUO_Luovutusluvan_peruutus_2024_20231018.xml</w:t>
            </w:r>
          </w:p>
        </w:tc>
      </w:tr>
      <w:tr w:rsidR="007A6B32" w14:paraId="16229038" w14:textId="77777777" w:rsidTr="00C55AD1">
        <w:tc>
          <w:tcPr>
            <w:tcW w:w="10671" w:type="dxa"/>
            <w:gridSpan w:val="2"/>
          </w:tcPr>
          <w:p w14:paraId="29D61CFB" w14:textId="26D7C97E" w:rsidR="007A6B32" w:rsidRDefault="007A6B32" w:rsidP="00AE1FB2">
            <w:pPr>
              <w:pStyle w:val="Leipteksti"/>
              <w:spacing w:after="0"/>
              <w:ind w:left="0"/>
            </w:pPr>
            <w:r>
              <w:rPr>
                <w:b/>
                <w:i/>
              </w:rPr>
              <w:t>Muutokset 10.7.2023</w:t>
            </w:r>
          </w:p>
        </w:tc>
      </w:tr>
      <w:tr w:rsidR="007A6B32" w14:paraId="1FE5B56F" w14:textId="77777777" w:rsidTr="00C55AD1">
        <w:tc>
          <w:tcPr>
            <w:tcW w:w="1362" w:type="dxa"/>
          </w:tcPr>
          <w:p w14:paraId="556A8368" w14:textId="00203E72" w:rsidR="007A6B32" w:rsidRDefault="007A6B32" w:rsidP="00AE1FB2">
            <w:pPr>
              <w:pStyle w:val="Leipteksti"/>
              <w:spacing w:after="0"/>
              <w:ind w:left="0"/>
            </w:pPr>
            <w:bookmarkStart w:id="0" w:name="_Hlk170208337"/>
            <w:r>
              <w:t>1.Lomakkeet</w:t>
            </w:r>
          </w:p>
        </w:tc>
        <w:tc>
          <w:tcPr>
            <w:tcW w:w="9309" w:type="dxa"/>
          </w:tcPr>
          <w:p w14:paraId="0EE455C5" w14:textId="405BF1AA" w:rsidR="007A6B32" w:rsidRDefault="007A6B32" w:rsidP="00AE1FB2">
            <w:pPr>
              <w:pStyle w:val="Leipteksti"/>
              <w:spacing w:after="0"/>
              <w:ind w:left="0"/>
            </w:pPr>
            <w:r>
              <w:t>Täyttöohjeen ja sääntöjen päivityksiä:</w:t>
            </w:r>
          </w:p>
          <w:p w14:paraId="4DE8CE84" w14:textId="49A9B728" w:rsidR="007A6B32" w:rsidRDefault="007A6B32" w:rsidP="007A6B32">
            <w:pPr>
              <w:pStyle w:val="Leipteksti"/>
              <w:numPr>
                <w:ilvl w:val="0"/>
                <w:numId w:val="39"/>
              </w:numPr>
              <w:spacing w:after="0"/>
            </w:pPr>
            <w:r>
              <w:t>M_I_Tarkkailulähete_20230710.xml</w:t>
            </w:r>
          </w:p>
          <w:p w14:paraId="0C3E7340" w14:textId="2C796F25" w:rsidR="007A6B32" w:rsidRDefault="007A6B32" w:rsidP="007A6B32">
            <w:pPr>
              <w:pStyle w:val="Leipteksti"/>
              <w:numPr>
                <w:ilvl w:val="0"/>
                <w:numId w:val="39"/>
              </w:numPr>
              <w:spacing w:after="0"/>
            </w:pPr>
            <w:r>
              <w:t>M_I_Tarkkailulähete_laaja_20230710.xml</w:t>
            </w:r>
          </w:p>
          <w:p w14:paraId="52D80609" w14:textId="593A03BD" w:rsidR="007A6B32" w:rsidRDefault="007A6B32" w:rsidP="007A6B32">
            <w:pPr>
              <w:pStyle w:val="Leipteksti"/>
              <w:numPr>
                <w:ilvl w:val="0"/>
                <w:numId w:val="39"/>
              </w:numPr>
              <w:spacing w:after="0"/>
            </w:pPr>
            <w:r>
              <w:t>M_II_Tarkkailulausunto_20230710.xml</w:t>
            </w:r>
          </w:p>
          <w:p w14:paraId="446C726B" w14:textId="16DAB68E" w:rsidR="007A6B32" w:rsidRDefault="007A6B32" w:rsidP="007A6B32">
            <w:pPr>
              <w:pStyle w:val="Leipteksti"/>
              <w:numPr>
                <w:ilvl w:val="0"/>
                <w:numId w:val="39"/>
              </w:numPr>
              <w:spacing w:after="0"/>
            </w:pPr>
            <w:r>
              <w:lastRenderedPageBreak/>
              <w:t>M_II_Tarkkailulausunto_laaja_20230710.xml</w:t>
            </w:r>
          </w:p>
          <w:p w14:paraId="5F9A34EF" w14:textId="6EE3EC00" w:rsidR="007E6351" w:rsidRDefault="007E6351" w:rsidP="007E6351">
            <w:pPr>
              <w:pStyle w:val="Leipteksti"/>
              <w:spacing w:after="0"/>
              <w:ind w:left="0"/>
            </w:pPr>
            <w:r>
              <w:t xml:space="preserve">Lomakkeen </w:t>
            </w:r>
            <w:r w:rsidRPr="007E6351">
              <w:t>Informointi ja suostumus potilasyhteenvedon luovuttamiseksi ulkomaille</w:t>
            </w:r>
            <w:r>
              <w:t xml:space="preserve"> luonnos:</w:t>
            </w:r>
          </w:p>
          <w:p w14:paraId="38E1AB6B" w14:textId="0D7735C1" w:rsidR="007E6351" w:rsidRDefault="00E83CBB" w:rsidP="007E6351">
            <w:pPr>
              <w:pStyle w:val="Leipteksti"/>
              <w:numPr>
                <w:ilvl w:val="0"/>
                <w:numId w:val="41"/>
              </w:numPr>
              <w:spacing w:after="0"/>
            </w:pPr>
            <w:r>
              <w:t>PSSUO_Suostumus_LUONNOS_20230710.xml</w:t>
            </w:r>
          </w:p>
          <w:p w14:paraId="2E00C76C" w14:textId="51418ADD" w:rsidR="007E6351" w:rsidRDefault="007E6351" w:rsidP="007E6351">
            <w:pPr>
              <w:pStyle w:val="Leipteksti"/>
              <w:spacing w:after="0"/>
              <w:ind w:left="0"/>
            </w:pPr>
            <w:r>
              <w:t xml:space="preserve">Lomakkeen </w:t>
            </w:r>
            <w:r w:rsidRPr="00641C5E">
              <w:t>Tutkimusaineistolöydöstä koskeva yhteydenottokielto</w:t>
            </w:r>
            <w:r>
              <w:t xml:space="preserve"> </w:t>
            </w:r>
            <w:r w:rsidR="00E83CBB">
              <w:t>päivitys ja palautusesimerkki</w:t>
            </w:r>
            <w:r>
              <w:t>:</w:t>
            </w:r>
          </w:p>
          <w:p w14:paraId="015D2564" w14:textId="77777777" w:rsidR="007A6B32" w:rsidRDefault="00E83CBB" w:rsidP="00E83CBB">
            <w:pPr>
              <w:pStyle w:val="Leipteksti"/>
              <w:numPr>
                <w:ilvl w:val="0"/>
                <w:numId w:val="41"/>
              </w:numPr>
              <w:spacing w:after="0"/>
            </w:pPr>
            <w:r w:rsidRPr="00E83CBB">
              <w:t>YKIE_Tutkimusaineistolöydöstä_koskeva_yhteydenottokielto_20230710</w:t>
            </w:r>
            <w:r>
              <w:t>.xml</w:t>
            </w:r>
          </w:p>
          <w:p w14:paraId="4759D57B" w14:textId="77777777" w:rsidR="00E83CBB" w:rsidRDefault="00E83CBB" w:rsidP="00E83CBB">
            <w:pPr>
              <w:pStyle w:val="Leipteksti"/>
              <w:numPr>
                <w:ilvl w:val="0"/>
                <w:numId w:val="41"/>
              </w:numPr>
              <w:spacing w:after="0"/>
            </w:pPr>
            <w:r w:rsidRPr="00E83CBB">
              <w:t>YKIE_Tutkimusaineistolöydöstä_koskeva_yhteydenottokielto_PDF_palautus_20230710</w:t>
            </w:r>
            <w:r>
              <w:t>.xml</w:t>
            </w:r>
          </w:p>
          <w:p w14:paraId="72401800" w14:textId="31BDBF66" w:rsidR="00B21B2B" w:rsidRDefault="00B21B2B" w:rsidP="00B21B2B">
            <w:pPr>
              <w:pStyle w:val="Leipteksti"/>
              <w:spacing w:after="0"/>
              <w:ind w:left="0"/>
            </w:pPr>
            <w:r>
              <w:t xml:space="preserve">Laajan luovutuskiellon esimerkkiasiakirja poistettu, ei tule käyttöön erillisenä lomakkeena. </w:t>
            </w:r>
          </w:p>
        </w:tc>
      </w:tr>
      <w:tr w:rsidR="007A6B32" w14:paraId="738C8C1E" w14:textId="77777777" w:rsidTr="00C55AD1">
        <w:tc>
          <w:tcPr>
            <w:tcW w:w="1362" w:type="dxa"/>
          </w:tcPr>
          <w:p w14:paraId="3FF36369" w14:textId="6991BD72" w:rsidR="007A6B32" w:rsidRDefault="007A6B32" w:rsidP="007A6B32">
            <w:pPr>
              <w:pStyle w:val="Leipteksti"/>
              <w:spacing w:after="0"/>
              <w:ind w:left="0"/>
            </w:pPr>
            <w:r>
              <w:lastRenderedPageBreak/>
              <w:t>2. Asiakirjan CDA R2</w:t>
            </w:r>
          </w:p>
        </w:tc>
        <w:tc>
          <w:tcPr>
            <w:tcW w:w="9309" w:type="dxa"/>
          </w:tcPr>
          <w:p w14:paraId="77397D65" w14:textId="21A86FD8" w:rsidR="007A6B32" w:rsidRDefault="007E6351" w:rsidP="007A6B32">
            <w:pPr>
              <w:pStyle w:val="Leipteksti"/>
              <w:spacing w:after="0"/>
              <w:ind w:left="0"/>
            </w:pPr>
            <w:r>
              <w:t>-</w:t>
            </w:r>
          </w:p>
        </w:tc>
      </w:tr>
      <w:tr w:rsidR="007A6B32" w14:paraId="131CCB14" w14:textId="77777777" w:rsidTr="00C55AD1">
        <w:tc>
          <w:tcPr>
            <w:tcW w:w="1362" w:type="dxa"/>
          </w:tcPr>
          <w:p w14:paraId="06FF9F82" w14:textId="171DADD6" w:rsidR="007A6B32" w:rsidRDefault="007A6B32" w:rsidP="007A6B32">
            <w:pPr>
              <w:pStyle w:val="Leipteksti"/>
              <w:spacing w:after="0"/>
              <w:ind w:left="0"/>
            </w:pPr>
            <w:r>
              <w:t>3. MR-taso</w:t>
            </w:r>
          </w:p>
        </w:tc>
        <w:tc>
          <w:tcPr>
            <w:tcW w:w="9309" w:type="dxa"/>
          </w:tcPr>
          <w:p w14:paraId="1796E6B1" w14:textId="43510933" w:rsidR="007E6351" w:rsidRDefault="007E6351" w:rsidP="007E6351">
            <w:pPr>
              <w:pStyle w:val="Leipteksti"/>
              <w:spacing w:after="0"/>
              <w:ind w:left="0"/>
            </w:pPr>
            <w:r>
              <w:t>-</w:t>
            </w:r>
          </w:p>
        </w:tc>
      </w:tr>
      <w:bookmarkEnd w:id="0"/>
      <w:tr w:rsidR="007A6B32" w14:paraId="39C1203D" w14:textId="77777777" w:rsidTr="00C55AD1">
        <w:tc>
          <w:tcPr>
            <w:tcW w:w="10671" w:type="dxa"/>
            <w:gridSpan w:val="2"/>
          </w:tcPr>
          <w:p w14:paraId="36D8E475" w14:textId="2A38B0D1" w:rsidR="007A6B32" w:rsidRDefault="007A6B32" w:rsidP="007A6B32">
            <w:pPr>
              <w:pStyle w:val="Leipteksti"/>
              <w:spacing w:after="0"/>
              <w:ind w:left="0"/>
            </w:pPr>
            <w:r>
              <w:rPr>
                <w:b/>
                <w:i/>
              </w:rPr>
              <w:t>Muutokset 1.6.2023</w:t>
            </w:r>
          </w:p>
        </w:tc>
      </w:tr>
      <w:tr w:rsidR="007A6B32" w14:paraId="6CCE7507" w14:textId="77777777" w:rsidTr="00C55AD1">
        <w:tc>
          <w:tcPr>
            <w:tcW w:w="1362" w:type="dxa"/>
          </w:tcPr>
          <w:p w14:paraId="0042B296" w14:textId="6F0E4781" w:rsidR="007A6B32" w:rsidRDefault="007A6B32" w:rsidP="007A6B32">
            <w:pPr>
              <w:pStyle w:val="Leipteksti"/>
              <w:spacing w:after="0"/>
              <w:ind w:left="0"/>
            </w:pPr>
            <w:r>
              <w:t>1.Lomakkeet</w:t>
            </w:r>
          </w:p>
        </w:tc>
        <w:tc>
          <w:tcPr>
            <w:tcW w:w="9309" w:type="dxa"/>
          </w:tcPr>
          <w:p w14:paraId="3A96749A" w14:textId="253E5144" w:rsidR="007A6B32" w:rsidRDefault="007A6B32" w:rsidP="007A6B32">
            <w:pPr>
              <w:pStyle w:val="Leipteksti"/>
              <w:spacing w:after="0"/>
              <w:ind w:left="0"/>
            </w:pPr>
            <w:r>
              <w:t>SV67 kahden version tuki:</w:t>
            </w:r>
          </w:p>
          <w:p w14:paraId="62C060FD" w14:textId="66D5EA55" w:rsidR="007A6B32" w:rsidRDefault="007A6B32" w:rsidP="007A6B32">
            <w:pPr>
              <w:pStyle w:val="Leipteksti"/>
              <w:numPr>
                <w:ilvl w:val="0"/>
                <w:numId w:val="37"/>
              </w:numPr>
              <w:spacing w:after="0"/>
            </w:pPr>
            <w:r w:rsidRPr="00AE1FB2">
              <w:t>SV67_Todistus_matkakorvausta varten_v20140101_20230601</w:t>
            </w:r>
            <w:r>
              <w:t>.xml</w:t>
            </w:r>
          </w:p>
          <w:p w14:paraId="378BA11C" w14:textId="113E3210" w:rsidR="007A6B32" w:rsidRDefault="007A6B32" w:rsidP="007A6B32">
            <w:pPr>
              <w:pStyle w:val="Leipteksti"/>
              <w:numPr>
                <w:ilvl w:val="0"/>
                <w:numId w:val="37"/>
              </w:numPr>
              <w:spacing w:after="0"/>
            </w:pPr>
            <w:r w:rsidRPr="007E4F9B">
              <w:t>SV67_Todistus_matkakorvausta varten_laaja_v20140101_20230601</w:t>
            </w:r>
            <w:r>
              <w:t>.xml</w:t>
            </w:r>
          </w:p>
          <w:p w14:paraId="1A135473" w14:textId="7BC5512D" w:rsidR="007A6B32" w:rsidRDefault="007A6B32" w:rsidP="007A6B32">
            <w:pPr>
              <w:pStyle w:val="Leipteksti"/>
              <w:numPr>
                <w:ilvl w:val="0"/>
                <w:numId w:val="37"/>
              </w:numPr>
              <w:spacing w:after="0"/>
            </w:pPr>
            <w:r w:rsidRPr="007E4F9B">
              <w:t>SV67_Todistus_matkakorvausta varten_v20230318_20230601</w:t>
            </w:r>
            <w:r>
              <w:t>.xml</w:t>
            </w:r>
          </w:p>
          <w:p w14:paraId="5BC81958" w14:textId="0CB7DE96" w:rsidR="007A6B32" w:rsidRDefault="007A6B32" w:rsidP="007A6B32">
            <w:pPr>
              <w:pStyle w:val="Leipteksti"/>
              <w:numPr>
                <w:ilvl w:val="0"/>
                <w:numId w:val="37"/>
              </w:numPr>
              <w:spacing w:after="0"/>
            </w:pPr>
            <w:r w:rsidRPr="007E4F9B">
              <w:t>SV67_Todistus_matkakorvausta varten_laaja_v20230318_20230601</w:t>
            </w:r>
            <w:r>
              <w:t>.xml</w:t>
            </w:r>
          </w:p>
          <w:p w14:paraId="0AB78B7A" w14:textId="77777777" w:rsidR="007A6B32" w:rsidRDefault="007A6B32" w:rsidP="007A6B32">
            <w:pPr>
              <w:pStyle w:val="Leipteksti"/>
              <w:spacing w:after="0"/>
              <w:ind w:left="0"/>
            </w:pPr>
            <w:r>
              <w:t>SV97 kahden version tuki:</w:t>
            </w:r>
          </w:p>
          <w:p w14:paraId="29CA3B42" w14:textId="77777777" w:rsidR="007A6B32" w:rsidRDefault="007A6B32" w:rsidP="007A6B32">
            <w:pPr>
              <w:pStyle w:val="Leipteksti"/>
              <w:numPr>
                <w:ilvl w:val="0"/>
                <w:numId w:val="38"/>
              </w:numPr>
              <w:spacing w:after="0"/>
            </w:pPr>
            <w:r w:rsidRPr="007E4F9B">
              <w:t>SV97_Laakarinlausunto_erityisraskausvapaan_tarpeesta_v20140901_20230601</w:t>
            </w:r>
            <w:r>
              <w:t>.xml</w:t>
            </w:r>
          </w:p>
          <w:p w14:paraId="19C9C670" w14:textId="489535BB" w:rsidR="007A6B32" w:rsidRPr="00641C5E" w:rsidRDefault="007A6B32" w:rsidP="007A6B32">
            <w:pPr>
              <w:pStyle w:val="Leipteksti"/>
              <w:numPr>
                <w:ilvl w:val="0"/>
                <w:numId w:val="38"/>
              </w:numPr>
              <w:spacing w:after="0"/>
            </w:pPr>
            <w:r w:rsidRPr="007E4F9B">
              <w:t>SV97_Laakarinlausunto_erityisraskausvapaan_tarpeesta_v20220204_20230601</w:t>
            </w:r>
            <w:r>
              <w:t>.xml</w:t>
            </w:r>
          </w:p>
        </w:tc>
      </w:tr>
      <w:tr w:rsidR="007A6B32" w14:paraId="0232DB3C" w14:textId="77777777" w:rsidTr="00C55AD1">
        <w:tc>
          <w:tcPr>
            <w:tcW w:w="1362" w:type="dxa"/>
          </w:tcPr>
          <w:p w14:paraId="1C4E8259" w14:textId="11DA1A73" w:rsidR="007A6B32" w:rsidRDefault="007A6B32" w:rsidP="007A6B32">
            <w:pPr>
              <w:pStyle w:val="Leipteksti"/>
              <w:spacing w:after="0"/>
              <w:ind w:left="0"/>
            </w:pPr>
            <w:r>
              <w:t>2. Asiakirjan CDA R2</w:t>
            </w:r>
          </w:p>
        </w:tc>
        <w:tc>
          <w:tcPr>
            <w:tcW w:w="9309" w:type="dxa"/>
          </w:tcPr>
          <w:p w14:paraId="0AEB5BF1" w14:textId="1832A4C1" w:rsidR="007A6B32" w:rsidRPr="00641C5E" w:rsidRDefault="007A6B32" w:rsidP="007A6B32">
            <w:pPr>
              <w:pStyle w:val="Leipteksti"/>
              <w:spacing w:after="0"/>
              <w:ind w:left="0"/>
            </w:pPr>
            <w:r>
              <w:t>-</w:t>
            </w:r>
          </w:p>
        </w:tc>
      </w:tr>
      <w:tr w:rsidR="007A6B32" w14:paraId="6E8DBC1D" w14:textId="77777777" w:rsidTr="00C55AD1">
        <w:tc>
          <w:tcPr>
            <w:tcW w:w="1362" w:type="dxa"/>
          </w:tcPr>
          <w:p w14:paraId="4E7C5F22" w14:textId="7735678B" w:rsidR="007A6B32" w:rsidRDefault="007A6B32" w:rsidP="007A6B32">
            <w:pPr>
              <w:pStyle w:val="Leipteksti"/>
              <w:spacing w:after="0"/>
              <w:ind w:left="0"/>
            </w:pPr>
            <w:r>
              <w:t>3. MR-taso</w:t>
            </w:r>
          </w:p>
        </w:tc>
        <w:tc>
          <w:tcPr>
            <w:tcW w:w="9309" w:type="dxa"/>
          </w:tcPr>
          <w:p w14:paraId="793122D1" w14:textId="77777777" w:rsidR="007A6B32" w:rsidRDefault="007A6B32" w:rsidP="007A6B32">
            <w:pPr>
              <w:pStyle w:val="Leipteksti"/>
              <w:spacing w:after="0"/>
              <w:ind w:left="0"/>
            </w:pPr>
            <w:r>
              <w:t>PP24 pdf-tulosteen haku ja palautus:</w:t>
            </w:r>
          </w:p>
          <w:p w14:paraId="0B71AA3E" w14:textId="77777777" w:rsidR="007A6B32" w:rsidRDefault="007A6B32" w:rsidP="007A6B32">
            <w:pPr>
              <w:pStyle w:val="Leipteksti"/>
              <w:numPr>
                <w:ilvl w:val="0"/>
                <w:numId w:val="36"/>
              </w:numPr>
              <w:spacing w:after="0"/>
            </w:pPr>
            <w:r w:rsidRPr="00AE1FB2">
              <w:t>PP24_pdf_tuloste_haku_YKIE_20230601</w:t>
            </w:r>
            <w:r>
              <w:t>.xml</w:t>
            </w:r>
          </w:p>
          <w:p w14:paraId="145A7D83" w14:textId="30BE77D2" w:rsidR="007A6B32" w:rsidRPr="00641C5E" w:rsidRDefault="007A6B32" w:rsidP="007A6B32">
            <w:pPr>
              <w:pStyle w:val="Leipteksti"/>
              <w:numPr>
                <w:ilvl w:val="0"/>
                <w:numId w:val="36"/>
              </w:numPr>
              <w:spacing w:after="0"/>
            </w:pPr>
            <w:r w:rsidRPr="00AE1FB2">
              <w:t>PP24_pdf_tuloste_palautus_YKIE_20230601.xml</w:t>
            </w:r>
          </w:p>
        </w:tc>
      </w:tr>
      <w:tr w:rsidR="007A6B32" w14:paraId="228C6DDE" w14:textId="77777777" w:rsidTr="00C55AD1">
        <w:tc>
          <w:tcPr>
            <w:tcW w:w="10671" w:type="dxa"/>
            <w:gridSpan w:val="2"/>
          </w:tcPr>
          <w:p w14:paraId="11C08A75" w14:textId="41374D2E" w:rsidR="007A6B32" w:rsidRPr="00641C5E" w:rsidRDefault="007A6B32" w:rsidP="007A6B32">
            <w:pPr>
              <w:pStyle w:val="Leipteksti"/>
              <w:spacing w:after="0"/>
              <w:ind w:left="0"/>
            </w:pPr>
            <w:r>
              <w:rPr>
                <w:b/>
                <w:i/>
              </w:rPr>
              <w:t>Muutokset 10.5.2023</w:t>
            </w:r>
          </w:p>
        </w:tc>
      </w:tr>
      <w:tr w:rsidR="007A6B32" w14:paraId="49A11EEE" w14:textId="77777777" w:rsidTr="00C55AD1">
        <w:tc>
          <w:tcPr>
            <w:tcW w:w="1362" w:type="dxa"/>
          </w:tcPr>
          <w:p w14:paraId="30E19018" w14:textId="318263ED" w:rsidR="007A6B32" w:rsidRDefault="007A6B32" w:rsidP="007A6B32">
            <w:pPr>
              <w:pStyle w:val="Leipteksti"/>
              <w:spacing w:after="0"/>
              <w:ind w:left="0"/>
              <w:rPr>
                <w:b/>
                <w:i/>
              </w:rPr>
            </w:pPr>
            <w:r>
              <w:t>1.Lomakkeet</w:t>
            </w:r>
          </w:p>
        </w:tc>
        <w:tc>
          <w:tcPr>
            <w:tcW w:w="9309" w:type="dxa"/>
          </w:tcPr>
          <w:p w14:paraId="16E01504" w14:textId="77777777" w:rsidR="007A6B32" w:rsidRDefault="007A6B32" w:rsidP="007A6B32">
            <w:pPr>
              <w:pStyle w:val="Leipteksti"/>
              <w:spacing w:after="0"/>
              <w:ind w:left="0"/>
            </w:pPr>
            <w:r w:rsidRPr="00641C5E">
              <w:t>SV75 kahden lomak</w:t>
            </w:r>
            <w:r>
              <w:t>eversion</w:t>
            </w:r>
            <w:r w:rsidRPr="00641C5E">
              <w:t xml:space="preserve"> tuki</w:t>
            </w:r>
            <w:r>
              <w:t>:</w:t>
            </w:r>
          </w:p>
          <w:p w14:paraId="0BC6842E" w14:textId="66DF723F" w:rsidR="007A6B32" w:rsidRDefault="007A6B32" w:rsidP="007A6B32">
            <w:pPr>
              <w:pStyle w:val="Leipteksti"/>
              <w:numPr>
                <w:ilvl w:val="0"/>
                <w:numId w:val="35"/>
              </w:numPr>
              <w:spacing w:after="0"/>
            </w:pPr>
            <w:r w:rsidRPr="00641C5E">
              <w:t>SV75_Todistus_raskaudesta_laaja_v20140301_20230510.xml</w:t>
            </w:r>
          </w:p>
          <w:p w14:paraId="252EC25E" w14:textId="7F2A8B6E" w:rsidR="007A6B32" w:rsidRDefault="007A6B32" w:rsidP="007A6B32">
            <w:pPr>
              <w:pStyle w:val="Leipteksti"/>
              <w:numPr>
                <w:ilvl w:val="0"/>
                <w:numId w:val="35"/>
              </w:numPr>
              <w:spacing w:after="0"/>
            </w:pPr>
            <w:r w:rsidRPr="00641C5E">
              <w:t>SV75_Todistus_raskaudesta_v20140301_20230510.xml</w:t>
            </w:r>
          </w:p>
          <w:p w14:paraId="1E33EA75" w14:textId="5F442BC6" w:rsidR="007A6B32" w:rsidRDefault="007A6B32" w:rsidP="007A6B32">
            <w:pPr>
              <w:pStyle w:val="Leipteksti"/>
              <w:numPr>
                <w:ilvl w:val="0"/>
                <w:numId w:val="35"/>
              </w:numPr>
              <w:spacing w:after="0"/>
            </w:pPr>
            <w:r w:rsidRPr="00641C5E">
              <w:t>SV75_Todistus_raskaudesta_v20230201_20230510.xml</w:t>
            </w:r>
          </w:p>
          <w:p w14:paraId="7A17D3AB" w14:textId="0A6D3936" w:rsidR="007A6B32" w:rsidRDefault="007A6B32" w:rsidP="007A6B32">
            <w:pPr>
              <w:pStyle w:val="Leipteksti"/>
              <w:spacing w:after="0"/>
              <w:ind w:left="0"/>
            </w:pPr>
            <w:r>
              <w:t xml:space="preserve">Lomakkeen </w:t>
            </w:r>
            <w:r w:rsidRPr="00641C5E">
              <w:t>Tutkimusaineistolöydöstä koskeva yhteydenottokielto</w:t>
            </w:r>
            <w:r>
              <w:t xml:space="preserve"> luonnos: </w:t>
            </w:r>
          </w:p>
          <w:p w14:paraId="323411F7" w14:textId="48EF7CEA" w:rsidR="007A6B32" w:rsidRDefault="007A6B32" w:rsidP="007A6B32">
            <w:pPr>
              <w:pStyle w:val="Leipteksti"/>
              <w:numPr>
                <w:ilvl w:val="0"/>
                <w:numId w:val="34"/>
              </w:numPr>
              <w:spacing w:after="0"/>
            </w:pPr>
            <w:r w:rsidRPr="00641C5E">
              <w:t>YKIE_LUONNOS_20230510.xml</w:t>
            </w:r>
          </w:p>
          <w:p w14:paraId="288DEE5E" w14:textId="599D708F" w:rsidR="007A6B32" w:rsidRDefault="007A6B32" w:rsidP="007A6B32">
            <w:pPr>
              <w:pStyle w:val="Leipteksti"/>
              <w:spacing w:after="0"/>
              <w:ind w:left="0"/>
            </w:pPr>
            <w:r>
              <w:t>Korjauksia:</w:t>
            </w:r>
          </w:p>
          <w:p w14:paraId="51BB4A70" w14:textId="77777777" w:rsidR="007A6B32" w:rsidRDefault="007A6B32" w:rsidP="007A6B32">
            <w:pPr>
              <w:pStyle w:val="Leipteksti"/>
              <w:numPr>
                <w:ilvl w:val="0"/>
                <w:numId w:val="33"/>
              </w:numPr>
              <w:spacing w:after="0"/>
            </w:pPr>
            <w:r w:rsidRPr="00641C5E">
              <w:t>LILM_v20161001_Luovutusilmoitus_AMM_2AK_20230510.xml</w:t>
            </w:r>
          </w:p>
          <w:p w14:paraId="6AADB626" w14:textId="77777777" w:rsidR="007A6B32" w:rsidRDefault="007A6B32" w:rsidP="007A6B32">
            <w:pPr>
              <w:pStyle w:val="Leipteksti"/>
              <w:numPr>
                <w:ilvl w:val="0"/>
                <w:numId w:val="33"/>
              </w:numPr>
              <w:spacing w:after="0"/>
            </w:pPr>
            <w:r w:rsidRPr="00641C5E">
              <w:lastRenderedPageBreak/>
              <w:t>LILM_v20161001_Luovutusilmoitus_AUTOM_2AK_ANTAJATOISTUU_20230510.xml</w:t>
            </w:r>
          </w:p>
          <w:p w14:paraId="74039CBE" w14:textId="5298AC84" w:rsidR="007A6B32" w:rsidRPr="00641C5E" w:rsidRDefault="007A6B32" w:rsidP="007A6B32">
            <w:pPr>
              <w:pStyle w:val="Leipteksti"/>
              <w:numPr>
                <w:ilvl w:val="0"/>
                <w:numId w:val="33"/>
              </w:numPr>
              <w:spacing w:after="0"/>
            </w:pPr>
            <w:r w:rsidRPr="00641C5E">
              <w:t>LILM_v20161001_Luovutusilmoitus_AUTOM_2NAKRTG_ANTAJATOISTUU_20230510.xml</w:t>
            </w:r>
          </w:p>
        </w:tc>
      </w:tr>
      <w:tr w:rsidR="007A6B32" w14:paraId="764A640F" w14:textId="77777777" w:rsidTr="00C55AD1">
        <w:tc>
          <w:tcPr>
            <w:tcW w:w="1362" w:type="dxa"/>
          </w:tcPr>
          <w:p w14:paraId="35C8D62B" w14:textId="72403EE8" w:rsidR="007A6B32" w:rsidRDefault="007A6B32" w:rsidP="007A6B32">
            <w:pPr>
              <w:pStyle w:val="Leipteksti"/>
              <w:spacing w:after="0"/>
              <w:ind w:left="0"/>
              <w:rPr>
                <w:b/>
                <w:i/>
              </w:rPr>
            </w:pPr>
            <w:r>
              <w:lastRenderedPageBreak/>
              <w:t>2. Asiakirjan CDA R2</w:t>
            </w:r>
          </w:p>
        </w:tc>
        <w:tc>
          <w:tcPr>
            <w:tcW w:w="9309" w:type="dxa"/>
          </w:tcPr>
          <w:p w14:paraId="675C3833" w14:textId="6F59F8F8" w:rsidR="007A6B32" w:rsidRDefault="007A6B32" w:rsidP="007A6B32">
            <w:pPr>
              <w:pStyle w:val="Leipteksti"/>
              <w:spacing w:after="0"/>
              <w:ind w:left="0"/>
            </w:pPr>
            <w:r>
              <w:t>Määrittelykokoelman 2023.1 esimerkit:</w:t>
            </w:r>
          </w:p>
          <w:p w14:paraId="3CF8D38D" w14:textId="429A25E4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A3170E">
              <w:t>Fysiologiset_mittaukset_MK2023.1_20230510.xml</w:t>
            </w:r>
          </w:p>
          <w:p w14:paraId="2EAC6123" w14:textId="6E85BE91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A3170E">
              <w:t>Kuvantaminen_MK2023.1_20230510.xml</w:t>
            </w:r>
          </w:p>
          <w:p w14:paraId="05D13258" w14:textId="3D6DEBB8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AC15E2">
              <w:t>Laboratorio_kooste_MK2018.10.1_ja_MK2023.1_sisaltoa_20230510.xml</w:t>
            </w:r>
          </w:p>
          <w:p w14:paraId="69B13302" w14:textId="5E4712CA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A3170E">
              <w:t>Laboratorio_MK2023.1_20230510.xml</w:t>
            </w:r>
          </w:p>
          <w:p w14:paraId="67A8B270" w14:textId="69C482B2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A3170E">
              <w:t>Laboratorio_mikrobiologia_MK2023.1_20230510.xml</w:t>
            </w:r>
          </w:p>
          <w:p w14:paraId="32D6D901" w14:textId="0BB5B1CE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A3170E">
              <w:t>Laboratorio_lausunto_MK2023.1_20230510.xml</w:t>
            </w:r>
          </w:p>
          <w:p w14:paraId="5472D8B8" w14:textId="56D970A3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A3170E">
              <w:t>Palvelutapahtuma_MER_ja_OHJ_MK2023.1_20230510.xml</w:t>
            </w:r>
          </w:p>
          <w:p w14:paraId="6EC31446" w14:textId="29B1863A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A3170E">
              <w:t>Rokotus_MK2023.1_20230510.xml</w:t>
            </w:r>
          </w:p>
          <w:p w14:paraId="0D96AB02" w14:textId="77777777" w:rsidR="007A6B32" w:rsidRDefault="007A6B32" w:rsidP="007A6B32">
            <w:pPr>
              <w:pStyle w:val="Leipteksti"/>
              <w:spacing w:after="0"/>
              <w:ind w:left="0"/>
            </w:pPr>
          </w:p>
          <w:p w14:paraId="0E46B1E6" w14:textId="1893EB13" w:rsidR="007A6B32" w:rsidRDefault="007A6B32" w:rsidP="007A6B32">
            <w:pPr>
              <w:pStyle w:val="Leipteksti"/>
              <w:spacing w:after="0"/>
              <w:ind w:left="0"/>
            </w:pPr>
            <w:r w:rsidRPr="00AC15E2">
              <w:t>Määrittelykokoelmista riippu</w:t>
            </w:r>
            <w:r>
              <w:t>mattomat</w:t>
            </w:r>
            <w:r w:rsidRPr="00AC15E2">
              <w:t xml:space="preserve"> kooste-esimerkit</w:t>
            </w:r>
            <w:r>
              <w:t xml:space="preserve"> (voimaan kun usean määrittelykokoelman tuki alkaa):</w:t>
            </w:r>
          </w:p>
          <w:p w14:paraId="1ED26F27" w14:textId="3AFD7CE6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AC15E2">
              <w:t>Diagnoosikooste_20230510.xml</w:t>
            </w:r>
          </w:p>
          <w:p w14:paraId="29AD6902" w14:textId="2689900E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AC15E2">
              <w:t>Fysiologiset_mittaukset_kooste_20230510.xml</w:t>
            </w:r>
          </w:p>
          <w:p w14:paraId="53DA3C99" w14:textId="0A9204E5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AC15E2">
              <w:t>Kuvantaminen_kooste_20230510.xml</w:t>
            </w:r>
          </w:p>
          <w:p w14:paraId="5CC69782" w14:textId="22363256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081B0A">
              <w:t>Laboratorio_kooste_20230510.xml</w:t>
            </w:r>
          </w:p>
          <w:p w14:paraId="1042CD81" w14:textId="1503FBB3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AC15E2">
              <w:t>Riskitietokooste_20230510.xml</w:t>
            </w:r>
          </w:p>
          <w:p w14:paraId="54DBC23D" w14:textId="78615D65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AC15E2">
              <w:t>Rokotuskooste_20230510.xml</w:t>
            </w:r>
          </w:p>
          <w:p w14:paraId="61AFFC82" w14:textId="27FCCA86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AC15E2">
              <w:t>Toimenpidekooste_20230510.xml</w:t>
            </w:r>
          </w:p>
          <w:p w14:paraId="5D340DE5" w14:textId="77777777" w:rsidR="007A6B32" w:rsidRDefault="007A6B32" w:rsidP="007A6B32">
            <w:pPr>
              <w:pStyle w:val="Leipteksti"/>
              <w:spacing w:after="0"/>
              <w:ind w:left="0"/>
            </w:pPr>
          </w:p>
          <w:p w14:paraId="7E3D6CFD" w14:textId="00DF562B" w:rsidR="007A6B32" w:rsidRDefault="007A6B32" w:rsidP="007A6B32">
            <w:pPr>
              <w:pStyle w:val="Leipteksti"/>
              <w:spacing w:after="0"/>
              <w:ind w:left="0"/>
            </w:pPr>
            <w:r>
              <w:t>Poistuvat kooste-esimerkit (nykyinen tuotantoversio, poistuvat käytöstä kun usean määrittelykokoelman tuki alkaa):</w:t>
            </w:r>
          </w:p>
          <w:p w14:paraId="247DECD9" w14:textId="5FA98DCD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081B0A">
              <w:t>Diagnoosikooste_2016_POISTUVA_20230510.xml</w:t>
            </w:r>
          </w:p>
          <w:p w14:paraId="06B1D5CE" w14:textId="159853C7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081B0A">
              <w:t>Fysiologiset_mittaukset_kooste_2016_POISTUVA_20230510.xml</w:t>
            </w:r>
          </w:p>
          <w:p w14:paraId="0FD2C054" w14:textId="5E2BF1B5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081B0A">
              <w:t>Kuvantaminen_kooste_2016_POISTUVA_20230510.xml</w:t>
            </w:r>
          </w:p>
          <w:p w14:paraId="56E4A576" w14:textId="72536F59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081B0A">
              <w:t>Laboratorio_kooste_2016_POISTUVA_20230510.xml</w:t>
            </w:r>
          </w:p>
          <w:p w14:paraId="04E032F5" w14:textId="06375D66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081B0A">
              <w:t>Riskitietokooste_2016_POISTUVA_20230510.xml</w:t>
            </w:r>
          </w:p>
          <w:p w14:paraId="1506D27F" w14:textId="4EDD79D3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081B0A">
              <w:t>Rokotuskooste_2016_POISTUVA_20230510.xml</w:t>
            </w:r>
          </w:p>
          <w:p w14:paraId="781CDDB7" w14:textId="77777777" w:rsidR="007A6B32" w:rsidRDefault="007A6B32" w:rsidP="007A6B32">
            <w:pPr>
              <w:pStyle w:val="Leipteksti"/>
              <w:numPr>
                <w:ilvl w:val="0"/>
                <w:numId w:val="31"/>
              </w:numPr>
              <w:spacing w:after="0"/>
            </w:pPr>
            <w:r w:rsidRPr="00081B0A">
              <w:t>Toimenpidekooste_2016_POISTUVA_20230510.xml</w:t>
            </w:r>
          </w:p>
          <w:p w14:paraId="57BCC1FA" w14:textId="77777777" w:rsidR="007A6B32" w:rsidRDefault="007A6B32" w:rsidP="007A6B32">
            <w:pPr>
              <w:pStyle w:val="Leipteksti"/>
              <w:spacing w:after="0"/>
              <w:ind w:left="0"/>
            </w:pPr>
            <w:r>
              <w:t>Tekstikorjauksia:</w:t>
            </w:r>
          </w:p>
          <w:p w14:paraId="76C580EA" w14:textId="77777777" w:rsidR="007A6B32" w:rsidRDefault="007A6B32" w:rsidP="007A6B32">
            <w:pPr>
              <w:pStyle w:val="Leipteksti"/>
              <w:numPr>
                <w:ilvl w:val="0"/>
                <w:numId w:val="32"/>
              </w:numPr>
              <w:spacing w:after="0"/>
            </w:pPr>
            <w:r w:rsidRPr="00A3170E">
              <w:t>Laboratorio_2016_lausunto_v10_20230510.xml</w:t>
            </w:r>
          </w:p>
          <w:p w14:paraId="3F55EC84" w14:textId="77777777" w:rsidR="007A6B32" w:rsidRDefault="007A6B32" w:rsidP="007A6B32">
            <w:pPr>
              <w:pStyle w:val="Leipteksti"/>
              <w:numPr>
                <w:ilvl w:val="0"/>
                <w:numId w:val="32"/>
              </w:numPr>
              <w:spacing w:after="0"/>
            </w:pPr>
            <w:r w:rsidRPr="00A3170E">
              <w:t>Laboratorio_2016_mikrobiologia_v10_20230510.xml</w:t>
            </w:r>
          </w:p>
          <w:p w14:paraId="65D889FA" w14:textId="77777777" w:rsidR="007A6B32" w:rsidRDefault="007A6B32" w:rsidP="007A6B32">
            <w:pPr>
              <w:pStyle w:val="Leipteksti"/>
              <w:numPr>
                <w:ilvl w:val="0"/>
                <w:numId w:val="32"/>
              </w:numPr>
              <w:spacing w:after="0"/>
            </w:pPr>
            <w:r w:rsidRPr="00A3170E">
              <w:t>Laboratorio_2016_v10_20230510.xml</w:t>
            </w:r>
          </w:p>
          <w:p w14:paraId="7EE874C1" w14:textId="77777777" w:rsidR="007A6B32" w:rsidRDefault="007A6B32" w:rsidP="007A6B32">
            <w:pPr>
              <w:pStyle w:val="Leipteksti"/>
              <w:numPr>
                <w:ilvl w:val="0"/>
                <w:numId w:val="32"/>
              </w:numPr>
              <w:spacing w:after="0"/>
            </w:pPr>
            <w:r w:rsidRPr="00641C5E">
              <w:lastRenderedPageBreak/>
              <w:t>Riskitieto_2016_20230510.xml</w:t>
            </w:r>
          </w:p>
          <w:p w14:paraId="74CCF7C6" w14:textId="4314803F" w:rsidR="007A6B32" w:rsidRPr="00AC15E2" w:rsidRDefault="007A6B32" w:rsidP="007A6B32">
            <w:pPr>
              <w:pStyle w:val="Leipteksti"/>
              <w:numPr>
                <w:ilvl w:val="0"/>
                <w:numId w:val="32"/>
              </w:numPr>
              <w:spacing w:after="0"/>
            </w:pPr>
            <w:r w:rsidRPr="00641C5E">
              <w:t>Riskitieto_2016_paattaminen_20230510.xml</w:t>
            </w:r>
          </w:p>
        </w:tc>
      </w:tr>
      <w:tr w:rsidR="007A6B32" w14:paraId="10219077" w14:textId="77777777" w:rsidTr="00C55AD1">
        <w:tc>
          <w:tcPr>
            <w:tcW w:w="1362" w:type="dxa"/>
          </w:tcPr>
          <w:p w14:paraId="5AE28676" w14:textId="25BA32E2" w:rsidR="007A6B32" w:rsidRDefault="007A6B32" w:rsidP="007A6B32">
            <w:pPr>
              <w:pStyle w:val="Leipteksti"/>
              <w:spacing w:after="0"/>
              <w:ind w:left="0"/>
              <w:rPr>
                <w:b/>
                <w:i/>
              </w:rPr>
            </w:pPr>
            <w:r>
              <w:lastRenderedPageBreak/>
              <w:t>3. MR-taso</w:t>
            </w:r>
          </w:p>
        </w:tc>
        <w:tc>
          <w:tcPr>
            <w:tcW w:w="9309" w:type="dxa"/>
          </w:tcPr>
          <w:p w14:paraId="3F4D361B" w14:textId="7CEA9671" w:rsidR="007A6B32" w:rsidRPr="00641C5E" w:rsidRDefault="007A6B32" w:rsidP="007A6B32">
            <w:pPr>
              <w:pStyle w:val="Leipteksti"/>
              <w:spacing w:after="0"/>
              <w:ind w:left="0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A6B32" w14:paraId="2BC287F7" w14:textId="77777777" w:rsidTr="00C55AD1">
        <w:tc>
          <w:tcPr>
            <w:tcW w:w="10671" w:type="dxa"/>
            <w:gridSpan w:val="2"/>
          </w:tcPr>
          <w:p w14:paraId="2A87833D" w14:textId="7D0F2BA9" w:rsidR="007A6B32" w:rsidRDefault="007A6B32" w:rsidP="007A6B32">
            <w:pPr>
              <w:pStyle w:val="Leipteksti"/>
              <w:spacing w:after="0"/>
              <w:ind w:left="0"/>
              <w:rPr>
                <w:b/>
                <w:i/>
              </w:rPr>
            </w:pPr>
            <w:r>
              <w:rPr>
                <w:b/>
                <w:i/>
              </w:rPr>
              <w:t>Muutokset 17.11.2022</w:t>
            </w:r>
          </w:p>
        </w:tc>
      </w:tr>
      <w:tr w:rsidR="007A6B32" w14:paraId="06A99F11" w14:textId="77777777" w:rsidTr="00C55AD1">
        <w:tc>
          <w:tcPr>
            <w:tcW w:w="1362" w:type="dxa"/>
          </w:tcPr>
          <w:p w14:paraId="25CB0C4A" w14:textId="4E901F45" w:rsidR="007A6B32" w:rsidRDefault="007A6B32" w:rsidP="007A6B32">
            <w:pPr>
              <w:pStyle w:val="Leipteksti"/>
              <w:spacing w:after="0"/>
              <w:ind w:left="0"/>
            </w:pPr>
            <w:r>
              <w:t>1.Lomakkeet</w:t>
            </w:r>
          </w:p>
        </w:tc>
        <w:tc>
          <w:tcPr>
            <w:tcW w:w="9309" w:type="dxa"/>
          </w:tcPr>
          <w:p w14:paraId="32109609" w14:textId="00527DC6" w:rsidR="007A6B32" w:rsidRDefault="007A6B32" w:rsidP="007A6B32">
            <w:pPr>
              <w:pStyle w:val="Leipteksti"/>
              <w:spacing w:after="0"/>
              <w:ind w:left="0"/>
            </w:pPr>
            <w:r>
              <w:t>Kieltolomakkeen version 20240101 esimerkkien viimeistely:</w:t>
            </w:r>
          </w:p>
          <w:p w14:paraId="0A7684EE" w14:textId="4C4AF5CC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>
              <w:t>KIE_20240101_Ei_kieltoja_voimassa_Taysi_ikainen_202211.xml</w:t>
            </w:r>
          </w:p>
          <w:p w14:paraId="57B9D04B" w14:textId="18CFED94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>
              <w:t>KIE_20240101_Vanhoja ja uusia kieltoja Taysi_ikainen_202211.xml</w:t>
            </w:r>
          </w:p>
          <w:p w14:paraId="78E74745" w14:textId="45CA03D1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>
              <w:t>KIE_20240101_Vanhoja_ja_uusia_kieltoja_Taysi_ikainen_Puolesta_asiointi_202211.xml</w:t>
            </w:r>
          </w:p>
          <w:p w14:paraId="7AA68AA8" w14:textId="145D844D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>
              <w:t>KIE_20240101_Vanhoja_ja_uusia_kieltoja_Alaikainen_Puolesta_asiointi_202211.xml</w:t>
            </w:r>
          </w:p>
          <w:p w14:paraId="36711FCF" w14:textId="6200575D" w:rsidR="007A6B32" w:rsidRDefault="007A6B32" w:rsidP="007A6B32">
            <w:pPr>
              <w:pStyle w:val="Leipteksti"/>
              <w:spacing w:after="0"/>
              <w:ind w:left="0"/>
            </w:pPr>
            <w:r>
              <w:t>Luovutusluvan elementin 24 nimen muutos</w:t>
            </w:r>
          </w:p>
          <w:p w14:paraId="017F47E8" w14:textId="77777777" w:rsidR="007A6B32" w:rsidRDefault="007A6B32" w:rsidP="007A6B32">
            <w:pPr>
              <w:pStyle w:val="Leipteksti"/>
              <w:numPr>
                <w:ilvl w:val="0"/>
                <w:numId w:val="26"/>
              </w:numPr>
              <w:spacing w:after="0"/>
            </w:pPr>
            <w:r>
              <w:t>SUO_Luovutuslupa_202211.xml</w:t>
            </w:r>
          </w:p>
          <w:p w14:paraId="27892EE9" w14:textId="77777777" w:rsidR="007A6B32" w:rsidRDefault="007A6B32" w:rsidP="007A6B32">
            <w:pPr>
              <w:pStyle w:val="Leipteksti"/>
              <w:numPr>
                <w:ilvl w:val="0"/>
                <w:numId w:val="26"/>
              </w:numPr>
              <w:spacing w:after="0"/>
            </w:pPr>
            <w:r>
              <w:t>SUO_Luovutuslupa_peruutus_202211.xml</w:t>
            </w:r>
          </w:p>
          <w:p w14:paraId="29BEAE18" w14:textId="77777777" w:rsidR="007A6B32" w:rsidRDefault="007A6B32" w:rsidP="007A6B32">
            <w:pPr>
              <w:pStyle w:val="Leipteksti"/>
              <w:spacing w:after="0"/>
              <w:ind w:left="0"/>
            </w:pPr>
            <w:r>
              <w:t>SV97 lausunnon nimen muutos ja tekstimuutoksia</w:t>
            </w:r>
          </w:p>
          <w:p w14:paraId="79A33EB5" w14:textId="37402CB2" w:rsidR="007A6B32" w:rsidRPr="00771D59" w:rsidRDefault="007A6B32" w:rsidP="007A6B32">
            <w:pPr>
              <w:pStyle w:val="Leipteksti"/>
              <w:numPr>
                <w:ilvl w:val="0"/>
                <w:numId w:val="28"/>
              </w:numPr>
              <w:spacing w:after="0"/>
            </w:pPr>
            <w:r>
              <w:t>SV97_Laakarinlausunto_erityisraskausvapaan_tarpeesta_202211.xml</w:t>
            </w:r>
          </w:p>
        </w:tc>
      </w:tr>
      <w:tr w:rsidR="007A6B32" w14:paraId="40AD5D4A" w14:textId="77777777" w:rsidTr="00C55AD1">
        <w:tc>
          <w:tcPr>
            <w:tcW w:w="1362" w:type="dxa"/>
          </w:tcPr>
          <w:p w14:paraId="2AB4A234" w14:textId="2C306375" w:rsidR="007A6B32" w:rsidRDefault="007A6B32" w:rsidP="007A6B32">
            <w:pPr>
              <w:pStyle w:val="Leipteksti"/>
              <w:spacing w:after="0"/>
              <w:ind w:left="0"/>
            </w:pPr>
            <w:r>
              <w:t>2. Asiakirjan CDA R2</w:t>
            </w:r>
          </w:p>
        </w:tc>
        <w:tc>
          <w:tcPr>
            <w:tcW w:w="9309" w:type="dxa"/>
          </w:tcPr>
          <w:p w14:paraId="7BB2A0DB" w14:textId="22791F16" w:rsidR="007A6B32" w:rsidRDefault="007A6B32" w:rsidP="007A6B32">
            <w:pPr>
              <w:pStyle w:val="Leipteksti"/>
              <w:spacing w:after="0"/>
              <w:ind w:left="0"/>
            </w:pPr>
            <w:r w:rsidRPr="005A1B3D">
              <w:t>Tarkennettu PTAn palautettavalle asiakirjalla lisäämien elementtien nimiavaruudet</w:t>
            </w:r>
          </w:p>
          <w:p w14:paraId="6EBF6C5F" w14:textId="232F1BBF" w:rsidR="007A6B32" w:rsidRPr="00771D59" w:rsidRDefault="007A6B32" w:rsidP="007A6B32">
            <w:pPr>
              <w:pStyle w:val="Leipteksti"/>
              <w:numPr>
                <w:ilvl w:val="0"/>
                <w:numId w:val="27"/>
              </w:numPr>
              <w:spacing w:after="0"/>
            </w:pPr>
            <w:r>
              <w:t>Alaikäinen_PTA_hoitoasiakirjan_palautus_202211.xml</w:t>
            </w:r>
          </w:p>
        </w:tc>
      </w:tr>
      <w:tr w:rsidR="007A6B32" w14:paraId="7F2E9F93" w14:textId="77777777" w:rsidTr="00C55AD1">
        <w:tc>
          <w:tcPr>
            <w:tcW w:w="1362" w:type="dxa"/>
          </w:tcPr>
          <w:p w14:paraId="0B439887" w14:textId="7A3B59AE" w:rsidR="007A6B32" w:rsidRDefault="007A6B32" w:rsidP="007A6B32">
            <w:pPr>
              <w:pStyle w:val="Leipteksti"/>
              <w:spacing w:after="0"/>
              <w:ind w:left="0"/>
            </w:pPr>
            <w:r>
              <w:t>3. MR-taso</w:t>
            </w:r>
          </w:p>
        </w:tc>
        <w:tc>
          <w:tcPr>
            <w:tcW w:w="9309" w:type="dxa"/>
          </w:tcPr>
          <w:p w14:paraId="263B2F9B" w14:textId="77777777" w:rsidR="007A6B32" w:rsidRDefault="007A6B32" w:rsidP="007A6B32">
            <w:pPr>
              <w:pStyle w:val="Leipteksti"/>
              <w:spacing w:after="0"/>
              <w:ind w:left="0"/>
            </w:pPr>
            <w:r>
              <w:t>Korjauksia:</w:t>
            </w:r>
          </w:p>
          <w:p w14:paraId="7E0DA8AC" w14:textId="77777777" w:rsidR="007A6B32" w:rsidRDefault="007A6B32" w:rsidP="007A6B32">
            <w:pPr>
              <w:pStyle w:val="Leipteksti"/>
              <w:numPr>
                <w:ilvl w:val="0"/>
                <w:numId w:val="27"/>
              </w:numPr>
              <w:spacing w:after="0"/>
            </w:pPr>
            <w:r w:rsidRPr="001E1F7B">
              <w:t>PP39_tuottajan_ostopalveluvaltuutuksen_haku_202211</w:t>
            </w:r>
            <w:r>
              <w:t>.xml</w:t>
            </w:r>
          </w:p>
          <w:p w14:paraId="3B3F1C54" w14:textId="2BB4D080" w:rsidR="007A6B32" w:rsidRPr="00771D59" w:rsidRDefault="007A6B32" w:rsidP="007A6B32">
            <w:pPr>
              <w:pStyle w:val="Leipteksti"/>
              <w:numPr>
                <w:ilvl w:val="0"/>
                <w:numId w:val="27"/>
              </w:numPr>
              <w:spacing w:after="0"/>
            </w:pPr>
            <w:r w:rsidRPr="001E1F7B">
              <w:t>PP55_ptap_haku_luovutus_202211</w:t>
            </w:r>
            <w:r>
              <w:t>.xml</w:t>
            </w:r>
          </w:p>
        </w:tc>
      </w:tr>
      <w:tr w:rsidR="007A6B32" w14:paraId="01A95811" w14:textId="77777777" w:rsidTr="00C55AD1">
        <w:tc>
          <w:tcPr>
            <w:tcW w:w="10671" w:type="dxa"/>
            <w:gridSpan w:val="2"/>
          </w:tcPr>
          <w:p w14:paraId="23F17885" w14:textId="03F290DC" w:rsidR="007A6B32" w:rsidRPr="00771D59" w:rsidRDefault="007A6B32" w:rsidP="007A6B32">
            <w:pPr>
              <w:pStyle w:val="Leipteksti"/>
              <w:spacing w:after="0"/>
              <w:ind w:left="0"/>
            </w:pPr>
            <w:r>
              <w:rPr>
                <w:b/>
                <w:i/>
              </w:rPr>
              <w:t>Muutokset 19.9.2022</w:t>
            </w:r>
          </w:p>
        </w:tc>
      </w:tr>
      <w:tr w:rsidR="007A6B32" w14:paraId="3724F821" w14:textId="77777777" w:rsidTr="00C55AD1">
        <w:tc>
          <w:tcPr>
            <w:tcW w:w="1362" w:type="dxa"/>
          </w:tcPr>
          <w:p w14:paraId="5BA57BAD" w14:textId="46684056" w:rsidR="007A6B32" w:rsidRPr="00771D59" w:rsidRDefault="007A6B32" w:rsidP="007A6B32">
            <w:pPr>
              <w:pStyle w:val="Leipteksti"/>
              <w:spacing w:after="0"/>
              <w:ind w:left="0"/>
              <w:rPr>
                <w:b/>
              </w:rPr>
            </w:pPr>
            <w:r>
              <w:t>1.Lomakkeet</w:t>
            </w:r>
          </w:p>
        </w:tc>
        <w:tc>
          <w:tcPr>
            <w:tcW w:w="9309" w:type="dxa"/>
          </w:tcPr>
          <w:p w14:paraId="0C128D4A" w14:textId="0653629F" w:rsidR="007A6B32" w:rsidRPr="00771D59" w:rsidRDefault="007A6B32" w:rsidP="007A6B32">
            <w:pPr>
              <w:pStyle w:val="Leipteksti"/>
              <w:spacing w:after="0"/>
              <w:ind w:left="0"/>
            </w:pPr>
            <w:r w:rsidRPr="00771D59">
              <w:t>Kommentteihin ja ajan esittämiseen liittyviä tarkennuksia:</w:t>
            </w:r>
          </w:p>
          <w:p w14:paraId="04FA7873" w14:textId="30B5982E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>
              <w:t>KIE_20240101_Ei_kieltoja_voimassa_Taysi_ikainen_20220919.xml</w:t>
            </w:r>
          </w:p>
          <w:p w14:paraId="17EB8AED" w14:textId="4E15AED7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>
              <w:t>KIE_20240101_Vanhoja ja uusia kieltoja Taysi_ikainen_20220919.xml</w:t>
            </w:r>
          </w:p>
          <w:p w14:paraId="423D73F3" w14:textId="1C22D093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>
              <w:t>KIE_20240101_Vanhoja_ja_uusia_kieltoja_Taysi_ikainen_Puolesta_asiointi_20220919.xml</w:t>
            </w:r>
          </w:p>
          <w:p w14:paraId="50D28429" w14:textId="0EC9CFC9" w:rsidR="007A6B32" w:rsidRPr="00771D59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>
              <w:t>KIE_20240101_Vanhoja_ja_uusia_kieltoja_Alaikainen_Puolesta_asiointi_20220919.xml</w:t>
            </w:r>
          </w:p>
        </w:tc>
      </w:tr>
      <w:tr w:rsidR="007A6B32" w14:paraId="56FCB6A3" w14:textId="77777777" w:rsidTr="00C55AD1">
        <w:tc>
          <w:tcPr>
            <w:tcW w:w="1362" w:type="dxa"/>
          </w:tcPr>
          <w:p w14:paraId="7B73F855" w14:textId="0C745204" w:rsidR="007A6B32" w:rsidRPr="00771D59" w:rsidRDefault="007A6B32" w:rsidP="007A6B32">
            <w:pPr>
              <w:pStyle w:val="Leipteksti"/>
              <w:spacing w:after="0"/>
              <w:ind w:left="0"/>
              <w:rPr>
                <w:b/>
              </w:rPr>
            </w:pPr>
            <w:r>
              <w:t>3. MR-taso</w:t>
            </w:r>
          </w:p>
        </w:tc>
        <w:tc>
          <w:tcPr>
            <w:tcW w:w="9309" w:type="dxa"/>
          </w:tcPr>
          <w:p w14:paraId="2C7D3704" w14:textId="320FC6C4" w:rsidR="007A6B32" w:rsidRDefault="007A6B32" w:rsidP="007A6B32">
            <w:pPr>
              <w:pStyle w:val="Leipteksti"/>
              <w:spacing w:after="0"/>
              <w:ind w:left="0"/>
            </w:pPr>
            <w:r w:rsidRPr="00771D59">
              <w:t>Lisätty:</w:t>
            </w:r>
          </w:p>
          <w:p w14:paraId="2B0AC38D" w14:textId="247A0E18" w:rsidR="007A6B32" w:rsidRPr="00771D59" w:rsidRDefault="007A6B32" w:rsidP="007A6B32">
            <w:pPr>
              <w:pStyle w:val="Leipteksti"/>
              <w:numPr>
                <w:ilvl w:val="0"/>
                <w:numId w:val="25"/>
              </w:numPr>
              <w:spacing w:after="0"/>
            </w:pPr>
            <w:r w:rsidRPr="00771D59">
              <w:t>PP24_KIEYHT_palautus_20220919.xml</w:t>
            </w:r>
          </w:p>
        </w:tc>
      </w:tr>
      <w:tr w:rsidR="007A6B32" w14:paraId="4CC4172D" w14:textId="77777777" w:rsidTr="00C55AD1">
        <w:tc>
          <w:tcPr>
            <w:tcW w:w="10671" w:type="dxa"/>
            <w:gridSpan w:val="2"/>
          </w:tcPr>
          <w:p w14:paraId="755158AF" w14:textId="671A14A8" w:rsidR="007A6B32" w:rsidRPr="003035EA" w:rsidRDefault="007A6B32" w:rsidP="007A6B32">
            <w:pPr>
              <w:pStyle w:val="Leipteksti"/>
              <w:spacing w:after="0"/>
              <w:ind w:left="0"/>
              <w:rPr>
                <w:b/>
                <w:i/>
              </w:rPr>
            </w:pPr>
            <w:r>
              <w:rPr>
                <w:b/>
                <w:i/>
              </w:rPr>
              <w:t>Muutokset 15.9.2022</w:t>
            </w:r>
          </w:p>
        </w:tc>
      </w:tr>
      <w:tr w:rsidR="007A6B32" w14:paraId="01CF0F86" w14:textId="77777777" w:rsidTr="00C55AD1">
        <w:tc>
          <w:tcPr>
            <w:tcW w:w="1362" w:type="dxa"/>
          </w:tcPr>
          <w:p w14:paraId="7CB9B5D5" w14:textId="77777777" w:rsidR="007A6B32" w:rsidRDefault="007A6B32" w:rsidP="007A6B32">
            <w:pPr>
              <w:pStyle w:val="Leipteksti"/>
              <w:spacing w:after="0"/>
              <w:ind w:left="0"/>
            </w:pPr>
            <w:r>
              <w:t>1.Lomakkeet</w:t>
            </w:r>
          </w:p>
        </w:tc>
        <w:tc>
          <w:tcPr>
            <w:tcW w:w="9309" w:type="dxa"/>
          </w:tcPr>
          <w:p w14:paraId="60CEDA52" w14:textId="46149EF4" w:rsidR="007A6B32" w:rsidRDefault="007A6B32" w:rsidP="007A6B32">
            <w:pPr>
              <w:pStyle w:val="Leipteksti"/>
              <w:spacing w:after="0"/>
              <w:ind w:left="0"/>
            </w:pPr>
            <w:r>
              <w:t xml:space="preserve">Lisätty kommenteille, liittyy lomakkeeseen </w:t>
            </w:r>
            <w:r w:rsidRPr="00DF3939">
              <w:t>eArkisto/Lomake - Luovutuskielto ja luovutuskiellon peruutus</w:t>
            </w:r>
            <w:r>
              <w:t xml:space="preserve"> versioon </w:t>
            </w:r>
            <w:r w:rsidRPr="00DF3939">
              <w:t>1.2.246.537.6.12.2002.331.20240101</w:t>
            </w:r>
            <w:r>
              <w:t>:</w:t>
            </w:r>
          </w:p>
          <w:p w14:paraId="2A82C299" w14:textId="4B0D12A5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>
              <w:t>KIE_20240101_Ei_kieltoja_voimassa_Taysi_ikainen_202209.xml</w:t>
            </w:r>
          </w:p>
          <w:p w14:paraId="75701E47" w14:textId="65921F3B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>
              <w:t>KIE_20240101_Vanhoja ja uusia kieltoja Taysi_ikainen_202209.xml</w:t>
            </w:r>
          </w:p>
          <w:p w14:paraId="69467A8F" w14:textId="11FC1CD7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>
              <w:lastRenderedPageBreak/>
              <w:t>KIE_20240101_Vanhoja_ja_uusia_kieltoja_Taysi_ikainen_Puolesta_asiointi_202209.xml</w:t>
            </w:r>
          </w:p>
          <w:p w14:paraId="7B81AB62" w14:textId="4663B7AE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>
              <w:t>KIE_20240101_Vanhoja_ja_uusia_kieltoja_Alaikainen_Puolesta_asiointi_202209.xml</w:t>
            </w:r>
          </w:p>
          <w:p w14:paraId="58A8F3ED" w14:textId="07A3A1F8" w:rsidR="007A6B32" w:rsidRDefault="007A6B32" w:rsidP="007A6B32">
            <w:pPr>
              <w:pStyle w:val="Leipteksti"/>
              <w:spacing w:after="0"/>
              <w:ind w:left="0"/>
            </w:pPr>
            <w:r w:rsidRPr="00882BD5">
              <w:t>K</w:t>
            </w:r>
            <w:r>
              <w:t>orjattu</w:t>
            </w:r>
            <w:r w:rsidRPr="00882BD5">
              <w:t>:</w:t>
            </w:r>
          </w:p>
          <w:p w14:paraId="2B8966B6" w14:textId="190EB0DA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>
              <w:t>OSVA_v20_potilaskohtainen_20201125.xml</w:t>
            </w:r>
          </w:p>
          <w:p w14:paraId="22B70414" w14:textId="77777777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>
              <w:t>SUO_Luovutuslupa_20211115.xml</w:t>
            </w:r>
          </w:p>
          <w:p w14:paraId="643FE207" w14:textId="4425CD4F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 w:rsidRPr="00882BD5">
              <w:t>SUO</w:t>
            </w:r>
            <w:r>
              <w:t>_Luovutusluvan_peruutus_20211115.xml</w:t>
            </w:r>
          </w:p>
        </w:tc>
      </w:tr>
      <w:tr w:rsidR="007A6B32" w:rsidRPr="00DF3939" w14:paraId="0F17758B" w14:textId="77777777" w:rsidTr="00C55AD1">
        <w:tc>
          <w:tcPr>
            <w:tcW w:w="1362" w:type="dxa"/>
          </w:tcPr>
          <w:p w14:paraId="7F932725" w14:textId="77777777" w:rsidR="007A6B32" w:rsidRDefault="007A6B32" w:rsidP="007A6B32">
            <w:pPr>
              <w:pStyle w:val="Leipteksti"/>
              <w:spacing w:after="0"/>
              <w:ind w:left="0"/>
            </w:pPr>
            <w:r>
              <w:lastRenderedPageBreak/>
              <w:t>2. Asiakirjan CDA R2</w:t>
            </w:r>
          </w:p>
        </w:tc>
        <w:tc>
          <w:tcPr>
            <w:tcW w:w="9309" w:type="dxa"/>
          </w:tcPr>
          <w:p w14:paraId="4B51C1BC" w14:textId="77777777" w:rsidR="007A6B32" w:rsidRDefault="007A6B32" w:rsidP="007A6B32">
            <w:pPr>
              <w:pStyle w:val="Leipteksti"/>
              <w:spacing w:after="0"/>
              <w:ind w:left="0"/>
            </w:pPr>
            <w:r>
              <w:t>Korjattu:</w:t>
            </w:r>
          </w:p>
          <w:p w14:paraId="5D4FBBF6" w14:textId="77777777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  <w:rPr>
                <w:lang w:val="en-US"/>
              </w:rPr>
            </w:pPr>
            <w:r w:rsidRPr="00DF3939">
              <w:rPr>
                <w:lang w:val="en-US"/>
              </w:rPr>
              <w:t>Suun_th_2016_HAM_STH01_202008.xml</w:t>
            </w:r>
          </w:p>
          <w:p w14:paraId="5B93F7C0" w14:textId="5772BE71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  <w:rPr>
                <w:lang w:val="en-US"/>
              </w:rPr>
            </w:pPr>
            <w:r w:rsidRPr="00DF3939">
              <w:rPr>
                <w:lang w:val="en-US"/>
              </w:rPr>
              <w:t>Suun_th_2016_HAM_STH</w:t>
            </w:r>
            <w:r>
              <w:rPr>
                <w:lang w:val="en-US"/>
              </w:rPr>
              <w:t>02</w:t>
            </w:r>
            <w:r w:rsidRPr="00DF3939">
              <w:rPr>
                <w:lang w:val="en-US"/>
              </w:rPr>
              <w:t>_202008.xml</w:t>
            </w:r>
          </w:p>
          <w:p w14:paraId="6456D8B1" w14:textId="169D1B6D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  <w:rPr>
                <w:lang w:val="en-US"/>
              </w:rPr>
            </w:pPr>
            <w:r w:rsidRPr="00DF3939">
              <w:rPr>
                <w:lang w:val="en-US"/>
              </w:rPr>
              <w:t>Suun_th_2016_</w:t>
            </w:r>
            <w:r>
              <w:rPr>
                <w:lang w:val="en-US"/>
              </w:rPr>
              <w:t>SUU</w:t>
            </w:r>
            <w:r w:rsidRPr="00DF3939">
              <w:rPr>
                <w:lang w:val="en-US"/>
              </w:rPr>
              <w:t>_202008.xml</w:t>
            </w:r>
          </w:p>
          <w:p w14:paraId="76D3DCC7" w14:textId="77777777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  <w:rPr>
                <w:lang w:val="en-US"/>
              </w:rPr>
            </w:pPr>
            <w:r w:rsidRPr="00DF3939">
              <w:rPr>
                <w:lang w:val="en-US"/>
              </w:rPr>
              <w:t>Suun_th_2016_</w:t>
            </w:r>
            <w:r>
              <w:rPr>
                <w:lang w:val="en-US"/>
              </w:rPr>
              <w:t>SUU</w:t>
            </w:r>
            <w:r w:rsidRPr="00DF3939">
              <w:rPr>
                <w:lang w:val="en-US"/>
              </w:rPr>
              <w:t>_STH</w:t>
            </w:r>
            <w:r>
              <w:rPr>
                <w:lang w:val="en-US"/>
              </w:rPr>
              <w:t>04</w:t>
            </w:r>
            <w:r w:rsidRPr="00DF3939">
              <w:rPr>
                <w:lang w:val="en-US"/>
              </w:rPr>
              <w:t>_202008.xml</w:t>
            </w:r>
          </w:p>
          <w:p w14:paraId="0BBE8A3A" w14:textId="0BB413C6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  <w:rPr>
                <w:lang w:val="en-US"/>
              </w:rPr>
            </w:pPr>
            <w:r w:rsidRPr="00DF3939">
              <w:rPr>
                <w:lang w:val="en-US"/>
              </w:rPr>
              <w:t>Suun_th_2016_</w:t>
            </w:r>
            <w:r>
              <w:rPr>
                <w:lang w:val="en-US"/>
              </w:rPr>
              <w:t>SUU</w:t>
            </w:r>
            <w:r w:rsidRPr="00DF3939">
              <w:rPr>
                <w:lang w:val="en-US"/>
              </w:rPr>
              <w:t>_STH</w:t>
            </w:r>
            <w:r>
              <w:rPr>
                <w:lang w:val="en-US"/>
              </w:rPr>
              <w:t>05</w:t>
            </w:r>
            <w:r w:rsidRPr="00DF3939">
              <w:rPr>
                <w:lang w:val="en-US"/>
              </w:rPr>
              <w:t>_202008.xml</w:t>
            </w:r>
          </w:p>
          <w:p w14:paraId="57EC8560" w14:textId="77777777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  <w:rPr>
                <w:lang w:val="en-US"/>
              </w:rPr>
            </w:pPr>
            <w:r w:rsidRPr="00DF3939">
              <w:rPr>
                <w:lang w:val="en-US"/>
              </w:rPr>
              <w:t>Suun_th_2016_</w:t>
            </w:r>
            <w:r>
              <w:rPr>
                <w:lang w:val="en-US"/>
              </w:rPr>
              <w:t>SUU</w:t>
            </w:r>
            <w:r w:rsidRPr="00DF3939">
              <w:rPr>
                <w:lang w:val="en-US"/>
              </w:rPr>
              <w:t>_STH</w:t>
            </w:r>
            <w:r>
              <w:rPr>
                <w:lang w:val="en-US"/>
              </w:rPr>
              <w:t>06</w:t>
            </w:r>
            <w:r w:rsidRPr="00DF3939">
              <w:rPr>
                <w:lang w:val="en-US"/>
              </w:rPr>
              <w:t>_202008.xml</w:t>
            </w:r>
          </w:p>
          <w:p w14:paraId="317C1CC9" w14:textId="77777777" w:rsidR="007A6B32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 w:rsidRPr="00DF3939">
              <w:t>Terveys_ja_hoitosuunnitelma_2016_linkitetty_202008.xml</w:t>
            </w:r>
          </w:p>
          <w:p w14:paraId="1A822D7B" w14:textId="50AD00C1" w:rsidR="007A6B32" w:rsidRPr="00DF3939" w:rsidRDefault="007A6B32" w:rsidP="007A6B32">
            <w:pPr>
              <w:pStyle w:val="Leipteksti"/>
              <w:numPr>
                <w:ilvl w:val="0"/>
                <w:numId w:val="24"/>
              </w:numPr>
              <w:spacing w:after="0"/>
            </w:pPr>
            <w:r w:rsidRPr="00DF3939">
              <w:t>Terveys_ja_hoitosuunnitelma_2016_202008.xml</w:t>
            </w:r>
          </w:p>
        </w:tc>
      </w:tr>
      <w:tr w:rsidR="007A6B32" w14:paraId="3478598A" w14:textId="77777777" w:rsidTr="00C55AD1">
        <w:tc>
          <w:tcPr>
            <w:tcW w:w="10671" w:type="dxa"/>
            <w:gridSpan w:val="2"/>
          </w:tcPr>
          <w:p w14:paraId="43191646" w14:textId="110D2220" w:rsidR="007A6B32" w:rsidRPr="003035EA" w:rsidRDefault="007A6B32" w:rsidP="007A6B32">
            <w:pPr>
              <w:pStyle w:val="Leipteksti"/>
              <w:spacing w:after="0"/>
              <w:ind w:left="0"/>
              <w:rPr>
                <w:b/>
                <w:i/>
              </w:rPr>
            </w:pPr>
            <w:r w:rsidRPr="003035EA">
              <w:rPr>
                <w:b/>
                <w:i/>
              </w:rPr>
              <w:t>Muutokset 15.11.2021</w:t>
            </w:r>
          </w:p>
        </w:tc>
      </w:tr>
      <w:tr w:rsidR="007A6B32" w14:paraId="2700742F" w14:textId="77777777" w:rsidTr="00C55AD1">
        <w:tc>
          <w:tcPr>
            <w:tcW w:w="1362" w:type="dxa"/>
          </w:tcPr>
          <w:p w14:paraId="6DA148AF" w14:textId="53C387E8" w:rsidR="007A6B32" w:rsidRDefault="007A6B32" w:rsidP="007A6B32">
            <w:pPr>
              <w:pStyle w:val="Leipteksti"/>
              <w:spacing w:after="0"/>
              <w:ind w:left="0"/>
            </w:pPr>
            <w:r>
              <w:t>1.Lomakkeet</w:t>
            </w:r>
          </w:p>
        </w:tc>
        <w:tc>
          <w:tcPr>
            <w:tcW w:w="9309" w:type="dxa"/>
          </w:tcPr>
          <w:p w14:paraId="1B3B40FA" w14:textId="77777777" w:rsidR="007A6B32" w:rsidRDefault="007A6B32" w:rsidP="007A6B32">
            <w:pPr>
              <w:pStyle w:val="Leipteksti"/>
              <w:spacing w:after="0"/>
              <w:ind w:left="0"/>
            </w:pPr>
            <w:r>
              <w:t xml:space="preserve">Huomioitu asiakastietolain muutokset: </w:t>
            </w:r>
          </w:p>
          <w:p w14:paraId="4B386FEA" w14:textId="77777777" w:rsidR="007A6B32" w:rsidRDefault="007A6B32" w:rsidP="007A6B32">
            <w:pPr>
              <w:pStyle w:val="Leipteksti"/>
              <w:numPr>
                <w:ilvl w:val="0"/>
                <w:numId w:val="16"/>
              </w:numPr>
              <w:spacing w:after="0"/>
            </w:pPr>
            <w:r>
              <w:t>SUO_Luovutuslupa_20211115.xml</w:t>
            </w:r>
          </w:p>
          <w:p w14:paraId="4F2A4D95" w14:textId="77777777" w:rsidR="007A6B32" w:rsidRDefault="007A6B32" w:rsidP="007A6B32">
            <w:pPr>
              <w:pStyle w:val="Leipteksti"/>
              <w:numPr>
                <w:ilvl w:val="0"/>
                <w:numId w:val="16"/>
              </w:numPr>
              <w:spacing w:after="0"/>
            </w:pPr>
            <w:r w:rsidRPr="00882BD5">
              <w:t>SUO</w:t>
            </w:r>
            <w:r>
              <w:t>_Luovutusluvan_peruutus_20211115.xml</w:t>
            </w:r>
          </w:p>
          <w:p w14:paraId="24EF2459" w14:textId="77777777" w:rsidR="007A6B32" w:rsidRDefault="007A6B32" w:rsidP="007A6B32">
            <w:pPr>
              <w:pStyle w:val="Leipteksti"/>
              <w:numPr>
                <w:ilvl w:val="0"/>
                <w:numId w:val="16"/>
              </w:numPr>
              <w:spacing w:after="0"/>
            </w:pPr>
            <w:r>
              <w:t>KINFO Kanta-informointi 20211115.xml</w:t>
            </w:r>
          </w:p>
          <w:p w14:paraId="05522E4C" w14:textId="77777777" w:rsidR="007A6B32" w:rsidRDefault="007A6B32" w:rsidP="007A6B32">
            <w:pPr>
              <w:pStyle w:val="Leipteksti"/>
              <w:numPr>
                <w:ilvl w:val="0"/>
                <w:numId w:val="16"/>
              </w:numPr>
              <w:spacing w:after="0"/>
            </w:pPr>
            <w:r>
              <w:t>KIE_Kielto_20211115.xml</w:t>
            </w:r>
          </w:p>
          <w:p w14:paraId="3CC6C36B" w14:textId="77777777" w:rsidR="007A6B32" w:rsidRDefault="007A6B32" w:rsidP="007A6B32">
            <w:pPr>
              <w:pStyle w:val="Leipteksti"/>
              <w:numPr>
                <w:ilvl w:val="0"/>
                <w:numId w:val="16"/>
              </w:numPr>
              <w:spacing w:after="0"/>
            </w:pPr>
            <w:r w:rsidRPr="00882BD5">
              <w:t>K</w:t>
            </w:r>
            <w:r>
              <w:t>IE_ei_kieltoja_voimassa_20211115.xml</w:t>
            </w:r>
          </w:p>
          <w:p w14:paraId="3043C759" w14:textId="77777777" w:rsidR="007A6B32" w:rsidRDefault="007A6B32" w:rsidP="007A6B32">
            <w:pPr>
              <w:pStyle w:val="Leipteksti"/>
              <w:numPr>
                <w:ilvl w:val="0"/>
                <w:numId w:val="16"/>
              </w:numPr>
              <w:spacing w:after="0"/>
            </w:pPr>
            <w:r w:rsidRPr="00882BD5">
              <w:t>LK</w:t>
            </w:r>
            <w:r>
              <w:t>IE Laaja luovutuskielto 20211115.xml</w:t>
            </w:r>
          </w:p>
          <w:p w14:paraId="33437541" w14:textId="77777777" w:rsidR="007A6B32" w:rsidRPr="00882BD5" w:rsidRDefault="007A6B32" w:rsidP="007A6B32">
            <w:pPr>
              <w:pStyle w:val="Leipteksti"/>
              <w:spacing w:after="0"/>
              <w:ind w:left="0"/>
            </w:pPr>
            <w:r w:rsidRPr="00882BD5">
              <w:t>K</w:t>
            </w:r>
            <w:r>
              <w:t>orjattu</w:t>
            </w:r>
            <w:r w:rsidRPr="00882BD5">
              <w:t>:</w:t>
            </w:r>
          </w:p>
          <w:p w14:paraId="3DF602E0" w14:textId="77777777" w:rsidR="007A6B32" w:rsidRDefault="007A6B32" w:rsidP="007A6B32">
            <w:pPr>
              <w:pStyle w:val="Leipteksti"/>
              <w:numPr>
                <w:ilvl w:val="0"/>
                <w:numId w:val="17"/>
              </w:numPr>
              <w:spacing w:after="0"/>
            </w:pPr>
            <w:r>
              <w:t>TAH_hoitotahto_20211115.xml</w:t>
            </w:r>
          </w:p>
          <w:p w14:paraId="21D9110F" w14:textId="77777777" w:rsidR="007A6B32" w:rsidRDefault="007A6B32" w:rsidP="007A6B32">
            <w:pPr>
              <w:pStyle w:val="Leipteksti"/>
              <w:numPr>
                <w:ilvl w:val="0"/>
                <w:numId w:val="17"/>
              </w:numPr>
              <w:spacing w:after="0"/>
            </w:pPr>
            <w:r>
              <w:t>ELIN_elinluovutustahto_20211115.xml</w:t>
            </w:r>
          </w:p>
          <w:p w14:paraId="1F704371" w14:textId="77777777" w:rsidR="007A6B32" w:rsidRDefault="007A6B32" w:rsidP="007A6B32">
            <w:pPr>
              <w:pStyle w:val="Leipteksti"/>
              <w:numPr>
                <w:ilvl w:val="0"/>
                <w:numId w:val="17"/>
              </w:numPr>
              <w:spacing w:after="0"/>
            </w:pPr>
            <w:r w:rsidRPr="00782EDF">
              <w:t>Mit</w:t>
            </w:r>
            <w:r>
              <w:t>atointi_lomakeasiakirja_20211115.xml</w:t>
            </w:r>
          </w:p>
          <w:p w14:paraId="30D81B78" w14:textId="77777777" w:rsidR="007A6B32" w:rsidRPr="00882BD5" w:rsidRDefault="007A6B32" w:rsidP="007A6B32">
            <w:pPr>
              <w:pStyle w:val="Leipteksti"/>
              <w:spacing w:after="0"/>
              <w:ind w:left="0"/>
            </w:pPr>
            <w:r w:rsidRPr="00882BD5">
              <w:t>Poistettu:</w:t>
            </w:r>
          </w:p>
          <w:p w14:paraId="6DA2A721" w14:textId="77777777" w:rsidR="007A6B32" w:rsidRDefault="007A6B32" w:rsidP="007A6B32">
            <w:pPr>
              <w:pStyle w:val="Leipteksti"/>
              <w:numPr>
                <w:ilvl w:val="0"/>
                <w:numId w:val="18"/>
              </w:numPr>
              <w:spacing w:after="0"/>
            </w:pPr>
            <w:r w:rsidRPr="00882BD5">
              <w:t>S</w:t>
            </w:r>
            <w:r>
              <w:t>UO_Suostumus_20170127.xml</w:t>
            </w:r>
          </w:p>
          <w:p w14:paraId="13F28358" w14:textId="77777777" w:rsidR="007A6B32" w:rsidRDefault="007A6B32" w:rsidP="007A6B32">
            <w:pPr>
              <w:pStyle w:val="Leipteksti"/>
              <w:numPr>
                <w:ilvl w:val="0"/>
                <w:numId w:val="18"/>
              </w:numPr>
              <w:spacing w:after="0"/>
            </w:pPr>
            <w:r w:rsidRPr="00882BD5">
              <w:t>SUO_Suostumuk</w:t>
            </w:r>
            <w:r>
              <w:t>sen_peruutus_20170127.xml</w:t>
            </w:r>
          </w:p>
          <w:p w14:paraId="59A57F3D" w14:textId="77777777" w:rsidR="007A6B32" w:rsidRDefault="007A6B32" w:rsidP="007A6B32">
            <w:pPr>
              <w:pStyle w:val="Leipteksti"/>
              <w:numPr>
                <w:ilvl w:val="0"/>
                <w:numId w:val="18"/>
              </w:numPr>
              <w:spacing w:after="0"/>
            </w:pPr>
            <w:r w:rsidRPr="00882BD5">
              <w:t>INFO</w:t>
            </w:r>
            <w:r>
              <w:t>_Informointi_20170127.xml</w:t>
            </w:r>
          </w:p>
          <w:p w14:paraId="3D0F30CF" w14:textId="77777777" w:rsidR="007A6B32" w:rsidRDefault="007A6B32" w:rsidP="007A6B32">
            <w:pPr>
              <w:pStyle w:val="Leipteksti"/>
              <w:spacing w:after="0"/>
              <w:ind w:left="0"/>
            </w:pPr>
            <w:r>
              <w:t>Päivitetty:</w:t>
            </w:r>
          </w:p>
          <w:p w14:paraId="5F6E56B0" w14:textId="0AD05363" w:rsidR="007A6B32" w:rsidRDefault="007A6B32" w:rsidP="007A6B32">
            <w:pPr>
              <w:pStyle w:val="Leipteksti"/>
              <w:spacing w:after="0"/>
              <w:ind w:left="0"/>
            </w:pPr>
            <w:r w:rsidRPr="00782EDF">
              <w:t>AJO_Laakarinla</w:t>
            </w:r>
            <w:r>
              <w:t>usunto_ajokyvysta_laaja_20211115.xml</w:t>
            </w:r>
          </w:p>
        </w:tc>
      </w:tr>
      <w:tr w:rsidR="007A6B32" w14:paraId="6E1EC773" w14:textId="77777777" w:rsidTr="00C55AD1">
        <w:tc>
          <w:tcPr>
            <w:tcW w:w="1362" w:type="dxa"/>
          </w:tcPr>
          <w:p w14:paraId="60E5A85E" w14:textId="1E507BB1" w:rsidR="007A6B32" w:rsidRDefault="007A6B32" w:rsidP="007A6B32">
            <w:pPr>
              <w:pStyle w:val="Leipteksti"/>
              <w:spacing w:after="0"/>
              <w:ind w:left="0"/>
            </w:pPr>
            <w:r>
              <w:lastRenderedPageBreak/>
              <w:t>2. Asiakirjan CDA R2</w:t>
            </w:r>
          </w:p>
        </w:tc>
        <w:tc>
          <w:tcPr>
            <w:tcW w:w="9309" w:type="dxa"/>
          </w:tcPr>
          <w:p w14:paraId="10A609AC" w14:textId="77777777" w:rsidR="007A6B32" w:rsidRDefault="007A6B32" w:rsidP="007A6B32">
            <w:pPr>
              <w:pStyle w:val="Leipteksti"/>
              <w:spacing w:after="0"/>
              <w:ind w:left="0"/>
            </w:pPr>
            <w:r>
              <w:t>Korjattu:</w:t>
            </w:r>
          </w:p>
          <w:p w14:paraId="657900C1" w14:textId="4CCDD331" w:rsidR="007A6B32" w:rsidRDefault="007A6B32" w:rsidP="007A6B32">
            <w:pPr>
              <w:pStyle w:val="Leipteksti"/>
              <w:spacing w:after="0"/>
              <w:ind w:left="0"/>
            </w:pPr>
            <w:r>
              <w:t>Diagnoosi_2016_20211115.xml</w:t>
            </w:r>
          </w:p>
        </w:tc>
      </w:tr>
      <w:tr w:rsidR="007A6B32" w14:paraId="62B6BE0F" w14:textId="77777777" w:rsidTr="00C55AD1">
        <w:tc>
          <w:tcPr>
            <w:tcW w:w="1362" w:type="dxa"/>
          </w:tcPr>
          <w:p w14:paraId="16AF636B" w14:textId="1E9B1D54" w:rsidR="007A6B32" w:rsidRDefault="007A6B32" w:rsidP="007A6B32">
            <w:pPr>
              <w:pStyle w:val="Leipteksti"/>
              <w:spacing w:after="0"/>
              <w:ind w:left="0"/>
            </w:pPr>
            <w:r>
              <w:t>3. MR-taso</w:t>
            </w:r>
          </w:p>
        </w:tc>
        <w:tc>
          <w:tcPr>
            <w:tcW w:w="9309" w:type="dxa"/>
          </w:tcPr>
          <w:p w14:paraId="3FC0EBDE" w14:textId="77777777" w:rsidR="007A6B32" w:rsidRDefault="007A6B32" w:rsidP="007A6B32">
            <w:pPr>
              <w:pStyle w:val="Leipteksti"/>
              <w:spacing w:after="0"/>
              <w:ind w:left="0"/>
            </w:pPr>
            <w:r w:rsidRPr="00C15D63">
              <w:t>Korja</w:t>
            </w:r>
            <w:r>
              <w:t>ttu Dokumentin arkistointikoodi:</w:t>
            </w:r>
            <w:r w:rsidRPr="00C15D63">
              <w:tab/>
            </w:r>
          </w:p>
          <w:p w14:paraId="67258102" w14:textId="77777777" w:rsidR="007A6B32" w:rsidRDefault="007A6B32" w:rsidP="007A6B32">
            <w:pPr>
              <w:pStyle w:val="Leipteksti"/>
              <w:numPr>
                <w:ilvl w:val="0"/>
                <w:numId w:val="19"/>
              </w:numPr>
              <w:spacing w:after="0"/>
            </w:pPr>
            <w:r>
              <w:t>PP1_HA_mitatointi_20211115.xml</w:t>
            </w:r>
          </w:p>
          <w:p w14:paraId="24D31001" w14:textId="77777777" w:rsidR="007A6B32" w:rsidRDefault="007A6B32" w:rsidP="007A6B32">
            <w:pPr>
              <w:pStyle w:val="Leipteksti"/>
              <w:numPr>
                <w:ilvl w:val="0"/>
                <w:numId w:val="19"/>
              </w:numPr>
              <w:spacing w:after="0"/>
            </w:pPr>
            <w:r>
              <w:t>PP32_OSVA_arkistointi_20211115.xml</w:t>
            </w:r>
          </w:p>
          <w:p w14:paraId="5019CDE1" w14:textId="77777777" w:rsidR="007A6B32" w:rsidRDefault="007A6B32" w:rsidP="007A6B32">
            <w:pPr>
              <w:pStyle w:val="Leipteksti"/>
              <w:numPr>
                <w:ilvl w:val="0"/>
                <w:numId w:val="19"/>
              </w:numPr>
              <w:spacing w:after="0"/>
            </w:pPr>
            <w:r w:rsidRPr="00782EDF">
              <w:t>PP32_OSV</w:t>
            </w:r>
            <w:r>
              <w:t>A_vaestotas_arkistointi_20211115.xml</w:t>
            </w:r>
          </w:p>
          <w:p w14:paraId="08FC1093" w14:textId="77777777" w:rsidR="007A6B32" w:rsidRDefault="007A6B32" w:rsidP="007A6B32">
            <w:pPr>
              <w:pStyle w:val="Leipteksti"/>
              <w:numPr>
                <w:ilvl w:val="0"/>
                <w:numId w:val="19"/>
              </w:numPr>
              <w:spacing w:after="0"/>
            </w:pPr>
            <w:r w:rsidRPr="00782EDF">
              <w:t>PPA_ PT_ar</w:t>
            </w:r>
            <w:r>
              <w:t>kistointi_liitetty_osva_20211115.xml</w:t>
            </w:r>
          </w:p>
          <w:p w14:paraId="49149717" w14:textId="77777777" w:rsidR="007A6B32" w:rsidRDefault="007A6B32" w:rsidP="007A6B32">
            <w:pPr>
              <w:pStyle w:val="Leipteksti"/>
              <w:numPr>
                <w:ilvl w:val="0"/>
                <w:numId w:val="19"/>
              </w:numPr>
              <w:spacing w:after="0"/>
            </w:pPr>
            <w:r w:rsidRPr="00782EDF">
              <w:t>PP1_ PT_ar</w:t>
            </w:r>
            <w:r>
              <w:t>kistointi_liitetty_osva_20211115.xml</w:t>
            </w:r>
          </w:p>
          <w:p w14:paraId="35F53655" w14:textId="77777777" w:rsidR="007A6B32" w:rsidRDefault="007A6B32" w:rsidP="007A6B32">
            <w:pPr>
              <w:pStyle w:val="Leipteksti"/>
              <w:numPr>
                <w:ilvl w:val="0"/>
                <w:numId w:val="19"/>
              </w:numPr>
              <w:spacing w:after="0"/>
            </w:pPr>
            <w:r w:rsidRPr="00782EDF">
              <w:t>Alaikai</w:t>
            </w:r>
            <w:r>
              <w:t>nen_PP1_ PT_arkistointi_20211115.xml</w:t>
            </w:r>
          </w:p>
          <w:p w14:paraId="1B3220B7" w14:textId="77777777" w:rsidR="007A6B32" w:rsidRDefault="007A6B32" w:rsidP="007A6B32">
            <w:pPr>
              <w:pStyle w:val="Leipteksti"/>
              <w:numPr>
                <w:ilvl w:val="0"/>
                <w:numId w:val="19"/>
              </w:numPr>
              <w:spacing w:after="0"/>
            </w:pPr>
            <w:r w:rsidRPr="00782EDF">
              <w:t>YL_1_PP1</w:t>
            </w:r>
            <w:r>
              <w:t>_HA_arkistointi_YHTEISL_20211115.xml</w:t>
            </w:r>
          </w:p>
          <w:p w14:paraId="6D1DCB0B" w14:textId="77777777" w:rsidR="007A6B32" w:rsidRDefault="007A6B32" w:rsidP="007A6B32">
            <w:pPr>
              <w:pStyle w:val="Leipteksti"/>
              <w:numPr>
                <w:ilvl w:val="0"/>
                <w:numId w:val="19"/>
              </w:numPr>
              <w:spacing w:after="0"/>
            </w:pPr>
            <w:r w:rsidRPr="00782EDF">
              <w:t>PP1_HA_ar</w:t>
            </w:r>
            <w:r>
              <w:t>kistointi_20211115.xml</w:t>
            </w:r>
          </w:p>
          <w:p w14:paraId="2B03588A" w14:textId="77777777" w:rsidR="007A6B32" w:rsidRDefault="007A6B32" w:rsidP="007A6B32">
            <w:pPr>
              <w:pStyle w:val="Leipteksti"/>
              <w:numPr>
                <w:ilvl w:val="0"/>
                <w:numId w:val="19"/>
              </w:numPr>
              <w:spacing w:after="0"/>
            </w:pPr>
            <w:r>
              <w:t>PP1_HA_korjaus_20211115.xml</w:t>
            </w:r>
          </w:p>
          <w:p w14:paraId="3A685D35" w14:textId="77777777" w:rsidR="007A6B32" w:rsidRDefault="007A6B32" w:rsidP="007A6B32">
            <w:pPr>
              <w:pStyle w:val="Leipteksti"/>
              <w:spacing w:after="0"/>
              <w:ind w:left="0"/>
            </w:pPr>
            <w:r>
              <w:t>Lisätty:</w:t>
            </w:r>
          </w:p>
          <w:p w14:paraId="50CC8123" w14:textId="77777777" w:rsidR="007A6B32" w:rsidRDefault="007A6B32" w:rsidP="007A6B32">
            <w:pPr>
              <w:pStyle w:val="Leipteksti"/>
              <w:numPr>
                <w:ilvl w:val="0"/>
                <w:numId w:val="19"/>
              </w:numPr>
              <w:spacing w:after="0"/>
            </w:pPr>
            <w:r w:rsidRPr="00782EDF">
              <w:t>PP23_</w:t>
            </w:r>
            <w:r>
              <w:t>Kanta-</w:t>
            </w:r>
            <w:r w:rsidRPr="00782EDF">
              <w:t>info</w:t>
            </w:r>
            <w:r>
              <w:t>rmointi</w:t>
            </w:r>
            <w:r w:rsidRPr="00782EDF">
              <w:t>_arkist</w:t>
            </w:r>
            <w:r>
              <w:t>ointi_20211115.xml</w:t>
            </w:r>
          </w:p>
          <w:p w14:paraId="4045CDB6" w14:textId="77777777" w:rsidR="007A6B32" w:rsidRDefault="007A6B32" w:rsidP="007A6B32">
            <w:pPr>
              <w:pStyle w:val="Leipteksti"/>
              <w:spacing w:after="0"/>
              <w:ind w:left="0"/>
            </w:pPr>
          </w:p>
          <w:p w14:paraId="5082EF1C" w14:textId="342D132F" w:rsidR="007A6B32" w:rsidRDefault="007A6B32" w:rsidP="007A6B32">
            <w:pPr>
              <w:pStyle w:val="Leipteksti"/>
              <w:spacing w:after="0"/>
              <w:ind w:left="0"/>
            </w:pPr>
            <w:r>
              <w:t>Poistettu:</w:t>
            </w:r>
          </w:p>
          <w:p w14:paraId="6185BD29" w14:textId="7EE34097" w:rsidR="007A6B32" w:rsidRDefault="007A6B32" w:rsidP="007A6B32">
            <w:pPr>
              <w:pStyle w:val="Leipteksti"/>
              <w:numPr>
                <w:ilvl w:val="0"/>
                <w:numId w:val="19"/>
              </w:numPr>
              <w:spacing w:after="0"/>
            </w:pPr>
            <w:r w:rsidRPr="00782EDF">
              <w:t>PP23_info_arkist</w:t>
            </w:r>
            <w:r>
              <w:t>ointi_20170621.xml</w:t>
            </w:r>
          </w:p>
        </w:tc>
      </w:tr>
      <w:tr w:rsidR="007A6B32" w14:paraId="61AA9724" w14:textId="77777777" w:rsidTr="00C55AD1">
        <w:tc>
          <w:tcPr>
            <w:tcW w:w="10671" w:type="dxa"/>
            <w:gridSpan w:val="2"/>
          </w:tcPr>
          <w:p w14:paraId="5D92BEB2" w14:textId="69453DAE" w:rsidR="007A6B32" w:rsidRPr="003035EA" w:rsidRDefault="007A6B32" w:rsidP="007A6B32">
            <w:pPr>
              <w:pStyle w:val="Leipteksti"/>
              <w:spacing w:after="0"/>
              <w:ind w:left="0"/>
              <w:rPr>
                <w:b/>
                <w:i/>
              </w:rPr>
            </w:pPr>
            <w:r w:rsidRPr="003035EA">
              <w:rPr>
                <w:b/>
                <w:i/>
              </w:rPr>
              <w:t>Muutokset 8.12.2021</w:t>
            </w:r>
          </w:p>
        </w:tc>
      </w:tr>
      <w:tr w:rsidR="007A6B32" w14:paraId="10F06191" w14:textId="77777777" w:rsidTr="00C55AD1">
        <w:tc>
          <w:tcPr>
            <w:tcW w:w="1362" w:type="dxa"/>
          </w:tcPr>
          <w:p w14:paraId="72C5D7A1" w14:textId="231AC05B" w:rsidR="007A6B32" w:rsidRDefault="007A6B32" w:rsidP="007A6B32">
            <w:pPr>
              <w:pStyle w:val="Leipteksti"/>
              <w:spacing w:after="0"/>
              <w:ind w:left="0"/>
            </w:pPr>
            <w:r>
              <w:t>1. Lomakkeet</w:t>
            </w:r>
          </w:p>
        </w:tc>
        <w:tc>
          <w:tcPr>
            <w:tcW w:w="9309" w:type="dxa"/>
          </w:tcPr>
          <w:p w14:paraId="2AEE3EEA" w14:textId="4C036888" w:rsidR="007A6B32" w:rsidRDefault="007A6B32" w:rsidP="007A6B32">
            <w:pPr>
              <w:pStyle w:val="Leipteksti"/>
              <w:spacing w:after="0"/>
              <w:ind w:left="0"/>
            </w:pPr>
            <w:r>
              <w:t>Ei muutoksia</w:t>
            </w:r>
          </w:p>
        </w:tc>
      </w:tr>
      <w:tr w:rsidR="007A6B32" w14:paraId="497EFF74" w14:textId="77777777" w:rsidTr="00C55AD1">
        <w:tc>
          <w:tcPr>
            <w:tcW w:w="1362" w:type="dxa"/>
          </w:tcPr>
          <w:p w14:paraId="34B7FA8F" w14:textId="53ADA2AE" w:rsidR="007A6B32" w:rsidRDefault="007A6B32" w:rsidP="007A6B32">
            <w:pPr>
              <w:pStyle w:val="Leipteksti"/>
              <w:spacing w:after="0"/>
              <w:ind w:left="0"/>
            </w:pPr>
            <w:r>
              <w:t>2. Asiakirjan CDA R2</w:t>
            </w:r>
          </w:p>
        </w:tc>
        <w:tc>
          <w:tcPr>
            <w:tcW w:w="9309" w:type="dxa"/>
          </w:tcPr>
          <w:p w14:paraId="4229EC0B" w14:textId="12E7CAE0" w:rsidR="007A6B32" w:rsidRDefault="007A6B32" w:rsidP="007A6B32">
            <w:pPr>
              <w:pStyle w:val="Leipteksti"/>
              <w:spacing w:after="0"/>
              <w:ind w:left="0"/>
            </w:pPr>
            <w:r>
              <w:t>Korjaus, lisätty lausunnon tilan näyttömuotoviittaus:</w:t>
            </w:r>
          </w:p>
          <w:p w14:paraId="529E9A6A" w14:textId="5830672F" w:rsidR="007A6B32" w:rsidRDefault="007A6B32" w:rsidP="007A6B32">
            <w:pPr>
              <w:pStyle w:val="Leipteksti"/>
              <w:numPr>
                <w:ilvl w:val="0"/>
                <w:numId w:val="19"/>
              </w:numPr>
              <w:spacing w:before="240"/>
            </w:pPr>
            <w:r w:rsidRPr="007D73D4">
              <w:t>Laboratorio_2016_lausunto_v10_20211203.xml</w:t>
            </w:r>
          </w:p>
          <w:p w14:paraId="53F35695" w14:textId="6540283A" w:rsidR="007A6B32" w:rsidRPr="007D73D4" w:rsidRDefault="007A6B32" w:rsidP="007A6B32">
            <w:pPr>
              <w:pStyle w:val="Leipteksti"/>
              <w:spacing w:after="0"/>
              <w:ind w:left="0"/>
            </w:pPr>
            <w:r w:rsidRPr="007D73D4">
              <w:t>Korjauksia: Koodistojen nimien korjauksia</w:t>
            </w:r>
            <w:r>
              <w:t xml:space="preserve"> ja </w:t>
            </w:r>
            <w:r w:rsidRPr="007D73D4">
              <w:t>relatedEntity-elementin classCode-attribuutin arvo korjattu ASSIGNED</w:t>
            </w:r>
          </w:p>
          <w:p w14:paraId="5D5140A1" w14:textId="77777777" w:rsidR="007A6B32" w:rsidRDefault="007A6B32" w:rsidP="007A6B32">
            <w:pPr>
              <w:pStyle w:val="Leipteksti"/>
              <w:numPr>
                <w:ilvl w:val="0"/>
                <w:numId w:val="19"/>
              </w:numPr>
              <w:spacing w:after="0"/>
            </w:pPr>
            <w:r>
              <w:t>Riskitieto_2016_20211203.xml</w:t>
            </w:r>
          </w:p>
          <w:p w14:paraId="11294A24" w14:textId="77777777" w:rsidR="007A6B32" w:rsidRDefault="007A6B32" w:rsidP="007A6B32">
            <w:pPr>
              <w:pStyle w:val="Leipteksti"/>
              <w:numPr>
                <w:ilvl w:val="0"/>
                <w:numId w:val="19"/>
              </w:numPr>
              <w:spacing w:after="0"/>
            </w:pPr>
            <w:r>
              <w:t>Riskitieto_2016_paattaminen_20211203.xml</w:t>
            </w:r>
          </w:p>
          <w:p w14:paraId="780DFEE6" w14:textId="199C44A1" w:rsidR="007A6B32" w:rsidRDefault="007A6B32" w:rsidP="007A6B32">
            <w:pPr>
              <w:pStyle w:val="Leipteksti"/>
              <w:numPr>
                <w:ilvl w:val="0"/>
                <w:numId w:val="19"/>
              </w:numPr>
            </w:pPr>
            <w:r>
              <w:t>Riskitietokooste_2016_20211203.xml</w:t>
            </w:r>
            <w:r>
              <w:br/>
              <w:t xml:space="preserve">Lisäksi </w:t>
            </w:r>
            <w:r w:rsidRPr="007D73D4">
              <w:t>Koosteasiakirjalle muodostettavan tahdonilmaisu-riskin vakiotekstin päivitys</w:t>
            </w:r>
          </w:p>
          <w:p w14:paraId="11140E8D" w14:textId="773D6911" w:rsidR="007A6B32" w:rsidRDefault="007A6B32" w:rsidP="007A6B32">
            <w:pPr>
              <w:pStyle w:val="Leipteksti"/>
              <w:spacing w:after="0"/>
              <w:ind w:left="0"/>
            </w:pPr>
            <w:r>
              <w:t>Poistettu päivittetyjen esimerkkien edelliset versio</w:t>
            </w:r>
          </w:p>
        </w:tc>
      </w:tr>
      <w:tr w:rsidR="007A6B32" w14:paraId="5548F90C" w14:textId="77777777" w:rsidTr="00C55AD1">
        <w:tc>
          <w:tcPr>
            <w:tcW w:w="1362" w:type="dxa"/>
          </w:tcPr>
          <w:p w14:paraId="2A7E8E22" w14:textId="4746D3A3" w:rsidR="007A6B32" w:rsidRDefault="007A6B32" w:rsidP="007A6B32">
            <w:pPr>
              <w:pStyle w:val="Leipteksti"/>
              <w:spacing w:after="0"/>
              <w:ind w:left="0"/>
            </w:pPr>
            <w:r>
              <w:t>3. MR-taso</w:t>
            </w:r>
          </w:p>
        </w:tc>
        <w:tc>
          <w:tcPr>
            <w:tcW w:w="9309" w:type="dxa"/>
          </w:tcPr>
          <w:p w14:paraId="10C73E9B" w14:textId="77777777" w:rsidR="007A6B32" w:rsidRDefault="007A6B32" w:rsidP="007A6B32">
            <w:pPr>
              <w:pStyle w:val="Leipteksti"/>
              <w:spacing w:after="0"/>
              <w:ind w:left="0"/>
            </w:pPr>
            <w:r>
              <w:t>Asiakastietolain muutosten mukaiset palvelupyyntöjen nimen muutokset</w:t>
            </w:r>
          </w:p>
          <w:p w14:paraId="46B98072" w14:textId="77777777" w:rsidR="007A6B32" w:rsidRDefault="007A6B32" w:rsidP="007A6B32">
            <w:pPr>
              <w:pStyle w:val="Leipteksti"/>
              <w:numPr>
                <w:ilvl w:val="0"/>
                <w:numId w:val="21"/>
              </w:numPr>
              <w:spacing w:after="0"/>
            </w:pPr>
            <w:r>
              <w:t>PP24_KIEYHT_haku_20211208.xml</w:t>
            </w:r>
          </w:p>
          <w:p w14:paraId="558181D6" w14:textId="37F47E34" w:rsidR="007A6B32" w:rsidRDefault="007A6B32" w:rsidP="007A6B32">
            <w:pPr>
              <w:pStyle w:val="Leipteksti"/>
              <w:numPr>
                <w:ilvl w:val="0"/>
                <w:numId w:val="21"/>
              </w:numPr>
            </w:pPr>
            <w:r>
              <w:lastRenderedPageBreak/>
              <w:t>PP23_Kanta-informointi_arkistointi_20211208.xml</w:t>
            </w:r>
          </w:p>
          <w:p w14:paraId="399A5A05" w14:textId="5EFEFF94" w:rsidR="007A6B32" w:rsidRDefault="007A6B32" w:rsidP="007A6B32">
            <w:pPr>
              <w:pStyle w:val="Leipteksti"/>
              <w:spacing w:after="0"/>
              <w:ind w:left="0"/>
            </w:pPr>
            <w:r>
              <w:t xml:space="preserve">Korjaus: </w:t>
            </w:r>
            <w:r w:rsidRPr="00444E08">
              <w:t>Korjattu overseer-rakenteen kommentti, rakenteessa ostopalvelun tuottajan tiedo</w:t>
            </w:r>
            <w:r>
              <w:t>t</w:t>
            </w:r>
          </w:p>
          <w:p w14:paraId="5F0DE314" w14:textId="490501DC" w:rsidR="007A6B32" w:rsidRDefault="007A6B32" w:rsidP="007A6B32">
            <w:pPr>
              <w:pStyle w:val="Leipteksti"/>
              <w:numPr>
                <w:ilvl w:val="0"/>
                <w:numId w:val="22"/>
              </w:numPr>
            </w:pPr>
            <w:r w:rsidRPr="00444E08">
              <w:t>PP39_tuottajan_ostopalveluvaltuutuksen_haku_20211208</w:t>
            </w:r>
            <w:r>
              <w:t>.xml</w:t>
            </w:r>
          </w:p>
          <w:p w14:paraId="541F7143" w14:textId="645EC236" w:rsidR="007A6B32" w:rsidRDefault="007A6B32" w:rsidP="007A6B32">
            <w:pPr>
              <w:pStyle w:val="Leipteksti"/>
              <w:spacing w:after="0"/>
              <w:ind w:left="0"/>
            </w:pPr>
            <w:r>
              <w:t>Poistettu päivittetyjen esimerkkien edelliset versio</w:t>
            </w:r>
          </w:p>
        </w:tc>
      </w:tr>
    </w:tbl>
    <w:p w14:paraId="09D31E17" w14:textId="2931A2C5" w:rsidR="00792CB3" w:rsidRDefault="00792CB3" w:rsidP="00792CB3">
      <w:pPr>
        <w:pStyle w:val="Leipteksti"/>
      </w:pPr>
    </w:p>
    <w:p w14:paraId="63E3E678" w14:textId="77777777" w:rsidR="00792CB3" w:rsidRDefault="00792CB3" w:rsidP="00792CB3">
      <w:pPr>
        <w:pStyle w:val="Leipteksti"/>
        <w:ind w:left="0"/>
      </w:pPr>
    </w:p>
    <w:p w14:paraId="28F55A4A" w14:textId="77777777" w:rsidR="00792CB3" w:rsidRPr="008C0315" w:rsidRDefault="00792CB3" w:rsidP="00792CB3">
      <w:pPr>
        <w:pStyle w:val="Leipteksti"/>
      </w:pPr>
    </w:p>
    <w:sectPr w:rsidR="00792CB3" w:rsidRPr="008C0315" w:rsidSect="00020648">
      <w:headerReference w:type="default" r:id="rId13"/>
      <w:headerReference w:type="first" r:id="rId14"/>
      <w:footerReference w:type="first" r:id="rId15"/>
      <w:pgSz w:w="11906" w:h="16838" w:code="9"/>
      <w:pgMar w:top="2438" w:right="1134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AAA52" w14:textId="77777777" w:rsidR="00984ECD" w:rsidRDefault="00984ECD" w:rsidP="00661F12">
      <w:r>
        <w:separator/>
      </w:r>
    </w:p>
  </w:endnote>
  <w:endnote w:type="continuationSeparator" w:id="0">
    <w:p w14:paraId="5BCB563D" w14:textId="77777777" w:rsidR="00984ECD" w:rsidRDefault="00984ECD" w:rsidP="0066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53C9" w14:textId="77777777" w:rsidR="00FB0204" w:rsidRDefault="00FB0204" w:rsidP="00FB0204">
    <w:pPr>
      <w:pStyle w:val="Alatunniste"/>
    </w:pPr>
  </w:p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2608"/>
      <w:gridCol w:w="3912"/>
      <w:gridCol w:w="1304"/>
      <w:gridCol w:w="1814"/>
    </w:tblGrid>
    <w:tr w:rsidR="009D26D3" w:rsidRPr="00686EAE" w14:paraId="21932B95" w14:textId="77777777" w:rsidTr="00344D6F">
      <w:tc>
        <w:tcPr>
          <w:tcW w:w="2608" w:type="dxa"/>
        </w:tcPr>
        <w:p w14:paraId="44E61D67" w14:textId="77777777" w:rsidR="009D26D3" w:rsidRPr="0074362D" w:rsidRDefault="00686EAE" w:rsidP="00686EAE">
          <w:pPr>
            <w:pStyle w:val="Alatunniste"/>
            <w:rPr>
              <w:b/>
              <w:color w:val="0066A0" w:themeColor="text2"/>
            </w:rPr>
          </w:pPr>
          <w:r w:rsidRPr="0074362D">
            <w:rPr>
              <w:b/>
              <w:color w:val="0066A0" w:themeColor="text2"/>
            </w:rPr>
            <w:t>Kela</w:t>
          </w:r>
        </w:p>
      </w:tc>
      <w:tc>
        <w:tcPr>
          <w:tcW w:w="3912" w:type="dxa"/>
        </w:tcPr>
        <w:p w14:paraId="5677E779" w14:textId="77777777" w:rsidR="009D26D3" w:rsidRPr="0074362D" w:rsidRDefault="00686EAE" w:rsidP="00686EAE">
          <w:pPr>
            <w:pStyle w:val="Alatunniste"/>
            <w:rPr>
              <w:b/>
              <w:color w:val="0066A0" w:themeColor="text2"/>
            </w:rPr>
          </w:pPr>
          <w:r w:rsidRPr="0074362D">
            <w:rPr>
              <w:b/>
              <w:color w:val="0066A0" w:themeColor="text2"/>
            </w:rPr>
            <w:t>Fpa</w:t>
          </w:r>
        </w:p>
      </w:tc>
      <w:tc>
        <w:tcPr>
          <w:tcW w:w="1304" w:type="dxa"/>
        </w:tcPr>
        <w:p w14:paraId="101F3BC8" w14:textId="77777777" w:rsidR="009D26D3" w:rsidRPr="00686EAE" w:rsidRDefault="009D26D3" w:rsidP="00686EAE">
          <w:pPr>
            <w:pStyle w:val="Alatunniste"/>
          </w:pPr>
        </w:p>
      </w:tc>
      <w:tc>
        <w:tcPr>
          <w:tcW w:w="1814" w:type="dxa"/>
        </w:tcPr>
        <w:p w14:paraId="183AAC0F" w14:textId="77777777" w:rsidR="009D26D3" w:rsidRPr="00686EAE" w:rsidRDefault="009D26D3" w:rsidP="00686EAE">
          <w:pPr>
            <w:pStyle w:val="Alatunniste"/>
          </w:pPr>
        </w:p>
      </w:tc>
    </w:tr>
    <w:tr w:rsidR="009D26D3" w:rsidRPr="00686EAE" w14:paraId="6B69313A" w14:textId="77777777" w:rsidTr="00344D6F">
      <w:tc>
        <w:tcPr>
          <w:tcW w:w="2608" w:type="dxa"/>
        </w:tcPr>
        <w:p w14:paraId="45663EFC" w14:textId="77777777" w:rsidR="009D26D3" w:rsidRPr="00686EAE" w:rsidRDefault="009D26D3" w:rsidP="00686EAE">
          <w:pPr>
            <w:pStyle w:val="Alatunniste"/>
          </w:pPr>
          <w:r w:rsidRPr="00686EAE">
            <w:t>PL 450, 00101 Helsinki</w:t>
          </w:r>
        </w:p>
      </w:tc>
      <w:tc>
        <w:tcPr>
          <w:tcW w:w="3912" w:type="dxa"/>
        </w:tcPr>
        <w:p w14:paraId="4D97CBBF" w14:textId="77777777" w:rsidR="009D26D3" w:rsidRPr="00686EAE" w:rsidRDefault="009D26D3" w:rsidP="00686EAE">
          <w:pPr>
            <w:pStyle w:val="Alatunniste"/>
          </w:pPr>
          <w:r w:rsidRPr="00686EAE">
            <w:t>PB 450, 00101 Helsingfors</w:t>
          </w:r>
        </w:p>
      </w:tc>
      <w:tc>
        <w:tcPr>
          <w:tcW w:w="1304" w:type="dxa"/>
        </w:tcPr>
        <w:p w14:paraId="7D5A7808" w14:textId="77777777" w:rsidR="009D26D3" w:rsidRPr="00686EAE" w:rsidRDefault="009D26D3" w:rsidP="00686EAE">
          <w:pPr>
            <w:pStyle w:val="Alatunniste"/>
          </w:pPr>
        </w:p>
      </w:tc>
      <w:tc>
        <w:tcPr>
          <w:tcW w:w="1814" w:type="dxa"/>
        </w:tcPr>
        <w:p w14:paraId="49B55DC3" w14:textId="77777777" w:rsidR="009D26D3" w:rsidRPr="00686EAE" w:rsidRDefault="009D26D3" w:rsidP="00686EAE">
          <w:pPr>
            <w:pStyle w:val="Alatunniste"/>
          </w:pPr>
        </w:p>
      </w:tc>
    </w:tr>
    <w:tr w:rsidR="009D26D3" w:rsidRPr="00686EAE" w14:paraId="599B61E7" w14:textId="77777777" w:rsidTr="00344D6F">
      <w:tc>
        <w:tcPr>
          <w:tcW w:w="2608" w:type="dxa"/>
        </w:tcPr>
        <w:p w14:paraId="27EA9D5C" w14:textId="77777777" w:rsidR="009D26D3" w:rsidRPr="00686EAE" w:rsidRDefault="009D26D3" w:rsidP="00686EAE">
          <w:pPr>
            <w:pStyle w:val="Alatunniste"/>
          </w:pPr>
          <w:r w:rsidRPr="00686EAE">
            <w:t xml:space="preserve">Puhelin 020 </w:t>
          </w:r>
          <w:r w:rsidR="00BA1109" w:rsidRPr="00686EAE">
            <w:t>6</w:t>
          </w:r>
          <w:r w:rsidRPr="00686EAE">
            <w:t>34 11</w:t>
          </w:r>
        </w:p>
      </w:tc>
      <w:tc>
        <w:tcPr>
          <w:tcW w:w="3912" w:type="dxa"/>
        </w:tcPr>
        <w:p w14:paraId="7BCDDDB0" w14:textId="77777777" w:rsidR="009D26D3" w:rsidRPr="00686EAE" w:rsidRDefault="00BA1109" w:rsidP="00686EAE">
          <w:pPr>
            <w:pStyle w:val="Alatunniste"/>
          </w:pPr>
          <w:r w:rsidRPr="00686EAE">
            <w:t>Telefon 020 6</w:t>
          </w:r>
          <w:r w:rsidR="009D26D3" w:rsidRPr="00686EAE">
            <w:t>34 11</w:t>
          </w:r>
        </w:p>
      </w:tc>
      <w:tc>
        <w:tcPr>
          <w:tcW w:w="1304" w:type="dxa"/>
        </w:tcPr>
        <w:p w14:paraId="4441B132" w14:textId="77777777" w:rsidR="009D26D3" w:rsidRPr="00686EAE" w:rsidRDefault="009D26D3" w:rsidP="00686EAE">
          <w:pPr>
            <w:pStyle w:val="Alatunniste"/>
          </w:pPr>
        </w:p>
      </w:tc>
      <w:tc>
        <w:tcPr>
          <w:tcW w:w="1814" w:type="dxa"/>
        </w:tcPr>
        <w:p w14:paraId="1F741379" w14:textId="77777777" w:rsidR="009D26D3" w:rsidRPr="00686EAE" w:rsidRDefault="009D26D3" w:rsidP="00686EAE">
          <w:pPr>
            <w:pStyle w:val="Alatunniste"/>
          </w:pPr>
        </w:p>
      </w:tc>
    </w:tr>
    <w:tr w:rsidR="009D26D3" w:rsidRPr="00686EAE" w14:paraId="42634A3D" w14:textId="77777777" w:rsidTr="00344D6F">
      <w:tc>
        <w:tcPr>
          <w:tcW w:w="2608" w:type="dxa"/>
        </w:tcPr>
        <w:p w14:paraId="18FC3DAA" w14:textId="77777777" w:rsidR="009D26D3" w:rsidRPr="00686EAE" w:rsidRDefault="009D26D3" w:rsidP="00686EAE">
          <w:pPr>
            <w:pStyle w:val="Alatunniste"/>
          </w:pPr>
          <w:r w:rsidRPr="00686EAE">
            <w:t>etunimi.sukunimi@kela.fi</w:t>
          </w:r>
        </w:p>
      </w:tc>
      <w:tc>
        <w:tcPr>
          <w:tcW w:w="3912" w:type="dxa"/>
        </w:tcPr>
        <w:p w14:paraId="3B7A792D" w14:textId="77777777" w:rsidR="009D26D3" w:rsidRPr="00686EAE" w:rsidRDefault="009D26D3" w:rsidP="00686EAE">
          <w:pPr>
            <w:pStyle w:val="Alatunniste"/>
          </w:pPr>
          <w:r w:rsidRPr="00686EAE">
            <w:t>fornamn.efternamn@kela.fi</w:t>
          </w:r>
        </w:p>
      </w:tc>
      <w:tc>
        <w:tcPr>
          <w:tcW w:w="1304" w:type="dxa"/>
        </w:tcPr>
        <w:p w14:paraId="78D54351" w14:textId="77777777" w:rsidR="009D26D3" w:rsidRPr="00686EAE" w:rsidRDefault="009D26D3" w:rsidP="00686EAE">
          <w:pPr>
            <w:pStyle w:val="Alatunniste"/>
          </w:pPr>
        </w:p>
      </w:tc>
      <w:tc>
        <w:tcPr>
          <w:tcW w:w="1814" w:type="dxa"/>
        </w:tcPr>
        <w:p w14:paraId="0B9FAF35" w14:textId="77777777" w:rsidR="009D26D3" w:rsidRPr="00686EAE" w:rsidRDefault="009D26D3" w:rsidP="00E44CAC">
          <w:pPr>
            <w:pStyle w:val="Alatunniste"/>
            <w:jc w:val="right"/>
          </w:pPr>
          <w:r w:rsidRPr="00686EAE">
            <w:t>www.kela.fi</w:t>
          </w:r>
        </w:p>
      </w:tc>
    </w:tr>
  </w:tbl>
  <w:p w14:paraId="6664D560" w14:textId="77777777" w:rsidR="009D26D3" w:rsidRDefault="009D26D3" w:rsidP="00344D6F">
    <w:pPr>
      <w:pStyle w:val="Alatunniste"/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5AE98" w14:textId="77777777" w:rsidR="00984ECD" w:rsidRDefault="00984ECD" w:rsidP="00661F12">
      <w:r>
        <w:separator/>
      </w:r>
    </w:p>
  </w:footnote>
  <w:footnote w:type="continuationSeparator" w:id="0">
    <w:p w14:paraId="7241B2A5" w14:textId="77777777" w:rsidR="00984ECD" w:rsidRDefault="00984ECD" w:rsidP="00661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5222"/>
      <w:gridCol w:w="1298"/>
      <w:gridCol w:w="1277"/>
      <w:gridCol w:w="1275"/>
      <w:gridCol w:w="566"/>
    </w:tblGrid>
    <w:tr w:rsidR="00D53075" w14:paraId="572C30D8" w14:textId="77777777" w:rsidTr="00E722F8">
      <w:trPr>
        <w:trHeight w:hRule="exact" w:val="113"/>
      </w:trPr>
      <w:tc>
        <w:tcPr>
          <w:tcW w:w="5222" w:type="dxa"/>
          <w:vMerge w:val="restart"/>
        </w:tcPr>
        <w:p w14:paraId="7EA3C6D6" w14:textId="77777777" w:rsidR="00D53075" w:rsidRDefault="00D53075" w:rsidP="00F53733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1B55BC72" wp14:editId="432B2CDE">
                <wp:extent cx="1231200" cy="302400"/>
                <wp:effectExtent l="0" t="0" r="7620" b="2540"/>
                <wp:docPr id="1" name="Kuva 1" descr="Kant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8" w:type="dxa"/>
        </w:tcPr>
        <w:p w14:paraId="61606BEE" w14:textId="77777777" w:rsidR="00D53075" w:rsidRDefault="00D53075" w:rsidP="00F53733">
          <w:pPr>
            <w:pStyle w:val="Yltunniste"/>
            <w:jc w:val="right"/>
          </w:pPr>
        </w:p>
      </w:tc>
      <w:tc>
        <w:tcPr>
          <w:tcW w:w="1277" w:type="dxa"/>
        </w:tcPr>
        <w:p w14:paraId="1231A5AB" w14:textId="77777777" w:rsidR="00D53075" w:rsidRDefault="00D53075" w:rsidP="00F53733">
          <w:pPr>
            <w:pStyle w:val="Yltunniste"/>
            <w:jc w:val="right"/>
          </w:pPr>
        </w:p>
      </w:tc>
      <w:tc>
        <w:tcPr>
          <w:tcW w:w="1841" w:type="dxa"/>
          <w:gridSpan w:val="2"/>
        </w:tcPr>
        <w:p w14:paraId="27F3C87F" w14:textId="77777777" w:rsidR="00D53075" w:rsidRDefault="00D53075" w:rsidP="00F53733">
          <w:pPr>
            <w:pStyle w:val="Yltunniste"/>
            <w:jc w:val="right"/>
          </w:pPr>
        </w:p>
      </w:tc>
    </w:tr>
    <w:tr w:rsidR="00D53075" w14:paraId="6B324AE9" w14:textId="77777777" w:rsidTr="00E722F8">
      <w:tc>
        <w:tcPr>
          <w:tcW w:w="5222" w:type="dxa"/>
          <w:vMerge/>
        </w:tcPr>
        <w:p w14:paraId="2B6CF7AB" w14:textId="77777777" w:rsidR="00D53075" w:rsidRPr="00661F12" w:rsidRDefault="00D53075" w:rsidP="00F53733">
          <w:pPr>
            <w:pStyle w:val="Yltunniste"/>
          </w:pPr>
        </w:p>
      </w:tc>
      <w:sdt>
        <w:sdtPr>
          <w:rPr>
            <w:b/>
            <w:color w:val="auto"/>
          </w:rPr>
          <w:alias w:val="Aihe"/>
          <w:tag w:val=""/>
          <w:id w:val="1518430849"/>
          <w:placeholder>
            <w:docPart w:val="31695CC6B7CF41CCAA5EDE77546888F6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tc>
            <w:tcPr>
              <w:tcW w:w="2575" w:type="dxa"/>
              <w:gridSpan w:val="2"/>
            </w:tcPr>
            <w:p w14:paraId="70252911" w14:textId="58A637B9" w:rsidR="00D53075" w:rsidRPr="0074362D" w:rsidRDefault="001B3556" w:rsidP="001B3556">
              <w:pPr>
                <w:pStyle w:val="Yltunniste"/>
                <w:rPr>
                  <w:b/>
                </w:rPr>
              </w:pPr>
              <w:r>
                <w:rPr>
                  <w:b/>
                  <w:color w:val="auto"/>
                </w:rPr>
                <w:t>MUUTOSHISTORIA</w:t>
              </w:r>
            </w:p>
          </w:tc>
        </w:sdtContent>
      </w:sdt>
      <w:tc>
        <w:tcPr>
          <w:tcW w:w="1275" w:type="dxa"/>
        </w:tcPr>
        <w:p w14:paraId="57716EAE" w14:textId="77777777" w:rsidR="00D53075" w:rsidRPr="00CD3BD4" w:rsidRDefault="00D53075" w:rsidP="00F53733">
          <w:pPr>
            <w:pStyle w:val="Yltunniste"/>
          </w:pPr>
        </w:p>
      </w:tc>
      <w:tc>
        <w:tcPr>
          <w:tcW w:w="566" w:type="dxa"/>
        </w:tcPr>
        <w:p w14:paraId="2C22BEE7" w14:textId="61281AD5" w:rsidR="00D53075" w:rsidRPr="00CD3BD4" w:rsidRDefault="00D53075" w:rsidP="00F53733">
          <w:pPr>
            <w:pStyle w:val="Yltunnist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E4F9B">
            <w:t>2</w:t>
          </w:r>
          <w:r>
            <w:fldChar w:fldCharType="end"/>
          </w:r>
          <w:r>
            <w:t xml:space="preserve"> (</w:t>
          </w:r>
          <w:fldSimple w:instr=" NUMPAGES   \* MERGEFORMAT ">
            <w:r w:rsidR="007E4F9B">
              <w:t>7</w:t>
            </w:r>
          </w:fldSimple>
          <w:r>
            <w:t>)</w:t>
          </w:r>
        </w:p>
      </w:tc>
    </w:tr>
    <w:tr w:rsidR="00D53075" w14:paraId="0FFAD273" w14:textId="77777777" w:rsidTr="00E722F8">
      <w:tc>
        <w:tcPr>
          <w:tcW w:w="5222" w:type="dxa"/>
          <w:vMerge/>
        </w:tcPr>
        <w:p w14:paraId="1854F255" w14:textId="77777777" w:rsidR="00D53075" w:rsidRPr="00661F12" w:rsidRDefault="00D53075" w:rsidP="00F53733">
          <w:pPr>
            <w:pStyle w:val="Yltunniste"/>
          </w:pPr>
        </w:p>
      </w:tc>
      <w:tc>
        <w:tcPr>
          <w:tcW w:w="2575" w:type="dxa"/>
          <w:gridSpan w:val="2"/>
          <w:vMerge w:val="restart"/>
        </w:tcPr>
        <w:p w14:paraId="2D01598A" w14:textId="22EC62E3" w:rsidR="00D53075" w:rsidRPr="00661F12" w:rsidRDefault="00D53075" w:rsidP="001B3556">
          <w:pPr>
            <w:pStyle w:val="Yltunniste"/>
          </w:pPr>
        </w:p>
      </w:tc>
      <w:tc>
        <w:tcPr>
          <w:tcW w:w="1841" w:type="dxa"/>
          <w:gridSpan w:val="2"/>
        </w:tcPr>
        <w:p w14:paraId="3AB1DFBF" w14:textId="77777777" w:rsidR="00D53075" w:rsidRPr="00661F12" w:rsidRDefault="00D53075" w:rsidP="00F53733">
          <w:pPr>
            <w:pStyle w:val="Yltunniste"/>
          </w:pPr>
        </w:p>
      </w:tc>
    </w:tr>
    <w:tr w:rsidR="00D53075" w14:paraId="67183721" w14:textId="77777777" w:rsidTr="00E722F8">
      <w:trPr>
        <w:trHeight w:hRule="exact" w:val="227"/>
      </w:trPr>
      <w:tc>
        <w:tcPr>
          <w:tcW w:w="5222" w:type="dxa"/>
          <w:vMerge/>
        </w:tcPr>
        <w:p w14:paraId="3D0FDE68" w14:textId="77777777" w:rsidR="00D53075" w:rsidRPr="000643DE" w:rsidRDefault="00D53075" w:rsidP="00F53733">
          <w:pPr>
            <w:pStyle w:val="Yltunniste"/>
          </w:pPr>
        </w:p>
      </w:tc>
      <w:tc>
        <w:tcPr>
          <w:tcW w:w="2575" w:type="dxa"/>
          <w:gridSpan w:val="2"/>
          <w:vMerge/>
        </w:tcPr>
        <w:p w14:paraId="6DCAC697" w14:textId="77777777" w:rsidR="00D53075" w:rsidRPr="000643DE" w:rsidRDefault="00D53075" w:rsidP="00F53733">
          <w:pPr>
            <w:pStyle w:val="Yltunniste"/>
          </w:pPr>
        </w:p>
      </w:tc>
      <w:tc>
        <w:tcPr>
          <w:tcW w:w="1841" w:type="dxa"/>
          <w:gridSpan w:val="2"/>
        </w:tcPr>
        <w:p w14:paraId="09BFCDB4" w14:textId="77777777" w:rsidR="00D53075" w:rsidRPr="000643DE" w:rsidRDefault="00D53075" w:rsidP="00F53733">
          <w:pPr>
            <w:pStyle w:val="Yltunniste"/>
          </w:pPr>
        </w:p>
      </w:tc>
    </w:tr>
    <w:tr w:rsidR="00B06A60" w14:paraId="3370EC63" w14:textId="77777777" w:rsidTr="00E722F8">
      <w:trPr>
        <w:trHeight w:val="283"/>
      </w:trPr>
      <w:tc>
        <w:tcPr>
          <w:tcW w:w="5222" w:type="dxa"/>
        </w:tcPr>
        <w:p w14:paraId="00689F28" w14:textId="44D5B28C" w:rsidR="00B06A60" w:rsidRPr="00661F12" w:rsidRDefault="001B3556" w:rsidP="001B3556">
          <w:pPr>
            <w:pStyle w:val="Yltunniste"/>
          </w:pPr>
          <w:r>
            <w:t>Kela</w:t>
          </w:r>
          <w:r w:rsidR="00B06A60">
            <w:t xml:space="preserve"> / </w:t>
          </w:r>
          <w:r>
            <w:t>Kanta-palvelut</w:t>
          </w:r>
        </w:p>
      </w:tc>
      <w:sdt>
        <w:sdtPr>
          <w:alias w:val="Julkaisupäivämäärä"/>
          <w:tag w:val=""/>
          <w:id w:val="-80143627"/>
          <w:dataBinding w:prefixMappings="xmlns:ns0='http://schemas.microsoft.com/office/2006/coverPageProps' " w:xpath="/ns0:CoverPageProperties[1]/ns0:PublishDate[1]" w:storeItemID="{55AF091B-3C7A-41E3-B477-F2FDAA23CFDA}"/>
          <w:date w:fullDate="2024-06-25T00:00:00Z">
            <w:dateFormat w:val="d.M.yyyy"/>
            <w:lid w:val="fi-FI"/>
            <w:storeMappedDataAs w:val="dateTime"/>
            <w:calendar w:val="gregorian"/>
          </w:date>
        </w:sdtPr>
        <w:sdtEndPr/>
        <w:sdtContent>
          <w:tc>
            <w:tcPr>
              <w:tcW w:w="2575" w:type="dxa"/>
              <w:gridSpan w:val="2"/>
            </w:tcPr>
            <w:p w14:paraId="3CFAB256" w14:textId="7F16EA8E" w:rsidR="00B06A60" w:rsidRDefault="003C4FA4" w:rsidP="00AE1FB2">
              <w:pPr>
                <w:pStyle w:val="Yltunniste"/>
              </w:pPr>
              <w:r>
                <w:t>2</w:t>
              </w:r>
              <w:r w:rsidR="00F63FC8">
                <w:t>5</w:t>
              </w:r>
              <w:r w:rsidR="001F5A43">
                <w:t>.</w:t>
              </w:r>
              <w:r w:rsidR="00F63FC8">
                <w:t>6</w:t>
              </w:r>
              <w:r w:rsidR="001F5A43">
                <w:t>.202</w:t>
              </w:r>
              <w:r w:rsidR="00C55AD1">
                <w:t>4</w:t>
              </w:r>
            </w:p>
          </w:tc>
        </w:sdtContent>
      </w:sdt>
      <w:tc>
        <w:tcPr>
          <w:tcW w:w="1841" w:type="dxa"/>
          <w:gridSpan w:val="2"/>
        </w:tcPr>
        <w:p w14:paraId="4695C9E1" w14:textId="77777777" w:rsidR="00B06A60" w:rsidRDefault="00B06A60" w:rsidP="00804586">
          <w:pPr>
            <w:pStyle w:val="Yltunniste"/>
          </w:pPr>
        </w:p>
      </w:tc>
    </w:tr>
  </w:tbl>
  <w:p w14:paraId="5BE2EC5C" w14:textId="77777777" w:rsidR="00E32509" w:rsidRDefault="00E32509" w:rsidP="00BB528D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5222"/>
      <w:gridCol w:w="1298"/>
      <w:gridCol w:w="1277"/>
      <w:gridCol w:w="1275"/>
      <w:gridCol w:w="566"/>
    </w:tblGrid>
    <w:tr w:rsidR="00EF6EC7" w14:paraId="547E82C3" w14:textId="77777777" w:rsidTr="0074362D">
      <w:trPr>
        <w:trHeight w:hRule="exact" w:val="113"/>
      </w:trPr>
      <w:tc>
        <w:tcPr>
          <w:tcW w:w="5222" w:type="dxa"/>
          <w:vMerge w:val="restart"/>
        </w:tcPr>
        <w:p w14:paraId="088437C5" w14:textId="77777777" w:rsidR="00EF6EC7" w:rsidRDefault="00F53733" w:rsidP="0026596E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6A65171D" wp14:editId="4334A4E7">
                <wp:extent cx="1231200" cy="302400"/>
                <wp:effectExtent l="0" t="0" r="7620" b="2540"/>
                <wp:docPr id="17" name="Kuva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8" w:type="dxa"/>
        </w:tcPr>
        <w:p w14:paraId="1C926FD5" w14:textId="77777777" w:rsidR="00EF6EC7" w:rsidRDefault="00EF6EC7" w:rsidP="0026596E">
          <w:pPr>
            <w:pStyle w:val="Yltunniste"/>
            <w:jc w:val="right"/>
          </w:pPr>
        </w:p>
      </w:tc>
      <w:tc>
        <w:tcPr>
          <w:tcW w:w="1277" w:type="dxa"/>
        </w:tcPr>
        <w:p w14:paraId="4C3B9296" w14:textId="77777777" w:rsidR="00EF6EC7" w:rsidRDefault="00EF6EC7" w:rsidP="0026596E">
          <w:pPr>
            <w:pStyle w:val="Yltunniste"/>
            <w:jc w:val="right"/>
          </w:pPr>
        </w:p>
      </w:tc>
      <w:tc>
        <w:tcPr>
          <w:tcW w:w="1841" w:type="dxa"/>
          <w:gridSpan w:val="2"/>
        </w:tcPr>
        <w:p w14:paraId="5EBAE3F7" w14:textId="77777777" w:rsidR="00EF6EC7" w:rsidRDefault="00EF6EC7" w:rsidP="0026596E">
          <w:pPr>
            <w:pStyle w:val="Yltunniste"/>
            <w:jc w:val="right"/>
          </w:pPr>
        </w:p>
      </w:tc>
    </w:tr>
    <w:tr w:rsidR="00EF6EC7" w14:paraId="5BE7036E" w14:textId="77777777" w:rsidTr="0074362D">
      <w:tc>
        <w:tcPr>
          <w:tcW w:w="5222" w:type="dxa"/>
          <w:vMerge/>
        </w:tcPr>
        <w:p w14:paraId="018F2A67" w14:textId="77777777" w:rsidR="00EF6EC7" w:rsidRPr="00661F12" w:rsidRDefault="00EF6EC7" w:rsidP="0026596E">
          <w:pPr>
            <w:pStyle w:val="Yltunniste"/>
          </w:pPr>
        </w:p>
      </w:tc>
      <w:sdt>
        <w:sdtPr>
          <w:rPr>
            <w:b/>
            <w:color w:val="auto"/>
          </w:rPr>
          <w:alias w:val="Aihe"/>
          <w:tag w:val=""/>
          <w:id w:val="-752045098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tc>
            <w:tcPr>
              <w:tcW w:w="2575" w:type="dxa"/>
              <w:gridSpan w:val="2"/>
            </w:tcPr>
            <w:p w14:paraId="131CE846" w14:textId="4C565E4D" w:rsidR="00EF6EC7" w:rsidRPr="0074362D" w:rsidRDefault="001B3556" w:rsidP="0026596E">
              <w:pPr>
                <w:pStyle w:val="Yltunniste"/>
                <w:rPr>
                  <w:b/>
                </w:rPr>
              </w:pPr>
              <w:r>
                <w:rPr>
                  <w:b/>
                  <w:color w:val="auto"/>
                </w:rPr>
                <w:t>MUUTOSHISTORIA</w:t>
              </w:r>
            </w:p>
          </w:tc>
        </w:sdtContent>
      </w:sdt>
      <w:tc>
        <w:tcPr>
          <w:tcW w:w="1275" w:type="dxa"/>
        </w:tcPr>
        <w:p w14:paraId="273AD55C" w14:textId="77777777" w:rsidR="00EF6EC7" w:rsidRPr="00CD3BD4" w:rsidRDefault="00EF6EC7" w:rsidP="000643DE">
          <w:pPr>
            <w:pStyle w:val="Yltunniste"/>
          </w:pPr>
        </w:p>
      </w:tc>
      <w:tc>
        <w:tcPr>
          <w:tcW w:w="566" w:type="dxa"/>
        </w:tcPr>
        <w:p w14:paraId="3466DA44" w14:textId="23461358" w:rsidR="00EF6EC7" w:rsidRPr="00CD3BD4" w:rsidRDefault="00EF6EC7" w:rsidP="0026596E">
          <w:pPr>
            <w:pStyle w:val="Yltunnist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(</w:t>
          </w:r>
          <w:fldSimple w:instr=" NUMPAGES   \* MERGEFORMAT ">
            <w:r w:rsidR="00E87806">
              <w:t>5</w:t>
            </w:r>
          </w:fldSimple>
          <w:r>
            <w:t>)</w:t>
          </w:r>
        </w:p>
      </w:tc>
    </w:tr>
    <w:tr w:rsidR="00EF6EC7" w14:paraId="76E58227" w14:textId="77777777" w:rsidTr="00A50B2D">
      <w:tc>
        <w:tcPr>
          <w:tcW w:w="5222" w:type="dxa"/>
          <w:vMerge/>
        </w:tcPr>
        <w:p w14:paraId="6E860924" w14:textId="77777777" w:rsidR="00EF6EC7" w:rsidRPr="00661F12" w:rsidRDefault="00EF6EC7" w:rsidP="0026596E">
          <w:pPr>
            <w:pStyle w:val="Yltunniste"/>
          </w:pPr>
        </w:p>
      </w:tc>
      <w:sdt>
        <w:sdtPr>
          <w:id w:val="2101756624"/>
          <w:temporary/>
          <w:showingPlcHdr/>
          <w:text/>
        </w:sdtPr>
        <w:sdtEndPr/>
        <w:sdtContent>
          <w:tc>
            <w:tcPr>
              <w:tcW w:w="2575" w:type="dxa"/>
              <w:gridSpan w:val="2"/>
              <w:vMerge w:val="restart"/>
            </w:tcPr>
            <w:p w14:paraId="28F7101D" w14:textId="77777777" w:rsidR="00EF6EC7" w:rsidRPr="00661F12" w:rsidRDefault="00EF6EC7" w:rsidP="000643DE">
              <w:pPr>
                <w:pStyle w:val="Yltunniste"/>
              </w:pPr>
              <w:r>
                <w:rPr>
                  <w:rStyle w:val="Paikkamerkkiteksti"/>
                </w:rPr>
                <w:t>[Ryhmä/tiimi/projekti]</w:t>
              </w:r>
            </w:p>
          </w:tc>
        </w:sdtContent>
      </w:sdt>
      <w:tc>
        <w:tcPr>
          <w:tcW w:w="1841" w:type="dxa"/>
          <w:gridSpan w:val="2"/>
        </w:tcPr>
        <w:p w14:paraId="53CF6B82" w14:textId="77777777" w:rsidR="00EF6EC7" w:rsidRPr="00661F12" w:rsidRDefault="00EF6EC7" w:rsidP="000643DE">
          <w:pPr>
            <w:pStyle w:val="Yltunniste"/>
          </w:pPr>
        </w:p>
      </w:tc>
    </w:tr>
    <w:tr w:rsidR="00EF6EC7" w14:paraId="25D69CDC" w14:textId="77777777" w:rsidTr="00A23F12">
      <w:trPr>
        <w:trHeight w:hRule="exact" w:val="227"/>
      </w:trPr>
      <w:tc>
        <w:tcPr>
          <w:tcW w:w="5222" w:type="dxa"/>
          <w:vMerge/>
        </w:tcPr>
        <w:p w14:paraId="46518EF4" w14:textId="77777777" w:rsidR="00EF6EC7" w:rsidRPr="000643DE" w:rsidRDefault="00EF6EC7" w:rsidP="000643DE">
          <w:pPr>
            <w:pStyle w:val="Yltunniste"/>
          </w:pPr>
        </w:p>
      </w:tc>
      <w:tc>
        <w:tcPr>
          <w:tcW w:w="2575" w:type="dxa"/>
          <w:gridSpan w:val="2"/>
          <w:vMerge/>
        </w:tcPr>
        <w:p w14:paraId="4D7D0C82" w14:textId="77777777" w:rsidR="00EF6EC7" w:rsidRPr="000643DE" w:rsidRDefault="00EF6EC7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6CE0BF2D" w14:textId="77777777" w:rsidR="00EF6EC7" w:rsidRPr="000643DE" w:rsidRDefault="00EF6EC7" w:rsidP="000643DE">
          <w:pPr>
            <w:pStyle w:val="Yltunniste"/>
          </w:pPr>
        </w:p>
      </w:tc>
    </w:tr>
    <w:tr w:rsidR="00EF6EC7" w14:paraId="42435313" w14:textId="77777777" w:rsidTr="00A25426">
      <w:trPr>
        <w:trHeight w:val="283"/>
      </w:trPr>
      <w:tc>
        <w:tcPr>
          <w:tcW w:w="5222" w:type="dxa"/>
        </w:tcPr>
        <w:p w14:paraId="7551944E" w14:textId="77777777" w:rsidR="00EF6EC7" w:rsidRPr="00661F12" w:rsidRDefault="0078264F" w:rsidP="0026596E">
          <w:pPr>
            <w:pStyle w:val="Yltunniste"/>
          </w:pPr>
          <w:sdt>
            <w:sdtPr>
              <w:id w:val="2067530146"/>
              <w:temporary/>
              <w:showingPlcHdr/>
              <w:text/>
            </w:sdtPr>
            <w:sdtEndPr/>
            <w:sdtContent>
              <w:r w:rsidR="00EF6EC7">
                <w:rPr>
                  <w:rStyle w:val="Paikkamerkkiteksti"/>
                </w:rPr>
                <w:t>[Organisaatio]</w:t>
              </w:r>
            </w:sdtContent>
          </w:sdt>
          <w:r w:rsidR="00EF6EC7">
            <w:t xml:space="preserve"> / </w:t>
          </w:r>
          <w:sdt>
            <w:sdtPr>
              <w:alias w:val="Tekijä"/>
              <w:tag w:val=""/>
              <w:id w:val="-413861258"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B725BE">
                <w:t>[Tekijä]</w:t>
              </w:r>
            </w:sdtContent>
          </w:sdt>
        </w:p>
      </w:tc>
      <w:sdt>
        <w:sdtPr>
          <w:alias w:val="Julkaisupäivämäärä"/>
          <w:tag w:val=""/>
          <w:id w:val="4176792"/>
          <w:dataBinding w:prefixMappings="xmlns:ns0='http://schemas.microsoft.com/office/2006/coverPageProps' " w:xpath="/ns0:CoverPageProperties[1]/ns0:PublishDate[1]" w:storeItemID="{55AF091B-3C7A-41E3-B477-F2FDAA23CFDA}"/>
          <w:date w:fullDate="2024-06-25T00:00:00Z">
            <w:dateFormat w:val="d.M.yyyy"/>
            <w:lid w:val="fi-FI"/>
            <w:storeMappedDataAs w:val="dateTime"/>
            <w:calendar w:val="gregorian"/>
          </w:date>
        </w:sdtPr>
        <w:sdtEndPr/>
        <w:sdtContent>
          <w:tc>
            <w:tcPr>
              <w:tcW w:w="2575" w:type="dxa"/>
              <w:gridSpan w:val="2"/>
            </w:tcPr>
            <w:p w14:paraId="02BB8E18" w14:textId="4C37435D" w:rsidR="00EF6EC7" w:rsidRDefault="00F63FC8" w:rsidP="0026596E">
              <w:pPr>
                <w:pStyle w:val="Yltunniste"/>
              </w:pPr>
              <w:r>
                <w:t>25.6.2024</w:t>
              </w:r>
            </w:p>
          </w:tc>
        </w:sdtContent>
      </w:sdt>
      <w:sdt>
        <w:sdtPr>
          <w:alias w:val="Diaarinumero"/>
          <w:tag w:val=""/>
          <w:id w:val="-30891026"/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tc>
            <w:tcPr>
              <w:tcW w:w="1841" w:type="dxa"/>
              <w:gridSpan w:val="2"/>
            </w:tcPr>
            <w:p w14:paraId="3C43D6B4" w14:textId="77777777" w:rsidR="00EF6EC7" w:rsidRDefault="00EF6EC7" w:rsidP="0074362D">
              <w:pPr>
                <w:pStyle w:val="Yltunniste"/>
              </w:pPr>
              <w:r w:rsidRPr="006F5325">
                <w:rPr>
                  <w:rStyle w:val="Paikkamerkkiteksti"/>
                </w:rPr>
                <w:t>[</w:t>
              </w:r>
              <w:r>
                <w:rPr>
                  <w:rStyle w:val="Paikkamerkkiteksti"/>
                </w:rPr>
                <w:t>Dnro</w:t>
              </w:r>
              <w:r w:rsidRPr="006F5325">
                <w:rPr>
                  <w:rStyle w:val="Paikkamerkkiteksti"/>
                </w:rPr>
                <w:t>]</w:t>
              </w:r>
            </w:p>
          </w:tc>
        </w:sdtContent>
      </w:sdt>
    </w:tr>
  </w:tbl>
  <w:p w14:paraId="1D1B068A" w14:textId="77777777" w:rsidR="00877D1B" w:rsidRDefault="00877D1B" w:rsidP="00877D1B">
    <w:pPr>
      <w:pStyle w:val="Yltunniste"/>
      <w:tabs>
        <w:tab w:val="left" w:pos="99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6CCA"/>
    <w:multiLevelType w:val="hybridMultilevel"/>
    <w:tmpl w:val="84DA24C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00558"/>
    <w:multiLevelType w:val="hybridMultilevel"/>
    <w:tmpl w:val="7A687FDE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A5F18FC"/>
    <w:multiLevelType w:val="hybridMultilevel"/>
    <w:tmpl w:val="4A2017F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F6ACA"/>
    <w:multiLevelType w:val="hybridMultilevel"/>
    <w:tmpl w:val="4CACE5F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F0EBC"/>
    <w:multiLevelType w:val="hybridMultilevel"/>
    <w:tmpl w:val="CC4ADD1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50496"/>
    <w:multiLevelType w:val="hybridMultilevel"/>
    <w:tmpl w:val="22E4C86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040AE"/>
    <w:multiLevelType w:val="hybridMultilevel"/>
    <w:tmpl w:val="056407F2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41B73F0"/>
    <w:multiLevelType w:val="hybridMultilevel"/>
    <w:tmpl w:val="1C52E6D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7D3B1D"/>
    <w:multiLevelType w:val="hybridMultilevel"/>
    <w:tmpl w:val="BFCEF2E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4559C"/>
    <w:multiLevelType w:val="hybridMultilevel"/>
    <w:tmpl w:val="02D27DE0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92C5082"/>
    <w:multiLevelType w:val="multilevel"/>
    <w:tmpl w:val="0E4E307E"/>
    <w:numStyleLink w:val="Luettelomerkit"/>
  </w:abstractNum>
  <w:abstractNum w:abstractNumId="11" w15:restartNumberingAfterBreak="0">
    <w:nsid w:val="1A8465FE"/>
    <w:multiLevelType w:val="hybridMultilevel"/>
    <w:tmpl w:val="36CCC01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D67DF"/>
    <w:multiLevelType w:val="hybridMultilevel"/>
    <w:tmpl w:val="2676E1D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31598"/>
    <w:multiLevelType w:val="hybridMultilevel"/>
    <w:tmpl w:val="5E3C87C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D731E4"/>
    <w:multiLevelType w:val="hybridMultilevel"/>
    <w:tmpl w:val="132AA97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526233"/>
    <w:multiLevelType w:val="hybridMultilevel"/>
    <w:tmpl w:val="035A015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DE5264"/>
    <w:multiLevelType w:val="hybridMultilevel"/>
    <w:tmpl w:val="889689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5F4E14"/>
    <w:multiLevelType w:val="hybridMultilevel"/>
    <w:tmpl w:val="400C5AD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9335B"/>
    <w:multiLevelType w:val="hybridMultilevel"/>
    <w:tmpl w:val="58EA84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8341C"/>
    <w:multiLevelType w:val="hybridMultilevel"/>
    <w:tmpl w:val="FA02BD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DB1DDF"/>
    <w:multiLevelType w:val="hybridMultilevel"/>
    <w:tmpl w:val="63F40AF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9042DB"/>
    <w:multiLevelType w:val="hybridMultilevel"/>
    <w:tmpl w:val="3C4816B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E5DDB"/>
    <w:multiLevelType w:val="hybridMultilevel"/>
    <w:tmpl w:val="B04CE4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E95479"/>
    <w:multiLevelType w:val="multilevel"/>
    <w:tmpl w:val="0E4E307E"/>
    <w:numStyleLink w:val="Luettelomerkit"/>
  </w:abstractNum>
  <w:abstractNum w:abstractNumId="24" w15:restartNumberingAfterBreak="0">
    <w:nsid w:val="36051451"/>
    <w:multiLevelType w:val="multilevel"/>
    <w:tmpl w:val="0E4E307E"/>
    <w:numStyleLink w:val="Luettelomerkit"/>
  </w:abstractNum>
  <w:abstractNum w:abstractNumId="25" w15:restartNumberingAfterBreak="0">
    <w:nsid w:val="376963F7"/>
    <w:multiLevelType w:val="hybridMultilevel"/>
    <w:tmpl w:val="827A16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8F2B7C"/>
    <w:multiLevelType w:val="hybridMultilevel"/>
    <w:tmpl w:val="BC0824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950A3B"/>
    <w:multiLevelType w:val="multilevel"/>
    <w:tmpl w:val="388A7428"/>
    <w:numStyleLink w:val="Otsikkonumerointi"/>
  </w:abstractNum>
  <w:abstractNum w:abstractNumId="28" w15:restartNumberingAfterBreak="0">
    <w:nsid w:val="40C0525F"/>
    <w:multiLevelType w:val="hybridMultilevel"/>
    <w:tmpl w:val="8A2E6D7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791835"/>
    <w:multiLevelType w:val="hybridMultilevel"/>
    <w:tmpl w:val="B4F0EB2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6C2784"/>
    <w:multiLevelType w:val="hybridMultilevel"/>
    <w:tmpl w:val="3822F0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F3019C"/>
    <w:multiLevelType w:val="multilevel"/>
    <w:tmpl w:val="388A7428"/>
    <w:numStyleLink w:val="Otsikkonumerointi"/>
  </w:abstractNum>
  <w:abstractNum w:abstractNumId="32" w15:restartNumberingAfterBreak="0">
    <w:nsid w:val="4CBA4083"/>
    <w:multiLevelType w:val="hybridMultilevel"/>
    <w:tmpl w:val="5D7E09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9E00CA"/>
    <w:multiLevelType w:val="hybridMultilevel"/>
    <w:tmpl w:val="C854C7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0B52C1"/>
    <w:multiLevelType w:val="hybridMultilevel"/>
    <w:tmpl w:val="130E70F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3C79F7"/>
    <w:multiLevelType w:val="hybridMultilevel"/>
    <w:tmpl w:val="B420B2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7560B3"/>
    <w:multiLevelType w:val="hybridMultilevel"/>
    <w:tmpl w:val="069E276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D3836"/>
    <w:multiLevelType w:val="hybridMultilevel"/>
    <w:tmpl w:val="583C6D2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D028B3"/>
    <w:multiLevelType w:val="multilevel"/>
    <w:tmpl w:val="48E0165E"/>
    <w:lvl w:ilvl="0">
      <w:start w:val="1"/>
      <w:numFmt w:val="bullet"/>
      <w:pStyle w:val="Merkittyluettelo"/>
      <w:lvlText w:val=""/>
      <w:lvlJc w:val="left"/>
      <w:pPr>
        <w:ind w:left="2155" w:hanging="39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552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948" w:hanging="396"/>
      </w:pPr>
      <w:rPr>
        <w:rFonts w:ascii="Symbol" w:hAnsi="Symbol" w:hint="default"/>
      </w:rPr>
    </w:lvl>
    <w:lvl w:ilvl="3">
      <w:start w:val="1"/>
      <w:numFmt w:val="bullet"/>
      <w:lvlText w:val="–"/>
      <w:lvlJc w:val="left"/>
      <w:pPr>
        <w:ind w:left="3345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3742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139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4536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4933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5330" w:hanging="397"/>
      </w:pPr>
      <w:rPr>
        <w:rFonts w:ascii="Calibri" w:hAnsi="Calibri" w:hint="default"/>
      </w:rPr>
    </w:lvl>
  </w:abstractNum>
  <w:abstractNum w:abstractNumId="39" w15:restartNumberingAfterBreak="0">
    <w:nsid w:val="634171E8"/>
    <w:multiLevelType w:val="hybridMultilevel"/>
    <w:tmpl w:val="67EEB07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A9630A"/>
    <w:multiLevelType w:val="hybridMultilevel"/>
    <w:tmpl w:val="79D419E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138B4"/>
    <w:multiLevelType w:val="hybridMultilevel"/>
    <w:tmpl w:val="470E39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190FC3"/>
    <w:multiLevelType w:val="multilevel"/>
    <w:tmpl w:val="0E4E307E"/>
    <w:numStyleLink w:val="Luettelomerkit"/>
  </w:abstractNum>
  <w:abstractNum w:abstractNumId="43" w15:restartNumberingAfterBreak="0">
    <w:nsid w:val="6A690CD8"/>
    <w:multiLevelType w:val="hybridMultilevel"/>
    <w:tmpl w:val="B54A6F9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2129DD"/>
    <w:multiLevelType w:val="hybridMultilevel"/>
    <w:tmpl w:val="A4DE5A6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864C2C"/>
    <w:multiLevelType w:val="multilevel"/>
    <w:tmpl w:val="0E4E307E"/>
    <w:styleLink w:val="Luettelomerkit"/>
    <w:lvl w:ilvl="0">
      <w:start w:val="1"/>
      <w:numFmt w:val="bullet"/>
      <w:lvlText w:val="•"/>
      <w:lvlJc w:val="left"/>
      <w:pPr>
        <w:ind w:left="3005" w:hanging="397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3402" w:hanging="397"/>
      </w:pPr>
      <w:rPr>
        <w:rFonts w:ascii="Symbol" w:hAnsi="Symbol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46" w15:restartNumberingAfterBreak="0">
    <w:nsid w:val="6EBE4143"/>
    <w:multiLevelType w:val="hybridMultilevel"/>
    <w:tmpl w:val="D8F6F3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8220C"/>
    <w:multiLevelType w:val="hybridMultilevel"/>
    <w:tmpl w:val="C6BE00A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7000C1"/>
    <w:multiLevelType w:val="multilevel"/>
    <w:tmpl w:val="388A7428"/>
    <w:styleLink w:val="Otsikkonumerointi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6" w:hanging="1276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559" w:hanging="1559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843" w:hanging="1843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2126" w:hanging="212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2410" w:hanging="2410"/>
      </w:pPr>
      <w:rPr>
        <w:rFonts w:hint="default"/>
      </w:rPr>
    </w:lvl>
    <w:lvl w:ilvl="8">
      <w:start w:val="1"/>
      <w:numFmt w:val="decimal"/>
      <w:pStyle w:val="Numeroituluettelo"/>
      <w:suff w:val="space"/>
      <w:lvlText w:val="%9."/>
      <w:lvlJc w:val="left"/>
      <w:pPr>
        <w:ind w:left="3005" w:hanging="397"/>
      </w:pPr>
      <w:rPr>
        <w:rFonts w:hint="default"/>
      </w:rPr>
    </w:lvl>
  </w:abstractNum>
  <w:num w:numId="1">
    <w:abstractNumId w:val="45"/>
  </w:num>
  <w:num w:numId="2">
    <w:abstractNumId w:val="45"/>
  </w:num>
  <w:num w:numId="3">
    <w:abstractNumId w:val="48"/>
  </w:num>
  <w:num w:numId="4">
    <w:abstractNumId w:val="27"/>
  </w:num>
  <w:num w:numId="5">
    <w:abstractNumId w:val="31"/>
  </w:num>
  <w:num w:numId="6">
    <w:abstractNumId w:val="41"/>
  </w:num>
  <w:num w:numId="7">
    <w:abstractNumId w:val="42"/>
  </w:num>
  <w:num w:numId="8">
    <w:abstractNumId w:val="23"/>
  </w:num>
  <w:num w:numId="9">
    <w:abstractNumId w:val="10"/>
  </w:num>
  <w:num w:numId="10">
    <w:abstractNumId w:val="24"/>
  </w:num>
  <w:num w:numId="11">
    <w:abstractNumId w:val="38"/>
  </w:num>
  <w:num w:numId="12">
    <w:abstractNumId w:val="43"/>
  </w:num>
  <w:num w:numId="13">
    <w:abstractNumId w:val="26"/>
  </w:num>
  <w:num w:numId="14">
    <w:abstractNumId w:val="1"/>
  </w:num>
  <w:num w:numId="15">
    <w:abstractNumId w:val="9"/>
  </w:num>
  <w:num w:numId="16">
    <w:abstractNumId w:val="39"/>
  </w:num>
  <w:num w:numId="17">
    <w:abstractNumId w:val="35"/>
  </w:num>
  <w:num w:numId="18">
    <w:abstractNumId w:val="33"/>
  </w:num>
  <w:num w:numId="19">
    <w:abstractNumId w:val="8"/>
  </w:num>
  <w:num w:numId="20">
    <w:abstractNumId w:val="6"/>
  </w:num>
  <w:num w:numId="21">
    <w:abstractNumId w:val="14"/>
  </w:num>
  <w:num w:numId="22">
    <w:abstractNumId w:val="2"/>
  </w:num>
  <w:num w:numId="23">
    <w:abstractNumId w:val="36"/>
  </w:num>
  <w:num w:numId="24">
    <w:abstractNumId w:val="44"/>
  </w:num>
  <w:num w:numId="25">
    <w:abstractNumId w:val="32"/>
  </w:num>
  <w:num w:numId="26">
    <w:abstractNumId w:val="7"/>
  </w:num>
  <w:num w:numId="27">
    <w:abstractNumId w:val="18"/>
  </w:num>
  <w:num w:numId="28">
    <w:abstractNumId w:val="34"/>
  </w:num>
  <w:num w:numId="29">
    <w:abstractNumId w:val="46"/>
  </w:num>
  <w:num w:numId="30">
    <w:abstractNumId w:val="30"/>
  </w:num>
  <w:num w:numId="31">
    <w:abstractNumId w:val="21"/>
  </w:num>
  <w:num w:numId="32">
    <w:abstractNumId w:val="13"/>
  </w:num>
  <w:num w:numId="33">
    <w:abstractNumId w:val="11"/>
  </w:num>
  <w:num w:numId="34">
    <w:abstractNumId w:val="47"/>
  </w:num>
  <w:num w:numId="35">
    <w:abstractNumId w:val="3"/>
  </w:num>
  <w:num w:numId="36">
    <w:abstractNumId w:val="25"/>
  </w:num>
  <w:num w:numId="37">
    <w:abstractNumId w:val="17"/>
  </w:num>
  <w:num w:numId="38">
    <w:abstractNumId w:val="5"/>
  </w:num>
  <w:num w:numId="39">
    <w:abstractNumId w:val="15"/>
  </w:num>
  <w:num w:numId="40">
    <w:abstractNumId w:val="4"/>
  </w:num>
  <w:num w:numId="41">
    <w:abstractNumId w:val="29"/>
  </w:num>
  <w:num w:numId="42">
    <w:abstractNumId w:val="12"/>
  </w:num>
  <w:num w:numId="43">
    <w:abstractNumId w:val="40"/>
  </w:num>
  <w:num w:numId="44">
    <w:abstractNumId w:val="37"/>
  </w:num>
  <w:num w:numId="45">
    <w:abstractNumId w:val="20"/>
  </w:num>
  <w:num w:numId="46">
    <w:abstractNumId w:val="0"/>
  </w:num>
  <w:num w:numId="47">
    <w:abstractNumId w:val="22"/>
  </w:num>
  <w:num w:numId="48">
    <w:abstractNumId w:val="19"/>
  </w:num>
  <w:num w:numId="49">
    <w:abstractNumId w:val="16"/>
  </w:num>
  <w:num w:numId="50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1304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547"/>
    <w:rsid w:val="00020648"/>
    <w:rsid w:val="00033C27"/>
    <w:rsid w:val="00037DE4"/>
    <w:rsid w:val="00044FFA"/>
    <w:rsid w:val="000503C3"/>
    <w:rsid w:val="00052F21"/>
    <w:rsid w:val="00056875"/>
    <w:rsid w:val="000643DE"/>
    <w:rsid w:val="00074E13"/>
    <w:rsid w:val="00076036"/>
    <w:rsid w:val="00081B0A"/>
    <w:rsid w:val="00083DE9"/>
    <w:rsid w:val="000A7B80"/>
    <w:rsid w:val="000B548B"/>
    <w:rsid w:val="000D0179"/>
    <w:rsid w:val="000D0D7B"/>
    <w:rsid w:val="000D7BEA"/>
    <w:rsid w:val="000E2410"/>
    <w:rsid w:val="000E7D4E"/>
    <w:rsid w:val="001067F0"/>
    <w:rsid w:val="00122337"/>
    <w:rsid w:val="00145B24"/>
    <w:rsid w:val="0016163F"/>
    <w:rsid w:val="001865AF"/>
    <w:rsid w:val="0019203C"/>
    <w:rsid w:val="001976A7"/>
    <w:rsid w:val="001A1F96"/>
    <w:rsid w:val="001B3556"/>
    <w:rsid w:val="001C58C0"/>
    <w:rsid w:val="001C7E78"/>
    <w:rsid w:val="001D7CC0"/>
    <w:rsid w:val="001E1F7B"/>
    <w:rsid w:val="001E3BDB"/>
    <w:rsid w:val="001F3F9C"/>
    <w:rsid w:val="001F5A43"/>
    <w:rsid w:val="00204D8F"/>
    <w:rsid w:val="00224568"/>
    <w:rsid w:val="00226B69"/>
    <w:rsid w:val="0022745E"/>
    <w:rsid w:val="00231D69"/>
    <w:rsid w:val="00257C11"/>
    <w:rsid w:val="00266FFB"/>
    <w:rsid w:val="00275B88"/>
    <w:rsid w:val="00281006"/>
    <w:rsid w:val="00294F9C"/>
    <w:rsid w:val="002A3A88"/>
    <w:rsid w:val="002D5525"/>
    <w:rsid w:val="002F102C"/>
    <w:rsid w:val="002F482F"/>
    <w:rsid w:val="002F577C"/>
    <w:rsid w:val="003035EA"/>
    <w:rsid w:val="003059A7"/>
    <w:rsid w:val="00315D4C"/>
    <w:rsid w:val="00326848"/>
    <w:rsid w:val="0033610D"/>
    <w:rsid w:val="003423E7"/>
    <w:rsid w:val="00344D6F"/>
    <w:rsid w:val="00355EFA"/>
    <w:rsid w:val="003606FE"/>
    <w:rsid w:val="00363109"/>
    <w:rsid w:val="00373CFF"/>
    <w:rsid w:val="00385F8A"/>
    <w:rsid w:val="00397EF1"/>
    <w:rsid w:val="003C4FA4"/>
    <w:rsid w:val="003D29FF"/>
    <w:rsid w:val="003E42EB"/>
    <w:rsid w:val="003F7B76"/>
    <w:rsid w:val="0041192C"/>
    <w:rsid w:val="00416E32"/>
    <w:rsid w:val="004266E6"/>
    <w:rsid w:val="00444E08"/>
    <w:rsid w:val="00447C46"/>
    <w:rsid w:val="00463AE1"/>
    <w:rsid w:val="00466169"/>
    <w:rsid w:val="004667A9"/>
    <w:rsid w:val="00472ACD"/>
    <w:rsid w:val="00473AAA"/>
    <w:rsid w:val="004972ED"/>
    <w:rsid w:val="004B49D8"/>
    <w:rsid w:val="004D680A"/>
    <w:rsid w:val="004E5E50"/>
    <w:rsid w:val="004E7D9A"/>
    <w:rsid w:val="004F42DF"/>
    <w:rsid w:val="00500A1B"/>
    <w:rsid w:val="00503B81"/>
    <w:rsid w:val="00510DCA"/>
    <w:rsid w:val="0054268E"/>
    <w:rsid w:val="00567349"/>
    <w:rsid w:val="00571E68"/>
    <w:rsid w:val="00574297"/>
    <w:rsid w:val="00583000"/>
    <w:rsid w:val="005834D1"/>
    <w:rsid w:val="00595952"/>
    <w:rsid w:val="005A1B3D"/>
    <w:rsid w:val="005A49DE"/>
    <w:rsid w:val="005A4D76"/>
    <w:rsid w:val="005C1EC7"/>
    <w:rsid w:val="005E2709"/>
    <w:rsid w:val="00600F2F"/>
    <w:rsid w:val="00602AA4"/>
    <w:rsid w:val="00623221"/>
    <w:rsid w:val="00624AED"/>
    <w:rsid w:val="00630183"/>
    <w:rsid w:val="00641C5E"/>
    <w:rsid w:val="006552BE"/>
    <w:rsid w:val="006566B8"/>
    <w:rsid w:val="006576A2"/>
    <w:rsid w:val="00661F12"/>
    <w:rsid w:val="006733C7"/>
    <w:rsid w:val="00681094"/>
    <w:rsid w:val="00681851"/>
    <w:rsid w:val="006825CA"/>
    <w:rsid w:val="00686EAE"/>
    <w:rsid w:val="006E1869"/>
    <w:rsid w:val="006E674E"/>
    <w:rsid w:val="006F018F"/>
    <w:rsid w:val="006F0FE8"/>
    <w:rsid w:val="006F2036"/>
    <w:rsid w:val="00704E2B"/>
    <w:rsid w:val="0071349C"/>
    <w:rsid w:val="007177A8"/>
    <w:rsid w:val="00724B15"/>
    <w:rsid w:val="00730DA0"/>
    <w:rsid w:val="007320FA"/>
    <w:rsid w:val="0073503F"/>
    <w:rsid w:val="00737AB3"/>
    <w:rsid w:val="0074362D"/>
    <w:rsid w:val="00771D59"/>
    <w:rsid w:val="00777BED"/>
    <w:rsid w:val="00781502"/>
    <w:rsid w:val="0078264F"/>
    <w:rsid w:val="00782EDF"/>
    <w:rsid w:val="00792CB3"/>
    <w:rsid w:val="00793F4C"/>
    <w:rsid w:val="00794E51"/>
    <w:rsid w:val="007A6B32"/>
    <w:rsid w:val="007B4B33"/>
    <w:rsid w:val="007D5E23"/>
    <w:rsid w:val="007D73D4"/>
    <w:rsid w:val="007E4F9B"/>
    <w:rsid w:val="007E6351"/>
    <w:rsid w:val="00804586"/>
    <w:rsid w:val="00835466"/>
    <w:rsid w:val="0085075F"/>
    <w:rsid w:val="008635CF"/>
    <w:rsid w:val="00877D1B"/>
    <w:rsid w:val="00882BD5"/>
    <w:rsid w:val="008943EB"/>
    <w:rsid w:val="008962B8"/>
    <w:rsid w:val="008A4556"/>
    <w:rsid w:val="008B19C9"/>
    <w:rsid w:val="008B59FA"/>
    <w:rsid w:val="008C0315"/>
    <w:rsid w:val="008C0DC6"/>
    <w:rsid w:val="008D6D22"/>
    <w:rsid w:val="008E284E"/>
    <w:rsid w:val="008F1816"/>
    <w:rsid w:val="008F1BFE"/>
    <w:rsid w:val="009130FA"/>
    <w:rsid w:val="00955C06"/>
    <w:rsid w:val="00961DB1"/>
    <w:rsid w:val="00962AC1"/>
    <w:rsid w:val="009749C6"/>
    <w:rsid w:val="00984295"/>
    <w:rsid w:val="00984ECD"/>
    <w:rsid w:val="00990CE4"/>
    <w:rsid w:val="009D26D3"/>
    <w:rsid w:val="009D4E2D"/>
    <w:rsid w:val="009D5B49"/>
    <w:rsid w:val="009E7F1B"/>
    <w:rsid w:val="009F0FCA"/>
    <w:rsid w:val="009F47FF"/>
    <w:rsid w:val="009F59FE"/>
    <w:rsid w:val="00A04227"/>
    <w:rsid w:val="00A146FF"/>
    <w:rsid w:val="00A218B6"/>
    <w:rsid w:val="00A227F3"/>
    <w:rsid w:val="00A3170E"/>
    <w:rsid w:val="00A36547"/>
    <w:rsid w:val="00A404E5"/>
    <w:rsid w:val="00A4579E"/>
    <w:rsid w:val="00A52420"/>
    <w:rsid w:val="00A66440"/>
    <w:rsid w:val="00A66EDC"/>
    <w:rsid w:val="00A71348"/>
    <w:rsid w:val="00A846D1"/>
    <w:rsid w:val="00A86FB3"/>
    <w:rsid w:val="00A91134"/>
    <w:rsid w:val="00A95D34"/>
    <w:rsid w:val="00AA76AA"/>
    <w:rsid w:val="00AC15E2"/>
    <w:rsid w:val="00AD20D1"/>
    <w:rsid w:val="00AD5CE2"/>
    <w:rsid w:val="00AE129F"/>
    <w:rsid w:val="00AE17C5"/>
    <w:rsid w:val="00AE1FB2"/>
    <w:rsid w:val="00AE715E"/>
    <w:rsid w:val="00AF4EAA"/>
    <w:rsid w:val="00AF60D2"/>
    <w:rsid w:val="00B06A60"/>
    <w:rsid w:val="00B21B2B"/>
    <w:rsid w:val="00B25F09"/>
    <w:rsid w:val="00B277F2"/>
    <w:rsid w:val="00B36519"/>
    <w:rsid w:val="00B55C2D"/>
    <w:rsid w:val="00B725BE"/>
    <w:rsid w:val="00B80E01"/>
    <w:rsid w:val="00B86A22"/>
    <w:rsid w:val="00B91A0F"/>
    <w:rsid w:val="00BA1109"/>
    <w:rsid w:val="00BA1AED"/>
    <w:rsid w:val="00BA6A02"/>
    <w:rsid w:val="00BB528D"/>
    <w:rsid w:val="00BC62E7"/>
    <w:rsid w:val="00BD1378"/>
    <w:rsid w:val="00BF0ECC"/>
    <w:rsid w:val="00C15D63"/>
    <w:rsid w:val="00C42ACC"/>
    <w:rsid w:val="00C44B2C"/>
    <w:rsid w:val="00C55AD1"/>
    <w:rsid w:val="00C756D0"/>
    <w:rsid w:val="00C76FF2"/>
    <w:rsid w:val="00C83785"/>
    <w:rsid w:val="00C9212E"/>
    <w:rsid w:val="00C972C3"/>
    <w:rsid w:val="00CD34FF"/>
    <w:rsid w:val="00CD3BD4"/>
    <w:rsid w:val="00D1753A"/>
    <w:rsid w:val="00D27414"/>
    <w:rsid w:val="00D337CB"/>
    <w:rsid w:val="00D4178A"/>
    <w:rsid w:val="00D46773"/>
    <w:rsid w:val="00D53075"/>
    <w:rsid w:val="00D53A2E"/>
    <w:rsid w:val="00D647B1"/>
    <w:rsid w:val="00D76BA4"/>
    <w:rsid w:val="00D80CFC"/>
    <w:rsid w:val="00DA6AB0"/>
    <w:rsid w:val="00DB5989"/>
    <w:rsid w:val="00DC11C4"/>
    <w:rsid w:val="00DC1A21"/>
    <w:rsid w:val="00DC4F91"/>
    <w:rsid w:val="00DD7029"/>
    <w:rsid w:val="00DF11D1"/>
    <w:rsid w:val="00DF3939"/>
    <w:rsid w:val="00E0348C"/>
    <w:rsid w:val="00E2064B"/>
    <w:rsid w:val="00E263FA"/>
    <w:rsid w:val="00E32509"/>
    <w:rsid w:val="00E34DD9"/>
    <w:rsid w:val="00E44CAC"/>
    <w:rsid w:val="00E50A7A"/>
    <w:rsid w:val="00E574B2"/>
    <w:rsid w:val="00E6224B"/>
    <w:rsid w:val="00E62E01"/>
    <w:rsid w:val="00E6463C"/>
    <w:rsid w:val="00E659C9"/>
    <w:rsid w:val="00E72043"/>
    <w:rsid w:val="00E77EB0"/>
    <w:rsid w:val="00E81B00"/>
    <w:rsid w:val="00E81DC0"/>
    <w:rsid w:val="00E83CBB"/>
    <w:rsid w:val="00E87806"/>
    <w:rsid w:val="00E9362D"/>
    <w:rsid w:val="00EB3ADA"/>
    <w:rsid w:val="00EE56DB"/>
    <w:rsid w:val="00EE7DB2"/>
    <w:rsid w:val="00EF5357"/>
    <w:rsid w:val="00EF5BA0"/>
    <w:rsid w:val="00EF6EC7"/>
    <w:rsid w:val="00F06795"/>
    <w:rsid w:val="00F10AE1"/>
    <w:rsid w:val="00F10CBC"/>
    <w:rsid w:val="00F1204C"/>
    <w:rsid w:val="00F256F3"/>
    <w:rsid w:val="00F349A9"/>
    <w:rsid w:val="00F35F7A"/>
    <w:rsid w:val="00F448B8"/>
    <w:rsid w:val="00F461B5"/>
    <w:rsid w:val="00F53733"/>
    <w:rsid w:val="00F63FC8"/>
    <w:rsid w:val="00F677BA"/>
    <w:rsid w:val="00F73E6B"/>
    <w:rsid w:val="00F80240"/>
    <w:rsid w:val="00F81F6A"/>
    <w:rsid w:val="00F9426D"/>
    <w:rsid w:val="00FA657F"/>
    <w:rsid w:val="00FB0204"/>
    <w:rsid w:val="00FB17E2"/>
    <w:rsid w:val="00FB487C"/>
    <w:rsid w:val="00FC6639"/>
    <w:rsid w:val="00FD1A4C"/>
    <w:rsid w:val="00FE0C0F"/>
    <w:rsid w:val="00FE2778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AF051C9"/>
  <w15:docId w15:val="{61FF1BAD-5AE6-4A76-BA0C-8B88A4C3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79"/>
    <w:lsdException w:name="footer" w:uiPriority="79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rsid w:val="00F63FC8"/>
    <w:rPr>
      <w:noProof/>
      <w:sz w:val="20"/>
    </w:rPr>
  </w:style>
  <w:style w:type="paragraph" w:styleId="Otsikko1">
    <w:name w:val="heading 1"/>
    <w:next w:val="Leipteksti"/>
    <w:link w:val="Otsikko1Char"/>
    <w:uiPriority w:val="9"/>
    <w:qFormat/>
    <w:rsid w:val="00F349A9"/>
    <w:pPr>
      <w:keepNext/>
      <w:spacing w:after="220"/>
      <w:outlineLvl w:val="0"/>
    </w:pPr>
    <w:rPr>
      <w:rFonts w:asciiTheme="majorHAnsi" w:eastAsiaTheme="majorEastAsia" w:hAnsiTheme="majorHAnsi" w:cstheme="majorBidi"/>
      <w:bCs/>
      <w:noProof/>
      <w:sz w:val="32"/>
      <w:szCs w:val="28"/>
    </w:rPr>
  </w:style>
  <w:style w:type="paragraph" w:styleId="Otsikko2">
    <w:name w:val="heading 2"/>
    <w:next w:val="Leipteksti"/>
    <w:link w:val="Otsikko2Char"/>
    <w:uiPriority w:val="10"/>
    <w:qFormat/>
    <w:rsid w:val="00F349A9"/>
    <w:pPr>
      <w:keepNext/>
      <w:spacing w:after="220"/>
      <w:outlineLvl w:val="1"/>
    </w:pPr>
    <w:rPr>
      <w:rFonts w:asciiTheme="majorHAnsi" w:eastAsiaTheme="majorEastAsia" w:hAnsiTheme="majorHAnsi" w:cstheme="majorBidi"/>
      <w:bCs/>
      <w:noProof/>
      <w:sz w:val="28"/>
      <w:szCs w:val="26"/>
    </w:rPr>
  </w:style>
  <w:style w:type="paragraph" w:styleId="Otsikko3">
    <w:name w:val="heading 3"/>
    <w:next w:val="Leipteksti"/>
    <w:link w:val="Otsikko3Char"/>
    <w:uiPriority w:val="11"/>
    <w:qFormat/>
    <w:rsid w:val="00F349A9"/>
    <w:pPr>
      <w:keepNext/>
      <w:spacing w:after="220"/>
      <w:outlineLvl w:val="2"/>
    </w:pPr>
    <w:rPr>
      <w:rFonts w:asciiTheme="majorHAnsi" w:eastAsiaTheme="majorEastAsia" w:hAnsiTheme="majorHAnsi" w:cstheme="majorBidi"/>
      <w:bCs/>
      <w:noProof/>
      <w:sz w:val="24"/>
    </w:rPr>
  </w:style>
  <w:style w:type="paragraph" w:styleId="Otsikko4">
    <w:name w:val="heading 4"/>
    <w:next w:val="Leipteksti"/>
    <w:link w:val="Otsikko4Char"/>
    <w:uiPriority w:val="12"/>
    <w:qFormat/>
    <w:rsid w:val="00F349A9"/>
    <w:pPr>
      <w:keepNext/>
      <w:spacing w:after="220"/>
      <w:outlineLvl w:val="3"/>
    </w:pPr>
    <w:rPr>
      <w:rFonts w:asciiTheme="majorHAnsi" w:eastAsiaTheme="majorEastAsia" w:hAnsiTheme="majorHAnsi" w:cstheme="majorBidi"/>
      <w:bCs/>
      <w:iCs/>
      <w:noProof/>
    </w:rPr>
  </w:style>
  <w:style w:type="paragraph" w:styleId="Otsikko5">
    <w:name w:val="heading 5"/>
    <w:basedOn w:val="Normaali"/>
    <w:next w:val="Leipteksti"/>
    <w:link w:val="Otsikko5Char"/>
    <w:uiPriority w:val="13"/>
    <w:rsid w:val="000643DE"/>
    <w:pPr>
      <w:keepNext/>
      <w:numPr>
        <w:ilvl w:val="4"/>
        <w:numId w:val="5"/>
      </w:numPr>
      <w:spacing w:after="220"/>
      <w:outlineLvl w:val="4"/>
    </w:pPr>
    <w:rPr>
      <w:rFonts w:asciiTheme="majorHAnsi" w:eastAsiaTheme="majorEastAsia" w:hAnsiTheme="majorHAnsi" w:cstheme="majorBidi"/>
    </w:rPr>
  </w:style>
  <w:style w:type="paragraph" w:styleId="Otsikko6">
    <w:name w:val="heading 6"/>
    <w:basedOn w:val="Normaali"/>
    <w:next w:val="Leipteksti"/>
    <w:link w:val="Otsikko6Char"/>
    <w:uiPriority w:val="13"/>
    <w:rsid w:val="000643DE"/>
    <w:pPr>
      <w:keepNext/>
      <w:numPr>
        <w:ilvl w:val="5"/>
        <w:numId w:val="5"/>
      </w:numPr>
      <w:spacing w:after="220"/>
      <w:outlineLvl w:val="5"/>
    </w:pPr>
    <w:rPr>
      <w:rFonts w:asciiTheme="majorHAnsi" w:eastAsiaTheme="majorEastAsia" w:hAnsiTheme="majorHAnsi" w:cstheme="majorBidi"/>
      <w:iCs/>
    </w:rPr>
  </w:style>
  <w:style w:type="paragraph" w:styleId="Otsikko7">
    <w:name w:val="heading 7"/>
    <w:basedOn w:val="Normaali"/>
    <w:next w:val="Leipteksti"/>
    <w:link w:val="Otsikko7Char"/>
    <w:uiPriority w:val="14"/>
    <w:rsid w:val="000643DE"/>
    <w:pPr>
      <w:keepNext/>
      <w:numPr>
        <w:ilvl w:val="6"/>
        <w:numId w:val="5"/>
      </w:numPr>
      <w:spacing w:after="220"/>
      <w:outlineLvl w:val="6"/>
    </w:pPr>
    <w:rPr>
      <w:rFonts w:asciiTheme="majorHAnsi" w:eastAsiaTheme="majorEastAsia" w:hAnsiTheme="majorHAnsi" w:cstheme="majorBidi"/>
      <w:iCs/>
    </w:rPr>
  </w:style>
  <w:style w:type="paragraph" w:styleId="Otsikko8">
    <w:name w:val="heading 8"/>
    <w:basedOn w:val="Normaali"/>
    <w:next w:val="Leipteksti"/>
    <w:link w:val="Otsikko8Char"/>
    <w:uiPriority w:val="14"/>
    <w:rsid w:val="000643DE"/>
    <w:pPr>
      <w:keepNext/>
      <w:numPr>
        <w:ilvl w:val="7"/>
        <w:numId w:val="5"/>
      </w:numPr>
      <w:spacing w:after="22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Otsikko9">
    <w:name w:val="heading 9"/>
    <w:basedOn w:val="Normaali"/>
    <w:next w:val="Leipteksti"/>
    <w:link w:val="Otsikko9Char"/>
    <w:uiPriority w:val="14"/>
    <w:rsid w:val="000643DE"/>
    <w:pPr>
      <w:keepNext/>
      <w:spacing w:after="22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link w:val="LeiptekstiChar"/>
    <w:uiPriority w:val="1"/>
    <w:qFormat/>
    <w:rsid w:val="00EE56DB"/>
    <w:pPr>
      <w:spacing w:after="400" w:line="360" w:lineRule="auto"/>
      <w:ind w:left="1418"/>
    </w:pPr>
    <w:rPr>
      <w:noProof/>
      <w:sz w:val="20"/>
    </w:rPr>
  </w:style>
  <w:style w:type="character" w:customStyle="1" w:styleId="LeiptekstiChar">
    <w:name w:val="Leipäteksti Char"/>
    <w:basedOn w:val="Kappaleenoletusfontti"/>
    <w:link w:val="Leipteksti"/>
    <w:uiPriority w:val="1"/>
    <w:rsid w:val="00EE56DB"/>
    <w:rPr>
      <w:noProof/>
      <w:sz w:val="20"/>
    </w:rPr>
  </w:style>
  <w:style w:type="paragraph" w:styleId="Eivli">
    <w:name w:val="No Spacing"/>
    <w:uiPriority w:val="2"/>
    <w:rsid w:val="000E2410"/>
    <w:pPr>
      <w:ind w:left="2608"/>
      <w:contextualSpacing/>
    </w:pPr>
    <w:rPr>
      <w:sz w:val="20"/>
    </w:rPr>
  </w:style>
  <w:style w:type="character" w:customStyle="1" w:styleId="Otsikko1Char">
    <w:name w:val="Otsikko 1 Char"/>
    <w:basedOn w:val="Kappaleenoletusfontti"/>
    <w:link w:val="Otsikko1"/>
    <w:uiPriority w:val="9"/>
    <w:rsid w:val="00F349A9"/>
    <w:rPr>
      <w:rFonts w:asciiTheme="majorHAnsi" w:eastAsiaTheme="majorEastAsia" w:hAnsiTheme="majorHAnsi" w:cstheme="majorBidi"/>
      <w:bCs/>
      <w:noProof/>
      <w:sz w:val="32"/>
      <w:szCs w:val="28"/>
    </w:rPr>
  </w:style>
  <w:style w:type="character" w:customStyle="1" w:styleId="Otsikko2Char">
    <w:name w:val="Otsikko 2 Char"/>
    <w:basedOn w:val="Kappaleenoletusfontti"/>
    <w:link w:val="Otsikko2"/>
    <w:uiPriority w:val="10"/>
    <w:rsid w:val="00F349A9"/>
    <w:rPr>
      <w:rFonts w:asciiTheme="majorHAnsi" w:eastAsiaTheme="majorEastAsia" w:hAnsiTheme="majorHAnsi" w:cstheme="majorBidi"/>
      <w:bCs/>
      <w:noProof/>
      <w:sz w:val="28"/>
      <w:szCs w:val="26"/>
    </w:rPr>
  </w:style>
  <w:style w:type="character" w:customStyle="1" w:styleId="Otsikko3Char">
    <w:name w:val="Otsikko 3 Char"/>
    <w:basedOn w:val="Kappaleenoletusfontti"/>
    <w:link w:val="Otsikko3"/>
    <w:uiPriority w:val="11"/>
    <w:rsid w:val="00F349A9"/>
    <w:rPr>
      <w:rFonts w:asciiTheme="majorHAnsi" w:eastAsiaTheme="majorEastAsia" w:hAnsiTheme="majorHAnsi" w:cstheme="majorBidi"/>
      <w:bCs/>
      <w:noProof/>
      <w:sz w:val="24"/>
    </w:rPr>
  </w:style>
  <w:style w:type="character" w:customStyle="1" w:styleId="Otsikko4Char">
    <w:name w:val="Otsikko 4 Char"/>
    <w:basedOn w:val="Kappaleenoletusfontti"/>
    <w:link w:val="Otsikko4"/>
    <w:uiPriority w:val="12"/>
    <w:rsid w:val="00F349A9"/>
    <w:rPr>
      <w:rFonts w:asciiTheme="majorHAnsi" w:eastAsiaTheme="majorEastAsia" w:hAnsiTheme="majorHAnsi" w:cstheme="majorBidi"/>
      <w:bCs/>
      <w:iCs/>
      <w:noProof/>
    </w:rPr>
  </w:style>
  <w:style w:type="character" w:customStyle="1" w:styleId="Otsikko5Char">
    <w:name w:val="Otsikko 5 Char"/>
    <w:basedOn w:val="Kappaleenoletusfontti"/>
    <w:link w:val="Otsikko5"/>
    <w:uiPriority w:val="13"/>
    <w:rsid w:val="00F349A9"/>
    <w:rPr>
      <w:rFonts w:asciiTheme="majorHAnsi" w:eastAsiaTheme="majorEastAsia" w:hAnsiTheme="majorHAnsi" w:cstheme="majorBidi"/>
      <w:noProof/>
      <w:sz w:val="20"/>
    </w:rPr>
  </w:style>
  <w:style w:type="character" w:customStyle="1" w:styleId="Otsikko6Char">
    <w:name w:val="Otsikko 6 Char"/>
    <w:basedOn w:val="Kappaleenoletusfontti"/>
    <w:link w:val="Otsikko6"/>
    <w:uiPriority w:val="13"/>
    <w:rsid w:val="00F349A9"/>
    <w:rPr>
      <w:rFonts w:asciiTheme="majorHAnsi" w:eastAsiaTheme="majorEastAsia" w:hAnsiTheme="majorHAnsi" w:cstheme="majorBidi"/>
      <w:iCs/>
      <w:noProof/>
      <w:sz w:val="20"/>
    </w:rPr>
  </w:style>
  <w:style w:type="character" w:customStyle="1" w:styleId="Otsikko7Char">
    <w:name w:val="Otsikko 7 Char"/>
    <w:basedOn w:val="Kappaleenoletusfontti"/>
    <w:link w:val="Otsikko7"/>
    <w:uiPriority w:val="14"/>
    <w:rsid w:val="00F349A9"/>
    <w:rPr>
      <w:rFonts w:asciiTheme="majorHAnsi" w:eastAsiaTheme="majorEastAsia" w:hAnsiTheme="majorHAnsi" w:cstheme="majorBidi"/>
      <w:iCs/>
      <w:noProof/>
      <w:sz w:val="20"/>
    </w:rPr>
  </w:style>
  <w:style w:type="character" w:customStyle="1" w:styleId="Otsikko8Char">
    <w:name w:val="Otsikko 8 Char"/>
    <w:basedOn w:val="Kappaleenoletusfontti"/>
    <w:link w:val="Otsikko8"/>
    <w:uiPriority w:val="14"/>
    <w:rsid w:val="00F349A9"/>
    <w:rPr>
      <w:rFonts w:asciiTheme="majorHAnsi" w:eastAsiaTheme="majorEastAsia" w:hAnsiTheme="majorHAnsi" w:cstheme="majorBidi"/>
      <w:noProof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14"/>
    <w:rsid w:val="00F349A9"/>
    <w:rPr>
      <w:rFonts w:asciiTheme="majorHAnsi" w:eastAsiaTheme="majorEastAsia" w:hAnsiTheme="majorHAnsi" w:cstheme="majorBidi"/>
      <w:iCs/>
      <w:noProof/>
      <w:sz w:val="20"/>
      <w:szCs w:val="20"/>
    </w:rPr>
  </w:style>
  <w:style w:type="numbering" w:customStyle="1" w:styleId="Luettelomerkit">
    <w:name w:val="Luettelomerkit"/>
    <w:uiPriority w:val="99"/>
    <w:rsid w:val="001E3BDB"/>
    <w:pPr>
      <w:numPr>
        <w:numId w:val="1"/>
      </w:numPr>
    </w:pPr>
  </w:style>
  <w:style w:type="paragraph" w:styleId="Alaotsikko">
    <w:name w:val="Subtitle"/>
    <w:basedOn w:val="Normaali"/>
    <w:next w:val="Leipteksti"/>
    <w:link w:val="AlaotsikkoChar"/>
    <w:uiPriority w:val="14"/>
    <w:rsid w:val="008943EB"/>
    <w:pPr>
      <w:keepNext/>
      <w:numPr>
        <w:ilvl w:val="1"/>
      </w:numPr>
      <w:spacing w:after="220"/>
    </w:pPr>
    <w:rPr>
      <w:rFonts w:asciiTheme="majorHAnsi" w:eastAsiaTheme="majorEastAsia" w:hAnsiTheme="majorHAnsi" w:cstheme="majorHAnsi"/>
      <w:iCs/>
      <w:sz w:val="30"/>
      <w:szCs w:val="24"/>
    </w:rPr>
  </w:style>
  <w:style w:type="paragraph" w:styleId="Merkittyluettelo">
    <w:name w:val="List Bullet"/>
    <w:basedOn w:val="Normaali"/>
    <w:uiPriority w:val="12"/>
    <w:qFormat/>
    <w:rsid w:val="008C0315"/>
    <w:pPr>
      <w:numPr>
        <w:numId w:val="11"/>
      </w:numPr>
      <w:spacing w:after="440" w:line="360" w:lineRule="auto"/>
      <w:contextualSpacing/>
    </w:pPr>
  </w:style>
  <w:style w:type="paragraph" w:styleId="Numeroituluettelo">
    <w:name w:val="List Number"/>
    <w:basedOn w:val="Normaali"/>
    <w:uiPriority w:val="12"/>
    <w:qFormat/>
    <w:rsid w:val="00F349A9"/>
    <w:pPr>
      <w:numPr>
        <w:ilvl w:val="8"/>
        <w:numId w:val="5"/>
      </w:numPr>
      <w:spacing w:after="440" w:line="360" w:lineRule="auto"/>
      <w:ind w:left="2155"/>
      <w:contextualSpacing/>
    </w:pPr>
  </w:style>
  <w:style w:type="paragraph" w:styleId="Otsikko">
    <w:name w:val="Title"/>
    <w:basedOn w:val="Normaali"/>
    <w:next w:val="Leipteksti"/>
    <w:link w:val="OtsikkoChar"/>
    <w:uiPriority w:val="14"/>
    <w:rsid w:val="000643DE"/>
    <w:pPr>
      <w:keepNext/>
      <w:spacing w:after="220"/>
      <w:contextualSpacing/>
    </w:pPr>
    <w:rPr>
      <w:rFonts w:asciiTheme="majorHAnsi" w:eastAsiaTheme="majorEastAsia" w:hAnsiTheme="majorHAnsi" w:cstheme="majorHAnsi"/>
      <w:sz w:val="36"/>
      <w:szCs w:val="52"/>
    </w:rPr>
  </w:style>
  <w:style w:type="character" w:customStyle="1" w:styleId="OtsikkoChar">
    <w:name w:val="Otsikko Char"/>
    <w:basedOn w:val="Kappaleenoletusfontti"/>
    <w:link w:val="Otsikko"/>
    <w:uiPriority w:val="14"/>
    <w:rsid w:val="00F349A9"/>
    <w:rPr>
      <w:rFonts w:asciiTheme="majorHAnsi" w:eastAsiaTheme="majorEastAsia" w:hAnsiTheme="majorHAnsi" w:cstheme="majorHAnsi"/>
      <w:noProof/>
      <w:sz w:val="36"/>
      <w:szCs w:val="52"/>
    </w:rPr>
  </w:style>
  <w:style w:type="paragraph" w:styleId="Yltunniste">
    <w:name w:val="header"/>
    <w:basedOn w:val="Normaali"/>
    <w:link w:val="YltunnisteChar"/>
    <w:uiPriority w:val="79"/>
    <w:rsid w:val="00F53733"/>
    <w:rPr>
      <w:rFonts w:asciiTheme="majorHAnsi" w:hAnsiTheme="majorHAnsi"/>
      <w:color w:val="4C4D4C" w:themeColor="text1"/>
    </w:rPr>
  </w:style>
  <w:style w:type="character" w:customStyle="1" w:styleId="YltunnisteChar">
    <w:name w:val="Ylätunniste Char"/>
    <w:basedOn w:val="Kappaleenoletusfontti"/>
    <w:link w:val="Yltunniste"/>
    <w:uiPriority w:val="79"/>
    <w:rsid w:val="00F53733"/>
    <w:rPr>
      <w:rFonts w:asciiTheme="majorHAnsi" w:hAnsiTheme="majorHAnsi"/>
      <w:noProof/>
      <w:color w:val="4C4D4C" w:themeColor="text1"/>
      <w:sz w:val="20"/>
    </w:rPr>
  </w:style>
  <w:style w:type="paragraph" w:styleId="Alatunniste">
    <w:name w:val="footer"/>
    <w:basedOn w:val="Normaali"/>
    <w:link w:val="AlatunnisteChar"/>
    <w:uiPriority w:val="79"/>
    <w:rsid w:val="00686EAE"/>
    <w:rPr>
      <w:rFonts w:asciiTheme="majorHAnsi" w:hAnsiTheme="majorHAnsi"/>
      <w:color w:val="4C4D4C" w:themeColor="text1"/>
      <w:sz w:val="16"/>
    </w:rPr>
  </w:style>
  <w:style w:type="character" w:customStyle="1" w:styleId="AlatunnisteChar">
    <w:name w:val="Alatunniste Char"/>
    <w:basedOn w:val="Kappaleenoletusfontti"/>
    <w:link w:val="Alatunniste"/>
    <w:uiPriority w:val="79"/>
    <w:rsid w:val="00686EAE"/>
    <w:rPr>
      <w:rFonts w:asciiTheme="majorHAnsi" w:hAnsiTheme="majorHAnsi"/>
      <w:noProof/>
      <w:color w:val="4C4D4C" w:themeColor="text1"/>
      <w:sz w:val="16"/>
    </w:rPr>
  </w:style>
  <w:style w:type="paragraph" w:styleId="Sisluet3">
    <w:name w:val="toc 3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933" w:hanging="799"/>
    </w:pPr>
    <w:rPr>
      <w:rFonts w:asciiTheme="majorHAnsi" w:hAnsiTheme="majorHAnsi"/>
    </w:rPr>
  </w:style>
  <w:style w:type="table" w:styleId="TaulukkoRuudukko">
    <w:name w:val="Table Grid"/>
    <w:basedOn w:val="Normaalitaulukko"/>
    <w:uiPriority w:val="59"/>
    <w:rsid w:val="00661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reunaviivaa">
    <w:name w:val="Ei reunaviivaa"/>
    <w:basedOn w:val="Normaalitaulukko"/>
    <w:uiPriority w:val="99"/>
    <w:rsid w:val="008C0DC6"/>
    <w:tblPr>
      <w:tblCellMar>
        <w:left w:w="0" w:type="dxa"/>
        <w:right w:w="0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F1204C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1204C"/>
    <w:rPr>
      <w:rFonts w:ascii="Tahoma" w:hAnsi="Tahoma" w:cs="Tahoma"/>
      <w:sz w:val="16"/>
      <w:szCs w:val="16"/>
    </w:rPr>
  </w:style>
  <w:style w:type="character" w:styleId="Paikkamerkkiteksti">
    <w:name w:val="Placeholder Text"/>
    <w:basedOn w:val="Kappaleenoletusfontti"/>
    <w:uiPriority w:val="99"/>
    <w:rsid w:val="00F10AE1"/>
    <w:rPr>
      <w:color w:val="auto"/>
    </w:rPr>
  </w:style>
  <w:style w:type="paragraph" w:styleId="Sisllysluettelonotsikko">
    <w:name w:val="TOC Heading"/>
    <w:basedOn w:val="Otsikko"/>
    <w:next w:val="Normaali"/>
    <w:uiPriority w:val="39"/>
    <w:rsid w:val="00E81B00"/>
    <w:pPr>
      <w:keepLines/>
    </w:pPr>
    <w:rPr>
      <w:rFonts w:cstheme="majorBidi"/>
      <w:bCs/>
      <w:szCs w:val="28"/>
    </w:rPr>
  </w:style>
  <w:style w:type="numbering" w:customStyle="1" w:styleId="Otsikkonumerointi">
    <w:name w:val="Otsikkonumerointi"/>
    <w:uiPriority w:val="99"/>
    <w:rsid w:val="004E7D9A"/>
    <w:pPr>
      <w:numPr>
        <w:numId w:val="3"/>
      </w:numPr>
    </w:pPr>
  </w:style>
  <w:style w:type="character" w:customStyle="1" w:styleId="AlaotsikkoChar">
    <w:name w:val="Alaotsikko Char"/>
    <w:basedOn w:val="Kappaleenoletusfontti"/>
    <w:link w:val="Alaotsikko"/>
    <w:uiPriority w:val="14"/>
    <w:rsid w:val="00F349A9"/>
    <w:rPr>
      <w:rFonts w:asciiTheme="majorHAnsi" w:eastAsiaTheme="majorEastAsia" w:hAnsiTheme="majorHAnsi" w:cstheme="majorHAnsi"/>
      <w:iCs/>
      <w:noProof/>
      <w:sz w:val="30"/>
      <w:szCs w:val="24"/>
    </w:rPr>
  </w:style>
  <w:style w:type="paragraph" w:customStyle="1" w:styleId="Sivuotsikko">
    <w:name w:val="Sivuotsikko"/>
    <w:basedOn w:val="Leipteksti"/>
    <w:next w:val="Leipteksti"/>
    <w:uiPriority w:val="14"/>
    <w:rsid w:val="009F59FE"/>
    <w:pPr>
      <w:keepNext/>
      <w:ind w:hanging="2608"/>
    </w:pPr>
  </w:style>
  <w:style w:type="paragraph" w:customStyle="1" w:styleId="Ohjeteksti">
    <w:name w:val="Ohjeteksti"/>
    <w:basedOn w:val="Leipteksti"/>
    <w:next w:val="Leipteksti"/>
    <w:rsid w:val="009F59F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</w:pPr>
    <w:rPr>
      <w:color w:val="0000FF"/>
    </w:rPr>
  </w:style>
  <w:style w:type="paragraph" w:styleId="Kuvaotsikko">
    <w:name w:val="caption"/>
    <w:basedOn w:val="Leipteksti"/>
    <w:next w:val="Leipteksti"/>
    <w:uiPriority w:val="35"/>
    <w:rsid w:val="00145B24"/>
    <w:pPr>
      <w:spacing w:before="120" w:after="120"/>
    </w:pPr>
    <w:rPr>
      <w:bCs/>
      <w:i/>
      <w:sz w:val="18"/>
      <w:szCs w:val="18"/>
    </w:rPr>
  </w:style>
  <w:style w:type="paragraph" w:styleId="Sisluet1">
    <w:name w:val="toc 1"/>
    <w:basedOn w:val="Normaali"/>
    <w:next w:val="Normaali"/>
    <w:autoRedefine/>
    <w:uiPriority w:val="39"/>
    <w:rsid w:val="00E81B00"/>
    <w:pPr>
      <w:tabs>
        <w:tab w:val="right" w:leader="dot" w:pos="9639"/>
      </w:tabs>
      <w:spacing w:before="240" w:after="240"/>
      <w:ind w:left="357" w:hanging="357"/>
    </w:pPr>
    <w:rPr>
      <w:rFonts w:asciiTheme="majorHAnsi" w:hAnsiTheme="majorHAnsi"/>
    </w:rPr>
  </w:style>
  <w:style w:type="paragraph" w:styleId="Sisluet2">
    <w:name w:val="toc 2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145" w:hanging="578"/>
    </w:pPr>
    <w:rPr>
      <w:rFonts w:asciiTheme="majorHAnsi" w:hAnsiTheme="majorHAnsi"/>
    </w:rPr>
  </w:style>
  <w:style w:type="character" w:styleId="Hyperlinkki">
    <w:name w:val="Hyperlink"/>
    <w:basedOn w:val="Kappaleenoletusfontti"/>
    <w:uiPriority w:val="99"/>
    <w:unhideWhenUsed/>
    <w:rsid w:val="00681851"/>
    <w:rPr>
      <w:color w:val="004B78" w:themeColor="accent1" w:themeShade="BF"/>
      <w:u w:val="single"/>
    </w:rPr>
  </w:style>
  <w:style w:type="paragraph" w:styleId="Sisluet4">
    <w:name w:val="toc 4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2722" w:hanging="1021"/>
    </w:pPr>
    <w:rPr>
      <w:rFonts w:asciiTheme="majorHAnsi" w:hAnsiTheme="majorHAnsi"/>
    </w:rPr>
  </w:style>
  <w:style w:type="paragraph" w:styleId="Sisluet5">
    <w:name w:val="toc 5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786" w:hanging="1242"/>
    </w:pPr>
  </w:style>
  <w:style w:type="paragraph" w:styleId="Sisluet6">
    <w:name w:val="toc 6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007" w:hanging="1463"/>
    </w:pPr>
  </w:style>
  <w:style w:type="paragraph" w:styleId="Sisluet7">
    <w:name w:val="toc 7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228" w:hanging="1684"/>
    </w:pPr>
  </w:style>
  <w:style w:type="paragraph" w:styleId="Sisluet8">
    <w:name w:val="toc 8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449" w:hanging="1905"/>
    </w:pPr>
  </w:style>
  <w:style w:type="character" w:styleId="AvattuHyperlinkki">
    <w:name w:val="FollowedHyperlink"/>
    <w:basedOn w:val="Kappaleenoletusfontti"/>
    <w:uiPriority w:val="99"/>
    <w:semiHidden/>
    <w:unhideWhenUsed/>
    <w:rsid w:val="00EE56DB"/>
    <w:rPr>
      <w:color w:val="513B97" w:themeColor="accent5" w:themeShade="B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1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454OOG\Documents\Mukautetut%20Office-mallit\Kanta%20lyhyt%20asiakir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1695CC6B7CF41CCAA5EDE77546888F6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F6F9EABE-BE8C-4398-893F-91C1DE8CEBCA}"/>
      </w:docPartPr>
      <w:docPartBody>
        <w:p w:rsidR="00130972" w:rsidRDefault="008B46B2" w:rsidP="008B46B2">
          <w:pPr>
            <w:pStyle w:val="31695CC6B7CF41CCAA5EDE77546888F6"/>
          </w:pPr>
          <w:r w:rsidRPr="005B3838">
            <w:rPr>
              <w:rStyle w:val="Paikkamerkkiteksti"/>
              <w:sz w:val="18"/>
              <w:szCs w:val="18"/>
            </w:rPr>
            <w:t>[</w:t>
          </w:r>
          <w:r>
            <w:rPr>
              <w:rStyle w:val="Paikkamerkkiteksti"/>
              <w:sz w:val="18"/>
              <w:szCs w:val="18"/>
            </w:rPr>
            <w:t>Kuvaus muutoksista</w:t>
          </w:r>
          <w:r w:rsidRPr="005B3838">
            <w:rPr>
              <w:rStyle w:val="Paikkamerkkiteksti"/>
              <w:sz w:val="18"/>
              <w:szCs w:val="18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6B2"/>
    <w:rsid w:val="00130972"/>
    <w:rsid w:val="001378CE"/>
    <w:rsid w:val="008B46B2"/>
    <w:rsid w:val="00D8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rsid w:val="008B46B2"/>
    <w:rPr>
      <w:color w:val="auto"/>
    </w:rPr>
  </w:style>
  <w:style w:type="paragraph" w:customStyle="1" w:styleId="31695CC6B7CF41CCAA5EDE77546888F6">
    <w:name w:val="31695CC6B7CF41CCAA5EDE77546888F6"/>
    <w:rsid w:val="008B46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Kanta">
  <a:themeElements>
    <a:clrScheme name="Kanta">
      <a:dk1>
        <a:srgbClr val="4C4D4C"/>
      </a:dk1>
      <a:lt1>
        <a:srgbClr val="FFFFFF"/>
      </a:lt1>
      <a:dk2>
        <a:srgbClr val="0066A0"/>
      </a:dk2>
      <a:lt2>
        <a:srgbClr val="FFD76E"/>
      </a:lt2>
      <a:accent1>
        <a:srgbClr val="0066A1"/>
      </a:accent1>
      <a:accent2>
        <a:srgbClr val="A6D867"/>
      </a:accent2>
      <a:accent3>
        <a:srgbClr val="FFA961"/>
      </a:accent3>
      <a:accent4>
        <a:srgbClr val="0F94B3"/>
      </a:accent4>
      <a:accent5>
        <a:srgbClr val="735BBF"/>
      </a:accent5>
      <a:accent6>
        <a:srgbClr val="0B523E"/>
      </a:accent6>
      <a:hlink>
        <a:srgbClr val="5BACCF"/>
      </a:hlink>
      <a:folHlink>
        <a:srgbClr val="FFA86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rgbClr val="0066A1"/>
          </a:solidFill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rgbClr val="0066A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rtlCol="0">
        <a:spAutoFit/>
      </a:bodyPr>
      <a:lstStyle>
        <a:defPPr algn="l">
          <a:defRPr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Kanta" id="{74F77D9D-CABF-410E-AE1A-013A2BC5DA7E}" vid="{C96C7665-31D1-4D72-8D94-9AF0D702338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2024-06-25T00:00:00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anta lyhyt peruspohja" ma:contentTypeID="0x010100B5B0C7C8E89E4B24A1DD48391A5B64DF00104209A661E54CD587BC7C170A805A7511007F3ACE49274DFA4DAAD23D5DD36F3FB9" ma:contentTypeVersion="16" ma:contentTypeDescription="Luo uusi asiakirja." ma:contentTypeScope="" ma:versionID="68f1c2fe1def789f7a9174312d60b8c7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319b65c2bdbf8ac903bf655c96d5b6f9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jd32bd60a3ed49c984e203f2c1797fd7" minOccurs="0"/>
                <xsd:element ref="ns2:l284e851add84855ab4a13e805c1c02b" minOccurs="0"/>
                <xsd:element ref="ns2:j875f3fda00345e6808e9e260f685289" minOccurs="0"/>
                <xsd:element ref="ns2:KelaPaivamaara" minOccurs="0"/>
                <xsd:element ref="ns2:Vanhentunu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readOnly="false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aa5f01e-6dbb-45eb-8ae1-ff11175aa76e}" ma:internalName="TaxCatchAll" ma:showField="CatchAllData" ma:web="98aa8714-4ae4-41b5-98b2-51e6245609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aa5f01e-6dbb-45eb-8ae1-ff11175aa76e}" ma:internalName="TaxCatchAllLabel" ma:readOnly="true" ma:showField="CatchAllDataLabel" ma:web="98aa8714-4ae4-41b5-98b2-51e6245609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default="-1;#Kanta-palveluryhmä 2|e021aeec-22d7-4bcc-bb3e-42f1a21a66fb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32bd60a3ed49c984e203f2c1797fd7" ma:index="25" nillable="true" ma:taxonomy="true" ma:internalName="jd32bd60a3ed49c984e203f2c1797fd7" ma:taxonomyFieldName="KelaNavigaatiotermi" ma:displayName="Navigaatiotermi" ma:readOnly="false" ma:default="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readOnly="false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875f3fda00345e6808e9e260f685289" ma:index="29" nillable="true" ma:taxonomy="true" ma:internalName="j875f3fda00345e6808e9e260f685289" ma:taxonomyFieldName="KelaOmaLuokitus" ma:displayName="Oma luokitus" ma:fieldId="{3875f3fd-a003-45e6-808e-9e260f685289}" ma:sspId="4c5c86b2-34ba-4440-84a3-2847672c608a" ma:termSetId="95fbc6a0-26b3-4783-a98c-11e65263def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1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2" nillable="true" ma:displayName="Vanhentunut" ma:default="0" ma:description="Kertoo onko dokumentti käytössä vai vanhentunut" ma:internalName="Vanhentunu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e38d6a6b76c4a24843bec5179df8dbe xmlns="28d5f0a3-ab75-4f37-b21c-c5486e890318">
      <Terms xmlns="http://schemas.microsoft.com/office/infopath/2007/PartnerControls"/>
    </je38d6a6b76c4a24843bec5179df8dbe>
    <j0be05872c2d4232bfb1a6c120cbdd2c xmlns="28d5f0a3-ab75-4f37-b21c-c5486e890318">
      <Terms xmlns="http://schemas.microsoft.com/office/infopath/2007/PartnerControls"/>
    </j0be05872c2d4232bfb1a6c120cbdd2c>
    <Vanhentunut xmlns="28d5f0a3-ab75-4f37-b21c-c5486e890318">false</Vanhentunut>
    <KelaPaivamaara xmlns="28d5f0a3-ab75-4f37-b21c-c5486e890318" xsi:nil="true"/>
    <hfc18b29aed44339bbdc39df31ab0fbf xmlns="28d5f0a3-ab75-4f37-b21c-c5486e890318">
      <Terms xmlns="http://schemas.microsoft.com/office/infopath/2007/PartnerControls"/>
    </hfc18b29aed44339bbdc39df31ab0fbf>
    <TaxCatchAll xmlns="28d5f0a3-ab75-4f37-b21c-c5486e890318">
      <Value>88</Value>
      <Value>196</Value>
    </TaxCatchAll>
    <TaxKeywordTaxHTField xmlns="28d5f0a3-ab75-4f37-b21c-c5486e890318">
      <Terms xmlns="http://schemas.microsoft.com/office/infopath/2007/PartnerControls"/>
    </TaxKeywordTaxHTField>
    <l284e851add84855ab4a13e805c1c02b xmlns="28d5f0a3-ab75-4f37-b21c-c5486e890318">
      <Terms xmlns="http://schemas.microsoft.com/office/infopath/2007/PartnerControls"/>
    </l284e851add84855ab4a13e805c1c02b>
    <f721df5e45f944579809e2a3903aa81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Kanta</TermName>
          <TermId xmlns="http://schemas.microsoft.com/office/infopath/2007/PartnerControls">6415e8ca-77a5-4574-80c6-2b37449729b9</TermId>
        </TermInfo>
      </Terms>
    </f721df5e45f944579809e2a3903aa817>
    <bcefd7c481cb48f4861306052502dba8 xmlns="28d5f0a3-ab75-4f37-b21c-c5486e890318">
      <Terms xmlns="http://schemas.microsoft.com/office/infopath/2007/PartnerControls"/>
    </bcefd7c481cb48f4861306052502dba8>
    <KelaKuvaus xmlns="28d5f0a3-ab75-4f37-b21c-c5486e890318" xsi:nil="true"/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d32bd60a3ed49c984e203f2c1797fd7 xmlns="28d5f0a3-ab75-4f37-b21c-c5486e890318">
      <Terms xmlns="http://schemas.microsoft.com/office/infopath/2007/PartnerControls"/>
    </jd32bd60a3ed49c984e203f2c1797fd7>
    <j875f3fda00345e6808e9e260f685289 xmlns="28d5f0a3-ab75-4f37-b21c-c5486e890318">
      <Terms xmlns="http://schemas.microsoft.com/office/infopath/2007/PartnerControls"/>
    </j875f3fda00345e6808e9e260f685289>
  </documentManagement>
</p:properties>
</file>

<file path=customXml/item6.xml><?xml version="1.0" encoding="utf-8"?>
<?mso-contentType ?>
<SharedContentType xmlns="Microsoft.SharePoint.Taxonomy.ContentTypeSync" SourceId="4c5c86b2-34ba-4440-84a3-2847672c608a" ContentTypeId="0x010100B5B0C7C8E89E4B24A1DD48391A5B64DF00104209A661E54CD587BC7C170A805A7511" PreviousValue="fals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34F32A1-87F8-4038-9AC8-089153566F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D64794-37F0-410E-B0A2-D008830C90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EB86F2-A6CC-4A66-A2EA-2E228D428AB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98E7FB-1D87-428C-9A56-5B81BE104A18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28d5f0a3-ab75-4f37-b21c-c5486e890318"/>
  </ds:schemaRefs>
</ds:datastoreItem>
</file>

<file path=customXml/itemProps6.xml><?xml version="1.0" encoding="utf-8"?>
<ds:datastoreItem xmlns:ds="http://schemas.openxmlformats.org/officeDocument/2006/customXml" ds:itemID="{C8539416-DC03-4713-868C-735F94702F99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Kanta lyhyt asiakirja.dotx</Template>
  <TotalTime>74</TotalTime>
  <Pages>10</Pages>
  <Words>1473</Words>
  <Characters>11934</Characters>
  <Application>Microsoft Office Word</Application>
  <DocSecurity>0</DocSecurity>
  <Lines>99</Lines>
  <Paragraphs>26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Lisää tähän metaotsikko</vt:lpstr>
      <vt:lpstr/>
    </vt:vector>
  </TitlesOfParts>
  <Company>Kela</Company>
  <LinksUpToDate>false</LinksUpToDate>
  <CharactersWithSpaces>13381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Lisää tähän metaotsikko</dc:title>
  <dc:subject>MUUTOSHISTORIA</dc:subject>
  <dc:creator>[Tekijä]</dc:creator>
  <cp:keywords/>
  <cp:lastModifiedBy>Kunnari Riitta</cp:lastModifiedBy>
  <cp:revision>3</cp:revision>
  <cp:lastPrinted>2023-12-11T08:51:00Z</cp:lastPrinted>
  <dcterms:created xsi:type="dcterms:W3CDTF">2024-02-20T07:49:00Z</dcterms:created>
  <dcterms:modified xsi:type="dcterms:W3CDTF">2024-06-25T10:42:00Z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KelaOmaLuokitus">
    <vt:lpwstr/>
  </property>
  <property fmtid="{D5CDD505-2E9C-101B-9397-08002B2CF9AE}" pid="4" name="KelaNavigaatiotermi">
    <vt:lpwstr/>
  </property>
  <property fmtid="{D5CDD505-2E9C-101B-9397-08002B2CF9AE}" pid="5" name="KelaProjekti">
    <vt:lpwstr/>
  </property>
  <property fmtid="{D5CDD505-2E9C-101B-9397-08002B2CF9AE}" pid="6" name="ContentTypeId">
    <vt:lpwstr>0x010100B5B0C7C8E89E4B24A1DD48391A5B64DF00104209A661E54CD587BC7C170A805A7511007F3ACE49274DFA4DAAD23D5DD36F3FB9</vt:lpwstr>
  </property>
  <property fmtid="{D5CDD505-2E9C-101B-9397-08002B2CF9AE}" pid="7" name="KelaAsiasanat">
    <vt:lpwstr>196;#Kanta|6415e8ca-77a5-4574-80c6-2b37449729b9</vt:lpwstr>
  </property>
  <property fmtid="{D5CDD505-2E9C-101B-9397-08002B2CF9AE}" pid="8" name="KelaOrganisaatio">
    <vt:lpwstr/>
  </property>
  <property fmtid="{D5CDD505-2E9C-101B-9397-08002B2CF9AE}" pid="9" name="KelaNostaIntranettiin">
    <vt:lpwstr>88;#Ei|4da38706-6322-4438-8e0a-a80ce46c1d74</vt:lpwstr>
  </property>
  <property fmtid="{D5CDD505-2E9C-101B-9397-08002B2CF9AE}" pid="10" name="KelaTyoryhma">
    <vt:lpwstr/>
  </property>
  <property fmtid="{D5CDD505-2E9C-101B-9397-08002B2CF9AE}" pid="11" name="KelaSinettiLuokka">
    <vt:lpwstr/>
  </property>
  <property fmtid="{D5CDD505-2E9C-101B-9397-08002B2CF9AE}" pid="12" name="KelaDokumenttiluokka">
    <vt:lpwstr/>
  </property>
  <property fmtid="{D5CDD505-2E9C-101B-9397-08002B2CF9AE}" pid="13" name="Järjestelmädokumentti">
    <vt:lpwstr/>
  </property>
</Properties>
</file>