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ulukkoRuudukko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267"/>
      </w:tblGrid>
      <w:tr w:rsidR="00B844BB" w:rsidRPr="00B844BB" w14:paraId="6CB114D5" w14:textId="77777777" w:rsidTr="007B074E">
        <w:trPr>
          <w:cantSplit/>
          <w:trHeight w:hRule="exact" w:val="5896"/>
        </w:trPr>
        <w:tc>
          <w:tcPr>
            <w:tcW w:w="8267" w:type="dxa"/>
            <w:tcMar>
              <w:bottom w:w="284" w:type="dxa"/>
            </w:tcMar>
            <w:vAlign w:val="bottom"/>
          </w:tcPr>
          <w:p w14:paraId="624E30C0" w14:textId="593ED031" w:rsidR="00B844BB" w:rsidRPr="001C2E44" w:rsidRDefault="008F0EAF" w:rsidP="00B844BB">
            <w:pPr>
              <w:pStyle w:val="Kansi1"/>
              <w:rPr>
                <w:lang w:val="fi-FI"/>
              </w:rPr>
            </w:pPr>
            <w:r>
              <w:rPr>
                <w:lang w:val="fi-FI"/>
              </w:rPr>
              <w:t xml:space="preserve">Rajat ylittävän reseptin Medical records </w:t>
            </w:r>
            <w:r w:rsidR="006E01EE">
              <w:rPr>
                <w:lang w:val="fi-FI"/>
              </w:rPr>
              <w:t>-</w:t>
            </w:r>
            <w:r>
              <w:rPr>
                <w:lang w:val="fi-FI"/>
              </w:rPr>
              <w:t>sanomat</w:t>
            </w:r>
          </w:p>
        </w:tc>
      </w:tr>
      <w:tr w:rsidR="00B844BB" w:rsidRPr="00AF1122" w14:paraId="1E236FBF" w14:textId="77777777" w:rsidTr="000152CD">
        <w:trPr>
          <w:cantSplit/>
          <w:trHeight w:val="1588"/>
        </w:trPr>
        <w:tc>
          <w:tcPr>
            <w:tcW w:w="8267" w:type="dxa"/>
            <w:tcMar>
              <w:bottom w:w="510" w:type="dxa"/>
            </w:tcMar>
          </w:tcPr>
          <w:p w14:paraId="214639C8" w14:textId="0130CFE7" w:rsidR="00B844BB" w:rsidRPr="007600D7" w:rsidRDefault="00B844BB" w:rsidP="00B844BB">
            <w:pPr>
              <w:pStyle w:val="Kansi2"/>
              <w:rPr>
                <w:lang w:val="fi-FI"/>
              </w:rPr>
            </w:pPr>
          </w:p>
        </w:tc>
      </w:tr>
      <w:tr w:rsidR="00B844BB" w:rsidRPr="007B074E" w14:paraId="40529340" w14:textId="77777777" w:rsidTr="007B074E">
        <w:trPr>
          <w:cantSplit/>
          <w:trHeight w:val="1134"/>
        </w:trPr>
        <w:tc>
          <w:tcPr>
            <w:tcW w:w="8267" w:type="dxa"/>
          </w:tcPr>
          <w:p w14:paraId="5CB1C321" w14:textId="2E48D075" w:rsidR="008F0EAF" w:rsidRPr="007037E4" w:rsidRDefault="00907AA3" w:rsidP="008F0EAF">
            <w:pPr>
              <w:pStyle w:val="Kansi3"/>
              <w:rPr>
                <w:color w:val="auto"/>
                <w:lang w:val="fi-FI"/>
              </w:rPr>
            </w:pPr>
            <w:del w:id="0" w:author="Korpela Anna" w:date="2018-09-12T14:16:00Z">
              <w:r w:rsidDel="009F5B13">
                <w:rPr>
                  <w:color w:val="auto"/>
                  <w:lang w:val="fi-FI"/>
                </w:rPr>
                <w:delText>22.5.2018</w:delText>
              </w:r>
            </w:del>
            <w:ins w:id="1" w:author="Korpela Anna" w:date="2018-09-12T14:16:00Z">
              <w:r w:rsidR="009F5B13">
                <w:rPr>
                  <w:color w:val="auto"/>
                  <w:lang w:val="fi-FI"/>
                </w:rPr>
                <w:t>12.9.2018</w:t>
              </w:r>
            </w:ins>
            <w:r w:rsidR="007B074E" w:rsidRPr="007037E4">
              <w:rPr>
                <w:color w:val="auto"/>
                <w:lang w:val="fi-FI"/>
              </w:rPr>
              <w:t xml:space="preserve"> </w:t>
            </w:r>
            <w:r w:rsidR="007037E4" w:rsidRPr="007037E4">
              <w:rPr>
                <w:color w:val="auto"/>
                <w:lang w:val="fi-FI"/>
              </w:rPr>
              <w:t>v1.</w:t>
            </w:r>
            <w:del w:id="2" w:author="Korpela Anna" w:date="2018-09-12T14:16:00Z">
              <w:r w:rsidR="0064790B" w:rsidDel="009F5B13">
                <w:rPr>
                  <w:color w:val="auto"/>
                  <w:lang w:val="fi-FI"/>
                </w:rPr>
                <w:delText>1</w:delText>
              </w:r>
            </w:del>
            <w:ins w:id="3" w:author="Korpela Anna" w:date="2018-09-12T14:16:00Z">
              <w:r w:rsidR="009F5B13">
                <w:rPr>
                  <w:color w:val="auto"/>
                  <w:lang w:val="fi-FI"/>
                </w:rPr>
                <w:t>2</w:t>
              </w:r>
            </w:ins>
          </w:p>
          <w:p w14:paraId="5082ADCE" w14:textId="3594794C" w:rsidR="00B844BB" w:rsidRPr="00FF117D" w:rsidRDefault="008F0EAF" w:rsidP="00AB6029">
            <w:pPr>
              <w:pStyle w:val="Kansi3"/>
              <w:rPr>
                <w:lang w:val="fi-FI"/>
              </w:rPr>
            </w:pPr>
            <w:r w:rsidRPr="009F5B13">
              <w:rPr>
                <w:color w:val="auto"/>
                <w:lang w:val="fi-FI"/>
                <w:rPrChange w:id="4" w:author="Korpela Anna" w:date="2018-09-12T14:16:00Z">
                  <w:rPr>
                    <w:color w:val="auto"/>
                  </w:rPr>
                </w:rPrChange>
              </w:rPr>
              <w:t xml:space="preserve">OID: </w:t>
            </w:r>
            <w:r w:rsidR="001536D3" w:rsidRPr="009F5B13">
              <w:rPr>
                <w:color w:val="auto"/>
                <w:lang w:val="fi-FI"/>
                <w:rPrChange w:id="5" w:author="Korpela Anna" w:date="2018-09-12T14:16:00Z">
                  <w:rPr>
                    <w:color w:val="auto"/>
                  </w:rPr>
                </w:rPrChange>
              </w:rPr>
              <w:t>1.2.246.777.11.2018.</w:t>
            </w:r>
            <w:del w:id="6" w:author="Korpela Anna" w:date="2018-09-12T14:16:00Z">
              <w:r w:rsidR="00FF4CA6" w:rsidDel="00AC7E70">
                <w:rPr>
                  <w:color w:val="auto"/>
                  <w:lang w:val="fi-FI"/>
                </w:rPr>
                <w:delText>6</w:delText>
              </w:r>
            </w:del>
            <w:ins w:id="7" w:author="Korpela Anna" w:date="2018-09-12T14:16:00Z">
              <w:r w:rsidR="00AC7E70">
                <w:rPr>
                  <w:color w:val="auto"/>
                  <w:lang w:val="fi-FI"/>
                </w:rPr>
                <w:t>10</w:t>
              </w:r>
            </w:ins>
            <w:r w:rsidR="00DD53A2">
              <w:fldChar w:fldCharType="begin"/>
            </w:r>
            <w:r w:rsidR="00DD53A2" w:rsidRPr="009F5B13">
              <w:rPr>
                <w:lang w:val="fi-FI"/>
                <w:rPrChange w:id="8" w:author="Korpela Anna" w:date="2018-09-12T14:16:00Z">
                  <w:rPr/>
                </w:rPrChange>
              </w:rPr>
              <w:instrText xml:space="preserve"> DOCPROPERTY  OID  \* MERGEFORMAT </w:instrText>
            </w:r>
            <w:r w:rsidR="00DD53A2">
              <w:fldChar w:fldCharType="end"/>
            </w:r>
          </w:p>
        </w:tc>
      </w:tr>
    </w:tbl>
    <w:p w14:paraId="3AE7C8CE" w14:textId="77777777" w:rsidR="00B90A91" w:rsidRDefault="00B90A91" w:rsidP="00B90A91">
      <w:pPr>
        <w:pStyle w:val="Leipteksti"/>
      </w:pPr>
    </w:p>
    <w:p w14:paraId="690F5668" w14:textId="77777777" w:rsidR="003A7EBA" w:rsidRDefault="003A7EBA" w:rsidP="00B90A91">
      <w:pPr>
        <w:pStyle w:val="Leipteksti"/>
      </w:pPr>
    </w:p>
    <w:p w14:paraId="0C72D03E" w14:textId="77777777" w:rsidR="00531A4F" w:rsidRDefault="00531A4F" w:rsidP="00B90A91">
      <w:pPr>
        <w:pStyle w:val="Leipteksti"/>
      </w:pPr>
    </w:p>
    <w:p w14:paraId="2BAB82B0" w14:textId="77777777" w:rsidR="00CA2C51" w:rsidRDefault="00CA2C51">
      <w:pPr>
        <w:spacing w:line="2" w:lineRule="auto"/>
      </w:pPr>
      <w:r>
        <w:br w:type="page"/>
      </w:r>
    </w:p>
    <w:p w14:paraId="6DC15B33" w14:textId="77777777" w:rsidR="00884914" w:rsidRPr="00B32141" w:rsidRDefault="00884914" w:rsidP="00B32141">
      <w:pPr>
        <w:rPr>
          <w:color w:val="0090D4" w:themeColor="text2"/>
          <w:sz w:val="48"/>
          <w:szCs w:val="48"/>
        </w:rPr>
      </w:pPr>
      <w:r w:rsidRPr="00B32141">
        <w:rPr>
          <w:color w:val="0090D4" w:themeColor="text2"/>
          <w:sz w:val="48"/>
          <w:szCs w:val="48"/>
        </w:rPr>
        <w:lastRenderedPageBreak/>
        <w:t>Muutoshistoria</w:t>
      </w:r>
    </w:p>
    <w:p w14:paraId="2DD49563" w14:textId="77777777" w:rsidR="00884914" w:rsidRDefault="00884914" w:rsidP="00884914"/>
    <w:tbl>
      <w:tblPr>
        <w:tblStyle w:val="TaulukkoRuudukko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15"/>
        <w:gridCol w:w="3247"/>
        <w:gridCol w:w="2039"/>
        <w:gridCol w:w="1419"/>
      </w:tblGrid>
      <w:tr w:rsidR="00884914" w:rsidRPr="00BF54D3" w14:paraId="26D782C2" w14:textId="77777777" w:rsidTr="004271DD">
        <w:trPr>
          <w:trHeight w:hRule="exact" w:val="369"/>
        </w:trPr>
        <w:tc>
          <w:tcPr>
            <w:tcW w:w="915" w:type="dxa"/>
            <w:tcBorders>
              <w:top w:val="single" w:sz="6" w:space="0" w:color="auto"/>
              <w:bottom w:val="single" w:sz="6" w:space="0" w:color="auto"/>
              <w:right w:val="dotted" w:sz="6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4F73B322" w14:textId="77777777" w:rsidR="00884914" w:rsidRPr="00531A4F" w:rsidRDefault="00884914" w:rsidP="004271DD">
            <w:pPr>
              <w:rPr>
                <w:sz w:val="18"/>
                <w:szCs w:val="18"/>
                <w:lang w:val="fi-FI"/>
              </w:rPr>
            </w:pPr>
            <w:r w:rsidRPr="00531A4F">
              <w:rPr>
                <w:sz w:val="18"/>
                <w:szCs w:val="18"/>
                <w:lang w:val="fi-FI"/>
              </w:rPr>
              <w:t>Versio</w:t>
            </w:r>
          </w:p>
        </w:tc>
        <w:tc>
          <w:tcPr>
            <w:tcW w:w="3247" w:type="dxa"/>
            <w:tcBorders>
              <w:top w:val="single" w:sz="6" w:space="0" w:color="auto"/>
              <w:left w:val="dotted" w:sz="6" w:space="0" w:color="auto"/>
              <w:bottom w:val="single" w:sz="6" w:space="0" w:color="auto"/>
              <w:right w:val="dotted" w:sz="6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24ABF3B9" w14:textId="77777777" w:rsidR="00884914" w:rsidRPr="00531A4F" w:rsidRDefault="00884914" w:rsidP="004271DD">
            <w:pPr>
              <w:rPr>
                <w:sz w:val="18"/>
                <w:szCs w:val="18"/>
                <w:lang w:val="fi-FI"/>
              </w:rPr>
            </w:pPr>
            <w:r w:rsidRPr="00531A4F">
              <w:rPr>
                <w:sz w:val="18"/>
                <w:szCs w:val="18"/>
                <w:lang w:val="fi-FI"/>
              </w:rPr>
              <w:t>Muutos</w:t>
            </w:r>
          </w:p>
        </w:tc>
        <w:tc>
          <w:tcPr>
            <w:tcW w:w="2039" w:type="dxa"/>
            <w:tcBorders>
              <w:top w:val="single" w:sz="6" w:space="0" w:color="auto"/>
              <w:left w:val="dotted" w:sz="6" w:space="0" w:color="auto"/>
              <w:bottom w:val="single" w:sz="6" w:space="0" w:color="auto"/>
              <w:right w:val="dotted" w:sz="6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73B1C7E9" w14:textId="77777777" w:rsidR="00884914" w:rsidRPr="00531A4F" w:rsidRDefault="00884914" w:rsidP="004271DD">
            <w:pPr>
              <w:rPr>
                <w:sz w:val="18"/>
                <w:szCs w:val="18"/>
                <w:lang w:val="fi-FI"/>
              </w:rPr>
            </w:pPr>
            <w:r w:rsidRPr="00531A4F">
              <w:rPr>
                <w:sz w:val="18"/>
                <w:szCs w:val="18"/>
                <w:lang w:val="fi-FI"/>
              </w:rPr>
              <w:t>Tekijä</w:t>
            </w:r>
          </w:p>
        </w:tc>
        <w:tc>
          <w:tcPr>
            <w:tcW w:w="1419" w:type="dxa"/>
            <w:tcBorders>
              <w:top w:val="single" w:sz="6" w:space="0" w:color="auto"/>
              <w:left w:val="dotted" w:sz="6" w:space="0" w:color="auto"/>
              <w:bottom w:val="single" w:sz="6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064F2F55" w14:textId="77777777" w:rsidR="00884914" w:rsidRPr="00531A4F" w:rsidRDefault="00884914" w:rsidP="004271DD">
            <w:pPr>
              <w:rPr>
                <w:sz w:val="18"/>
                <w:szCs w:val="18"/>
                <w:lang w:val="fi-FI"/>
              </w:rPr>
            </w:pPr>
            <w:r w:rsidRPr="00531A4F">
              <w:rPr>
                <w:sz w:val="18"/>
                <w:szCs w:val="18"/>
                <w:lang w:val="fi-FI"/>
              </w:rPr>
              <w:t>PVM</w:t>
            </w:r>
          </w:p>
        </w:tc>
      </w:tr>
      <w:tr w:rsidR="00884914" w:rsidRPr="00BF54D3" w14:paraId="36FF4D00" w14:textId="77777777" w:rsidTr="002F41EE">
        <w:tc>
          <w:tcPr>
            <w:tcW w:w="915" w:type="dxa"/>
            <w:tcBorders>
              <w:top w:val="single" w:sz="6" w:space="0" w:color="auto"/>
              <w:bottom w:val="single" w:sz="6" w:space="0" w:color="auto"/>
              <w:right w:val="dotted" w:sz="6" w:space="0" w:color="auto"/>
            </w:tcBorders>
            <w:tcMar>
              <w:top w:w="85" w:type="dxa"/>
              <w:bottom w:w="85" w:type="dxa"/>
            </w:tcMar>
          </w:tcPr>
          <w:p w14:paraId="34C00CC4" w14:textId="7DF90AFF" w:rsidR="00884914" w:rsidRPr="00531A4F" w:rsidRDefault="003C4D0F" w:rsidP="004271DD">
            <w:pPr>
              <w:rPr>
                <w:sz w:val="18"/>
                <w:szCs w:val="18"/>
                <w:lang w:val="fi-FI"/>
              </w:rPr>
            </w:pPr>
            <w:r>
              <w:rPr>
                <w:sz w:val="18"/>
                <w:szCs w:val="18"/>
                <w:lang w:val="fi-FI"/>
              </w:rPr>
              <w:t>0.1</w:t>
            </w:r>
          </w:p>
        </w:tc>
        <w:tc>
          <w:tcPr>
            <w:tcW w:w="3247" w:type="dxa"/>
            <w:tcBorders>
              <w:top w:val="single" w:sz="6" w:space="0" w:color="auto"/>
              <w:left w:val="dotted" w:sz="6" w:space="0" w:color="auto"/>
              <w:bottom w:val="single" w:sz="6" w:space="0" w:color="auto"/>
              <w:right w:val="dotted" w:sz="6" w:space="0" w:color="auto"/>
            </w:tcBorders>
            <w:tcMar>
              <w:top w:w="85" w:type="dxa"/>
              <w:bottom w:w="85" w:type="dxa"/>
            </w:tcMar>
          </w:tcPr>
          <w:p w14:paraId="46B68F33" w14:textId="7DB699F3" w:rsidR="00884914" w:rsidRPr="00524FD9" w:rsidRDefault="00843E6D" w:rsidP="00DB0D86">
            <w:pPr>
              <w:rPr>
                <w:sz w:val="18"/>
                <w:szCs w:val="18"/>
                <w:lang w:val="fi-FI"/>
              </w:rPr>
            </w:pPr>
            <w:r w:rsidRPr="00524FD9">
              <w:rPr>
                <w:sz w:val="18"/>
                <w:szCs w:val="18"/>
                <w:lang w:val="fi-FI"/>
              </w:rPr>
              <w:t>Ensimmäinen</w:t>
            </w:r>
            <w:r w:rsidR="00F9583E" w:rsidRPr="00524FD9">
              <w:rPr>
                <w:sz w:val="18"/>
                <w:szCs w:val="18"/>
                <w:lang w:val="fi-FI"/>
              </w:rPr>
              <w:t xml:space="preserve"> </w:t>
            </w:r>
            <w:r w:rsidRPr="00524FD9">
              <w:rPr>
                <w:sz w:val="18"/>
                <w:szCs w:val="18"/>
                <w:lang w:val="fi-FI"/>
              </w:rPr>
              <w:t>versio</w:t>
            </w:r>
            <w:r w:rsidR="003C4D0F" w:rsidRPr="00524FD9">
              <w:rPr>
                <w:sz w:val="18"/>
                <w:szCs w:val="18"/>
                <w:lang w:val="fi-FI"/>
              </w:rPr>
              <w:t xml:space="preserve"> kommenteille</w:t>
            </w:r>
            <w:r w:rsidR="00CE6848" w:rsidRPr="00524FD9">
              <w:rPr>
                <w:sz w:val="18"/>
                <w:szCs w:val="18"/>
                <w:lang w:val="fi-FI"/>
              </w:rPr>
              <w:t xml:space="preserve"> apteekkijärjestelmätoimittajille.</w:t>
            </w:r>
          </w:p>
        </w:tc>
        <w:tc>
          <w:tcPr>
            <w:tcW w:w="2039" w:type="dxa"/>
            <w:tcBorders>
              <w:top w:val="single" w:sz="6" w:space="0" w:color="auto"/>
              <w:left w:val="dotted" w:sz="6" w:space="0" w:color="auto"/>
              <w:bottom w:val="single" w:sz="6" w:space="0" w:color="auto"/>
              <w:right w:val="dotted" w:sz="6" w:space="0" w:color="auto"/>
            </w:tcBorders>
            <w:tcMar>
              <w:top w:w="85" w:type="dxa"/>
              <w:bottom w:w="85" w:type="dxa"/>
            </w:tcMar>
          </w:tcPr>
          <w:p w14:paraId="64A062C1" w14:textId="2E4EB217" w:rsidR="00884914" w:rsidRPr="002F41EE" w:rsidRDefault="00E00FD3" w:rsidP="00E00FD3">
            <w:pPr>
              <w:rPr>
                <w:sz w:val="18"/>
                <w:szCs w:val="18"/>
                <w:lang w:val="fi-FI"/>
              </w:rPr>
            </w:pPr>
            <w:r>
              <w:rPr>
                <w:sz w:val="18"/>
                <w:szCs w:val="18"/>
                <w:lang w:val="fi-FI"/>
              </w:rPr>
              <w:t>Kela</w:t>
            </w:r>
          </w:p>
        </w:tc>
        <w:tc>
          <w:tcPr>
            <w:tcW w:w="1419" w:type="dxa"/>
            <w:tcBorders>
              <w:top w:val="single" w:sz="6" w:space="0" w:color="auto"/>
              <w:left w:val="dotted" w:sz="6" w:space="0" w:color="auto"/>
              <w:bottom w:val="single" w:sz="6" w:space="0" w:color="auto"/>
            </w:tcBorders>
            <w:tcMar>
              <w:top w:w="85" w:type="dxa"/>
              <w:bottom w:w="85" w:type="dxa"/>
            </w:tcMar>
          </w:tcPr>
          <w:p w14:paraId="77F96E09" w14:textId="5CE7DD71" w:rsidR="00884914" w:rsidRPr="002F41EE" w:rsidRDefault="003C4D0F" w:rsidP="00F9583E">
            <w:pPr>
              <w:rPr>
                <w:sz w:val="18"/>
                <w:szCs w:val="18"/>
                <w:lang w:val="fi-FI"/>
              </w:rPr>
            </w:pPr>
            <w:r w:rsidRPr="009F5B13">
              <w:rPr>
                <w:sz w:val="18"/>
                <w:szCs w:val="18"/>
                <w:lang w:val="fi-FI"/>
                <w:rPrChange w:id="9" w:author="Korpela Anna" w:date="2018-09-12T14:16:00Z">
                  <w:rPr>
                    <w:sz w:val="18"/>
                    <w:szCs w:val="18"/>
                  </w:rPr>
                </w:rPrChange>
              </w:rPr>
              <w:t>19</w:t>
            </w:r>
            <w:r>
              <w:rPr>
                <w:sz w:val="18"/>
                <w:szCs w:val="18"/>
              </w:rPr>
              <w:t>.1</w:t>
            </w:r>
            <w:r w:rsidR="003542F0">
              <w:rPr>
                <w:sz w:val="18"/>
                <w:szCs w:val="18"/>
              </w:rPr>
              <w:t>.2018</w:t>
            </w:r>
          </w:p>
        </w:tc>
      </w:tr>
      <w:tr w:rsidR="003C4D0F" w:rsidRPr="00BF54D3" w14:paraId="13A80059" w14:textId="77777777" w:rsidTr="002F41EE">
        <w:tc>
          <w:tcPr>
            <w:tcW w:w="915" w:type="dxa"/>
            <w:tcBorders>
              <w:top w:val="single" w:sz="6" w:space="0" w:color="auto"/>
              <w:bottom w:val="single" w:sz="6" w:space="0" w:color="auto"/>
              <w:right w:val="dotted" w:sz="6" w:space="0" w:color="auto"/>
            </w:tcBorders>
            <w:tcMar>
              <w:top w:w="85" w:type="dxa"/>
              <w:bottom w:w="85" w:type="dxa"/>
            </w:tcMar>
          </w:tcPr>
          <w:p w14:paraId="3BD66CD1" w14:textId="1AB54502" w:rsidR="003C4D0F" w:rsidRDefault="003C4D0F" w:rsidP="004271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</w:t>
            </w:r>
          </w:p>
        </w:tc>
        <w:tc>
          <w:tcPr>
            <w:tcW w:w="3247" w:type="dxa"/>
            <w:tcBorders>
              <w:top w:val="single" w:sz="6" w:space="0" w:color="auto"/>
              <w:left w:val="dotted" w:sz="6" w:space="0" w:color="auto"/>
              <w:bottom w:val="single" w:sz="6" w:space="0" w:color="auto"/>
              <w:right w:val="dotted" w:sz="6" w:space="0" w:color="auto"/>
            </w:tcBorders>
            <w:tcMar>
              <w:top w:w="85" w:type="dxa"/>
              <w:bottom w:w="85" w:type="dxa"/>
            </w:tcMar>
          </w:tcPr>
          <w:p w14:paraId="76304D91" w14:textId="77777777" w:rsidR="003C4D0F" w:rsidRPr="00E00FD3" w:rsidRDefault="003C4D0F" w:rsidP="00DB0D86">
            <w:pPr>
              <w:rPr>
                <w:sz w:val="18"/>
                <w:szCs w:val="18"/>
                <w:lang w:val="fi-FI"/>
              </w:rPr>
            </w:pPr>
            <w:r w:rsidRPr="00E00FD3">
              <w:rPr>
                <w:sz w:val="18"/>
                <w:szCs w:val="18"/>
                <w:lang w:val="fi-FI"/>
              </w:rPr>
              <w:t>Tarkennettu ensimmäistä versiota.</w:t>
            </w:r>
          </w:p>
          <w:p w14:paraId="04F71E75" w14:textId="77777777" w:rsidR="003C4D0F" w:rsidRPr="00E00FD3" w:rsidRDefault="003C4D0F" w:rsidP="00DB0D86">
            <w:pPr>
              <w:rPr>
                <w:sz w:val="18"/>
                <w:szCs w:val="18"/>
                <w:lang w:val="fi-FI"/>
              </w:rPr>
            </w:pPr>
          </w:p>
          <w:p w14:paraId="6381EC03" w14:textId="77777777" w:rsidR="003C4D0F" w:rsidRDefault="003C4D0F" w:rsidP="003C4D0F">
            <w:pPr>
              <w:rPr>
                <w:sz w:val="18"/>
                <w:szCs w:val="18"/>
                <w:lang w:val="fi-FI"/>
              </w:rPr>
            </w:pPr>
            <w:r w:rsidRPr="00422C93">
              <w:rPr>
                <w:sz w:val="18"/>
                <w:szCs w:val="18"/>
                <w:lang w:val="fi-FI"/>
              </w:rPr>
              <w:t>Lisätty interaktioon RCMR_IN300032FI01</w:t>
            </w:r>
            <w:r w:rsidR="00422C93" w:rsidRPr="00422C93">
              <w:rPr>
                <w:sz w:val="18"/>
                <w:szCs w:val="18"/>
                <w:lang w:val="fi-FI"/>
              </w:rPr>
              <w:t xml:space="preserve"> mahdollisen ulkomailta palautuvan varoitusviestin välittäminen asiakirjan ohessa.</w:t>
            </w:r>
          </w:p>
          <w:p w14:paraId="419BD7FD" w14:textId="77777777" w:rsidR="00CE6848" w:rsidRDefault="00CE6848" w:rsidP="003C4D0F">
            <w:pPr>
              <w:rPr>
                <w:sz w:val="18"/>
                <w:szCs w:val="18"/>
                <w:lang w:val="fi-FI"/>
              </w:rPr>
            </w:pPr>
          </w:p>
          <w:p w14:paraId="2C195542" w14:textId="55000778" w:rsidR="00CE6848" w:rsidRPr="00422C93" w:rsidRDefault="00E73EDC" w:rsidP="00E73EDC">
            <w:pPr>
              <w:rPr>
                <w:sz w:val="18"/>
                <w:szCs w:val="18"/>
                <w:lang w:val="fi-FI"/>
              </w:rPr>
            </w:pPr>
            <w:r>
              <w:rPr>
                <w:sz w:val="18"/>
                <w:szCs w:val="18"/>
                <w:lang w:val="fi-FI"/>
              </w:rPr>
              <w:t>Versio HL7-kommenttikierrokselle.</w:t>
            </w:r>
          </w:p>
        </w:tc>
        <w:tc>
          <w:tcPr>
            <w:tcW w:w="2039" w:type="dxa"/>
            <w:tcBorders>
              <w:top w:val="single" w:sz="6" w:space="0" w:color="auto"/>
              <w:left w:val="dotted" w:sz="6" w:space="0" w:color="auto"/>
              <w:bottom w:val="single" w:sz="6" w:space="0" w:color="auto"/>
              <w:right w:val="dotted" w:sz="6" w:space="0" w:color="auto"/>
            </w:tcBorders>
            <w:tcMar>
              <w:top w:w="85" w:type="dxa"/>
              <w:bottom w:w="85" w:type="dxa"/>
            </w:tcMar>
          </w:tcPr>
          <w:p w14:paraId="62E89BD1" w14:textId="57D05291" w:rsidR="003C4D0F" w:rsidRPr="002F41EE" w:rsidRDefault="00E00FD3" w:rsidP="00E00F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fi-FI"/>
              </w:rPr>
              <w:t>Kela</w:t>
            </w:r>
          </w:p>
        </w:tc>
        <w:tc>
          <w:tcPr>
            <w:tcW w:w="1419" w:type="dxa"/>
            <w:tcBorders>
              <w:top w:val="single" w:sz="6" w:space="0" w:color="auto"/>
              <w:left w:val="dotted" w:sz="6" w:space="0" w:color="auto"/>
              <w:bottom w:val="single" w:sz="6" w:space="0" w:color="auto"/>
            </w:tcBorders>
            <w:tcMar>
              <w:top w:w="85" w:type="dxa"/>
              <w:bottom w:w="85" w:type="dxa"/>
            </w:tcMar>
          </w:tcPr>
          <w:p w14:paraId="10AE8EC6" w14:textId="52A27882" w:rsidR="003C4D0F" w:rsidRDefault="00E00FD3" w:rsidP="00F9583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  <w:r w:rsidR="00D32308">
              <w:rPr>
                <w:sz w:val="18"/>
                <w:szCs w:val="18"/>
              </w:rPr>
              <w:t>.3.2018</w:t>
            </w:r>
          </w:p>
        </w:tc>
      </w:tr>
      <w:tr w:rsidR="002D6A5F" w:rsidRPr="00BF54D3" w14:paraId="0BFFF616" w14:textId="77777777" w:rsidTr="002F41EE">
        <w:tc>
          <w:tcPr>
            <w:tcW w:w="915" w:type="dxa"/>
            <w:tcBorders>
              <w:top w:val="single" w:sz="6" w:space="0" w:color="auto"/>
              <w:bottom w:val="single" w:sz="6" w:space="0" w:color="auto"/>
              <w:right w:val="dotted" w:sz="6" w:space="0" w:color="auto"/>
            </w:tcBorders>
            <w:tcMar>
              <w:top w:w="85" w:type="dxa"/>
              <w:bottom w:w="85" w:type="dxa"/>
            </w:tcMar>
          </w:tcPr>
          <w:p w14:paraId="02C2FF8F" w14:textId="53AE1D42" w:rsidR="002D6A5F" w:rsidRDefault="002D6A5F" w:rsidP="004271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3247" w:type="dxa"/>
            <w:tcBorders>
              <w:top w:val="single" w:sz="6" w:space="0" w:color="auto"/>
              <w:left w:val="dotted" w:sz="6" w:space="0" w:color="auto"/>
              <w:bottom w:val="single" w:sz="6" w:space="0" w:color="auto"/>
              <w:right w:val="dotted" w:sz="6" w:space="0" w:color="auto"/>
            </w:tcBorders>
            <w:tcMar>
              <w:top w:w="85" w:type="dxa"/>
              <w:bottom w:w="85" w:type="dxa"/>
            </w:tcMar>
          </w:tcPr>
          <w:p w14:paraId="0B689DDC" w14:textId="77777777" w:rsidR="00341FC4" w:rsidRPr="00524FD9" w:rsidRDefault="002D6A5F" w:rsidP="00DB0D86">
            <w:pPr>
              <w:rPr>
                <w:sz w:val="18"/>
                <w:szCs w:val="18"/>
                <w:lang w:val="fi-FI"/>
              </w:rPr>
            </w:pPr>
            <w:r w:rsidRPr="00524FD9">
              <w:rPr>
                <w:sz w:val="18"/>
                <w:szCs w:val="18"/>
                <w:lang w:val="fi-FI"/>
              </w:rPr>
              <w:t>Ensimmäinen julkaistava versio</w:t>
            </w:r>
            <w:r w:rsidR="00341FC4" w:rsidRPr="00524FD9">
              <w:rPr>
                <w:sz w:val="18"/>
                <w:szCs w:val="18"/>
                <w:lang w:val="fi-FI"/>
              </w:rPr>
              <w:t>.</w:t>
            </w:r>
          </w:p>
          <w:p w14:paraId="5FFC9A08" w14:textId="77777777" w:rsidR="00341FC4" w:rsidRPr="00524FD9" w:rsidRDefault="00341FC4" w:rsidP="00DB0D86">
            <w:pPr>
              <w:rPr>
                <w:sz w:val="18"/>
                <w:szCs w:val="18"/>
                <w:lang w:val="fi-FI"/>
              </w:rPr>
            </w:pPr>
          </w:p>
          <w:p w14:paraId="0DD2C5ED" w14:textId="579B90D2" w:rsidR="002D6A5F" w:rsidRPr="00341FC4" w:rsidRDefault="00341FC4" w:rsidP="00DB0D86">
            <w:pPr>
              <w:rPr>
                <w:sz w:val="18"/>
                <w:szCs w:val="18"/>
                <w:lang w:val="fi-FI"/>
              </w:rPr>
            </w:pPr>
            <w:r w:rsidRPr="00341FC4">
              <w:rPr>
                <w:sz w:val="18"/>
                <w:szCs w:val="18"/>
                <w:lang w:val="fi-FI"/>
              </w:rPr>
              <w:t>Lisätty käytettävissä oleviin kyselyparametreihin</w:t>
            </w:r>
            <w:r>
              <w:rPr>
                <w:sz w:val="18"/>
                <w:szCs w:val="18"/>
                <w:lang w:val="fi-FI"/>
              </w:rPr>
              <w:t xml:space="preserve"> lukuun 8.1.1</w:t>
            </w:r>
            <w:r w:rsidRPr="00341FC4">
              <w:rPr>
                <w:sz w:val="18"/>
                <w:szCs w:val="18"/>
                <w:lang w:val="fi-FI"/>
              </w:rPr>
              <w:t xml:space="preserve"> vapaaehtoiseksi kyselyparametriksi ClinicalDocument.code (Reseptisanoman tyyppi).</w:t>
            </w:r>
          </w:p>
        </w:tc>
        <w:tc>
          <w:tcPr>
            <w:tcW w:w="2039" w:type="dxa"/>
            <w:tcBorders>
              <w:top w:val="single" w:sz="6" w:space="0" w:color="auto"/>
              <w:left w:val="dotted" w:sz="6" w:space="0" w:color="auto"/>
              <w:bottom w:val="single" w:sz="6" w:space="0" w:color="auto"/>
              <w:right w:val="dotted" w:sz="6" w:space="0" w:color="auto"/>
            </w:tcBorders>
            <w:tcMar>
              <w:top w:w="85" w:type="dxa"/>
              <w:bottom w:w="85" w:type="dxa"/>
            </w:tcMar>
          </w:tcPr>
          <w:p w14:paraId="69FFD8AF" w14:textId="6D3AB525" w:rsidR="002D6A5F" w:rsidRPr="00341FC4" w:rsidRDefault="002D6A5F" w:rsidP="00E00FD3">
            <w:pPr>
              <w:rPr>
                <w:sz w:val="18"/>
                <w:szCs w:val="18"/>
                <w:lang w:val="fi-FI"/>
              </w:rPr>
            </w:pPr>
            <w:r w:rsidRPr="00341FC4">
              <w:rPr>
                <w:sz w:val="18"/>
                <w:szCs w:val="18"/>
                <w:lang w:val="fi-FI"/>
              </w:rPr>
              <w:t>Kela</w:t>
            </w:r>
          </w:p>
        </w:tc>
        <w:tc>
          <w:tcPr>
            <w:tcW w:w="1419" w:type="dxa"/>
            <w:tcBorders>
              <w:top w:val="single" w:sz="6" w:space="0" w:color="auto"/>
              <w:left w:val="dotted" w:sz="6" w:space="0" w:color="auto"/>
              <w:bottom w:val="single" w:sz="6" w:space="0" w:color="auto"/>
            </w:tcBorders>
            <w:tcMar>
              <w:top w:w="85" w:type="dxa"/>
              <w:bottom w:w="85" w:type="dxa"/>
            </w:tcMar>
          </w:tcPr>
          <w:p w14:paraId="17289C46" w14:textId="50FF8FA1" w:rsidR="002D6A5F" w:rsidRPr="00341FC4" w:rsidRDefault="00341FC4" w:rsidP="00341FC4">
            <w:pPr>
              <w:rPr>
                <w:sz w:val="18"/>
                <w:szCs w:val="18"/>
                <w:lang w:val="fi-FI"/>
              </w:rPr>
            </w:pPr>
            <w:r w:rsidRPr="00341FC4">
              <w:rPr>
                <w:sz w:val="18"/>
                <w:szCs w:val="18"/>
                <w:lang w:val="fi-FI"/>
              </w:rPr>
              <w:t>7.5</w:t>
            </w:r>
            <w:r w:rsidR="002D6A5F" w:rsidRPr="00341FC4">
              <w:rPr>
                <w:sz w:val="18"/>
                <w:szCs w:val="18"/>
                <w:lang w:val="fi-FI"/>
              </w:rPr>
              <w:t>.2018</w:t>
            </w:r>
          </w:p>
        </w:tc>
      </w:tr>
      <w:tr w:rsidR="006B0F32" w:rsidRPr="00BF54D3" w14:paraId="08ADCE17" w14:textId="77777777" w:rsidTr="002F41EE">
        <w:tc>
          <w:tcPr>
            <w:tcW w:w="915" w:type="dxa"/>
            <w:tcBorders>
              <w:top w:val="single" w:sz="6" w:space="0" w:color="auto"/>
              <w:bottom w:val="single" w:sz="6" w:space="0" w:color="auto"/>
              <w:right w:val="dotted" w:sz="6" w:space="0" w:color="auto"/>
            </w:tcBorders>
            <w:tcMar>
              <w:top w:w="85" w:type="dxa"/>
              <w:bottom w:w="85" w:type="dxa"/>
            </w:tcMar>
          </w:tcPr>
          <w:p w14:paraId="2B31A9D7" w14:textId="1DECABAF" w:rsidR="006B0F32" w:rsidRDefault="006B0F32" w:rsidP="004271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</w:t>
            </w:r>
          </w:p>
        </w:tc>
        <w:tc>
          <w:tcPr>
            <w:tcW w:w="3247" w:type="dxa"/>
            <w:tcBorders>
              <w:top w:val="single" w:sz="6" w:space="0" w:color="auto"/>
              <w:left w:val="dotted" w:sz="6" w:space="0" w:color="auto"/>
              <w:bottom w:val="single" w:sz="6" w:space="0" w:color="auto"/>
              <w:right w:val="dotted" w:sz="6" w:space="0" w:color="auto"/>
            </w:tcBorders>
            <w:tcMar>
              <w:top w:w="85" w:type="dxa"/>
              <w:bottom w:w="85" w:type="dxa"/>
            </w:tcMar>
          </w:tcPr>
          <w:p w14:paraId="2B4D6B08" w14:textId="6C8837D1" w:rsidR="006B0F32" w:rsidRPr="00524FD9" w:rsidRDefault="00500567" w:rsidP="000D53D4">
            <w:pPr>
              <w:rPr>
                <w:sz w:val="18"/>
                <w:szCs w:val="18"/>
                <w:lang w:val="fi-FI"/>
              </w:rPr>
            </w:pPr>
            <w:r>
              <w:rPr>
                <w:sz w:val="18"/>
                <w:szCs w:val="18"/>
                <w:lang w:val="fi-FI"/>
              </w:rPr>
              <w:t xml:space="preserve">Korjattu </w:t>
            </w:r>
            <w:r w:rsidRPr="001E6D71">
              <w:rPr>
                <w:sz w:val="18"/>
                <w:szCs w:val="18"/>
                <w:lang w:val="fi-FI"/>
              </w:rPr>
              <w:t>sanomatyypin RCMR_MT</w:t>
            </w:r>
            <w:r>
              <w:rPr>
                <w:sz w:val="18"/>
                <w:szCs w:val="18"/>
                <w:lang w:val="fi-FI"/>
              </w:rPr>
              <w:t>300001FI01 hl7fi:</w:t>
            </w:r>
            <w:r w:rsidRPr="00CA4A09">
              <w:rPr>
                <w:sz w:val="18"/>
                <w:szCs w:val="18"/>
                <w:lang w:val="fi-FI"/>
              </w:rPr>
              <w:t>localHeaderi</w:t>
            </w:r>
            <w:r>
              <w:rPr>
                <w:sz w:val="18"/>
                <w:szCs w:val="18"/>
                <w:lang w:val="fi-FI"/>
              </w:rPr>
              <w:t>n neRep-elementtiin</w:t>
            </w:r>
            <w:r w:rsidRPr="00524FD9">
              <w:rPr>
                <w:sz w:val="18"/>
                <w:szCs w:val="18"/>
                <w:lang w:val="fi-FI"/>
              </w:rPr>
              <w:t xml:space="preserve"> aiemmin virheellisesti määritelty oletusarvo 'false' -&gt; 'true'</w:t>
            </w:r>
            <w:r>
              <w:rPr>
                <w:sz w:val="18"/>
                <w:szCs w:val="18"/>
                <w:lang w:val="fi-FI"/>
              </w:rPr>
              <w:t xml:space="preserve"> (Rajat ylittävässä reseptissä ei tueta reseptin uusimista, kuten elementin selitteessä oli/on kirjoitettu)</w:t>
            </w:r>
            <w:r w:rsidRPr="00524FD9">
              <w:rPr>
                <w:sz w:val="18"/>
                <w:szCs w:val="18"/>
                <w:lang w:val="fi-FI"/>
              </w:rPr>
              <w:t>.</w:t>
            </w:r>
          </w:p>
        </w:tc>
        <w:tc>
          <w:tcPr>
            <w:tcW w:w="2039" w:type="dxa"/>
            <w:tcBorders>
              <w:top w:val="single" w:sz="6" w:space="0" w:color="auto"/>
              <w:left w:val="dotted" w:sz="6" w:space="0" w:color="auto"/>
              <w:bottom w:val="single" w:sz="6" w:space="0" w:color="auto"/>
              <w:right w:val="dotted" w:sz="6" w:space="0" w:color="auto"/>
            </w:tcBorders>
            <w:tcMar>
              <w:top w:w="85" w:type="dxa"/>
              <w:bottom w:w="85" w:type="dxa"/>
            </w:tcMar>
          </w:tcPr>
          <w:p w14:paraId="540FE826" w14:textId="1AE5E694" w:rsidR="006B0F32" w:rsidRPr="00524FD9" w:rsidRDefault="00CA4A09" w:rsidP="00E00FD3">
            <w:pPr>
              <w:rPr>
                <w:sz w:val="18"/>
                <w:szCs w:val="18"/>
                <w:lang w:val="fi-FI"/>
              </w:rPr>
            </w:pPr>
            <w:r>
              <w:rPr>
                <w:sz w:val="18"/>
                <w:szCs w:val="18"/>
                <w:lang w:val="fi-FI"/>
              </w:rPr>
              <w:t>Kela</w:t>
            </w:r>
          </w:p>
        </w:tc>
        <w:tc>
          <w:tcPr>
            <w:tcW w:w="1419" w:type="dxa"/>
            <w:tcBorders>
              <w:top w:val="single" w:sz="6" w:space="0" w:color="auto"/>
              <w:left w:val="dotted" w:sz="6" w:space="0" w:color="auto"/>
              <w:bottom w:val="single" w:sz="6" w:space="0" w:color="auto"/>
            </w:tcBorders>
            <w:tcMar>
              <w:top w:w="85" w:type="dxa"/>
              <w:bottom w:w="85" w:type="dxa"/>
            </w:tcMar>
          </w:tcPr>
          <w:p w14:paraId="0149D645" w14:textId="48AC507B" w:rsidR="006B0F32" w:rsidRPr="00524FD9" w:rsidRDefault="00CA4A09" w:rsidP="00341FC4">
            <w:pPr>
              <w:rPr>
                <w:sz w:val="18"/>
                <w:szCs w:val="18"/>
                <w:lang w:val="fi-FI"/>
              </w:rPr>
            </w:pPr>
            <w:r>
              <w:rPr>
                <w:sz w:val="18"/>
                <w:szCs w:val="18"/>
                <w:lang w:val="fi-FI"/>
              </w:rPr>
              <w:t>22.5.2018</w:t>
            </w:r>
          </w:p>
        </w:tc>
      </w:tr>
      <w:tr w:rsidR="009F5B13" w:rsidRPr="00BF54D3" w14:paraId="20B32F74" w14:textId="77777777" w:rsidTr="002F41EE">
        <w:trPr>
          <w:ins w:id="10" w:author="Korpela Anna" w:date="2018-09-12T14:17:00Z"/>
        </w:trPr>
        <w:tc>
          <w:tcPr>
            <w:tcW w:w="915" w:type="dxa"/>
            <w:tcBorders>
              <w:top w:val="single" w:sz="6" w:space="0" w:color="auto"/>
              <w:bottom w:val="single" w:sz="6" w:space="0" w:color="auto"/>
              <w:right w:val="dotted" w:sz="6" w:space="0" w:color="auto"/>
            </w:tcBorders>
            <w:tcMar>
              <w:top w:w="85" w:type="dxa"/>
              <w:bottom w:w="85" w:type="dxa"/>
            </w:tcMar>
          </w:tcPr>
          <w:p w14:paraId="6F36A052" w14:textId="0BBA79FA" w:rsidR="009F5B13" w:rsidRDefault="009F5B13" w:rsidP="004271DD">
            <w:pPr>
              <w:rPr>
                <w:ins w:id="11" w:author="Korpela Anna" w:date="2018-09-12T14:17:00Z"/>
                <w:sz w:val="18"/>
                <w:szCs w:val="18"/>
              </w:rPr>
            </w:pPr>
            <w:ins w:id="12" w:author="Korpela Anna" w:date="2018-09-12T14:17:00Z">
              <w:r>
                <w:rPr>
                  <w:sz w:val="18"/>
                  <w:szCs w:val="18"/>
                </w:rPr>
                <w:t>1.2</w:t>
              </w:r>
            </w:ins>
          </w:p>
        </w:tc>
        <w:tc>
          <w:tcPr>
            <w:tcW w:w="3247" w:type="dxa"/>
            <w:tcBorders>
              <w:top w:val="single" w:sz="6" w:space="0" w:color="auto"/>
              <w:left w:val="dotted" w:sz="6" w:space="0" w:color="auto"/>
              <w:bottom w:val="single" w:sz="6" w:space="0" w:color="auto"/>
              <w:right w:val="dotted" w:sz="6" w:space="0" w:color="auto"/>
            </w:tcBorders>
            <w:tcMar>
              <w:top w:w="85" w:type="dxa"/>
              <w:bottom w:w="85" w:type="dxa"/>
            </w:tcMar>
          </w:tcPr>
          <w:p w14:paraId="1DB1497A" w14:textId="36D533B4" w:rsidR="009F5B13" w:rsidRPr="009F5B13" w:rsidRDefault="009F5B13" w:rsidP="00A9672F">
            <w:pPr>
              <w:rPr>
                <w:ins w:id="13" w:author="Korpela Anna" w:date="2018-09-12T14:17:00Z"/>
                <w:sz w:val="18"/>
                <w:szCs w:val="18"/>
                <w:lang w:val="fi-FI"/>
                <w:rPrChange w:id="14" w:author="Korpela Anna" w:date="2018-09-12T14:17:00Z">
                  <w:rPr>
                    <w:ins w:id="15" w:author="Korpela Anna" w:date="2018-09-12T14:17:00Z"/>
                    <w:sz w:val="18"/>
                    <w:szCs w:val="18"/>
                  </w:rPr>
                </w:rPrChange>
              </w:rPr>
            </w:pPr>
            <w:ins w:id="16" w:author="Korpela Anna" w:date="2018-09-12T14:17:00Z">
              <w:r w:rsidRPr="009F5B13">
                <w:rPr>
                  <w:sz w:val="18"/>
                  <w:szCs w:val="18"/>
                  <w:lang w:val="fi-FI"/>
                  <w:rPrChange w:id="17" w:author="Korpela Anna" w:date="2018-09-12T14:17:00Z">
                    <w:rPr>
                      <w:sz w:val="18"/>
                      <w:szCs w:val="18"/>
                    </w:rPr>
                  </w:rPrChange>
                </w:rPr>
                <w:t xml:space="preserve">Lisätty </w:t>
              </w:r>
            </w:ins>
            <w:ins w:id="18" w:author="Korpela Anna" w:date="2018-09-12T14:19:00Z">
              <w:r w:rsidR="00750375">
                <w:rPr>
                  <w:sz w:val="18"/>
                  <w:szCs w:val="18"/>
                  <w:lang w:val="fi-FI"/>
                </w:rPr>
                <w:t>lukuun 8.1.1</w:t>
              </w:r>
            </w:ins>
            <w:ins w:id="19" w:author="Korpela Anna" w:date="2018-09-12T14:25:00Z">
              <w:r w:rsidR="000A58AA">
                <w:rPr>
                  <w:sz w:val="18"/>
                  <w:szCs w:val="18"/>
                  <w:lang w:val="fi-FI"/>
                </w:rPr>
                <w:t xml:space="preserve"> </w:t>
              </w:r>
            </w:ins>
            <w:ins w:id="20" w:author="Korpela Anna" w:date="2018-09-12T14:18:00Z">
              <w:r w:rsidR="006A6530">
                <w:rPr>
                  <w:sz w:val="18"/>
                  <w:szCs w:val="18"/>
                  <w:lang w:val="fi-FI"/>
                </w:rPr>
                <w:t>kuvailutietojen hau</w:t>
              </w:r>
            </w:ins>
            <w:ins w:id="21" w:author="Korpela Anna" w:date="2018-09-12T14:24:00Z">
              <w:r w:rsidR="006A6530">
                <w:rPr>
                  <w:sz w:val="18"/>
                  <w:szCs w:val="18"/>
                  <w:lang w:val="fi-FI"/>
                </w:rPr>
                <w:t>n</w:t>
              </w:r>
            </w:ins>
            <w:ins w:id="22" w:author="Korpela Anna" w:date="2018-09-12T14:18:00Z">
              <w:r w:rsidR="00472835">
                <w:rPr>
                  <w:sz w:val="18"/>
                  <w:szCs w:val="18"/>
                  <w:lang w:val="fi-FI"/>
                </w:rPr>
                <w:t xml:space="preserve"> </w:t>
              </w:r>
            </w:ins>
            <w:ins w:id="23" w:author="Korpela Anna" w:date="2018-09-12T14:17:00Z">
              <w:r w:rsidRPr="009F5B13">
                <w:rPr>
                  <w:sz w:val="18"/>
                  <w:szCs w:val="18"/>
                  <w:lang w:val="fi-FI"/>
                  <w:rPrChange w:id="24" w:author="Korpela Anna" w:date="2018-09-12T14:17:00Z">
                    <w:rPr>
                      <w:sz w:val="18"/>
                      <w:szCs w:val="18"/>
                    </w:rPr>
                  </w:rPrChange>
                </w:rPr>
                <w:t>Patie</w:t>
              </w:r>
              <w:r w:rsidRPr="009F5B13">
                <w:rPr>
                  <w:sz w:val="18"/>
                  <w:szCs w:val="18"/>
                  <w:lang w:val="fi-FI"/>
                </w:rPr>
                <w:t>nt.id-kyselyparame</w:t>
              </w:r>
              <w:r w:rsidR="000A58AA">
                <w:rPr>
                  <w:sz w:val="18"/>
                  <w:szCs w:val="18"/>
                  <w:lang w:val="fi-FI"/>
                </w:rPr>
                <w:t>tr</w:t>
              </w:r>
            </w:ins>
            <w:ins w:id="25" w:author="Korpela Anna" w:date="2018-09-12T14:25:00Z">
              <w:r w:rsidR="00A9672F">
                <w:rPr>
                  <w:sz w:val="18"/>
                  <w:szCs w:val="18"/>
                  <w:lang w:val="fi-FI"/>
                </w:rPr>
                <w:t>ien @root-attribuuti</w:t>
              </w:r>
            </w:ins>
            <w:ins w:id="26" w:author="Korpela Anna" w:date="2018-09-12T14:26:00Z">
              <w:r w:rsidR="00A9672F">
                <w:rPr>
                  <w:sz w:val="18"/>
                  <w:szCs w:val="18"/>
                  <w:lang w:val="fi-FI"/>
                </w:rPr>
                <w:t>lle</w:t>
              </w:r>
              <w:r w:rsidR="0034082F">
                <w:rPr>
                  <w:sz w:val="18"/>
                  <w:szCs w:val="18"/>
                  <w:lang w:val="fi-FI"/>
                </w:rPr>
                <w:t xml:space="preserve"> </w:t>
              </w:r>
              <w:bookmarkStart w:id="27" w:name="_GoBack"/>
              <w:bookmarkEnd w:id="27"/>
              <w:r w:rsidR="0034082F">
                <w:rPr>
                  <w:sz w:val="18"/>
                  <w:szCs w:val="18"/>
                  <w:lang w:val="fi-FI"/>
                </w:rPr>
                <w:t>käytettäväksi</w:t>
              </w:r>
              <w:r w:rsidR="00A9672F">
                <w:rPr>
                  <w:sz w:val="18"/>
                  <w:szCs w:val="18"/>
                  <w:lang w:val="fi-FI"/>
                </w:rPr>
                <w:t xml:space="preserve"> vakioarvo</w:t>
              </w:r>
            </w:ins>
            <w:ins w:id="28" w:author="Korpela Anna" w:date="2018-09-12T14:18:00Z">
              <w:r>
                <w:rPr>
                  <w:sz w:val="18"/>
                  <w:szCs w:val="18"/>
                  <w:lang w:val="fi-FI"/>
                </w:rPr>
                <w:t>.</w:t>
              </w:r>
            </w:ins>
          </w:p>
        </w:tc>
        <w:tc>
          <w:tcPr>
            <w:tcW w:w="2039" w:type="dxa"/>
            <w:tcBorders>
              <w:top w:val="single" w:sz="6" w:space="0" w:color="auto"/>
              <w:left w:val="dotted" w:sz="6" w:space="0" w:color="auto"/>
              <w:bottom w:val="single" w:sz="6" w:space="0" w:color="auto"/>
              <w:right w:val="dotted" w:sz="6" w:space="0" w:color="auto"/>
            </w:tcBorders>
            <w:tcMar>
              <w:top w:w="85" w:type="dxa"/>
              <w:bottom w:w="85" w:type="dxa"/>
            </w:tcMar>
          </w:tcPr>
          <w:p w14:paraId="355C7F26" w14:textId="1147E46A" w:rsidR="009F5B13" w:rsidRPr="009F5B13" w:rsidRDefault="009F5B13" w:rsidP="00E00FD3">
            <w:pPr>
              <w:rPr>
                <w:ins w:id="29" w:author="Korpela Anna" w:date="2018-09-12T14:17:00Z"/>
                <w:sz w:val="18"/>
                <w:szCs w:val="18"/>
                <w:lang w:val="fi-FI"/>
                <w:rPrChange w:id="30" w:author="Korpela Anna" w:date="2018-09-12T14:17:00Z">
                  <w:rPr>
                    <w:ins w:id="31" w:author="Korpela Anna" w:date="2018-09-12T14:17:00Z"/>
                    <w:sz w:val="18"/>
                    <w:szCs w:val="18"/>
                  </w:rPr>
                </w:rPrChange>
              </w:rPr>
            </w:pPr>
            <w:ins w:id="32" w:author="Korpela Anna" w:date="2018-09-12T14:18:00Z">
              <w:r>
                <w:rPr>
                  <w:sz w:val="18"/>
                  <w:szCs w:val="18"/>
                  <w:lang w:val="fi-FI"/>
                </w:rPr>
                <w:t>Kela</w:t>
              </w:r>
            </w:ins>
          </w:p>
        </w:tc>
        <w:tc>
          <w:tcPr>
            <w:tcW w:w="1419" w:type="dxa"/>
            <w:tcBorders>
              <w:top w:val="single" w:sz="6" w:space="0" w:color="auto"/>
              <w:left w:val="dotted" w:sz="6" w:space="0" w:color="auto"/>
              <w:bottom w:val="single" w:sz="6" w:space="0" w:color="auto"/>
            </w:tcBorders>
            <w:tcMar>
              <w:top w:w="85" w:type="dxa"/>
              <w:bottom w:w="85" w:type="dxa"/>
            </w:tcMar>
          </w:tcPr>
          <w:p w14:paraId="3886A6A1" w14:textId="1A37C1B0" w:rsidR="009F5B13" w:rsidRPr="009F5B13" w:rsidRDefault="009F5B13" w:rsidP="00341FC4">
            <w:pPr>
              <w:rPr>
                <w:ins w:id="33" w:author="Korpela Anna" w:date="2018-09-12T14:17:00Z"/>
                <w:sz w:val="18"/>
                <w:szCs w:val="18"/>
                <w:lang w:val="fi-FI"/>
                <w:rPrChange w:id="34" w:author="Korpela Anna" w:date="2018-09-12T14:17:00Z">
                  <w:rPr>
                    <w:ins w:id="35" w:author="Korpela Anna" w:date="2018-09-12T14:17:00Z"/>
                    <w:sz w:val="18"/>
                    <w:szCs w:val="18"/>
                  </w:rPr>
                </w:rPrChange>
              </w:rPr>
            </w:pPr>
            <w:ins w:id="36" w:author="Korpela Anna" w:date="2018-09-12T14:18:00Z">
              <w:r>
                <w:rPr>
                  <w:sz w:val="18"/>
                  <w:szCs w:val="18"/>
                  <w:lang w:val="fi-FI"/>
                </w:rPr>
                <w:t>12.9.2018</w:t>
              </w:r>
            </w:ins>
          </w:p>
        </w:tc>
      </w:tr>
    </w:tbl>
    <w:p w14:paraId="346DA8F9" w14:textId="77777777" w:rsidR="004C6D80" w:rsidRPr="00341FC4" w:rsidRDefault="004C6D80" w:rsidP="004C6D80">
      <w:pPr>
        <w:pStyle w:val="Leipteksti"/>
        <w:rPr>
          <w:sz w:val="18"/>
          <w:szCs w:val="18"/>
        </w:rPr>
      </w:pPr>
    </w:p>
    <w:p w14:paraId="6DF81F30" w14:textId="77777777" w:rsidR="004C6D80" w:rsidRPr="00341FC4" w:rsidRDefault="004C6D80">
      <w:pPr>
        <w:spacing w:line="2" w:lineRule="auto"/>
        <w:rPr>
          <w:sz w:val="18"/>
          <w:szCs w:val="18"/>
        </w:rPr>
      </w:pPr>
      <w:r w:rsidRPr="00341FC4">
        <w:rPr>
          <w:sz w:val="18"/>
          <w:szCs w:val="18"/>
        </w:rPr>
        <w:br w:type="page"/>
      </w:r>
    </w:p>
    <w:p w14:paraId="62D16042" w14:textId="77777777" w:rsidR="00F0227D" w:rsidRPr="00341FC4" w:rsidRDefault="00F0227D">
      <w:pPr>
        <w:spacing w:line="2" w:lineRule="auto"/>
        <w:rPr>
          <w:sz w:val="18"/>
          <w:szCs w:val="18"/>
        </w:rPr>
      </w:pPr>
    </w:p>
    <w:sdt>
      <w:sdtPr>
        <w:rPr>
          <w:rFonts w:asciiTheme="minorHAnsi" w:eastAsiaTheme="minorHAnsi" w:hAnsiTheme="minorHAnsi" w:cstheme="minorHAnsi"/>
          <w:color w:val="auto"/>
          <w:sz w:val="22"/>
          <w:szCs w:val="22"/>
          <w:lang w:eastAsia="en-US"/>
        </w:rPr>
        <w:id w:val="983886896"/>
        <w:docPartObj>
          <w:docPartGallery w:val="Table of Contents"/>
          <w:docPartUnique/>
        </w:docPartObj>
      </w:sdtPr>
      <w:sdtEndPr>
        <w:rPr>
          <w:b/>
          <w:bCs/>
          <w:sz w:val="20"/>
        </w:rPr>
      </w:sdtEndPr>
      <w:sdtContent>
        <w:p w14:paraId="1566AC81" w14:textId="77777777" w:rsidR="004C6D80" w:rsidRDefault="004C6D80">
          <w:pPr>
            <w:pStyle w:val="Sisllysluettelonotsikko"/>
          </w:pPr>
          <w:r>
            <w:t>Sisällys</w:t>
          </w:r>
        </w:p>
        <w:p w14:paraId="5C0395D6" w14:textId="533DDE32" w:rsidR="00F106C6" w:rsidRDefault="00F26FBB">
          <w:pPr>
            <w:pStyle w:val="Sisluet1"/>
            <w:tabs>
              <w:tab w:val="left" w:pos="397"/>
            </w:tabs>
            <w:rPr>
              <w:rFonts w:eastAsiaTheme="minorEastAsia" w:cstheme="minorBidi"/>
              <w:noProof/>
              <w:sz w:val="22"/>
              <w:lang w:eastAsia="fi-FI"/>
            </w:rPr>
          </w:pPr>
          <w:r>
            <w:fldChar w:fldCharType="begin"/>
          </w:r>
          <w:r>
            <w:instrText xml:space="preserve"> TOC \o "1-3" \h \z \t "Otsikko;1" </w:instrText>
          </w:r>
          <w:r>
            <w:fldChar w:fldCharType="separate"/>
          </w:r>
          <w:hyperlink w:anchor="_Toc513470435" w:history="1">
            <w:r w:rsidR="00F106C6" w:rsidRPr="00662D73">
              <w:rPr>
                <w:rStyle w:val="Hyperlinkki"/>
                <w:noProof/>
                <w:lang w:val="en-GB"/>
              </w:rPr>
              <w:t>1</w:t>
            </w:r>
            <w:r w:rsidR="00F106C6">
              <w:rPr>
                <w:rFonts w:eastAsiaTheme="minorEastAsia" w:cstheme="minorBidi"/>
                <w:noProof/>
                <w:sz w:val="22"/>
                <w:lang w:eastAsia="fi-FI"/>
              </w:rPr>
              <w:tab/>
            </w:r>
            <w:r w:rsidR="00F106C6" w:rsidRPr="00662D73">
              <w:rPr>
                <w:rStyle w:val="Hyperlinkki"/>
                <w:noProof/>
                <w:lang w:val="en-GB"/>
              </w:rPr>
              <w:t>Johdanto</w:t>
            </w:r>
            <w:r w:rsidR="00F106C6">
              <w:rPr>
                <w:noProof/>
                <w:webHidden/>
              </w:rPr>
              <w:tab/>
            </w:r>
            <w:r w:rsidR="00F106C6">
              <w:rPr>
                <w:noProof/>
                <w:webHidden/>
              </w:rPr>
              <w:fldChar w:fldCharType="begin"/>
            </w:r>
            <w:r w:rsidR="00F106C6">
              <w:rPr>
                <w:noProof/>
                <w:webHidden/>
              </w:rPr>
              <w:instrText xml:space="preserve"> PAGEREF _Toc513470435 \h </w:instrText>
            </w:r>
            <w:r w:rsidR="00F106C6">
              <w:rPr>
                <w:noProof/>
                <w:webHidden/>
              </w:rPr>
            </w:r>
            <w:r w:rsidR="00F106C6">
              <w:rPr>
                <w:noProof/>
                <w:webHidden/>
              </w:rPr>
              <w:fldChar w:fldCharType="separate"/>
            </w:r>
            <w:r w:rsidR="00F106C6">
              <w:rPr>
                <w:noProof/>
                <w:webHidden/>
              </w:rPr>
              <w:t>1</w:t>
            </w:r>
            <w:r w:rsidR="00F106C6">
              <w:rPr>
                <w:noProof/>
                <w:webHidden/>
              </w:rPr>
              <w:fldChar w:fldCharType="end"/>
            </w:r>
          </w:hyperlink>
        </w:p>
        <w:p w14:paraId="10980970" w14:textId="51C555D2" w:rsidR="00F106C6" w:rsidRDefault="006F0C32">
          <w:pPr>
            <w:pStyle w:val="Sisluet1"/>
            <w:tabs>
              <w:tab w:val="left" w:pos="397"/>
            </w:tabs>
            <w:rPr>
              <w:rFonts w:eastAsiaTheme="minorEastAsia" w:cstheme="minorBidi"/>
              <w:noProof/>
              <w:sz w:val="22"/>
              <w:lang w:eastAsia="fi-FI"/>
            </w:rPr>
          </w:pPr>
          <w:hyperlink w:anchor="_Toc513470436" w:history="1">
            <w:r w:rsidR="00F106C6" w:rsidRPr="00662D73">
              <w:rPr>
                <w:rStyle w:val="Hyperlinkki"/>
                <w:noProof/>
              </w:rPr>
              <w:t>2</w:t>
            </w:r>
            <w:r w:rsidR="00F106C6">
              <w:rPr>
                <w:rFonts w:eastAsiaTheme="minorEastAsia" w:cstheme="minorBidi"/>
                <w:noProof/>
                <w:sz w:val="22"/>
                <w:lang w:eastAsia="fi-FI"/>
              </w:rPr>
              <w:tab/>
            </w:r>
            <w:r w:rsidR="00F106C6" w:rsidRPr="00662D73">
              <w:rPr>
                <w:rStyle w:val="Hyperlinkki"/>
                <w:noProof/>
              </w:rPr>
              <w:t>Dokumenttien yksilöinti, versiointi ja tilatiedot</w:t>
            </w:r>
            <w:r w:rsidR="00F106C6">
              <w:rPr>
                <w:noProof/>
                <w:webHidden/>
              </w:rPr>
              <w:tab/>
            </w:r>
            <w:r w:rsidR="00F106C6">
              <w:rPr>
                <w:noProof/>
                <w:webHidden/>
              </w:rPr>
              <w:fldChar w:fldCharType="begin"/>
            </w:r>
            <w:r w:rsidR="00F106C6">
              <w:rPr>
                <w:noProof/>
                <w:webHidden/>
              </w:rPr>
              <w:instrText xml:space="preserve"> PAGEREF _Toc513470436 \h </w:instrText>
            </w:r>
            <w:r w:rsidR="00F106C6">
              <w:rPr>
                <w:noProof/>
                <w:webHidden/>
              </w:rPr>
            </w:r>
            <w:r w:rsidR="00F106C6">
              <w:rPr>
                <w:noProof/>
                <w:webHidden/>
              </w:rPr>
              <w:fldChar w:fldCharType="separate"/>
            </w:r>
            <w:r w:rsidR="00F106C6">
              <w:rPr>
                <w:noProof/>
                <w:webHidden/>
              </w:rPr>
              <w:t>1</w:t>
            </w:r>
            <w:r w:rsidR="00F106C6">
              <w:rPr>
                <w:noProof/>
                <w:webHidden/>
              </w:rPr>
              <w:fldChar w:fldCharType="end"/>
            </w:r>
          </w:hyperlink>
        </w:p>
        <w:p w14:paraId="33AEC73C" w14:textId="08BC0E6C" w:rsidR="00F106C6" w:rsidRDefault="006F0C32">
          <w:pPr>
            <w:pStyle w:val="Sisluet1"/>
            <w:tabs>
              <w:tab w:val="left" w:pos="397"/>
            </w:tabs>
            <w:rPr>
              <w:rFonts w:eastAsiaTheme="minorEastAsia" w:cstheme="minorBidi"/>
              <w:noProof/>
              <w:sz w:val="22"/>
              <w:lang w:eastAsia="fi-FI"/>
            </w:rPr>
          </w:pPr>
          <w:hyperlink w:anchor="_Toc513470437" w:history="1">
            <w:r w:rsidR="00F106C6" w:rsidRPr="00662D73">
              <w:rPr>
                <w:rStyle w:val="Hyperlinkki"/>
                <w:noProof/>
              </w:rPr>
              <w:t>3</w:t>
            </w:r>
            <w:r w:rsidR="00F106C6">
              <w:rPr>
                <w:rFonts w:eastAsiaTheme="minorEastAsia" w:cstheme="minorBidi"/>
                <w:noProof/>
                <w:sz w:val="22"/>
                <w:lang w:eastAsia="fi-FI"/>
              </w:rPr>
              <w:tab/>
            </w:r>
            <w:r w:rsidR="00F106C6" w:rsidRPr="00662D73">
              <w:rPr>
                <w:rStyle w:val="Hyperlinkki"/>
                <w:noProof/>
              </w:rPr>
              <w:t>Käyttötapaukset</w:t>
            </w:r>
            <w:r w:rsidR="00F106C6">
              <w:rPr>
                <w:noProof/>
                <w:webHidden/>
              </w:rPr>
              <w:tab/>
            </w:r>
            <w:r w:rsidR="00F106C6">
              <w:rPr>
                <w:noProof/>
                <w:webHidden/>
              </w:rPr>
              <w:fldChar w:fldCharType="begin"/>
            </w:r>
            <w:r w:rsidR="00F106C6">
              <w:rPr>
                <w:noProof/>
                <w:webHidden/>
              </w:rPr>
              <w:instrText xml:space="preserve"> PAGEREF _Toc513470437 \h </w:instrText>
            </w:r>
            <w:r w:rsidR="00F106C6">
              <w:rPr>
                <w:noProof/>
                <w:webHidden/>
              </w:rPr>
            </w:r>
            <w:r w:rsidR="00F106C6">
              <w:rPr>
                <w:noProof/>
                <w:webHidden/>
              </w:rPr>
              <w:fldChar w:fldCharType="separate"/>
            </w:r>
            <w:r w:rsidR="00F106C6">
              <w:rPr>
                <w:noProof/>
                <w:webHidden/>
              </w:rPr>
              <w:t>2</w:t>
            </w:r>
            <w:r w:rsidR="00F106C6">
              <w:rPr>
                <w:noProof/>
                <w:webHidden/>
              </w:rPr>
              <w:fldChar w:fldCharType="end"/>
            </w:r>
          </w:hyperlink>
        </w:p>
        <w:p w14:paraId="531E0F74" w14:textId="227D38A0" w:rsidR="00F106C6" w:rsidRDefault="006F0C32">
          <w:pPr>
            <w:pStyle w:val="Sisluet1"/>
            <w:tabs>
              <w:tab w:val="left" w:pos="397"/>
            </w:tabs>
            <w:rPr>
              <w:rFonts w:eastAsiaTheme="minorEastAsia" w:cstheme="minorBidi"/>
              <w:noProof/>
              <w:sz w:val="22"/>
              <w:lang w:eastAsia="fi-FI"/>
            </w:rPr>
          </w:pPr>
          <w:hyperlink w:anchor="_Toc513470438" w:history="1">
            <w:r w:rsidR="00F106C6" w:rsidRPr="00662D73">
              <w:rPr>
                <w:rStyle w:val="Hyperlinkki"/>
                <w:noProof/>
              </w:rPr>
              <w:t>4</w:t>
            </w:r>
            <w:r w:rsidR="00F106C6">
              <w:rPr>
                <w:rFonts w:eastAsiaTheme="minorEastAsia" w:cstheme="minorBidi"/>
                <w:noProof/>
                <w:sz w:val="22"/>
                <w:lang w:eastAsia="fi-FI"/>
              </w:rPr>
              <w:tab/>
            </w:r>
            <w:r w:rsidR="00F106C6" w:rsidRPr="00662D73">
              <w:rPr>
                <w:rStyle w:val="Hyperlinkki"/>
                <w:noProof/>
              </w:rPr>
              <w:t>Sovellusroolit</w:t>
            </w:r>
            <w:r w:rsidR="00F106C6">
              <w:rPr>
                <w:noProof/>
                <w:webHidden/>
              </w:rPr>
              <w:tab/>
            </w:r>
            <w:r w:rsidR="00F106C6">
              <w:rPr>
                <w:noProof/>
                <w:webHidden/>
              </w:rPr>
              <w:fldChar w:fldCharType="begin"/>
            </w:r>
            <w:r w:rsidR="00F106C6">
              <w:rPr>
                <w:noProof/>
                <w:webHidden/>
              </w:rPr>
              <w:instrText xml:space="preserve"> PAGEREF _Toc513470438 \h </w:instrText>
            </w:r>
            <w:r w:rsidR="00F106C6">
              <w:rPr>
                <w:noProof/>
                <w:webHidden/>
              </w:rPr>
            </w:r>
            <w:r w:rsidR="00F106C6">
              <w:rPr>
                <w:noProof/>
                <w:webHidden/>
              </w:rPr>
              <w:fldChar w:fldCharType="separate"/>
            </w:r>
            <w:r w:rsidR="00F106C6">
              <w:rPr>
                <w:noProof/>
                <w:webHidden/>
              </w:rPr>
              <w:t>3</w:t>
            </w:r>
            <w:r w:rsidR="00F106C6">
              <w:rPr>
                <w:noProof/>
                <w:webHidden/>
              </w:rPr>
              <w:fldChar w:fldCharType="end"/>
            </w:r>
          </w:hyperlink>
        </w:p>
        <w:p w14:paraId="4343B9FF" w14:textId="76CFDC66" w:rsidR="00F106C6" w:rsidRDefault="006F0C32">
          <w:pPr>
            <w:pStyle w:val="Sisluet1"/>
            <w:tabs>
              <w:tab w:val="left" w:pos="397"/>
            </w:tabs>
            <w:rPr>
              <w:rFonts w:eastAsiaTheme="minorEastAsia" w:cstheme="minorBidi"/>
              <w:noProof/>
              <w:sz w:val="22"/>
              <w:lang w:eastAsia="fi-FI"/>
            </w:rPr>
          </w:pPr>
          <w:hyperlink w:anchor="_Toc513470439" w:history="1">
            <w:r w:rsidR="00F106C6" w:rsidRPr="00662D73">
              <w:rPr>
                <w:rStyle w:val="Hyperlinkki"/>
                <w:noProof/>
              </w:rPr>
              <w:t>5</w:t>
            </w:r>
            <w:r w:rsidR="00F106C6">
              <w:rPr>
                <w:rFonts w:eastAsiaTheme="minorEastAsia" w:cstheme="minorBidi"/>
                <w:noProof/>
                <w:sz w:val="22"/>
                <w:lang w:eastAsia="fi-FI"/>
              </w:rPr>
              <w:tab/>
            </w:r>
            <w:r w:rsidR="00F106C6" w:rsidRPr="00662D73">
              <w:rPr>
                <w:rStyle w:val="Hyperlinkki"/>
                <w:noProof/>
              </w:rPr>
              <w:t>Laukaiseva tapahtuma - liipaisimet (Trigger eventit)</w:t>
            </w:r>
            <w:r w:rsidR="00F106C6">
              <w:rPr>
                <w:noProof/>
                <w:webHidden/>
              </w:rPr>
              <w:tab/>
            </w:r>
            <w:r w:rsidR="00F106C6">
              <w:rPr>
                <w:noProof/>
                <w:webHidden/>
              </w:rPr>
              <w:fldChar w:fldCharType="begin"/>
            </w:r>
            <w:r w:rsidR="00F106C6">
              <w:rPr>
                <w:noProof/>
                <w:webHidden/>
              </w:rPr>
              <w:instrText xml:space="preserve"> PAGEREF _Toc513470439 \h </w:instrText>
            </w:r>
            <w:r w:rsidR="00F106C6">
              <w:rPr>
                <w:noProof/>
                <w:webHidden/>
              </w:rPr>
            </w:r>
            <w:r w:rsidR="00F106C6">
              <w:rPr>
                <w:noProof/>
                <w:webHidden/>
              </w:rPr>
              <w:fldChar w:fldCharType="separate"/>
            </w:r>
            <w:r w:rsidR="00F106C6">
              <w:rPr>
                <w:noProof/>
                <w:webHidden/>
              </w:rPr>
              <w:t>3</w:t>
            </w:r>
            <w:r w:rsidR="00F106C6">
              <w:rPr>
                <w:noProof/>
                <w:webHidden/>
              </w:rPr>
              <w:fldChar w:fldCharType="end"/>
            </w:r>
          </w:hyperlink>
        </w:p>
        <w:p w14:paraId="184331D9" w14:textId="1115EBEC" w:rsidR="00F106C6" w:rsidRDefault="006F0C32">
          <w:pPr>
            <w:pStyle w:val="Sisluet1"/>
            <w:tabs>
              <w:tab w:val="left" w:pos="397"/>
            </w:tabs>
            <w:rPr>
              <w:rFonts w:eastAsiaTheme="minorEastAsia" w:cstheme="minorBidi"/>
              <w:noProof/>
              <w:sz w:val="22"/>
              <w:lang w:eastAsia="fi-FI"/>
            </w:rPr>
          </w:pPr>
          <w:hyperlink w:anchor="_Toc513470440" w:history="1">
            <w:r w:rsidR="00F106C6" w:rsidRPr="00662D73">
              <w:rPr>
                <w:rStyle w:val="Hyperlinkki"/>
                <w:noProof/>
              </w:rPr>
              <w:t>6</w:t>
            </w:r>
            <w:r w:rsidR="00F106C6">
              <w:rPr>
                <w:rFonts w:eastAsiaTheme="minorEastAsia" w:cstheme="minorBidi"/>
                <w:noProof/>
                <w:sz w:val="22"/>
                <w:lang w:eastAsia="fi-FI"/>
              </w:rPr>
              <w:tab/>
            </w:r>
            <w:r w:rsidR="00F106C6" w:rsidRPr="00662D73">
              <w:rPr>
                <w:rStyle w:val="Hyperlinkki"/>
                <w:noProof/>
              </w:rPr>
              <w:t>Yleistä Medical records -viestirakenteista</w:t>
            </w:r>
            <w:r w:rsidR="00F106C6">
              <w:rPr>
                <w:noProof/>
                <w:webHidden/>
              </w:rPr>
              <w:tab/>
            </w:r>
            <w:r w:rsidR="00F106C6">
              <w:rPr>
                <w:noProof/>
                <w:webHidden/>
              </w:rPr>
              <w:fldChar w:fldCharType="begin"/>
            </w:r>
            <w:r w:rsidR="00F106C6">
              <w:rPr>
                <w:noProof/>
                <w:webHidden/>
              </w:rPr>
              <w:instrText xml:space="preserve"> PAGEREF _Toc513470440 \h </w:instrText>
            </w:r>
            <w:r w:rsidR="00F106C6">
              <w:rPr>
                <w:noProof/>
                <w:webHidden/>
              </w:rPr>
            </w:r>
            <w:r w:rsidR="00F106C6">
              <w:rPr>
                <w:noProof/>
                <w:webHidden/>
              </w:rPr>
              <w:fldChar w:fldCharType="separate"/>
            </w:r>
            <w:r w:rsidR="00F106C6">
              <w:rPr>
                <w:noProof/>
                <w:webHidden/>
              </w:rPr>
              <w:t>4</w:t>
            </w:r>
            <w:r w:rsidR="00F106C6">
              <w:rPr>
                <w:noProof/>
                <w:webHidden/>
              </w:rPr>
              <w:fldChar w:fldCharType="end"/>
            </w:r>
          </w:hyperlink>
        </w:p>
        <w:p w14:paraId="64DC0CE0" w14:textId="1E600301" w:rsidR="00F106C6" w:rsidRDefault="006F0C32">
          <w:pPr>
            <w:pStyle w:val="Sisluet1"/>
            <w:tabs>
              <w:tab w:val="left" w:pos="397"/>
            </w:tabs>
            <w:rPr>
              <w:rFonts w:eastAsiaTheme="minorEastAsia" w:cstheme="minorBidi"/>
              <w:noProof/>
              <w:sz w:val="22"/>
              <w:lang w:eastAsia="fi-FI"/>
            </w:rPr>
          </w:pPr>
          <w:hyperlink w:anchor="_Toc513470441" w:history="1">
            <w:r w:rsidR="00F106C6" w:rsidRPr="00662D73">
              <w:rPr>
                <w:rStyle w:val="Hyperlinkki"/>
                <w:noProof/>
              </w:rPr>
              <w:t>7</w:t>
            </w:r>
            <w:r w:rsidR="00F106C6">
              <w:rPr>
                <w:rFonts w:eastAsiaTheme="minorEastAsia" w:cstheme="minorBidi"/>
                <w:noProof/>
                <w:sz w:val="22"/>
                <w:lang w:eastAsia="fi-FI"/>
              </w:rPr>
              <w:tab/>
            </w:r>
            <w:r w:rsidR="00F106C6" w:rsidRPr="00662D73">
              <w:rPr>
                <w:rStyle w:val="Hyperlinkki"/>
                <w:noProof/>
              </w:rPr>
              <w:t>Dokumenttihallinnan interaktiot ja niissä käytettävä tietosisältö</w:t>
            </w:r>
            <w:r w:rsidR="00F106C6">
              <w:rPr>
                <w:noProof/>
                <w:webHidden/>
              </w:rPr>
              <w:tab/>
            </w:r>
            <w:r w:rsidR="00F106C6">
              <w:rPr>
                <w:noProof/>
                <w:webHidden/>
              </w:rPr>
              <w:fldChar w:fldCharType="begin"/>
            </w:r>
            <w:r w:rsidR="00F106C6">
              <w:rPr>
                <w:noProof/>
                <w:webHidden/>
              </w:rPr>
              <w:instrText xml:space="preserve"> PAGEREF _Toc513470441 \h </w:instrText>
            </w:r>
            <w:r w:rsidR="00F106C6">
              <w:rPr>
                <w:noProof/>
                <w:webHidden/>
              </w:rPr>
            </w:r>
            <w:r w:rsidR="00F106C6">
              <w:rPr>
                <w:noProof/>
                <w:webHidden/>
              </w:rPr>
              <w:fldChar w:fldCharType="separate"/>
            </w:r>
            <w:r w:rsidR="00F106C6">
              <w:rPr>
                <w:noProof/>
                <w:webHidden/>
              </w:rPr>
              <w:t>4</w:t>
            </w:r>
            <w:r w:rsidR="00F106C6">
              <w:rPr>
                <w:noProof/>
                <w:webHidden/>
              </w:rPr>
              <w:fldChar w:fldCharType="end"/>
            </w:r>
          </w:hyperlink>
        </w:p>
        <w:p w14:paraId="68E6CC4F" w14:textId="0B6456CD" w:rsidR="00F106C6" w:rsidRDefault="006F0C32">
          <w:pPr>
            <w:pStyle w:val="Sisluet2"/>
            <w:tabs>
              <w:tab w:val="left" w:pos="1100"/>
            </w:tabs>
            <w:rPr>
              <w:rFonts w:eastAsiaTheme="minorEastAsia" w:cstheme="minorBidi"/>
              <w:noProof/>
              <w:sz w:val="22"/>
              <w:lang w:eastAsia="fi-FI"/>
            </w:rPr>
          </w:pPr>
          <w:hyperlink w:anchor="_Toc513470442" w:history="1">
            <w:r w:rsidR="00F106C6" w:rsidRPr="00662D73">
              <w:rPr>
                <w:rStyle w:val="Hyperlinkki"/>
                <w:noProof/>
              </w:rPr>
              <w:t>7.1</w:t>
            </w:r>
            <w:r w:rsidR="00F106C6">
              <w:rPr>
                <w:rFonts w:eastAsiaTheme="minorEastAsia" w:cstheme="minorBidi"/>
                <w:noProof/>
                <w:sz w:val="22"/>
                <w:lang w:eastAsia="fi-FI"/>
              </w:rPr>
              <w:tab/>
            </w:r>
            <w:r w:rsidR="00F106C6" w:rsidRPr="00662D73">
              <w:rPr>
                <w:rStyle w:val="Hyperlinkki"/>
                <w:noProof/>
              </w:rPr>
              <w:t>Dokumenttihallinnan sanomatyypit (tietosisällöt)</w:t>
            </w:r>
            <w:r w:rsidR="00F106C6">
              <w:rPr>
                <w:noProof/>
                <w:webHidden/>
              </w:rPr>
              <w:tab/>
            </w:r>
            <w:r w:rsidR="00F106C6">
              <w:rPr>
                <w:noProof/>
                <w:webHidden/>
              </w:rPr>
              <w:fldChar w:fldCharType="begin"/>
            </w:r>
            <w:r w:rsidR="00F106C6">
              <w:rPr>
                <w:noProof/>
                <w:webHidden/>
              </w:rPr>
              <w:instrText xml:space="preserve"> PAGEREF _Toc513470442 \h </w:instrText>
            </w:r>
            <w:r w:rsidR="00F106C6">
              <w:rPr>
                <w:noProof/>
                <w:webHidden/>
              </w:rPr>
            </w:r>
            <w:r w:rsidR="00F106C6">
              <w:rPr>
                <w:noProof/>
                <w:webHidden/>
              </w:rPr>
              <w:fldChar w:fldCharType="separate"/>
            </w:r>
            <w:r w:rsidR="00F106C6">
              <w:rPr>
                <w:noProof/>
                <w:webHidden/>
              </w:rPr>
              <w:t>4</w:t>
            </w:r>
            <w:r w:rsidR="00F106C6">
              <w:rPr>
                <w:noProof/>
                <w:webHidden/>
              </w:rPr>
              <w:fldChar w:fldCharType="end"/>
            </w:r>
          </w:hyperlink>
        </w:p>
        <w:p w14:paraId="7938D1DB" w14:textId="5325FFF3" w:rsidR="00F106C6" w:rsidRDefault="006F0C32">
          <w:pPr>
            <w:pStyle w:val="Sisluet3"/>
            <w:tabs>
              <w:tab w:val="left" w:pos="1100"/>
            </w:tabs>
            <w:rPr>
              <w:rFonts w:eastAsiaTheme="minorEastAsia" w:cstheme="minorBidi"/>
              <w:noProof/>
              <w:sz w:val="22"/>
              <w:lang w:eastAsia="fi-FI"/>
            </w:rPr>
          </w:pPr>
          <w:hyperlink w:anchor="_Toc513470443" w:history="1">
            <w:r w:rsidR="00F106C6" w:rsidRPr="00662D73">
              <w:rPr>
                <w:rStyle w:val="Hyperlinkki"/>
                <w:noProof/>
              </w:rPr>
              <w:t>7.1.1</w:t>
            </w:r>
            <w:r w:rsidR="00F106C6">
              <w:rPr>
                <w:rFonts w:eastAsiaTheme="minorEastAsia" w:cstheme="minorBidi"/>
                <w:noProof/>
                <w:sz w:val="22"/>
                <w:lang w:eastAsia="fi-FI"/>
              </w:rPr>
              <w:tab/>
            </w:r>
            <w:r w:rsidR="00F106C6" w:rsidRPr="00662D73">
              <w:rPr>
                <w:rStyle w:val="Hyperlinkki"/>
                <w:noProof/>
              </w:rPr>
              <w:t>Document Event -  RCMR_MT300001FI01</w:t>
            </w:r>
            <w:r w:rsidR="00F106C6">
              <w:rPr>
                <w:noProof/>
                <w:webHidden/>
              </w:rPr>
              <w:tab/>
            </w:r>
            <w:r w:rsidR="00F106C6">
              <w:rPr>
                <w:noProof/>
                <w:webHidden/>
              </w:rPr>
              <w:fldChar w:fldCharType="begin"/>
            </w:r>
            <w:r w:rsidR="00F106C6">
              <w:rPr>
                <w:noProof/>
                <w:webHidden/>
              </w:rPr>
              <w:instrText xml:space="preserve"> PAGEREF _Toc513470443 \h </w:instrText>
            </w:r>
            <w:r w:rsidR="00F106C6">
              <w:rPr>
                <w:noProof/>
                <w:webHidden/>
              </w:rPr>
            </w:r>
            <w:r w:rsidR="00F106C6">
              <w:rPr>
                <w:noProof/>
                <w:webHidden/>
              </w:rPr>
              <w:fldChar w:fldCharType="separate"/>
            </w:r>
            <w:r w:rsidR="00F106C6">
              <w:rPr>
                <w:noProof/>
                <w:webHidden/>
              </w:rPr>
              <w:t>5</w:t>
            </w:r>
            <w:r w:rsidR="00F106C6">
              <w:rPr>
                <w:noProof/>
                <w:webHidden/>
              </w:rPr>
              <w:fldChar w:fldCharType="end"/>
            </w:r>
          </w:hyperlink>
        </w:p>
        <w:p w14:paraId="13D7B2A0" w14:textId="6ECFF0C5" w:rsidR="00F106C6" w:rsidRDefault="006F0C32">
          <w:pPr>
            <w:pStyle w:val="Sisluet3"/>
            <w:tabs>
              <w:tab w:val="left" w:pos="1100"/>
            </w:tabs>
            <w:rPr>
              <w:rFonts w:eastAsiaTheme="minorEastAsia" w:cstheme="minorBidi"/>
              <w:noProof/>
              <w:sz w:val="22"/>
              <w:lang w:eastAsia="fi-FI"/>
            </w:rPr>
          </w:pPr>
          <w:hyperlink w:anchor="_Toc513470444" w:history="1">
            <w:r w:rsidR="00F106C6" w:rsidRPr="00662D73">
              <w:rPr>
                <w:rStyle w:val="Hyperlinkki"/>
                <w:noProof/>
                <w:lang w:val="en-US"/>
              </w:rPr>
              <w:t>7.1.2</w:t>
            </w:r>
            <w:r w:rsidR="00F106C6">
              <w:rPr>
                <w:rFonts w:eastAsiaTheme="minorEastAsia" w:cstheme="minorBidi"/>
                <w:noProof/>
                <w:sz w:val="22"/>
                <w:lang w:eastAsia="fi-FI"/>
              </w:rPr>
              <w:tab/>
            </w:r>
            <w:r w:rsidR="00F106C6" w:rsidRPr="00662D73">
              <w:rPr>
                <w:rStyle w:val="Hyperlinkki"/>
                <w:noProof/>
                <w:lang w:val="en-US"/>
              </w:rPr>
              <w:t>Document Event, with Content - RCMR_MT300002FI01</w:t>
            </w:r>
            <w:r w:rsidR="00F106C6">
              <w:rPr>
                <w:noProof/>
                <w:webHidden/>
              </w:rPr>
              <w:tab/>
            </w:r>
            <w:r w:rsidR="00F106C6">
              <w:rPr>
                <w:noProof/>
                <w:webHidden/>
              </w:rPr>
              <w:fldChar w:fldCharType="begin"/>
            </w:r>
            <w:r w:rsidR="00F106C6">
              <w:rPr>
                <w:noProof/>
                <w:webHidden/>
              </w:rPr>
              <w:instrText xml:space="preserve"> PAGEREF _Toc513470444 \h </w:instrText>
            </w:r>
            <w:r w:rsidR="00F106C6">
              <w:rPr>
                <w:noProof/>
                <w:webHidden/>
              </w:rPr>
            </w:r>
            <w:r w:rsidR="00F106C6">
              <w:rPr>
                <w:noProof/>
                <w:webHidden/>
              </w:rPr>
              <w:fldChar w:fldCharType="separate"/>
            </w:r>
            <w:r w:rsidR="00F106C6">
              <w:rPr>
                <w:noProof/>
                <w:webHidden/>
              </w:rPr>
              <w:t>12</w:t>
            </w:r>
            <w:r w:rsidR="00F106C6">
              <w:rPr>
                <w:noProof/>
                <w:webHidden/>
              </w:rPr>
              <w:fldChar w:fldCharType="end"/>
            </w:r>
          </w:hyperlink>
        </w:p>
        <w:p w14:paraId="54EC6589" w14:textId="6BBB0A7C" w:rsidR="00F106C6" w:rsidRDefault="006F0C32">
          <w:pPr>
            <w:pStyle w:val="Sisluet2"/>
            <w:tabs>
              <w:tab w:val="left" w:pos="1100"/>
            </w:tabs>
            <w:rPr>
              <w:rFonts w:eastAsiaTheme="minorEastAsia" w:cstheme="minorBidi"/>
              <w:noProof/>
              <w:sz w:val="22"/>
              <w:lang w:eastAsia="fi-FI"/>
            </w:rPr>
          </w:pPr>
          <w:hyperlink w:anchor="_Toc513470445" w:history="1">
            <w:r w:rsidR="00F106C6" w:rsidRPr="00662D73">
              <w:rPr>
                <w:rStyle w:val="Hyperlinkki"/>
                <w:noProof/>
              </w:rPr>
              <w:t>7.2</w:t>
            </w:r>
            <w:r w:rsidR="00F106C6">
              <w:rPr>
                <w:rFonts w:eastAsiaTheme="minorEastAsia" w:cstheme="minorBidi"/>
                <w:noProof/>
                <w:sz w:val="22"/>
                <w:lang w:eastAsia="fi-FI"/>
              </w:rPr>
              <w:tab/>
            </w:r>
            <w:r w:rsidR="00F106C6" w:rsidRPr="00662D73">
              <w:rPr>
                <w:rStyle w:val="Hyperlinkki"/>
                <w:noProof/>
              </w:rPr>
              <w:t>Dokumenttihallinnan interaktiot</w:t>
            </w:r>
            <w:r w:rsidR="00F106C6">
              <w:rPr>
                <w:noProof/>
                <w:webHidden/>
              </w:rPr>
              <w:tab/>
            </w:r>
            <w:r w:rsidR="00F106C6">
              <w:rPr>
                <w:noProof/>
                <w:webHidden/>
              </w:rPr>
              <w:fldChar w:fldCharType="begin"/>
            </w:r>
            <w:r w:rsidR="00F106C6">
              <w:rPr>
                <w:noProof/>
                <w:webHidden/>
              </w:rPr>
              <w:instrText xml:space="preserve"> PAGEREF _Toc513470445 \h </w:instrText>
            </w:r>
            <w:r w:rsidR="00F106C6">
              <w:rPr>
                <w:noProof/>
                <w:webHidden/>
              </w:rPr>
            </w:r>
            <w:r w:rsidR="00F106C6">
              <w:rPr>
                <w:noProof/>
                <w:webHidden/>
              </w:rPr>
              <w:fldChar w:fldCharType="separate"/>
            </w:r>
            <w:r w:rsidR="00F106C6">
              <w:rPr>
                <w:noProof/>
                <w:webHidden/>
              </w:rPr>
              <w:t>20</w:t>
            </w:r>
            <w:r w:rsidR="00F106C6">
              <w:rPr>
                <w:noProof/>
                <w:webHidden/>
              </w:rPr>
              <w:fldChar w:fldCharType="end"/>
            </w:r>
          </w:hyperlink>
        </w:p>
        <w:p w14:paraId="0C002891" w14:textId="5FB50177" w:rsidR="00F106C6" w:rsidRDefault="006F0C32">
          <w:pPr>
            <w:pStyle w:val="Sisluet3"/>
            <w:tabs>
              <w:tab w:val="left" w:pos="1100"/>
            </w:tabs>
            <w:rPr>
              <w:rFonts w:eastAsiaTheme="minorEastAsia" w:cstheme="minorBidi"/>
              <w:noProof/>
              <w:sz w:val="22"/>
              <w:lang w:eastAsia="fi-FI"/>
            </w:rPr>
          </w:pPr>
          <w:hyperlink w:anchor="_Toc513470446" w:history="1">
            <w:r w:rsidR="00F106C6" w:rsidRPr="00662D73">
              <w:rPr>
                <w:rStyle w:val="Hyperlinkki"/>
                <w:noProof/>
                <w:lang w:val="en-US"/>
              </w:rPr>
              <w:t>7.2.1</w:t>
            </w:r>
            <w:r w:rsidR="00F106C6">
              <w:rPr>
                <w:rFonts w:eastAsiaTheme="minorEastAsia" w:cstheme="minorBidi"/>
                <w:noProof/>
                <w:sz w:val="22"/>
                <w:lang w:eastAsia="fi-FI"/>
              </w:rPr>
              <w:tab/>
            </w:r>
            <w:r w:rsidR="00F106C6" w:rsidRPr="00662D73">
              <w:rPr>
                <w:rStyle w:val="Hyperlinkki"/>
                <w:noProof/>
                <w:lang w:val="en-US"/>
              </w:rPr>
              <w:t>Original Dispense Document with Content (RCMR_IN300202FI01)</w:t>
            </w:r>
            <w:r w:rsidR="00F106C6">
              <w:rPr>
                <w:noProof/>
                <w:webHidden/>
              </w:rPr>
              <w:tab/>
            </w:r>
            <w:r w:rsidR="00F106C6">
              <w:rPr>
                <w:noProof/>
                <w:webHidden/>
              </w:rPr>
              <w:fldChar w:fldCharType="begin"/>
            </w:r>
            <w:r w:rsidR="00F106C6">
              <w:rPr>
                <w:noProof/>
                <w:webHidden/>
              </w:rPr>
              <w:instrText xml:space="preserve"> PAGEREF _Toc513470446 \h </w:instrText>
            </w:r>
            <w:r w:rsidR="00F106C6">
              <w:rPr>
                <w:noProof/>
                <w:webHidden/>
              </w:rPr>
            </w:r>
            <w:r w:rsidR="00F106C6">
              <w:rPr>
                <w:noProof/>
                <w:webHidden/>
              </w:rPr>
              <w:fldChar w:fldCharType="separate"/>
            </w:r>
            <w:r w:rsidR="00F106C6">
              <w:rPr>
                <w:noProof/>
                <w:webHidden/>
              </w:rPr>
              <w:t>20</w:t>
            </w:r>
            <w:r w:rsidR="00F106C6">
              <w:rPr>
                <w:noProof/>
                <w:webHidden/>
              </w:rPr>
              <w:fldChar w:fldCharType="end"/>
            </w:r>
          </w:hyperlink>
        </w:p>
        <w:p w14:paraId="7D20F673" w14:textId="488BF5F9" w:rsidR="00F106C6" w:rsidRDefault="006F0C32">
          <w:pPr>
            <w:pStyle w:val="Sisluet3"/>
            <w:tabs>
              <w:tab w:val="left" w:pos="1100"/>
            </w:tabs>
            <w:rPr>
              <w:rFonts w:eastAsiaTheme="minorEastAsia" w:cstheme="minorBidi"/>
              <w:noProof/>
              <w:sz w:val="22"/>
              <w:lang w:eastAsia="fi-FI"/>
            </w:rPr>
          </w:pPr>
          <w:hyperlink w:anchor="_Toc513470447" w:history="1">
            <w:r w:rsidR="00F106C6" w:rsidRPr="00662D73">
              <w:rPr>
                <w:rStyle w:val="Hyperlinkki"/>
                <w:noProof/>
                <w:lang w:val="en-US"/>
              </w:rPr>
              <w:t>7.2.2</w:t>
            </w:r>
            <w:r w:rsidR="00F106C6">
              <w:rPr>
                <w:rFonts w:eastAsiaTheme="minorEastAsia" w:cstheme="minorBidi"/>
                <w:noProof/>
                <w:sz w:val="22"/>
                <w:lang w:eastAsia="fi-FI"/>
              </w:rPr>
              <w:tab/>
            </w:r>
            <w:r w:rsidR="00F106C6" w:rsidRPr="00662D73">
              <w:rPr>
                <w:rStyle w:val="Hyperlinkki"/>
                <w:noProof/>
                <w:lang w:val="en-US"/>
              </w:rPr>
              <w:t>Document Transmission Acknowledgement (RCMR_IN320001FI01)</w:t>
            </w:r>
            <w:r w:rsidR="00F106C6">
              <w:rPr>
                <w:noProof/>
                <w:webHidden/>
              </w:rPr>
              <w:tab/>
            </w:r>
            <w:r w:rsidR="00F106C6">
              <w:rPr>
                <w:noProof/>
                <w:webHidden/>
              </w:rPr>
              <w:fldChar w:fldCharType="begin"/>
            </w:r>
            <w:r w:rsidR="00F106C6">
              <w:rPr>
                <w:noProof/>
                <w:webHidden/>
              </w:rPr>
              <w:instrText xml:space="preserve"> PAGEREF _Toc513470447 \h </w:instrText>
            </w:r>
            <w:r w:rsidR="00F106C6">
              <w:rPr>
                <w:noProof/>
                <w:webHidden/>
              </w:rPr>
            </w:r>
            <w:r w:rsidR="00F106C6">
              <w:rPr>
                <w:noProof/>
                <w:webHidden/>
              </w:rPr>
              <w:fldChar w:fldCharType="separate"/>
            </w:r>
            <w:r w:rsidR="00F106C6">
              <w:rPr>
                <w:noProof/>
                <w:webHidden/>
              </w:rPr>
              <w:t>21</w:t>
            </w:r>
            <w:r w:rsidR="00F106C6">
              <w:rPr>
                <w:noProof/>
                <w:webHidden/>
              </w:rPr>
              <w:fldChar w:fldCharType="end"/>
            </w:r>
          </w:hyperlink>
        </w:p>
        <w:p w14:paraId="749B8752" w14:textId="61A4AFBA" w:rsidR="00F106C6" w:rsidRDefault="006F0C32">
          <w:pPr>
            <w:pStyle w:val="Sisluet1"/>
            <w:tabs>
              <w:tab w:val="left" w:pos="397"/>
            </w:tabs>
            <w:rPr>
              <w:rFonts w:eastAsiaTheme="minorEastAsia" w:cstheme="minorBidi"/>
              <w:noProof/>
              <w:sz w:val="22"/>
              <w:lang w:eastAsia="fi-FI"/>
            </w:rPr>
          </w:pPr>
          <w:hyperlink w:anchor="_Toc513470448" w:history="1">
            <w:r w:rsidR="00F106C6" w:rsidRPr="00662D73">
              <w:rPr>
                <w:rStyle w:val="Hyperlinkki"/>
                <w:noProof/>
              </w:rPr>
              <w:t>8</w:t>
            </w:r>
            <w:r w:rsidR="00F106C6">
              <w:rPr>
                <w:rFonts w:eastAsiaTheme="minorEastAsia" w:cstheme="minorBidi"/>
                <w:noProof/>
                <w:sz w:val="22"/>
                <w:lang w:eastAsia="fi-FI"/>
              </w:rPr>
              <w:tab/>
            </w:r>
            <w:r w:rsidR="00F106C6" w:rsidRPr="00662D73">
              <w:rPr>
                <w:rStyle w:val="Hyperlinkki"/>
                <w:noProof/>
              </w:rPr>
              <w:t>Kyselyiden interaktiot ja niissä käytettävä tietosisältö</w:t>
            </w:r>
            <w:r w:rsidR="00F106C6">
              <w:rPr>
                <w:noProof/>
                <w:webHidden/>
              </w:rPr>
              <w:tab/>
            </w:r>
            <w:r w:rsidR="00F106C6">
              <w:rPr>
                <w:noProof/>
                <w:webHidden/>
              </w:rPr>
              <w:fldChar w:fldCharType="begin"/>
            </w:r>
            <w:r w:rsidR="00F106C6">
              <w:rPr>
                <w:noProof/>
                <w:webHidden/>
              </w:rPr>
              <w:instrText xml:space="preserve"> PAGEREF _Toc513470448 \h </w:instrText>
            </w:r>
            <w:r w:rsidR="00F106C6">
              <w:rPr>
                <w:noProof/>
                <w:webHidden/>
              </w:rPr>
            </w:r>
            <w:r w:rsidR="00F106C6">
              <w:rPr>
                <w:noProof/>
                <w:webHidden/>
              </w:rPr>
              <w:fldChar w:fldCharType="separate"/>
            </w:r>
            <w:r w:rsidR="00F106C6">
              <w:rPr>
                <w:noProof/>
                <w:webHidden/>
              </w:rPr>
              <w:t>21</w:t>
            </w:r>
            <w:r w:rsidR="00F106C6">
              <w:rPr>
                <w:noProof/>
                <w:webHidden/>
              </w:rPr>
              <w:fldChar w:fldCharType="end"/>
            </w:r>
          </w:hyperlink>
        </w:p>
        <w:p w14:paraId="0DA34436" w14:textId="03D76311" w:rsidR="00F106C6" w:rsidRDefault="006F0C32">
          <w:pPr>
            <w:pStyle w:val="Sisluet2"/>
            <w:tabs>
              <w:tab w:val="left" w:pos="1100"/>
            </w:tabs>
            <w:rPr>
              <w:rFonts w:eastAsiaTheme="minorEastAsia" w:cstheme="minorBidi"/>
              <w:noProof/>
              <w:sz w:val="22"/>
              <w:lang w:eastAsia="fi-FI"/>
            </w:rPr>
          </w:pPr>
          <w:hyperlink w:anchor="_Toc513470449" w:history="1">
            <w:r w:rsidR="00F106C6" w:rsidRPr="00662D73">
              <w:rPr>
                <w:rStyle w:val="Hyperlinkki"/>
                <w:noProof/>
              </w:rPr>
              <w:t>8.1</w:t>
            </w:r>
            <w:r w:rsidR="00F106C6">
              <w:rPr>
                <w:rFonts w:eastAsiaTheme="minorEastAsia" w:cstheme="minorBidi"/>
                <w:noProof/>
                <w:sz w:val="22"/>
                <w:lang w:eastAsia="fi-FI"/>
              </w:rPr>
              <w:tab/>
            </w:r>
            <w:r w:rsidR="00F106C6" w:rsidRPr="00662D73">
              <w:rPr>
                <w:rStyle w:val="Hyperlinkki"/>
                <w:noProof/>
              </w:rPr>
              <w:t>Kyselyiden tietosisältö</w:t>
            </w:r>
            <w:r w:rsidR="00F106C6">
              <w:rPr>
                <w:noProof/>
                <w:webHidden/>
              </w:rPr>
              <w:tab/>
            </w:r>
            <w:r w:rsidR="00F106C6">
              <w:rPr>
                <w:noProof/>
                <w:webHidden/>
              </w:rPr>
              <w:fldChar w:fldCharType="begin"/>
            </w:r>
            <w:r w:rsidR="00F106C6">
              <w:rPr>
                <w:noProof/>
                <w:webHidden/>
              </w:rPr>
              <w:instrText xml:space="preserve"> PAGEREF _Toc513470449 \h </w:instrText>
            </w:r>
            <w:r w:rsidR="00F106C6">
              <w:rPr>
                <w:noProof/>
                <w:webHidden/>
              </w:rPr>
            </w:r>
            <w:r w:rsidR="00F106C6">
              <w:rPr>
                <w:noProof/>
                <w:webHidden/>
              </w:rPr>
              <w:fldChar w:fldCharType="separate"/>
            </w:r>
            <w:r w:rsidR="00F106C6">
              <w:rPr>
                <w:noProof/>
                <w:webHidden/>
              </w:rPr>
              <w:t>21</w:t>
            </w:r>
            <w:r w:rsidR="00F106C6">
              <w:rPr>
                <w:noProof/>
                <w:webHidden/>
              </w:rPr>
              <w:fldChar w:fldCharType="end"/>
            </w:r>
          </w:hyperlink>
        </w:p>
        <w:p w14:paraId="4B7C82FD" w14:textId="67F99821" w:rsidR="00F106C6" w:rsidRDefault="006F0C32">
          <w:pPr>
            <w:pStyle w:val="Sisluet3"/>
            <w:tabs>
              <w:tab w:val="left" w:pos="1100"/>
            </w:tabs>
            <w:rPr>
              <w:rFonts w:eastAsiaTheme="minorEastAsia" w:cstheme="minorBidi"/>
              <w:noProof/>
              <w:sz w:val="22"/>
              <w:lang w:eastAsia="fi-FI"/>
            </w:rPr>
          </w:pPr>
          <w:hyperlink w:anchor="_Toc513470450" w:history="1">
            <w:r w:rsidR="00F106C6" w:rsidRPr="00662D73">
              <w:rPr>
                <w:rStyle w:val="Hyperlinkki"/>
                <w:noProof/>
              </w:rPr>
              <w:t>8.1.1</w:t>
            </w:r>
            <w:r w:rsidR="00F106C6">
              <w:rPr>
                <w:rFonts w:eastAsiaTheme="minorEastAsia" w:cstheme="minorBidi"/>
                <w:noProof/>
                <w:sz w:val="22"/>
                <w:lang w:eastAsia="fi-FI"/>
              </w:rPr>
              <w:tab/>
            </w:r>
            <w:r w:rsidR="00F106C6" w:rsidRPr="00662D73">
              <w:rPr>
                <w:rStyle w:val="Hyperlinkki"/>
                <w:noProof/>
              </w:rPr>
              <w:t>Kyselyparametrien yleiskuvaus - sanomatyyppi RCMR_MT300003FI01</w:t>
            </w:r>
            <w:r w:rsidR="00F106C6">
              <w:rPr>
                <w:noProof/>
                <w:webHidden/>
              </w:rPr>
              <w:tab/>
            </w:r>
            <w:r w:rsidR="00F106C6">
              <w:rPr>
                <w:noProof/>
                <w:webHidden/>
              </w:rPr>
              <w:fldChar w:fldCharType="begin"/>
            </w:r>
            <w:r w:rsidR="00F106C6">
              <w:rPr>
                <w:noProof/>
                <w:webHidden/>
              </w:rPr>
              <w:instrText xml:space="preserve"> PAGEREF _Toc513470450 \h </w:instrText>
            </w:r>
            <w:r w:rsidR="00F106C6">
              <w:rPr>
                <w:noProof/>
                <w:webHidden/>
              </w:rPr>
            </w:r>
            <w:r w:rsidR="00F106C6">
              <w:rPr>
                <w:noProof/>
                <w:webHidden/>
              </w:rPr>
              <w:fldChar w:fldCharType="separate"/>
            </w:r>
            <w:r w:rsidR="00F106C6">
              <w:rPr>
                <w:noProof/>
                <w:webHidden/>
              </w:rPr>
              <w:t>21</w:t>
            </w:r>
            <w:r w:rsidR="00F106C6">
              <w:rPr>
                <w:noProof/>
                <w:webHidden/>
              </w:rPr>
              <w:fldChar w:fldCharType="end"/>
            </w:r>
          </w:hyperlink>
        </w:p>
        <w:p w14:paraId="02BA06AB" w14:textId="5045E0DA" w:rsidR="00F106C6" w:rsidRDefault="006F0C32">
          <w:pPr>
            <w:pStyle w:val="Sisluet2"/>
            <w:tabs>
              <w:tab w:val="left" w:pos="1100"/>
            </w:tabs>
            <w:rPr>
              <w:rFonts w:eastAsiaTheme="minorEastAsia" w:cstheme="minorBidi"/>
              <w:noProof/>
              <w:sz w:val="22"/>
              <w:lang w:eastAsia="fi-FI"/>
            </w:rPr>
          </w:pPr>
          <w:hyperlink w:anchor="_Toc513470451" w:history="1">
            <w:r w:rsidR="00F106C6" w:rsidRPr="00662D73">
              <w:rPr>
                <w:rStyle w:val="Hyperlinkki"/>
                <w:noProof/>
              </w:rPr>
              <w:t>8.2</w:t>
            </w:r>
            <w:r w:rsidR="00F106C6">
              <w:rPr>
                <w:rFonts w:eastAsiaTheme="minorEastAsia" w:cstheme="minorBidi"/>
                <w:noProof/>
                <w:sz w:val="22"/>
                <w:lang w:eastAsia="fi-FI"/>
              </w:rPr>
              <w:tab/>
            </w:r>
            <w:r w:rsidR="00F106C6" w:rsidRPr="00662D73">
              <w:rPr>
                <w:rStyle w:val="Hyperlinkki"/>
                <w:noProof/>
              </w:rPr>
              <w:t>Kyselyiden interaktiot</w:t>
            </w:r>
            <w:r w:rsidR="00F106C6">
              <w:rPr>
                <w:noProof/>
                <w:webHidden/>
              </w:rPr>
              <w:tab/>
            </w:r>
            <w:r w:rsidR="00F106C6">
              <w:rPr>
                <w:noProof/>
                <w:webHidden/>
              </w:rPr>
              <w:fldChar w:fldCharType="begin"/>
            </w:r>
            <w:r w:rsidR="00F106C6">
              <w:rPr>
                <w:noProof/>
                <w:webHidden/>
              </w:rPr>
              <w:instrText xml:space="preserve"> PAGEREF _Toc513470451 \h </w:instrText>
            </w:r>
            <w:r w:rsidR="00F106C6">
              <w:rPr>
                <w:noProof/>
                <w:webHidden/>
              </w:rPr>
            </w:r>
            <w:r w:rsidR="00F106C6">
              <w:rPr>
                <w:noProof/>
                <w:webHidden/>
              </w:rPr>
              <w:fldChar w:fldCharType="separate"/>
            </w:r>
            <w:r w:rsidR="00F106C6">
              <w:rPr>
                <w:noProof/>
                <w:webHidden/>
              </w:rPr>
              <w:t>23</w:t>
            </w:r>
            <w:r w:rsidR="00F106C6">
              <w:rPr>
                <w:noProof/>
                <w:webHidden/>
              </w:rPr>
              <w:fldChar w:fldCharType="end"/>
            </w:r>
          </w:hyperlink>
        </w:p>
        <w:p w14:paraId="359E9108" w14:textId="25FABDAD" w:rsidR="00F106C6" w:rsidRDefault="006F0C32">
          <w:pPr>
            <w:pStyle w:val="Sisluet3"/>
            <w:tabs>
              <w:tab w:val="left" w:pos="1100"/>
            </w:tabs>
            <w:rPr>
              <w:rFonts w:eastAsiaTheme="minorEastAsia" w:cstheme="minorBidi"/>
              <w:noProof/>
              <w:sz w:val="22"/>
              <w:lang w:eastAsia="fi-FI"/>
            </w:rPr>
          </w:pPr>
          <w:hyperlink w:anchor="_Toc513470452" w:history="1">
            <w:r w:rsidR="00F106C6" w:rsidRPr="00662D73">
              <w:rPr>
                <w:rStyle w:val="Hyperlinkki"/>
                <w:noProof/>
                <w:lang w:val="en-US"/>
              </w:rPr>
              <w:t>8.2.1</w:t>
            </w:r>
            <w:r w:rsidR="00F106C6">
              <w:rPr>
                <w:rFonts w:eastAsiaTheme="minorEastAsia" w:cstheme="minorBidi"/>
                <w:noProof/>
                <w:sz w:val="22"/>
                <w:lang w:eastAsia="fi-FI"/>
              </w:rPr>
              <w:tab/>
            </w:r>
            <w:r w:rsidR="00F106C6" w:rsidRPr="00662D73">
              <w:rPr>
                <w:rStyle w:val="Hyperlinkki"/>
                <w:noProof/>
                <w:lang w:val="en-US"/>
              </w:rPr>
              <w:t>Find Document Metadata Query (RCMR_IN300029FI01)</w:t>
            </w:r>
            <w:r w:rsidR="00F106C6">
              <w:rPr>
                <w:noProof/>
                <w:webHidden/>
              </w:rPr>
              <w:tab/>
            </w:r>
            <w:r w:rsidR="00F106C6">
              <w:rPr>
                <w:noProof/>
                <w:webHidden/>
              </w:rPr>
              <w:fldChar w:fldCharType="begin"/>
            </w:r>
            <w:r w:rsidR="00F106C6">
              <w:rPr>
                <w:noProof/>
                <w:webHidden/>
              </w:rPr>
              <w:instrText xml:space="preserve"> PAGEREF _Toc513470452 \h </w:instrText>
            </w:r>
            <w:r w:rsidR="00F106C6">
              <w:rPr>
                <w:noProof/>
                <w:webHidden/>
              </w:rPr>
            </w:r>
            <w:r w:rsidR="00F106C6">
              <w:rPr>
                <w:noProof/>
                <w:webHidden/>
              </w:rPr>
              <w:fldChar w:fldCharType="separate"/>
            </w:r>
            <w:r w:rsidR="00F106C6">
              <w:rPr>
                <w:noProof/>
                <w:webHidden/>
              </w:rPr>
              <w:t>23</w:t>
            </w:r>
            <w:r w:rsidR="00F106C6">
              <w:rPr>
                <w:noProof/>
                <w:webHidden/>
              </w:rPr>
              <w:fldChar w:fldCharType="end"/>
            </w:r>
          </w:hyperlink>
        </w:p>
        <w:p w14:paraId="1F2EC19E" w14:textId="5A04CD87" w:rsidR="00F106C6" w:rsidRDefault="006F0C32">
          <w:pPr>
            <w:pStyle w:val="Sisluet3"/>
            <w:tabs>
              <w:tab w:val="left" w:pos="1100"/>
            </w:tabs>
            <w:rPr>
              <w:rFonts w:eastAsiaTheme="minorEastAsia" w:cstheme="minorBidi"/>
              <w:noProof/>
              <w:sz w:val="22"/>
              <w:lang w:eastAsia="fi-FI"/>
            </w:rPr>
          </w:pPr>
          <w:hyperlink w:anchor="_Toc513470453" w:history="1">
            <w:r w:rsidR="00F106C6" w:rsidRPr="00662D73">
              <w:rPr>
                <w:rStyle w:val="Hyperlinkki"/>
                <w:noProof/>
                <w:lang w:val="en-US"/>
              </w:rPr>
              <w:t>8.2.2</w:t>
            </w:r>
            <w:r w:rsidR="00F106C6">
              <w:rPr>
                <w:rFonts w:eastAsiaTheme="minorEastAsia" w:cstheme="minorBidi"/>
                <w:noProof/>
                <w:sz w:val="22"/>
                <w:lang w:eastAsia="fi-FI"/>
              </w:rPr>
              <w:tab/>
            </w:r>
            <w:r w:rsidR="00F106C6" w:rsidRPr="00662D73">
              <w:rPr>
                <w:rStyle w:val="Hyperlinkki"/>
                <w:noProof/>
                <w:lang w:val="en-US"/>
              </w:rPr>
              <w:t>Find Prescription Document for Dispense Abroad Metadata and Content Query (RCMR_IN303331FI01)</w:t>
            </w:r>
            <w:r w:rsidR="00F106C6">
              <w:rPr>
                <w:noProof/>
                <w:webHidden/>
              </w:rPr>
              <w:tab/>
            </w:r>
            <w:r w:rsidR="00F106C6">
              <w:rPr>
                <w:noProof/>
                <w:webHidden/>
              </w:rPr>
              <w:fldChar w:fldCharType="begin"/>
            </w:r>
            <w:r w:rsidR="00F106C6">
              <w:rPr>
                <w:noProof/>
                <w:webHidden/>
              </w:rPr>
              <w:instrText xml:space="preserve"> PAGEREF _Toc513470453 \h </w:instrText>
            </w:r>
            <w:r w:rsidR="00F106C6">
              <w:rPr>
                <w:noProof/>
                <w:webHidden/>
              </w:rPr>
            </w:r>
            <w:r w:rsidR="00F106C6">
              <w:rPr>
                <w:noProof/>
                <w:webHidden/>
              </w:rPr>
              <w:fldChar w:fldCharType="separate"/>
            </w:r>
            <w:r w:rsidR="00F106C6">
              <w:rPr>
                <w:noProof/>
                <w:webHidden/>
              </w:rPr>
              <w:t>24</w:t>
            </w:r>
            <w:r w:rsidR="00F106C6">
              <w:rPr>
                <w:noProof/>
                <w:webHidden/>
              </w:rPr>
              <w:fldChar w:fldCharType="end"/>
            </w:r>
          </w:hyperlink>
        </w:p>
        <w:p w14:paraId="5FC68F7B" w14:textId="039E37D7" w:rsidR="00F106C6" w:rsidRDefault="006F0C32">
          <w:pPr>
            <w:pStyle w:val="Sisluet2"/>
            <w:tabs>
              <w:tab w:val="left" w:pos="1100"/>
            </w:tabs>
            <w:rPr>
              <w:rFonts w:eastAsiaTheme="minorEastAsia" w:cstheme="minorBidi"/>
              <w:noProof/>
              <w:sz w:val="22"/>
              <w:lang w:eastAsia="fi-FI"/>
            </w:rPr>
          </w:pPr>
          <w:hyperlink w:anchor="_Toc513470454" w:history="1">
            <w:r w:rsidR="00F106C6" w:rsidRPr="00662D73">
              <w:rPr>
                <w:rStyle w:val="Hyperlinkki"/>
                <w:noProof/>
              </w:rPr>
              <w:t>8.3</w:t>
            </w:r>
            <w:r w:rsidR="00F106C6">
              <w:rPr>
                <w:rFonts w:eastAsiaTheme="minorEastAsia" w:cstheme="minorBidi"/>
                <w:noProof/>
                <w:sz w:val="22"/>
                <w:lang w:eastAsia="fi-FI"/>
              </w:rPr>
              <w:tab/>
            </w:r>
            <w:r w:rsidR="00F106C6" w:rsidRPr="00662D73">
              <w:rPr>
                <w:rStyle w:val="Hyperlinkki"/>
                <w:noProof/>
              </w:rPr>
              <w:t>Kyselyiden vastausinteraktiot</w:t>
            </w:r>
            <w:r w:rsidR="00F106C6">
              <w:rPr>
                <w:noProof/>
                <w:webHidden/>
              </w:rPr>
              <w:tab/>
            </w:r>
            <w:r w:rsidR="00F106C6">
              <w:rPr>
                <w:noProof/>
                <w:webHidden/>
              </w:rPr>
              <w:fldChar w:fldCharType="begin"/>
            </w:r>
            <w:r w:rsidR="00F106C6">
              <w:rPr>
                <w:noProof/>
                <w:webHidden/>
              </w:rPr>
              <w:instrText xml:space="preserve"> PAGEREF _Toc513470454 \h </w:instrText>
            </w:r>
            <w:r w:rsidR="00F106C6">
              <w:rPr>
                <w:noProof/>
                <w:webHidden/>
              </w:rPr>
            </w:r>
            <w:r w:rsidR="00F106C6">
              <w:rPr>
                <w:noProof/>
                <w:webHidden/>
              </w:rPr>
              <w:fldChar w:fldCharType="separate"/>
            </w:r>
            <w:r w:rsidR="00F106C6">
              <w:rPr>
                <w:noProof/>
                <w:webHidden/>
              </w:rPr>
              <w:t>25</w:t>
            </w:r>
            <w:r w:rsidR="00F106C6">
              <w:rPr>
                <w:noProof/>
                <w:webHidden/>
              </w:rPr>
              <w:fldChar w:fldCharType="end"/>
            </w:r>
          </w:hyperlink>
        </w:p>
        <w:p w14:paraId="5F7B4DA7" w14:textId="77427463" w:rsidR="00F106C6" w:rsidRDefault="006F0C32">
          <w:pPr>
            <w:pStyle w:val="Sisluet3"/>
            <w:tabs>
              <w:tab w:val="left" w:pos="1100"/>
            </w:tabs>
            <w:rPr>
              <w:rFonts w:eastAsiaTheme="minorEastAsia" w:cstheme="minorBidi"/>
              <w:noProof/>
              <w:sz w:val="22"/>
              <w:lang w:eastAsia="fi-FI"/>
            </w:rPr>
          </w:pPr>
          <w:hyperlink w:anchor="_Toc513470455" w:history="1">
            <w:r w:rsidR="00F106C6" w:rsidRPr="00662D73">
              <w:rPr>
                <w:rStyle w:val="Hyperlinkki"/>
                <w:noProof/>
                <w:lang w:val="en-US"/>
              </w:rPr>
              <w:t>8.3.1</w:t>
            </w:r>
            <w:r w:rsidR="00F106C6">
              <w:rPr>
                <w:rFonts w:eastAsiaTheme="minorEastAsia" w:cstheme="minorBidi"/>
                <w:noProof/>
                <w:sz w:val="22"/>
                <w:lang w:eastAsia="fi-FI"/>
              </w:rPr>
              <w:tab/>
            </w:r>
            <w:r w:rsidR="00F106C6" w:rsidRPr="00662D73">
              <w:rPr>
                <w:rStyle w:val="Hyperlinkki"/>
                <w:noProof/>
                <w:lang w:val="en-US"/>
              </w:rPr>
              <w:t>Find Document Metadata Response (RCMR_IN300030FI01)</w:t>
            </w:r>
            <w:r w:rsidR="00F106C6">
              <w:rPr>
                <w:noProof/>
                <w:webHidden/>
              </w:rPr>
              <w:tab/>
            </w:r>
            <w:r w:rsidR="00F106C6">
              <w:rPr>
                <w:noProof/>
                <w:webHidden/>
              </w:rPr>
              <w:fldChar w:fldCharType="begin"/>
            </w:r>
            <w:r w:rsidR="00F106C6">
              <w:rPr>
                <w:noProof/>
                <w:webHidden/>
              </w:rPr>
              <w:instrText xml:space="preserve"> PAGEREF _Toc513470455 \h </w:instrText>
            </w:r>
            <w:r w:rsidR="00F106C6">
              <w:rPr>
                <w:noProof/>
                <w:webHidden/>
              </w:rPr>
            </w:r>
            <w:r w:rsidR="00F106C6">
              <w:rPr>
                <w:noProof/>
                <w:webHidden/>
              </w:rPr>
              <w:fldChar w:fldCharType="separate"/>
            </w:r>
            <w:r w:rsidR="00F106C6">
              <w:rPr>
                <w:noProof/>
                <w:webHidden/>
              </w:rPr>
              <w:t>25</w:t>
            </w:r>
            <w:r w:rsidR="00F106C6">
              <w:rPr>
                <w:noProof/>
                <w:webHidden/>
              </w:rPr>
              <w:fldChar w:fldCharType="end"/>
            </w:r>
          </w:hyperlink>
        </w:p>
        <w:p w14:paraId="185EF60F" w14:textId="200DF2EE" w:rsidR="00F106C6" w:rsidRDefault="006F0C32">
          <w:pPr>
            <w:pStyle w:val="Sisluet3"/>
            <w:tabs>
              <w:tab w:val="left" w:pos="1100"/>
            </w:tabs>
            <w:rPr>
              <w:rFonts w:eastAsiaTheme="minorEastAsia" w:cstheme="minorBidi"/>
              <w:noProof/>
              <w:sz w:val="22"/>
              <w:lang w:eastAsia="fi-FI"/>
            </w:rPr>
          </w:pPr>
          <w:hyperlink w:anchor="_Toc513470456" w:history="1">
            <w:r w:rsidR="00F106C6" w:rsidRPr="00662D73">
              <w:rPr>
                <w:rStyle w:val="Hyperlinkki"/>
                <w:noProof/>
                <w:lang w:val="en-US"/>
              </w:rPr>
              <w:t>8.3.2</w:t>
            </w:r>
            <w:r w:rsidR="00F106C6">
              <w:rPr>
                <w:rFonts w:eastAsiaTheme="minorEastAsia" w:cstheme="minorBidi"/>
                <w:noProof/>
                <w:sz w:val="22"/>
                <w:lang w:eastAsia="fi-FI"/>
              </w:rPr>
              <w:tab/>
            </w:r>
            <w:r w:rsidR="00F106C6" w:rsidRPr="00662D73">
              <w:rPr>
                <w:rStyle w:val="Hyperlinkki"/>
                <w:noProof/>
                <w:lang w:val="en-US"/>
              </w:rPr>
              <w:t>Find Document Metadata and Content Response (RCMR_IN300032FI01)</w:t>
            </w:r>
            <w:r w:rsidR="00F106C6">
              <w:rPr>
                <w:noProof/>
                <w:webHidden/>
              </w:rPr>
              <w:tab/>
            </w:r>
            <w:r w:rsidR="00F106C6">
              <w:rPr>
                <w:noProof/>
                <w:webHidden/>
              </w:rPr>
              <w:fldChar w:fldCharType="begin"/>
            </w:r>
            <w:r w:rsidR="00F106C6">
              <w:rPr>
                <w:noProof/>
                <w:webHidden/>
              </w:rPr>
              <w:instrText xml:space="preserve"> PAGEREF _Toc513470456 \h </w:instrText>
            </w:r>
            <w:r w:rsidR="00F106C6">
              <w:rPr>
                <w:noProof/>
                <w:webHidden/>
              </w:rPr>
            </w:r>
            <w:r w:rsidR="00F106C6">
              <w:rPr>
                <w:noProof/>
                <w:webHidden/>
              </w:rPr>
              <w:fldChar w:fldCharType="separate"/>
            </w:r>
            <w:r w:rsidR="00F106C6">
              <w:rPr>
                <w:noProof/>
                <w:webHidden/>
              </w:rPr>
              <w:t>25</w:t>
            </w:r>
            <w:r w:rsidR="00F106C6">
              <w:rPr>
                <w:noProof/>
                <w:webHidden/>
              </w:rPr>
              <w:fldChar w:fldCharType="end"/>
            </w:r>
          </w:hyperlink>
        </w:p>
        <w:p w14:paraId="1F8F037B" w14:textId="3C276760" w:rsidR="004C6D80" w:rsidRDefault="00F26FBB">
          <w:r>
            <w:rPr>
              <w:sz w:val="21"/>
            </w:rPr>
            <w:fldChar w:fldCharType="end"/>
          </w:r>
        </w:p>
      </w:sdtContent>
    </w:sdt>
    <w:p w14:paraId="4C854D3D" w14:textId="77777777" w:rsidR="004C6D80" w:rsidRDefault="004C6D80" w:rsidP="004C6D80">
      <w:pPr>
        <w:pStyle w:val="Leipteksti"/>
        <w:rPr>
          <w:lang w:val="en-GB"/>
        </w:rPr>
      </w:pPr>
    </w:p>
    <w:p w14:paraId="30F108E9" w14:textId="77777777" w:rsidR="00B32141" w:rsidRDefault="00B32141" w:rsidP="004C6D80">
      <w:pPr>
        <w:pStyle w:val="Leipteksti"/>
        <w:rPr>
          <w:lang w:val="en-GB"/>
        </w:rPr>
        <w:sectPr w:rsidR="00B32141" w:rsidSect="00531A4F">
          <w:headerReference w:type="default" r:id="rId12"/>
          <w:footerReference w:type="default" r:id="rId13"/>
          <w:headerReference w:type="first" r:id="rId14"/>
          <w:pgSz w:w="11906" w:h="16838" w:code="9"/>
          <w:pgMar w:top="2472" w:right="1077" w:bottom="1134" w:left="2495" w:header="624" w:footer="397" w:gutter="0"/>
          <w:pgNumType w:start="1"/>
          <w:cols w:space="708"/>
          <w:titlePg/>
          <w:docGrid w:linePitch="360"/>
        </w:sectPr>
      </w:pPr>
    </w:p>
    <w:p w14:paraId="29EF8DC4" w14:textId="49AB197E" w:rsidR="00D37740" w:rsidRDefault="00E4658F" w:rsidP="00B90A91">
      <w:pPr>
        <w:pStyle w:val="Otsikko1"/>
        <w:rPr>
          <w:lang w:val="en-GB"/>
        </w:rPr>
      </w:pPr>
      <w:bookmarkStart w:id="39" w:name="_Toc513470435"/>
      <w:r>
        <w:rPr>
          <w:lang w:val="en-GB"/>
        </w:rPr>
        <w:lastRenderedPageBreak/>
        <w:t>Johdanto</w:t>
      </w:r>
      <w:bookmarkEnd w:id="39"/>
    </w:p>
    <w:p w14:paraId="4410EEC1" w14:textId="4B249DE6" w:rsidR="00841957" w:rsidRDefault="003646C1" w:rsidP="00841957">
      <w:pPr>
        <w:pStyle w:val="Leipteksti"/>
      </w:pPr>
      <w:r>
        <w:t xml:space="preserve">Tässä dokumentissa </w:t>
      </w:r>
      <w:r w:rsidR="00031045">
        <w:t>määritellään</w:t>
      </w:r>
      <w:r>
        <w:t xml:space="preserve"> Rajat ylittävän reseptin Medical Rec</w:t>
      </w:r>
      <w:r w:rsidR="00AB6029">
        <w:t xml:space="preserve">ords </w:t>
      </w:r>
      <w:r w:rsidR="00A5160E">
        <w:t>-sanomat, joita käytetään, kun</w:t>
      </w:r>
      <w:r w:rsidR="00841957">
        <w:t xml:space="preserve"> ulkomaisen henkilön ulkomainen resepti toimitetaan Suomessa</w:t>
      </w:r>
      <w:r w:rsidR="00081828">
        <w:t xml:space="preserve"> suomalaisessa apteekissa</w:t>
      </w:r>
      <w:r w:rsidR="00841957">
        <w:t>.</w:t>
      </w:r>
    </w:p>
    <w:p w14:paraId="6C6CF432" w14:textId="77777777" w:rsidR="00841957" w:rsidRDefault="00841957" w:rsidP="00607D37">
      <w:pPr>
        <w:pStyle w:val="Leipteksti"/>
      </w:pPr>
    </w:p>
    <w:p w14:paraId="04C0A235" w14:textId="50D5093D" w:rsidR="006E01EE" w:rsidRDefault="00AB6029" w:rsidP="00607D37">
      <w:pPr>
        <w:pStyle w:val="Leipteksti"/>
      </w:pPr>
      <w:r>
        <w:t>M</w:t>
      </w:r>
      <w:r w:rsidR="003646C1">
        <w:t>äärittely</w:t>
      </w:r>
      <w:r w:rsidR="0005681D">
        <w:t>je</w:t>
      </w:r>
      <w:r w:rsidR="003646C1">
        <w:t xml:space="preserve">n pohjana on käytetty suomalaisen </w:t>
      </w:r>
      <w:r>
        <w:t>s</w:t>
      </w:r>
      <w:r w:rsidR="003646C1">
        <w:t xml:space="preserve">ähköisen reseptin </w:t>
      </w:r>
      <w:r w:rsidR="00362324">
        <w:t xml:space="preserve">kansallisia </w:t>
      </w:r>
      <w:r w:rsidR="003646C1">
        <w:t>Lääkemääräyksen Medi</w:t>
      </w:r>
      <w:r>
        <w:t>cal Records sanomat -määrittely</w:t>
      </w:r>
      <w:r w:rsidRPr="004D2805">
        <w:t>jä (Lääkemääräyksen Medical Records sanomat v3.50</w:t>
      </w:r>
      <w:r w:rsidR="00607D37" w:rsidRPr="004D2805">
        <w:t xml:space="preserve">, </w:t>
      </w:r>
      <w:r w:rsidR="00607D37" w:rsidRPr="00607D37">
        <w:t xml:space="preserve">OID: </w:t>
      </w:r>
      <w:fldSimple w:instr=" DOCPROPERTY  OID  \* MERGEFORMAT ">
        <w:r w:rsidR="00607D37" w:rsidRPr="00607D37">
          <w:t>1.2.246.777.11.2017.10</w:t>
        </w:r>
      </w:fldSimple>
      <w:r>
        <w:t>)</w:t>
      </w:r>
      <w:r w:rsidR="00362324">
        <w:t xml:space="preserve">. </w:t>
      </w:r>
    </w:p>
    <w:p w14:paraId="07F76CD3" w14:textId="77777777" w:rsidR="006E01EE" w:rsidRDefault="006E01EE" w:rsidP="00E4658F">
      <w:pPr>
        <w:pStyle w:val="Leipteksti"/>
      </w:pPr>
    </w:p>
    <w:p w14:paraId="2420C16F" w14:textId="569F001B" w:rsidR="00E4658F" w:rsidRDefault="00872A13" w:rsidP="00E4658F">
      <w:pPr>
        <w:pStyle w:val="Leipteksti"/>
      </w:pPr>
      <w:r>
        <w:t>Lukujen 2</w:t>
      </w:r>
      <w:r w:rsidR="006E01EE">
        <w:t xml:space="preserve"> </w:t>
      </w:r>
      <w:r w:rsidR="004E2590">
        <w:t>-</w:t>
      </w:r>
      <w:r w:rsidR="006E01EE">
        <w:t xml:space="preserve"> 6 osalta t</w:t>
      </w:r>
      <w:r w:rsidR="00AB6029">
        <w:t>ässä dokumentissa ei toisteta</w:t>
      </w:r>
      <w:r w:rsidR="006E01EE">
        <w:t xml:space="preserve"> em.</w:t>
      </w:r>
      <w:r w:rsidR="00362324">
        <w:t xml:space="preserve"> suomalaisen</w:t>
      </w:r>
      <w:r w:rsidR="00AB6029">
        <w:t xml:space="preserve"> s</w:t>
      </w:r>
      <w:r w:rsidR="003646C1">
        <w:t xml:space="preserve">ähköisen reseptin </w:t>
      </w:r>
      <w:r w:rsidR="00362324">
        <w:t>Medical Records -</w:t>
      </w:r>
      <w:r w:rsidR="003646C1">
        <w:t>määrittely</w:t>
      </w:r>
      <w:r w:rsidR="00362324">
        <w:t>i</w:t>
      </w:r>
      <w:r w:rsidR="003646C1">
        <w:t xml:space="preserve">ssä esiteltyjä käytäntöjä, jotka pätevät sellaisenaan myös Rajat ylittävässä reseptissä. </w:t>
      </w:r>
      <w:r w:rsidR="00F9583E">
        <w:t>Luvuissa kuvataan</w:t>
      </w:r>
      <w:r w:rsidR="004D2805">
        <w:t xml:space="preserve"> vain</w:t>
      </w:r>
      <w:r w:rsidR="00DF394F">
        <w:t xml:space="preserve"> poikkeukset niihin.</w:t>
      </w:r>
    </w:p>
    <w:p w14:paraId="149D804B" w14:textId="1C87B38A" w:rsidR="006E01EE" w:rsidRDefault="006E01EE" w:rsidP="00E4658F">
      <w:pPr>
        <w:pStyle w:val="Leipteksti"/>
      </w:pPr>
    </w:p>
    <w:p w14:paraId="1CFF6BE8" w14:textId="2E65561E" w:rsidR="006E01EE" w:rsidRDefault="006E01EE" w:rsidP="00E4658F">
      <w:pPr>
        <w:pStyle w:val="Leipteksti"/>
      </w:pPr>
      <w:r>
        <w:t>Luvuissa 7 ja 8 kuvataan</w:t>
      </w:r>
      <w:r w:rsidR="00F601FA">
        <w:t xml:space="preserve"> Rajat ylittävässä reseptissä käytettävät interaktiot ja niiden tietosisällöt.</w:t>
      </w:r>
    </w:p>
    <w:p w14:paraId="00A58F79" w14:textId="77777777" w:rsidR="00256DC8" w:rsidRDefault="00256DC8" w:rsidP="00E4658F">
      <w:pPr>
        <w:pStyle w:val="Leipteksti"/>
      </w:pPr>
    </w:p>
    <w:p w14:paraId="58555CAE" w14:textId="7E171B33" w:rsidR="00E4658F" w:rsidRDefault="00E4658F" w:rsidP="00E4658F">
      <w:pPr>
        <w:pStyle w:val="Leipteksti"/>
      </w:pPr>
    </w:p>
    <w:p w14:paraId="5CF8B8C2" w14:textId="0B9BC298" w:rsidR="001E02DB" w:rsidRDefault="007D482E" w:rsidP="00E4658F">
      <w:pPr>
        <w:pStyle w:val="Otsikko1"/>
      </w:pPr>
      <w:bookmarkStart w:id="40" w:name="_Toc170762796"/>
      <w:bookmarkStart w:id="41" w:name="_Toc170763542"/>
      <w:bookmarkStart w:id="42" w:name="_Toc492904203"/>
      <w:bookmarkStart w:id="43" w:name="_Toc513470436"/>
      <w:r>
        <w:t xml:space="preserve">Dokumenttien yksilöinti, </w:t>
      </w:r>
      <w:r w:rsidR="001E02DB">
        <w:t>versiointi</w:t>
      </w:r>
      <w:bookmarkEnd w:id="40"/>
      <w:bookmarkEnd w:id="41"/>
      <w:bookmarkEnd w:id="42"/>
      <w:r>
        <w:t xml:space="preserve"> ja tilatiedot</w:t>
      </w:r>
      <w:bookmarkEnd w:id="43"/>
    </w:p>
    <w:p w14:paraId="163F2FEF" w14:textId="2ED51E75" w:rsidR="00D83213" w:rsidRDefault="003646C1" w:rsidP="00D83213">
      <w:pPr>
        <w:pStyle w:val="Leipteksti"/>
      </w:pPr>
      <w:r>
        <w:t xml:space="preserve">Rajat ylittävässä </w:t>
      </w:r>
      <w:r w:rsidR="00D83213">
        <w:t xml:space="preserve">reseptissä noudatetaan </w:t>
      </w:r>
      <w:r>
        <w:t xml:space="preserve">pääasiassa </w:t>
      </w:r>
      <w:r w:rsidR="00704282">
        <w:t>s</w:t>
      </w:r>
      <w:r w:rsidR="00D83213">
        <w:t xml:space="preserve">ähköisen reseptin Lääkemääräyksen Medical Records sanomat </w:t>
      </w:r>
      <w:r w:rsidR="004D2805">
        <w:t>-</w:t>
      </w:r>
      <w:r w:rsidR="00893E2F">
        <w:t>määrittelyissä</w:t>
      </w:r>
      <w:r w:rsidR="004D2805">
        <w:t xml:space="preserve"> </w:t>
      </w:r>
      <w:r w:rsidR="004D2805" w:rsidRPr="004D2805">
        <w:t xml:space="preserve">(Lääkemääräyksen Medical Records sanomat v3.50, </w:t>
      </w:r>
      <w:r w:rsidR="004D2805" w:rsidRPr="00607D37">
        <w:t xml:space="preserve">OID: </w:t>
      </w:r>
      <w:fldSimple w:instr=" DOCPROPERTY  OID  \* MERGEFORMAT ">
        <w:r w:rsidR="004D2805" w:rsidRPr="00607D37">
          <w:t>1.2.246.777.11.2017.10</w:t>
        </w:r>
      </w:fldSimple>
      <w:r w:rsidR="004D2805">
        <w:t>)</w:t>
      </w:r>
      <w:r>
        <w:t xml:space="preserve"> vastaavassa luvussa kuvattuja määrittelyjä</w:t>
      </w:r>
      <w:r w:rsidR="00704282">
        <w:t xml:space="preserve">. Alla </w:t>
      </w:r>
      <w:r w:rsidR="00F3125E">
        <w:t xml:space="preserve">on </w:t>
      </w:r>
      <w:r w:rsidR="00704282">
        <w:t>kuvattu</w:t>
      </w:r>
      <w:r w:rsidR="004F3122">
        <w:t xml:space="preserve"> tarvittavat</w:t>
      </w:r>
      <w:r w:rsidR="00704282">
        <w:t xml:space="preserve"> </w:t>
      </w:r>
      <w:r w:rsidR="00893E2F">
        <w:t>poikkeukset ja tarkennukset</w:t>
      </w:r>
      <w:r w:rsidR="00F3125E">
        <w:t xml:space="preserve"> Rajat ylittävän reseptin osalta.</w:t>
      </w:r>
    </w:p>
    <w:p w14:paraId="0958F984" w14:textId="77777777" w:rsidR="00F50DCC" w:rsidRPr="00D83213" w:rsidRDefault="00F50DCC" w:rsidP="00D83213">
      <w:pPr>
        <w:pStyle w:val="Leipteksti"/>
      </w:pPr>
    </w:p>
    <w:p w14:paraId="426567C3" w14:textId="55ABE96B" w:rsidR="00704282" w:rsidRDefault="00D83213" w:rsidP="00357AC8">
      <w:pPr>
        <w:pStyle w:val="Leipteksti"/>
      </w:pPr>
      <w:r w:rsidRPr="00F50DCC">
        <w:rPr>
          <w:b/>
        </w:rPr>
        <w:t>Dokumenttien yksilöintiin</w:t>
      </w:r>
      <w:r>
        <w:t xml:space="preserve"> </w:t>
      </w:r>
      <w:r w:rsidR="00F50DCC">
        <w:t xml:space="preserve">käytetään </w:t>
      </w:r>
      <w:r w:rsidR="00704282">
        <w:t>vastaavaa</w:t>
      </w:r>
      <w:r w:rsidR="003E21CD">
        <w:t xml:space="preserve"> </w:t>
      </w:r>
      <w:r w:rsidR="00704282">
        <w:t xml:space="preserve">ISO OID </w:t>
      </w:r>
      <w:r w:rsidR="003E21CD">
        <w:t>yksilöintitunnus</w:t>
      </w:r>
      <w:r w:rsidR="00704282">
        <w:t>ta kuin suomalaisen s</w:t>
      </w:r>
      <w:r>
        <w:t>ähköisen reseptin määrittelyissäkin on kuvattu</w:t>
      </w:r>
      <w:r w:rsidR="003E21CD">
        <w:t>.</w:t>
      </w:r>
      <w:r w:rsidR="00E832A1">
        <w:t xml:space="preserve"> </w:t>
      </w:r>
      <w:r w:rsidR="00B14212">
        <w:t>Rajat ylittävän reseptin k</w:t>
      </w:r>
      <w:r w:rsidR="00BD6020">
        <w:t xml:space="preserve">ansallinen yhteyspiste antaa kullekin ulkomailta palautuvalle </w:t>
      </w:r>
      <w:r w:rsidR="00934088">
        <w:t>lääkemääräys</w:t>
      </w:r>
      <w:r w:rsidR="00BD6020">
        <w:t>asiakirjalle suomalaisia määrityksiä vast</w:t>
      </w:r>
      <w:r w:rsidR="00934088">
        <w:t xml:space="preserve">aavaan </w:t>
      </w:r>
      <w:r w:rsidR="00704282">
        <w:t>yksilöintitunnuksen.</w:t>
      </w:r>
    </w:p>
    <w:p w14:paraId="79E0AE08" w14:textId="77777777" w:rsidR="00704282" w:rsidRDefault="00704282" w:rsidP="00357AC8">
      <w:pPr>
        <w:pStyle w:val="Leipteksti"/>
      </w:pPr>
    </w:p>
    <w:p w14:paraId="355AAF33" w14:textId="020F7114" w:rsidR="00D83213" w:rsidRDefault="00704282" w:rsidP="00357AC8">
      <w:pPr>
        <w:pStyle w:val="Leipteksti"/>
      </w:pPr>
      <w:r>
        <w:t>setId:n osalta toimitaan seuraavien periaatteiden mukaisesti:</w:t>
      </w:r>
      <w:r w:rsidR="00934088">
        <w:t xml:space="preserve"> </w:t>
      </w:r>
    </w:p>
    <w:p w14:paraId="44F201F6" w14:textId="1386735E" w:rsidR="00704282" w:rsidRDefault="00D83213" w:rsidP="00704282">
      <w:pPr>
        <w:pStyle w:val="Leipteksti"/>
        <w:numPr>
          <w:ilvl w:val="0"/>
          <w:numId w:val="15"/>
        </w:numPr>
      </w:pPr>
      <w:r>
        <w:t xml:space="preserve">Ulkomailta palautuvassa </w:t>
      </w:r>
      <w:r w:rsidR="00704282">
        <w:t>lääkemääräys</w:t>
      </w:r>
      <w:r>
        <w:t xml:space="preserve">asiakirjassa setId on aina sama kuin </w:t>
      </w:r>
      <w:r w:rsidR="00704282">
        <w:t xml:space="preserve">asiakirjan </w:t>
      </w:r>
      <w:r>
        <w:t xml:space="preserve">id. </w:t>
      </w:r>
    </w:p>
    <w:p w14:paraId="14AD669C" w14:textId="2B0718E5" w:rsidR="00357AC8" w:rsidRDefault="00934088" w:rsidP="00357AC8">
      <w:pPr>
        <w:pStyle w:val="Leipteksti"/>
        <w:numPr>
          <w:ilvl w:val="0"/>
          <w:numId w:val="15"/>
        </w:numPr>
      </w:pPr>
      <w:r w:rsidRPr="00357AC8">
        <w:t>Lääkemääräystä koskevalle toimitusasiakirjalle apteekkijärjestelmä</w:t>
      </w:r>
      <w:r w:rsidR="008A4201" w:rsidRPr="00357AC8">
        <w:t xml:space="preserve"> </w:t>
      </w:r>
      <w:r w:rsidR="00F3125E">
        <w:t xml:space="preserve">voi </w:t>
      </w:r>
      <w:r w:rsidR="008A4201" w:rsidRPr="00357AC8">
        <w:t>asettaa</w:t>
      </w:r>
      <w:r w:rsidRPr="00357AC8">
        <w:t xml:space="preserve"> id:n ja setId:n vastaavasti kuten </w:t>
      </w:r>
      <w:r w:rsidR="00704282">
        <w:t>on kuvattu</w:t>
      </w:r>
      <w:r w:rsidR="004E54C2">
        <w:t xml:space="preserve"> suomalalisen</w:t>
      </w:r>
      <w:r w:rsidR="00704282">
        <w:t xml:space="preserve"> s</w:t>
      </w:r>
      <w:r w:rsidR="00D83213">
        <w:t>ähköisen reseptin määrittelyissä.</w:t>
      </w:r>
    </w:p>
    <w:p w14:paraId="250F9867" w14:textId="6DACAE20" w:rsidR="00F50DCC" w:rsidRDefault="00F50DCC" w:rsidP="00F50DCC">
      <w:pPr>
        <w:pStyle w:val="Leipteksti"/>
      </w:pPr>
    </w:p>
    <w:p w14:paraId="0625C85D" w14:textId="0FE86D6A" w:rsidR="00F50DCC" w:rsidRPr="00357AC8" w:rsidRDefault="00F50DCC" w:rsidP="00F50DCC">
      <w:pPr>
        <w:pStyle w:val="Leipteksti"/>
      </w:pPr>
      <w:r w:rsidRPr="00AA463F">
        <w:rPr>
          <w:b/>
        </w:rPr>
        <w:t>Dokument</w:t>
      </w:r>
      <w:r w:rsidR="00AA463F" w:rsidRPr="00AA463F">
        <w:rPr>
          <w:b/>
        </w:rPr>
        <w:t>tie</w:t>
      </w:r>
      <w:r w:rsidRPr="00AA463F">
        <w:rPr>
          <w:b/>
        </w:rPr>
        <w:t>n versioinnissa</w:t>
      </w:r>
      <w:r w:rsidRPr="00357AC8">
        <w:t xml:space="preserve"> </w:t>
      </w:r>
      <w:r w:rsidR="00AA463F">
        <w:t>apteekkijärjestelmä voi</w:t>
      </w:r>
      <w:r w:rsidR="00F3125E">
        <w:t xml:space="preserve"> myös</w:t>
      </w:r>
      <w:r w:rsidR="00AA463F">
        <w:t xml:space="preserve"> toimia kuten toimii suomalaisten sähköisten reseptienkin kanssa. </w:t>
      </w:r>
      <w:r w:rsidRPr="00357AC8">
        <w:t>Ulkomailta palautuvan lääkemääräysasiak</w:t>
      </w:r>
      <w:r w:rsidR="00F3125E">
        <w:t xml:space="preserve">irjan versionumerona on aina </w:t>
      </w:r>
      <w:r w:rsidRPr="00357AC8">
        <w:t xml:space="preserve">1. </w:t>
      </w:r>
    </w:p>
    <w:p w14:paraId="11A44B2E" w14:textId="5B2D6055" w:rsidR="00F50DCC" w:rsidRDefault="00F50DCC" w:rsidP="00F50DCC">
      <w:pPr>
        <w:pStyle w:val="Leipteksti"/>
      </w:pPr>
    </w:p>
    <w:p w14:paraId="624F3087" w14:textId="71935028" w:rsidR="00F50DCC" w:rsidRDefault="004B13A9" w:rsidP="00F50DCC">
      <w:pPr>
        <w:pStyle w:val="Leipteksti"/>
      </w:pPr>
      <w:r>
        <w:rPr>
          <w:b/>
        </w:rPr>
        <w:lastRenderedPageBreak/>
        <w:t>Dokumenttiin liittyvät dokumentit</w:t>
      </w:r>
      <w:r w:rsidR="00F50DCC">
        <w:t xml:space="preserve"> esitetään vastaavasti kuten suomalaisessa sähköisessä reseptissäkin. </w:t>
      </w:r>
      <w:r w:rsidR="00F50DCC" w:rsidRPr="00357AC8">
        <w:t xml:space="preserve">Rajat ylittävän reseptin osalta tässä </w:t>
      </w:r>
      <w:r w:rsidR="00F50DCC">
        <w:t xml:space="preserve">toki on käytössä vain asiakirjan lisäys (APND), sillä </w:t>
      </w:r>
      <w:r w:rsidR="00F50DCC" w:rsidRPr="00357AC8">
        <w:t>asiakirjojen korjauksia tai mitätöintejä ei tue</w:t>
      </w:r>
      <w:r w:rsidR="00F50DCC">
        <w:t>ta Rajat ylittävässä reseptissä</w:t>
      </w:r>
      <w:r w:rsidR="00F50DCC" w:rsidRPr="00357AC8">
        <w:t xml:space="preserve">. </w:t>
      </w:r>
    </w:p>
    <w:p w14:paraId="16708989" w14:textId="1FB4FA0E" w:rsidR="007D482E" w:rsidRDefault="007D482E" w:rsidP="00F50DCC">
      <w:pPr>
        <w:pStyle w:val="Leipteksti"/>
      </w:pPr>
    </w:p>
    <w:p w14:paraId="02AF074B" w14:textId="66DBC7D1" w:rsidR="001E02DB" w:rsidRDefault="007D482E" w:rsidP="001E02DB">
      <w:pPr>
        <w:pStyle w:val="Leipteksti"/>
      </w:pPr>
      <w:r w:rsidRPr="000C15FF">
        <w:rPr>
          <w:b/>
        </w:rPr>
        <w:t>Dokumenttien tilatietojen</w:t>
      </w:r>
      <w:r w:rsidR="004B13A9">
        <w:t xml:space="preserve"> osalta</w:t>
      </w:r>
      <w:r w:rsidR="00A00601" w:rsidRPr="000C15FF">
        <w:t xml:space="preserve"> </w:t>
      </w:r>
      <w:r w:rsidR="002625D5" w:rsidRPr="000C15FF">
        <w:t xml:space="preserve">kansallisen yhteyspisteen läpi menevissä asiakirjoissa on </w:t>
      </w:r>
      <w:r w:rsidR="00A00601" w:rsidRPr="000C15FF">
        <w:t>käytössä vain COMPLETED</w:t>
      </w:r>
      <w:r w:rsidR="00A00601" w:rsidRPr="004B13A9">
        <w:t>-tila</w:t>
      </w:r>
      <w:r w:rsidRPr="004B13A9">
        <w:t xml:space="preserve">. </w:t>
      </w:r>
    </w:p>
    <w:p w14:paraId="188D993C" w14:textId="77777777" w:rsidR="004B13A9" w:rsidRDefault="004B13A9" w:rsidP="001E02DB">
      <w:pPr>
        <w:pStyle w:val="Leipteksti"/>
        <w:rPr>
          <w:color w:val="FF0000"/>
        </w:rPr>
      </w:pPr>
    </w:p>
    <w:p w14:paraId="7F32B2F5" w14:textId="77777777" w:rsidR="004B13A9" w:rsidRPr="008F6071" w:rsidRDefault="004B13A9" w:rsidP="001E02DB">
      <w:pPr>
        <w:pStyle w:val="Leipteksti"/>
        <w:rPr>
          <w:color w:val="FF0000"/>
        </w:rPr>
      </w:pPr>
    </w:p>
    <w:p w14:paraId="3CA75F5E" w14:textId="735B6C5F" w:rsidR="001E02DB" w:rsidRDefault="001E02DB" w:rsidP="00E4658F">
      <w:pPr>
        <w:pStyle w:val="Otsikko1"/>
      </w:pPr>
      <w:bookmarkStart w:id="44" w:name="_Toc513470437"/>
      <w:r>
        <w:t>Käyttötapaukset</w:t>
      </w:r>
      <w:bookmarkEnd w:id="44"/>
    </w:p>
    <w:p w14:paraId="155972B9" w14:textId="561BDA94" w:rsidR="001E02DB" w:rsidRDefault="005769B7" w:rsidP="008F6071">
      <w:pPr>
        <w:pStyle w:val="Leipteksti"/>
      </w:pPr>
      <w:r>
        <w:t>Rajat</w:t>
      </w:r>
      <w:r w:rsidR="000D59EE">
        <w:t xml:space="preserve"> ylittävään reseptin varsinaiset </w:t>
      </w:r>
      <w:r>
        <w:t xml:space="preserve">käyttötapaukset on määritelty omassa dokumentissaan. </w:t>
      </w:r>
    </w:p>
    <w:p w14:paraId="047BABC4" w14:textId="44D285E9" w:rsidR="001E02DB" w:rsidRDefault="001E02DB" w:rsidP="008F6071">
      <w:pPr>
        <w:pStyle w:val="Leipteksti"/>
      </w:pPr>
    </w:p>
    <w:p w14:paraId="5B68048C" w14:textId="357D0FCD" w:rsidR="0048589A" w:rsidRDefault="0048589A" w:rsidP="008F6071">
      <w:pPr>
        <w:pStyle w:val="Leipteksti"/>
      </w:pPr>
      <w:r>
        <w:t>Alla oleva</w:t>
      </w:r>
      <w:r w:rsidR="009D6FD8">
        <w:t>ssa kuvassa on kuvattu Medical R</w:t>
      </w:r>
      <w:r>
        <w:t xml:space="preserve">ecords </w:t>
      </w:r>
      <w:r w:rsidR="00FB05D8">
        <w:t>-</w:t>
      </w:r>
      <w:r>
        <w:t xml:space="preserve">interaktioiden käyttöä </w:t>
      </w:r>
      <w:r w:rsidR="003D7C92">
        <w:t>Rajat ylittävässä reseptissä, kun ulkomaisen henkilön ulkomai</w:t>
      </w:r>
      <w:r w:rsidR="009D6FD8">
        <w:t>n</w:t>
      </w:r>
      <w:r w:rsidR="003D7C92">
        <w:t>en resepti toimitetaan S</w:t>
      </w:r>
      <w:r>
        <w:t xml:space="preserve">uomessa. </w:t>
      </w:r>
    </w:p>
    <w:p w14:paraId="6F49C741" w14:textId="7512209E" w:rsidR="000C184F" w:rsidRDefault="00182E0D" w:rsidP="00A21B94">
      <w:r>
        <w:rPr>
          <w:noProof/>
          <w:lang w:eastAsia="fi-FI"/>
        </w:rPr>
        <w:drawing>
          <wp:inline distT="0" distB="0" distL="0" distR="0" wp14:anchorId="537A42BC" wp14:editId="097AB371">
            <wp:extent cx="5292090" cy="3851275"/>
            <wp:effectExtent l="0" t="0" r="3810" b="0"/>
            <wp:docPr id="1" name="Kuv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MR-interaktiokaavio_v2.png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92090" cy="3851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5F7DE3E" w14:textId="0311FFC5" w:rsidR="005769B7" w:rsidRDefault="00182E0D" w:rsidP="005769B7">
      <w:pPr>
        <w:pStyle w:val="Kuvateksti"/>
        <w:rPr>
          <w:lang w:val="fi-FI"/>
        </w:rPr>
      </w:pPr>
      <w:r>
        <w:rPr>
          <w:lang w:val="fi-FI"/>
        </w:rPr>
        <w:t>Kuva 1</w:t>
      </w:r>
      <w:r w:rsidR="005769B7" w:rsidRPr="005769B7">
        <w:rPr>
          <w:lang w:val="fi-FI"/>
        </w:rPr>
        <w:t xml:space="preserve">: Medical records </w:t>
      </w:r>
      <w:r w:rsidR="003E2761">
        <w:rPr>
          <w:lang w:val="fi-FI"/>
        </w:rPr>
        <w:t>-</w:t>
      </w:r>
      <w:r w:rsidR="005769B7" w:rsidRPr="005769B7">
        <w:rPr>
          <w:lang w:val="fi-FI"/>
        </w:rPr>
        <w:t xml:space="preserve">interaktioiden käyttö </w:t>
      </w:r>
      <w:r w:rsidR="003E2761">
        <w:rPr>
          <w:lang w:val="fi-FI"/>
        </w:rPr>
        <w:t>toimitettaessa lääkettä</w:t>
      </w:r>
      <w:r w:rsidR="005A29D5">
        <w:rPr>
          <w:lang w:val="fi-FI"/>
        </w:rPr>
        <w:t xml:space="preserve"> </w:t>
      </w:r>
      <w:r w:rsidR="0048589A">
        <w:rPr>
          <w:lang w:val="fi-FI"/>
        </w:rPr>
        <w:t xml:space="preserve">ulkomaiselle henkilölle </w:t>
      </w:r>
      <w:r w:rsidR="005A29D5">
        <w:rPr>
          <w:lang w:val="fi-FI"/>
        </w:rPr>
        <w:t>ulkomaisen reseptin perusteella</w:t>
      </w:r>
    </w:p>
    <w:p w14:paraId="4C1E39B0" w14:textId="1DD7C2F1" w:rsidR="00A21B94" w:rsidRDefault="00A21B94" w:rsidP="008F6071">
      <w:pPr>
        <w:pStyle w:val="Leipteksti"/>
      </w:pPr>
    </w:p>
    <w:p w14:paraId="7F6CD8E9" w14:textId="77777777" w:rsidR="004C0B4D" w:rsidRDefault="00A21B94" w:rsidP="008F6071">
      <w:pPr>
        <w:pStyle w:val="Leipteksti"/>
      </w:pPr>
      <w:r>
        <w:t xml:space="preserve">Kun ulkomainen henkilö saapuu </w:t>
      </w:r>
      <w:r w:rsidR="003D7C92">
        <w:t xml:space="preserve">Suomessa apteekkiin, </w:t>
      </w:r>
      <w:r>
        <w:t>apteekki hakee</w:t>
      </w:r>
      <w:r w:rsidR="003D7C92">
        <w:t xml:space="preserve"> ensin</w:t>
      </w:r>
      <w:r>
        <w:t xml:space="preserve"> henkilön lääkemääräysten kuvailutiedot toimitettavan reseptin valintaa varten interaktiolla Find Document Metadata Query (RCMR_IN300029FI01).</w:t>
      </w:r>
      <w:r w:rsidRPr="0065524B">
        <w:t xml:space="preserve"> </w:t>
      </w:r>
      <w:r>
        <w:t xml:space="preserve">Kansallinen yhteyspiste palauttaa vastaukset interaktiolla Find Document Metadata Response (RCMR_IN300030FI01). Vastauksessa on mukana henkilön yksilöivä tunniste, jota käytetään </w:t>
      </w:r>
      <w:r w:rsidR="0097152A">
        <w:t xml:space="preserve">jatkossa </w:t>
      </w:r>
      <w:r>
        <w:t>myöhemmissä hauissa henkilön tunnisteena.</w:t>
      </w:r>
      <w:r w:rsidR="00F503C2">
        <w:t xml:space="preserve"> </w:t>
      </w:r>
    </w:p>
    <w:p w14:paraId="08706F38" w14:textId="7FA34961" w:rsidR="00A21B94" w:rsidRDefault="00F503C2" w:rsidP="008F6071">
      <w:pPr>
        <w:pStyle w:val="Leipteksti"/>
      </w:pPr>
      <w:r>
        <w:lastRenderedPageBreak/>
        <w:t>Varsinainen l</w:t>
      </w:r>
      <w:r w:rsidR="003E2761" w:rsidRPr="00F503C2">
        <w:t>ääkemääräys</w:t>
      </w:r>
      <w:r>
        <w:t>asiakirja</w:t>
      </w:r>
      <w:r w:rsidR="003E2761" w:rsidRPr="00F503C2">
        <w:t xml:space="preserve"> </w:t>
      </w:r>
      <w:r w:rsidR="00A21B94" w:rsidRPr="00F503C2">
        <w:t xml:space="preserve">haetaan toimitettavaksi interaktiolla Find Prescription Document for Dispense Abroad Metadata and Content Query (RCMR_IN303331FI01). </w:t>
      </w:r>
      <w:r w:rsidR="00A21B94">
        <w:t>Kansallinen yhteyspiste</w:t>
      </w:r>
      <w:r w:rsidR="00A21B94" w:rsidRPr="00E15C7E">
        <w:t xml:space="preserve"> palauttaa vastauksen </w:t>
      </w:r>
      <w:r w:rsidR="00A21B94" w:rsidRPr="009E4134">
        <w:t>interaktiolla Find Document Metadata and Content Response (RCMR_IN</w:t>
      </w:r>
      <w:r w:rsidR="00FE4638">
        <w:t>300032FI01)</w:t>
      </w:r>
      <w:r w:rsidR="009D4035">
        <w:t xml:space="preserve">, jossa voi </w:t>
      </w:r>
      <w:r>
        <w:t xml:space="preserve">olla mukana asiakirjan lisäksi myös </w:t>
      </w:r>
      <w:r w:rsidR="00C368DC">
        <w:t xml:space="preserve">varoitusviesti. </w:t>
      </w:r>
      <w:r w:rsidR="004C0B4D">
        <w:t>Varsinaisia asiakirjoja voidaan hakea em. interaktiolla yksi kerrallaan. Tämä rajaus</w:t>
      </w:r>
      <w:r w:rsidR="00C746AB">
        <w:t xml:space="preserve"> </w:t>
      </w:r>
      <w:r w:rsidR="003D7C92">
        <w:t xml:space="preserve">on </w:t>
      </w:r>
      <w:r w:rsidR="00DF0CE2">
        <w:t xml:space="preserve">Rajat ylittävässä reseptissäkin </w:t>
      </w:r>
      <w:r w:rsidR="00A21B94" w:rsidRPr="00DF0CE2">
        <w:t>viestinvälityksellinen ja sen ei tarvitse näkyä käyttäjän prosessissa (kuvailutietojen pohjalta voidaan siis valita useita eri lääkemääräyksiä toimitettavaksi</w:t>
      </w:r>
      <w:r>
        <w:t>,</w:t>
      </w:r>
      <w:r w:rsidR="00A21B94" w:rsidRPr="00DF0CE2">
        <w:t xml:space="preserve"> ja nämä haetaan taustalla yksi</w:t>
      </w:r>
      <w:r w:rsidR="00DF0CE2" w:rsidRPr="00DF0CE2">
        <w:t xml:space="preserve"> kerrallaan toimitusta varten</w:t>
      </w:r>
      <w:r w:rsidR="00DF0CE2">
        <w:t>)</w:t>
      </w:r>
      <w:r w:rsidR="00DF0CE2" w:rsidRPr="00DF0CE2">
        <w:t>.</w:t>
      </w:r>
    </w:p>
    <w:p w14:paraId="6A52C75C" w14:textId="77777777" w:rsidR="00FE4638" w:rsidRDefault="00FE4638" w:rsidP="008F6071">
      <w:pPr>
        <w:pStyle w:val="Leipteksti"/>
      </w:pPr>
    </w:p>
    <w:p w14:paraId="5C675E15" w14:textId="054A69F7" w:rsidR="00A21B94" w:rsidRDefault="00F60C77" w:rsidP="008F6071">
      <w:pPr>
        <w:pStyle w:val="Leipteksti"/>
      </w:pPr>
      <w:r>
        <w:t>Tehdystä toimituksesta</w:t>
      </w:r>
      <w:r w:rsidR="003E2761">
        <w:t xml:space="preserve"> apteekkijärjestelmä</w:t>
      </w:r>
      <w:r w:rsidR="00A21B94" w:rsidRPr="00C22B7F">
        <w:t xml:space="preserve"> lähettää</w:t>
      </w:r>
      <w:r w:rsidR="00A21B94">
        <w:t xml:space="preserve"> kansalliseen yhteyspisteeseen</w:t>
      </w:r>
      <w:r w:rsidR="00A21B94" w:rsidRPr="00C22B7F">
        <w:t xml:space="preserve"> toi</w:t>
      </w:r>
      <w:r w:rsidR="00FE4638">
        <w:t>mitusasiakirjan</w:t>
      </w:r>
      <w:r w:rsidR="00A21B94" w:rsidRPr="00C22B7F">
        <w:t xml:space="preserve"> </w:t>
      </w:r>
      <w:r w:rsidR="00A21B94">
        <w:t>interaktiolla Original Dispense Document with Content (RCMR_IN3</w:t>
      </w:r>
      <w:r w:rsidR="003E2761">
        <w:t xml:space="preserve">00202FI01), </w:t>
      </w:r>
      <w:r w:rsidR="00A21B94" w:rsidRPr="00C22B7F">
        <w:t xml:space="preserve">ja saa tähän </w:t>
      </w:r>
      <w:r w:rsidR="00A21B94">
        <w:t xml:space="preserve">sovellustason </w:t>
      </w:r>
      <w:r w:rsidR="00A21B94" w:rsidRPr="00C22B7F">
        <w:t>kuittau</w:t>
      </w:r>
      <w:r w:rsidR="00A21B94">
        <w:t>ssanoman (RCMR_IN3</w:t>
      </w:r>
      <w:r w:rsidR="00A21B94" w:rsidRPr="00C22B7F">
        <w:t>20001FI</w:t>
      </w:r>
      <w:r w:rsidR="00A21B94">
        <w:t>01)</w:t>
      </w:r>
      <w:r w:rsidR="0033462F">
        <w:t xml:space="preserve"> kansalliselta yhteyspisteeltä, kun se on välittänyt toimitusasiakirjan ulkomaille</w:t>
      </w:r>
      <w:r w:rsidR="003E2761">
        <w:t>.</w:t>
      </w:r>
    </w:p>
    <w:p w14:paraId="33ECB98A" w14:textId="77777777" w:rsidR="008F6071" w:rsidRDefault="008F6071" w:rsidP="008F6071">
      <w:pPr>
        <w:pStyle w:val="Leipteksti"/>
      </w:pPr>
    </w:p>
    <w:p w14:paraId="5F1F22ED" w14:textId="3023F068" w:rsidR="005769B7" w:rsidRDefault="00A21B94" w:rsidP="008F6071">
      <w:pPr>
        <w:pStyle w:val="Leipteksti"/>
      </w:pPr>
      <w:r>
        <w:t>Kaaviossa ei ole esitetty poikkeustilanteita. Kaikki poikkeukset on määritelty käyttöta</w:t>
      </w:r>
      <w:r w:rsidR="003E2761">
        <w:t>pausten määrittelydokumentissa.</w:t>
      </w:r>
    </w:p>
    <w:p w14:paraId="6DCA8338" w14:textId="77777777" w:rsidR="00256DC8" w:rsidRDefault="00256DC8" w:rsidP="008F6071">
      <w:pPr>
        <w:pStyle w:val="Leipteksti"/>
      </w:pPr>
    </w:p>
    <w:p w14:paraId="24F5BD47" w14:textId="77777777" w:rsidR="008F6071" w:rsidRPr="001E02DB" w:rsidRDefault="008F6071" w:rsidP="008F6071">
      <w:pPr>
        <w:pStyle w:val="Leipteksti"/>
      </w:pPr>
    </w:p>
    <w:p w14:paraId="4DBF5566" w14:textId="445FFA53" w:rsidR="00EF6353" w:rsidRDefault="00EF6353" w:rsidP="00E4658F">
      <w:pPr>
        <w:pStyle w:val="Otsikko1"/>
      </w:pPr>
      <w:bookmarkStart w:id="45" w:name="_Toc513470438"/>
      <w:r>
        <w:t>Sovellusroolit</w:t>
      </w:r>
      <w:bookmarkEnd w:id="45"/>
    </w:p>
    <w:p w14:paraId="6D8737EC" w14:textId="3EABA8CA" w:rsidR="00301DF2" w:rsidRPr="00DF394F" w:rsidRDefault="00DF394F" w:rsidP="00DF394F">
      <w:pPr>
        <w:pStyle w:val="Leipteksti"/>
      </w:pPr>
      <w:r>
        <w:t>S</w:t>
      </w:r>
      <w:r w:rsidR="00D2301F">
        <w:t>uomalaisen s</w:t>
      </w:r>
      <w:r>
        <w:t xml:space="preserve">ähköisen reseptin Medical Records </w:t>
      </w:r>
      <w:r w:rsidR="00844606">
        <w:t>-</w:t>
      </w:r>
      <w:r>
        <w:t>määrittelyissä</w:t>
      </w:r>
      <w:r w:rsidR="00256DC8">
        <w:t xml:space="preserve"> </w:t>
      </w:r>
      <w:r w:rsidR="00256DC8" w:rsidRPr="004D2805">
        <w:t xml:space="preserve">(Lääkemääräyksen Medical Records sanomat v3.50, </w:t>
      </w:r>
      <w:r w:rsidR="00256DC8" w:rsidRPr="00607D37">
        <w:t xml:space="preserve">OID: </w:t>
      </w:r>
      <w:fldSimple w:instr=" DOCPROPERTY  OID  \* MERGEFORMAT ">
        <w:r w:rsidR="00256DC8" w:rsidRPr="00607D37">
          <w:t>1.2.246.777.11.2017.10</w:t>
        </w:r>
      </w:fldSimple>
      <w:r w:rsidR="00256DC8">
        <w:t xml:space="preserve">) </w:t>
      </w:r>
      <w:r>
        <w:t xml:space="preserve">on kuvattu MR-sovellusalueessa määritellyt viisi sovellusroolia. Rajat ylittävässä reseptissä kansallinen yhteyspiste vastaa lähinnä sovellusroolia </w:t>
      </w:r>
      <w:r w:rsidR="00D35D31">
        <w:t>RCMR_AR000003</w:t>
      </w:r>
      <w:r w:rsidR="00D35D31" w:rsidRPr="00042E53">
        <w:t>UV01</w:t>
      </w:r>
      <w:r>
        <w:t xml:space="preserve">. Apteekkijärjestelmän </w:t>
      </w:r>
      <w:r w:rsidR="00F1436F">
        <w:t>osalta käytetään samoja rooleja</w:t>
      </w:r>
      <w:r w:rsidR="003D7C92">
        <w:t xml:space="preserve"> kuin suomalaisen sähköisen reseptinkin määrittelyissä, eli RCMR_AR000001</w:t>
      </w:r>
      <w:r w:rsidR="003D7C92" w:rsidRPr="00042E53">
        <w:t>UV01</w:t>
      </w:r>
      <w:r w:rsidR="003D7C92">
        <w:t xml:space="preserve"> ja RCMR_AR000004</w:t>
      </w:r>
      <w:r w:rsidR="003D7C92" w:rsidRPr="00042E53">
        <w:t>UV01</w:t>
      </w:r>
      <w:r w:rsidR="003D7C92">
        <w:t>.</w:t>
      </w:r>
    </w:p>
    <w:p w14:paraId="0DB111AE" w14:textId="3F1D044F" w:rsidR="00256DC8" w:rsidRDefault="00256DC8" w:rsidP="00EF6353">
      <w:pPr>
        <w:pStyle w:val="Leipteksti"/>
        <w:rPr>
          <w:color w:val="FF0000"/>
        </w:rPr>
      </w:pPr>
    </w:p>
    <w:p w14:paraId="573B164D" w14:textId="77777777" w:rsidR="00256DC8" w:rsidRDefault="00256DC8" w:rsidP="00EF6353">
      <w:pPr>
        <w:pStyle w:val="Leipteksti"/>
        <w:rPr>
          <w:color w:val="FF0000"/>
        </w:rPr>
      </w:pPr>
    </w:p>
    <w:p w14:paraId="0B5454CF" w14:textId="62F36C59" w:rsidR="00F51B69" w:rsidRDefault="00F51B69" w:rsidP="00F51B69">
      <w:pPr>
        <w:pStyle w:val="Otsikko1"/>
      </w:pPr>
      <w:bookmarkStart w:id="46" w:name="_Toc513470439"/>
      <w:r>
        <w:t>Laukaiseva tapahtuma - liipaisimet (Trigger eventit)</w:t>
      </w:r>
      <w:bookmarkEnd w:id="46"/>
    </w:p>
    <w:p w14:paraId="60262AF9" w14:textId="7C2603D0" w:rsidR="00F51B69" w:rsidRPr="00794A2A" w:rsidRDefault="00315879" w:rsidP="00F51B69">
      <w:pPr>
        <w:pStyle w:val="Leipteksti"/>
      </w:pPr>
      <w:r w:rsidRPr="00794A2A">
        <w:t>Rajat ylittävässä reseptissä alla olevat tapahtumat käynnistävät Rajat ylittävään reseptiin liittyvän interaktion:</w:t>
      </w:r>
    </w:p>
    <w:p w14:paraId="596D44B6" w14:textId="08438CB0" w:rsidR="00671148" w:rsidRDefault="00671148" w:rsidP="00F51B69">
      <w:pPr>
        <w:pStyle w:val="Leipteksti"/>
        <w:rPr>
          <w:color w:val="FF0000"/>
        </w:rPr>
      </w:pPr>
    </w:p>
    <w:p w14:paraId="2278DF3B" w14:textId="269A3981" w:rsidR="00794A2A" w:rsidRPr="0075590A" w:rsidRDefault="00794A2A" w:rsidP="007E4970">
      <w:pPr>
        <w:pStyle w:val="Leipteksti"/>
        <w:rPr>
          <w:b/>
          <w:color w:val="FF0000"/>
          <w:lang w:val="en-US"/>
        </w:rPr>
      </w:pPr>
      <w:r w:rsidRPr="0075590A">
        <w:rPr>
          <w:b/>
          <w:lang w:val="en-US"/>
        </w:rPr>
        <w:t>Dokumenttihallinnan (Document management topic) triggerit:</w:t>
      </w:r>
    </w:p>
    <w:p w14:paraId="1B8F7EA4" w14:textId="7B23EA31" w:rsidR="00671148" w:rsidRDefault="00671148" w:rsidP="007E4970">
      <w:pPr>
        <w:pStyle w:val="Leipteksti"/>
        <w:rPr>
          <w:lang w:val="en-US"/>
        </w:rPr>
      </w:pPr>
      <w:r>
        <w:rPr>
          <w:lang w:val="en-US"/>
        </w:rPr>
        <w:t>Original Document Notification</w:t>
      </w:r>
      <w:r w:rsidR="0075590A">
        <w:rPr>
          <w:lang w:val="en-US"/>
        </w:rPr>
        <w:t xml:space="preserve"> </w:t>
      </w:r>
      <w:r>
        <w:rPr>
          <w:lang w:val="en-US"/>
        </w:rPr>
        <w:t>(RCMR_TE000102</w:t>
      </w:r>
      <w:r w:rsidRPr="00042E53">
        <w:rPr>
          <w:lang w:val="en-US"/>
        </w:rPr>
        <w:t>UV01</w:t>
      </w:r>
      <w:r>
        <w:rPr>
          <w:lang w:val="en-US"/>
        </w:rPr>
        <w:t xml:space="preserve">)   </w:t>
      </w:r>
    </w:p>
    <w:p w14:paraId="17FA82D2" w14:textId="317F5569" w:rsidR="007E4970" w:rsidRDefault="00671148" w:rsidP="007E4970">
      <w:pPr>
        <w:pStyle w:val="Leipteksti"/>
      </w:pPr>
      <w:r>
        <w:t>Tapahtuma</w:t>
      </w:r>
      <w:r w:rsidR="00367C9D">
        <w:t>,</w:t>
      </w:r>
      <w:r>
        <w:t xml:space="preserve"> jossa luodaan dokumentti</w:t>
      </w:r>
    </w:p>
    <w:p w14:paraId="2B929CC0" w14:textId="77777777" w:rsidR="007E4970" w:rsidRDefault="007E4970" w:rsidP="007E4970">
      <w:pPr>
        <w:pStyle w:val="Leipteksti"/>
      </w:pPr>
    </w:p>
    <w:p w14:paraId="08B4DE91" w14:textId="32F0B9FD" w:rsidR="007E4970" w:rsidRPr="008F6071" w:rsidRDefault="007E4970" w:rsidP="007E4970">
      <w:pPr>
        <w:pStyle w:val="Leipteksti"/>
      </w:pPr>
      <w:r w:rsidRPr="008F6071">
        <w:t xml:space="preserve">Received document event </w:t>
      </w:r>
      <w:r w:rsidR="0075590A" w:rsidRPr="008F6071">
        <w:t>(</w:t>
      </w:r>
      <w:r w:rsidRPr="008F6071">
        <w:t>RCMR_TE000777FI01</w:t>
      </w:r>
      <w:r w:rsidR="0075590A" w:rsidRPr="008F6071">
        <w:t>)</w:t>
      </w:r>
    </w:p>
    <w:p w14:paraId="1DCB2098" w14:textId="77777777" w:rsidR="007E4970" w:rsidRDefault="007E4970" w:rsidP="007E4970">
      <w:pPr>
        <w:pStyle w:val="Leipteksti"/>
      </w:pPr>
      <w:r w:rsidRPr="00DE703A">
        <w:t xml:space="preserve">Tapahtuma, </w:t>
      </w:r>
      <w:r>
        <w:t>joka ilmaisee dokumentin vastaanoton ja käynnistää kuittausviestin lähettämisen</w:t>
      </w:r>
    </w:p>
    <w:p w14:paraId="43BC6D81" w14:textId="77777777" w:rsidR="007E4970" w:rsidRDefault="007E4970" w:rsidP="007E4970">
      <w:pPr>
        <w:pStyle w:val="Leipteksti"/>
      </w:pPr>
    </w:p>
    <w:p w14:paraId="10BE0AB2" w14:textId="77777777" w:rsidR="00794A2A" w:rsidRPr="007E4970" w:rsidRDefault="00794A2A" w:rsidP="007E4970">
      <w:pPr>
        <w:pStyle w:val="Leipteksti"/>
        <w:rPr>
          <w:b/>
          <w:lang w:val="en-US"/>
        </w:rPr>
      </w:pPr>
      <w:r w:rsidRPr="007E4970">
        <w:rPr>
          <w:b/>
          <w:lang w:val="en-US"/>
        </w:rPr>
        <w:t>Kyselyiden aihealueen (Document query topic) triggerit:</w:t>
      </w:r>
    </w:p>
    <w:p w14:paraId="65ACF733" w14:textId="77777777" w:rsidR="00794A2A" w:rsidRPr="00427D03" w:rsidRDefault="00794A2A" w:rsidP="007E4970">
      <w:pPr>
        <w:pStyle w:val="Leipteksti"/>
        <w:rPr>
          <w:lang w:val="en-US"/>
        </w:rPr>
      </w:pPr>
      <w:r w:rsidRPr="00427D03">
        <w:rPr>
          <w:lang w:val="en-US"/>
        </w:rPr>
        <w:t>Document Query For Metadata</w:t>
      </w:r>
      <w:r>
        <w:rPr>
          <w:lang w:val="en-US"/>
        </w:rPr>
        <w:t xml:space="preserve"> </w:t>
      </w:r>
      <w:r w:rsidRPr="00427D03">
        <w:rPr>
          <w:lang w:val="en-US"/>
        </w:rPr>
        <w:t>(RCMR_TE000901</w:t>
      </w:r>
      <w:r>
        <w:rPr>
          <w:lang w:val="en-US"/>
        </w:rPr>
        <w:t>UV01</w:t>
      </w:r>
      <w:r w:rsidRPr="00427D03">
        <w:rPr>
          <w:lang w:val="en-US"/>
        </w:rPr>
        <w:t xml:space="preserve">) </w:t>
      </w:r>
    </w:p>
    <w:p w14:paraId="379443A2" w14:textId="77777777" w:rsidR="00794A2A" w:rsidRPr="00427D03" w:rsidRDefault="00794A2A" w:rsidP="007E4970">
      <w:pPr>
        <w:pStyle w:val="Leipteksti"/>
        <w:rPr>
          <w:lang w:val="en-US"/>
        </w:rPr>
      </w:pPr>
      <w:r w:rsidRPr="00427D03">
        <w:rPr>
          <w:lang w:val="en-US"/>
        </w:rPr>
        <w:lastRenderedPageBreak/>
        <w:t>Document Query For Metadata and Content</w:t>
      </w:r>
      <w:r>
        <w:rPr>
          <w:lang w:val="en-US"/>
        </w:rPr>
        <w:t xml:space="preserve"> </w:t>
      </w:r>
      <w:r w:rsidRPr="00427D03">
        <w:rPr>
          <w:lang w:val="en-US"/>
        </w:rPr>
        <w:t>(RCMR_TE000903</w:t>
      </w:r>
      <w:r>
        <w:rPr>
          <w:lang w:val="en-US"/>
        </w:rPr>
        <w:t>UV01</w:t>
      </w:r>
      <w:r w:rsidRPr="00427D03">
        <w:rPr>
          <w:lang w:val="en-US"/>
        </w:rPr>
        <w:t xml:space="preserve">) </w:t>
      </w:r>
    </w:p>
    <w:p w14:paraId="4DF36B1A" w14:textId="77777777" w:rsidR="00794A2A" w:rsidRPr="00427D03" w:rsidRDefault="00794A2A" w:rsidP="007E4970">
      <w:pPr>
        <w:pStyle w:val="Leipteksti"/>
        <w:rPr>
          <w:lang w:val="en-US"/>
        </w:rPr>
      </w:pPr>
      <w:r w:rsidRPr="00427D03">
        <w:rPr>
          <w:lang w:val="en-US"/>
        </w:rPr>
        <w:t>Document Query Response For Metadata</w:t>
      </w:r>
      <w:r>
        <w:rPr>
          <w:lang w:val="en-US"/>
        </w:rPr>
        <w:t xml:space="preserve"> </w:t>
      </w:r>
      <w:r w:rsidRPr="00427D03">
        <w:rPr>
          <w:lang w:val="en-US"/>
        </w:rPr>
        <w:t>(RCMR_TE000902</w:t>
      </w:r>
      <w:r>
        <w:rPr>
          <w:lang w:val="en-US"/>
        </w:rPr>
        <w:t>UV01</w:t>
      </w:r>
      <w:r w:rsidRPr="00427D03">
        <w:rPr>
          <w:lang w:val="en-US"/>
        </w:rPr>
        <w:t xml:space="preserve">) </w:t>
      </w:r>
    </w:p>
    <w:p w14:paraId="4E6F7A6E" w14:textId="76CF96C1" w:rsidR="00671148" w:rsidRPr="00301DF2" w:rsidRDefault="00794A2A" w:rsidP="007E4970">
      <w:pPr>
        <w:pStyle w:val="Leipteksti"/>
        <w:rPr>
          <w:lang w:val="en-US"/>
        </w:rPr>
      </w:pPr>
      <w:r>
        <w:rPr>
          <w:lang w:val="en-US"/>
        </w:rPr>
        <w:t>D</w:t>
      </w:r>
      <w:r w:rsidRPr="00427D03">
        <w:rPr>
          <w:lang w:val="en-US"/>
        </w:rPr>
        <w:t>ocument Query Response For Metadata and Content</w:t>
      </w:r>
      <w:r>
        <w:rPr>
          <w:lang w:val="en-US"/>
        </w:rPr>
        <w:t xml:space="preserve"> </w:t>
      </w:r>
      <w:r w:rsidRPr="00427D03">
        <w:rPr>
          <w:lang w:val="en-US"/>
        </w:rPr>
        <w:t>(RCMR_TE000904</w:t>
      </w:r>
      <w:r>
        <w:rPr>
          <w:lang w:val="en-US"/>
        </w:rPr>
        <w:t>UV01</w:t>
      </w:r>
      <w:r w:rsidRPr="00427D03">
        <w:rPr>
          <w:lang w:val="en-US"/>
        </w:rPr>
        <w:t>)</w:t>
      </w:r>
    </w:p>
    <w:p w14:paraId="2943759C" w14:textId="3C0A82D1" w:rsidR="00315879" w:rsidRDefault="00315879" w:rsidP="00F51B69">
      <w:pPr>
        <w:pStyle w:val="Leipteksti"/>
        <w:rPr>
          <w:color w:val="FF0000"/>
          <w:lang w:val="en-US"/>
        </w:rPr>
      </w:pPr>
    </w:p>
    <w:p w14:paraId="3B279C5C" w14:textId="0C985BA6" w:rsidR="00531B3B" w:rsidRPr="00794A2A" w:rsidRDefault="00531B3B" w:rsidP="00F51B69">
      <w:pPr>
        <w:pStyle w:val="Leipteksti"/>
        <w:rPr>
          <w:color w:val="FF0000"/>
          <w:lang w:val="en-US"/>
        </w:rPr>
      </w:pPr>
    </w:p>
    <w:p w14:paraId="299DFC49" w14:textId="72AF62EA" w:rsidR="00531B3B" w:rsidRDefault="00531B3B" w:rsidP="00531B3B">
      <w:pPr>
        <w:pStyle w:val="Otsikko1"/>
      </w:pPr>
      <w:bookmarkStart w:id="47" w:name="_Toc513470440"/>
      <w:r>
        <w:t xml:space="preserve">Yleistä Medical records </w:t>
      </w:r>
      <w:r w:rsidR="00F457CD">
        <w:t>-</w:t>
      </w:r>
      <w:r>
        <w:t>viestirakenteista</w:t>
      </w:r>
      <w:bookmarkEnd w:id="47"/>
    </w:p>
    <w:p w14:paraId="2C502D2A" w14:textId="00CA94C4" w:rsidR="00627A1E" w:rsidRDefault="00F457CD" w:rsidP="00404A68">
      <w:pPr>
        <w:pStyle w:val="Leipteksti"/>
      </w:pPr>
      <w:r>
        <w:t>S</w:t>
      </w:r>
      <w:r w:rsidR="00D2301F">
        <w:t>uomalaisen s</w:t>
      </w:r>
      <w:r>
        <w:t xml:space="preserve">ähköisen reseptin Medical records </w:t>
      </w:r>
      <w:r w:rsidR="00844606">
        <w:t xml:space="preserve">-määrittelyissä </w:t>
      </w:r>
      <w:r w:rsidR="00844606" w:rsidRPr="004D2805">
        <w:t xml:space="preserve">(Lääkemääräyksen Medical Records sanomat v3.50, </w:t>
      </w:r>
      <w:r w:rsidR="00844606" w:rsidRPr="00607D37">
        <w:t xml:space="preserve">OID: </w:t>
      </w:r>
      <w:fldSimple w:instr=" DOCPROPERTY  OID  \* MERGEFORMAT ">
        <w:r w:rsidR="00844606" w:rsidRPr="00607D37">
          <w:t>1.2.246.777.11.2017.10</w:t>
        </w:r>
      </w:fldSimple>
      <w:r w:rsidR="00844606">
        <w:t>)</w:t>
      </w:r>
      <w:r>
        <w:t xml:space="preserve"> </w:t>
      </w:r>
      <w:r w:rsidR="00844606">
        <w:t xml:space="preserve">vastaavassa luvussa </w:t>
      </w:r>
      <w:r>
        <w:t xml:space="preserve">esitellyt määrittelyt pätevät </w:t>
      </w:r>
      <w:r w:rsidR="00627A1E">
        <w:t xml:space="preserve">pääasiassa </w:t>
      </w:r>
      <w:r>
        <w:t>my</w:t>
      </w:r>
      <w:r w:rsidR="009369BA">
        <w:t>ös Rajat ylittävässä reseptissä.</w:t>
      </w:r>
      <w:r w:rsidR="00627A1E">
        <w:t xml:space="preserve"> A</w:t>
      </w:r>
      <w:r w:rsidR="00404A68">
        <w:t>lla on kuvattu tarvittavia täsmennyksiä ja lisäyksiä Rajat ylittävän reseptin osalta.</w:t>
      </w:r>
    </w:p>
    <w:p w14:paraId="477A1D79" w14:textId="77777777" w:rsidR="00404A68" w:rsidRDefault="00404A68" w:rsidP="00404A68">
      <w:pPr>
        <w:pStyle w:val="Leipteksti"/>
      </w:pPr>
    </w:p>
    <w:p w14:paraId="685821C6" w14:textId="4EF32D15" w:rsidR="00404A68" w:rsidRPr="00404A68" w:rsidRDefault="00404A68" w:rsidP="00404A68">
      <w:pPr>
        <w:pStyle w:val="Leipteksti"/>
        <w:rPr>
          <w:b/>
        </w:rPr>
      </w:pPr>
      <w:r w:rsidRPr="00404A68">
        <w:rPr>
          <w:b/>
        </w:rPr>
        <w:t>reasonCode-kenttä</w:t>
      </w:r>
    </w:p>
    <w:p w14:paraId="0239507C" w14:textId="00D11024" w:rsidR="00627A1E" w:rsidRDefault="00627A1E" w:rsidP="00404A68">
      <w:pPr>
        <w:pStyle w:val="Leipteksti"/>
      </w:pPr>
      <w:r>
        <w:t>reasonCode-kenttää käytetään kyselyn syyn ilmaisemiseen vastaavalla koodistolla kuin sähköisessä reseptissäkin. reasonCode-kenttää ei käytetä setId-hauissa palautettavien tietojen laajuuden ilmaisemiseen, sillä Rajat ylittävässä reseptissä setId ei ole tuettu hakuparametri.</w:t>
      </w:r>
    </w:p>
    <w:p w14:paraId="3FCD2E85" w14:textId="2A0B6D48" w:rsidR="00404A68" w:rsidRDefault="00404A68" w:rsidP="00404A68">
      <w:pPr>
        <w:pStyle w:val="Leipteksti"/>
      </w:pPr>
    </w:p>
    <w:p w14:paraId="4459BF4E" w14:textId="56887598" w:rsidR="00404A68" w:rsidRDefault="00290D42" w:rsidP="00404A68">
      <w:pPr>
        <w:pStyle w:val="Leipteksti"/>
        <w:rPr>
          <w:b/>
        </w:rPr>
      </w:pPr>
      <w:r>
        <w:rPr>
          <w:b/>
        </w:rPr>
        <w:t xml:space="preserve">PDF-muotoinen </w:t>
      </w:r>
      <w:r w:rsidR="001328B5">
        <w:rPr>
          <w:b/>
        </w:rPr>
        <w:t>lääkemääräys</w:t>
      </w:r>
      <w:r>
        <w:rPr>
          <w:b/>
        </w:rPr>
        <w:t>asiakirja</w:t>
      </w:r>
    </w:p>
    <w:p w14:paraId="0AA1B808" w14:textId="77777777" w:rsidR="00D038DD" w:rsidRDefault="001328B5" w:rsidP="00D038DD">
      <w:pPr>
        <w:pStyle w:val="Leipteksti"/>
      </w:pPr>
      <w:r w:rsidRPr="001328B5">
        <w:t>Rajat ylittäväss</w:t>
      </w:r>
      <w:r>
        <w:t>ä reseptissä lääkemääräysasiakirj</w:t>
      </w:r>
      <w:r w:rsidR="00D038DD">
        <w:t>asta voi hakea myös PDF-muodon.</w:t>
      </w:r>
    </w:p>
    <w:p w14:paraId="3F4AB324" w14:textId="77777777" w:rsidR="00D038DD" w:rsidRDefault="00D038DD" w:rsidP="00D038DD">
      <w:pPr>
        <w:pStyle w:val="Leipteksti"/>
      </w:pPr>
    </w:p>
    <w:p w14:paraId="5F3EAE5F" w14:textId="77777777" w:rsidR="00D038DD" w:rsidRDefault="001328B5" w:rsidP="00D038DD">
      <w:pPr>
        <w:pStyle w:val="Leipteksti"/>
      </w:pPr>
      <w:r>
        <w:t>PDF-asiakirjan CDA R2 Header -tiedot ovat vastaavat kuin xml-muotoisessa asiakirjassa.</w:t>
      </w:r>
    </w:p>
    <w:p w14:paraId="09B57174" w14:textId="77777777" w:rsidR="00D038DD" w:rsidRDefault="00D038DD" w:rsidP="00D038DD">
      <w:pPr>
        <w:pStyle w:val="Leipteksti"/>
      </w:pPr>
    </w:p>
    <w:p w14:paraId="4E77AF4B" w14:textId="7D7F8DDD" w:rsidR="00D038DD" w:rsidRDefault="001328B5" w:rsidP="00D038DD">
      <w:pPr>
        <w:pStyle w:val="Leipteksti"/>
      </w:pPr>
      <w:r>
        <w:t>Itse PDF-dokumentti upotetaan CDA R2 -rakenteessa nonXMLBody/text -elem</w:t>
      </w:r>
      <w:r w:rsidR="008F6071">
        <w:t>entin sisään Base64-koodattuna.</w:t>
      </w:r>
    </w:p>
    <w:p w14:paraId="217249DA" w14:textId="69BCAA26" w:rsidR="00D038DD" w:rsidRDefault="00D038DD" w:rsidP="00D038DD">
      <w:pPr>
        <w:pStyle w:val="Leipteksti"/>
      </w:pPr>
    </w:p>
    <w:p w14:paraId="05D87177" w14:textId="77777777" w:rsidR="00D038DD" w:rsidRPr="00C4454D" w:rsidRDefault="00D038DD" w:rsidP="00D038DD">
      <w:pPr>
        <w:pStyle w:val="Leipteksti"/>
      </w:pPr>
    </w:p>
    <w:p w14:paraId="577B65CB" w14:textId="24222A59" w:rsidR="00E4658F" w:rsidRDefault="00E4658F" w:rsidP="00E4658F">
      <w:pPr>
        <w:pStyle w:val="Otsikko1"/>
      </w:pPr>
      <w:bookmarkStart w:id="48" w:name="_Toc513470441"/>
      <w:r>
        <w:t>Dokumenttihallinnan interaktiot ja niissä käytettävä tietosisältö</w:t>
      </w:r>
      <w:bookmarkEnd w:id="48"/>
    </w:p>
    <w:p w14:paraId="6F6F9CCD" w14:textId="79C0AE10" w:rsidR="00E4658F" w:rsidRDefault="00442D8A" w:rsidP="00442D8A">
      <w:r>
        <w:t>Tässä luvussa käydään läpi</w:t>
      </w:r>
      <w:r w:rsidR="004C464B">
        <w:t xml:space="preserve"> Rajat ylittävän reseptin</w:t>
      </w:r>
      <w:r>
        <w:t xml:space="preserve"> dokumenttien tai niiden kuvailutietojen siirrossa käytettävät viestityypit sekä interaktiot, joissa viestityyppejä hyödynnetään. Kyselyiden interaktiot ja ti</w:t>
      </w:r>
      <w:r w:rsidR="00924AEF">
        <w:t xml:space="preserve">etosisällöt on kuvattu luvussa </w:t>
      </w:r>
      <w:r w:rsidR="00531B3B">
        <w:t>8</w:t>
      </w:r>
      <w:r>
        <w:t>.</w:t>
      </w:r>
    </w:p>
    <w:p w14:paraId="074E1C4E" w14:textId="7A0352A3" w:rsidR="00606852" w:rsidRDefault="00606852" w:rsidP="00606852">
      <w:pPr>
        <w:pStyle w:val="Otsikko2"/>
      </w:pPr>
      <w:bookmarkStart w:id="49" w:name="_Toc513470442"/>
      <w:r>
        <w:t>Dokumenttihallinnan sanomatyypit (tietosisällöt)</w:t>
      </w:r>
      <w:bookmarkEnd w:id="49"/>
    </w:p>
    <w:p w14:paraId="6C863F82" w14:textId="4F420EF6" w:rsidR="00804614" w:rsidRPr="00A25583" w:rsidRDefault="00804614" w:rsidP="00A25583">
      <w:pPr>
        <w:pStyle w:val="LeiptekstiNormalharva"/>
      </w:pPr>
      <w:r w:rsidRPr="00A25583">
        <w:t>Dokumenttihallinnan sanomatyyppien tietosisällöt pohjautuvat RMIM-malliin Medical Records - Clinical Documents Message Model (RCMR_RM000050). Tästä RMIM-mallista on johdettu HMD-viestikuvaus Clinical Document Event (RCMR_HD000050). Hierarkkisen viestikuvauksen (HMD) pohjalta on luotu kaksi sanomatyyppiä</w:t>
      </w:r>
      <w:r w:rsidR="00D53B84">
        <w:t xml:space="preserve"> RCMR_MT300002FI01 ja RCMR_MT300001FI01</w:t>
      </w:r>
      <w:r w:rsidRPr="00A25583">
        <w:t>, jotka on kuvattu tarkemmin seuraavissa kappaleissa.</w:t>
      </w:r>
      <w:r w:rsidR="00D53B84">
        <w:t xml:space="preserve"> Text-elementin </w:t>
      </w:r>
      <w:r w:rsidR="00D53B84">
        <w:lastRenderedPageBreak/>
        <w:t xml:space="preserve">käyttö on sallittua vain RCMR_MT300002FI01 </w:t>
      </w:r>
      <w:r w:rsidR="00D53B84">
        <w:noBreakHyphen/>
        <w:t>sanomatyyppiä hyödyntävissä interaktioissa. Interaktio, jolla palautetaan vastaus kuvailutietojenkyselyyn, on sidottu sanomatyyppiin RCMR_MT300001FI01</w:t>
      </w:r>
      <w:r w:rsidR="00B5365C">
        <w:t>,</w:t>
      </w:r>
      <w:r w:rsidR="00D53B84">
        <w:t xml:space="preserve"> ja clinicalDocument.text -elementin käyttö ei ole sallittua tässä sanomatyypissä.</w:t>
      </w:r>
    </w:p>
    <w:p w14:paraId="0510E05E" w14:textId="32E4EFED" w:rsidR="00606852" w:rsidRDefault="00606852" w:rsidP="00606852">
      <w:pPr>
        <w:pStyle w:val="Otsikko3"/>
        <w:keepLines w:val="0"/>
        <w:tabs>
          <w:tab w:val="num" w:pos="720"/>
        </w:tabs>
        <w:spacing w:before="240" w:after="60"/>
      </w:pPr>
      <w:bookmarkStart w:id="50" w:name="_Ref169921165"/>
      <w:bookmarkStart w:id="51" w:name="_Toc170762812"/>
      <w:bookmarkStart w:id="52" w:name="_Toc170763559"/>
      <w:bookmarkStart w:id="53" w:name="_Toc492904215"/>
      <w:bookmarkStart w:id="54" w:name="_Toc513470443"/>
      <w:r>
        <w:t>Document Event -  RCMR_MT300001</w:t>
      </w:r>
      <w:bookmarkEnd w:id="50"/>
      <w:bookmarkEnd w:id="51"/>
      <w:bookmarkEnd w:id="52"/>
      <w:r>
        <w:t>FI01</w:t>
      </w:r>
      <w:bookmarkEnd w:id="53"/>
      <w:bookmarkEnd w:id="54"/>
    </w:p>
    <w:p w14:paraId="7553B049" w14:textId="3BB09E37" w:rsidR="00D8305F" w:rsidRDefault="00D8305F" w:rsidP="00D8305F">
      <w:pPr>
        <w:rPr>
          <w:color w:val="FF0000"/>
        </w:rPr>
      </w:pPr>
      <w:r>
        <w:t>Tällä sanomatyypillä palautetaan asiakirjojen kuvailutiedot, kun apteekissa haetaan</w:t>
      </w:r>
      <w:r w:rsidR="00900ECA">
        <w:t xml:space="preserve"> ulkomaisen</w:t>
      </w:r>
      <w:r>
        <w:t xml:space="preserve"> h</w:t>
      </w:r>
      <w:r w:rsidR="00B5365C">
        <w:t>enkilön lääkemääräyksiä</w:t>
      </w:r>
      <w:r w:rsidR="0098101D">
        <w:t xml:space="preserve"> toimitettavan reseptin</w:t>
      </w:r>
      <w:r w:rsidR="00B5365C">
        <w:t xml:space="preserve"> valintaa varten.</w:t>
      </w:r>
    </w:p>
    <w:p w14:paraId="6EA3B443" w14:textId="5A5FFAF4" w:rsidR="00D8305F" w:rsidRPr="00344769" w:rsidRDefault="00D8305F" w:rsidP="00FC30E1">
      <w:pPr>
        <w:pStyle w:val="ListParagraph1"/>
      </w:pPr>
      <w:r w:rsidRPr="00D8305F">
        <w:t xml:space="preserve">Alla olevassa taulukossa on määritelty sanomatyypin tietosisältö. </w:t>
      </w:r>
    </w:p>
    <w:tbl>
      <w:tblPr>
        <w:tblW w:w="8256" w:type="dxa"/>
        <w:tblInd w:w="9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3011"/>
        <w:gridCol w:w="246"/>
        <w:gridCol w:w="888"/>
        <w:gridCol w:w="201"/>
        <w:gridCol w:w="933"/>
        <w:gridCol w:w="316"/>
        <w:gridCol w:w="2661"/>
      </w:tblGrid>
      <w:tr w:rsidR="00344769" w14:paraId="6E153948" w14:textId="77777777" w:rsidTr="008F6071">
        <w:trPr>
          <w:trHeight w:val="420"/>
        </w:trPr>
        <w:tc>
          <w:tcPr>
            <w:tcW w:w="3011" w:type="dxa"/>
            <w:shd w:val="clear" w:color="auto" w:fill="99CCFF"/>
            <w:vAlign w:val="center"/>
          </w:tcPr>
          <w:p w14:paraId="5DE44F71" w14:textId="77777777" w:rsidR="00344769" w:rsidRDefault="00344769" w:rsidP="000875F3">
            <w:pPr>
              <w:jc w:val="center"/>
              <w:rPr>
                <w:rFonts w:ascii="Microsoft Sans Serif" w:hAnsi="Microsoft Sans Serif" w:cs="Microsoft Sans Serif"/>
                <w:b/>
                <w:bCs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b/>
                <w:bCs/>
                <w:sz w:val="18"/>
                <w:szCs w:val="18"/>
              </w:rPr>
              <w:t>Elementin nimi</w:t>
            </w:r>
          </w:p>
        </w:tc>
        <w:tc>
          <w:tcPr>
            <w:tcW w:w="1134" w:type="dxa"/>
            <w:gridSpan w:val="2"/>
            <w:shd w:val="clear" w:color="auto" w:fill="99CCFF"/>
            <w:noWrap/>
            <w:vAlign w:val="center"/>
          </w:tcPr>
          <w:p w14:paraId="1AC87CB7" w14:textId="77777777" w:rsidR="00344769" w:rsidRDefault="00344769" w:rsidP="000875F3">
            <w:pPr>
              <w:jc w:val="center"/>
              <w:rPr>
                <w:rFonts w:ascii="Microsoft Sans Serif" w:hAnsi="Microsoft Sans Serif" w:cs="Microsoft Sans Serif"/>
                <w:b/>
                <w:bCs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b/>
                <w:bCs/>
                <w:sz w:val="18"/>
                <w:szCs w:val="18"/>
              </w:rPr>
              <w:t>Toistuvuus</w:t>
            </w:r>
          </w:p>
        </w:tc>
        <w:tc>
          <w:tcPr>
            <w:tcW w:w="1134" w:type="dxa"/>
            <w:gridSpan w:val="2"/>
            <w:shd w:val="clear" w:color="auto" w:fill="99CCFF"/>
            <w:vAlign w:val="center"/>
          </w:tcPr>
          <w:p w14:paraId="18654A15" w14:textId="77777777" w:rsidR="00344769" w:rsidRDefault="00344769" w:rsidP="000875F3">
            <w:pPr>
              <w:jc w:val="center"/>
              <w:rPr>
                <w:rFonts w:ascii="Microsoft Sans Serif" w:hAnsi="Microsoft Sans Serif" w:cs="Microsoft Sans Serif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Microsoft Sans Serif" w:hAnsi="Microsoft Sans Serif" w:cs="Microsoft Sans Serif"/>
                <w:b/>
                <w:bCs/>
                <w:sz w:val="18"/>
                <w:szCs w:val="18"/>
                <w:lang w:val="en-US"/>
              </w:rPr>
              <w:t>Oletusarvo</w:t>
            </w:r>
          </w:p>
        </w:tc>
        <w:tc>
          <w:tcPr>
            <w:tcW w:w="2977" w:type="dxa"/>
            <w:gridSpan w:val="2"/>
            <w:shd w:val="clear" w:color="auto" w:fill="99CCFF"/>
            <w:vAlign w:val="center"/>
          </w:tcPr>
          <w:p w14:paraId="00D7B3B1" w14:textId="77777777" w:rsidR="00344769" w:rsidRDefault="00344769" w:rsidP="000875F3">
            <w:pPr>
              <w:rPr>
                <w:rFonts w:ascii="Microsoft Sans Serif" w:hAnsi="Microsoft Sans Serif" w:cs="Microsoft Sans Serif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Microsoft Sans Serif" w:hAnsi="Microsoft Sans Serif" w:cs="Microsoft Sans Serif"/>
                <w:b/>
                <w:bCs/>
                <w:sz w:val="18"/>
                <w:szCs w:val="18"/>
                <w:lang w:val="en-US"/>
              </w:rPr>
              <w:t>Selite</w:t>
            </w:r>
          </w:p>
        </w:tc>
      </w:tr>
      <w:tr w:rsidR="00344769" w14:paraId="24D32DD2" w14:textId="77777777" w:rsidTr="008F6071">
        <w:trPr>
          <w:trHeight w:val="255"/>
        </w:trPr>
        <w:tc>
          <w:tcPr>
            <w:tcW w:w="3011" w:type="dxa"/>
            <w:shd w:val="clear" w:color="auto" w:fill="C0C0C0"/>
            <w:noWrap/>
            <w:vAlign w:val="center"/>
          </w:tcPr>
          <w:p w14:paraId="3F4370E6" w14:textId="77777777" w:rsidR="00344769" w:rsidRDefault="00344769" w:rsidP="000875F3">
            <w:pPr>
              <w:rPr>
                <w:rFonts w:ascii="Microsoft Sans Serif" w:hAnsi="Microsoft Sans Serif" w:cs="Microsoft Sans Serif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Microsoft Sans Serif" w:hAnsi="Microsoft Sans Serif" w:cs="Microsoft Sans Serif"/>
                <w:b/>
                <w:bCs/>
                <w:sz w:val="18"/>
                <w:szCs w:val="18"/>
                <w:lang w:val="en-US"/>
              </w:rPr>
              <w:t>ClinicalDocument</w:t>
            </w:r>
          </w:p>
        </w:tc>
        <w:tc>
          <w:tcPr>
            <w:tcW w:w="1134" w:type="dxa"/>
            <w:gridSpan w:val="2"/>
            <w:shd w:val="clear" w:color="auto" w:fill="C0C0C0"/>
            <w:noWrap/>
            <w:vAlign w:val="center"/>
          </w:tcPr>
          <w:p w14:paraId="194F0298" w14:textId="77777777" w:rsidR="00344769" w:rsidRDefault="00344769" w:rsidP="000875F3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  <w:t>0..1</w:t>
            </w:r>
          </w:p>
        </w:tc>
        <w:tc>
          <w:tcPr>
            <w:tcW w:w="1134" w:type="dxa"/>
            <w:gridSpan w:val="2"/>
            <w:shd w:val="clear" w:color="auto" w:fill="C0C0C0"/>
            <w:vAlign w:val="center"/>
          </w:tcPr>
          <w:p w14:paraId="07234F4C" w14:textId="77777777" w:rsidR="00344769" w:rsidRDefault="00344769" w:rsidP="000875F3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</w:p>
        </w:tc>
        <w:tc>
          <w:tcPr>
            <w:tcW w:w="2977" w:type="dxa"/>
            <w:gridSpan w:val="2"/>
            <w:shd w:val="clear" w:color="auto" w:fill="C0C0C0"/>
            <w:vAlign w:val="center"/>
          </w:tcPr>
          <w:p w14:paraId="70A5D46C" w14:textId="77777777" w:rsidR="00344769" w:rsidRDefault="00344769" w:rsidP="000875F3">
            <w:pP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</w:p>
        </w:tc>
      </w:tr>
      <w:tr w:rsidR="00344769" w14:paraId="3ED61995" w14:textId="77777777" w:rsidTr="008F6071">
        <w:trPr>
          <w:trHeight w:val="255"/>
        </w:trPr>
        <w:tc>
          <w:tcPr>
            <w:tcW w:w="3011" w:type="dxa"/>
            <w:noWrap/>
            <w:vAlign w:val="center"/>
          </w:tcPr>
          <w:p w14:paraId="54918B0F" w14:textId="77777777" w:rsidR="00344769" w:rsidRDefault="00344769" w:rsidP="000875F3">
            <w:pPr>
              <w:pStyle w:val="CDA-headertext"/>
              <w:ind w:firstLine="110"/>
              <w:rPr>
                <w:lang w:val="en-US"/>
              </w:rPr>
            </w:pPr>
            <w:r>
              <w:rPr>
                <w:lang w:val="en-US"/>
              </w:rPr>
              <w:t>classCode</w:t>
            </w:r>
          </w:p>
        </w:tc>
        <w:tc>
          <w:tcPr>
            <w:tcW w:w="1134" w:type="dxa"/>
            <w:gridSpan w:val="2"/>
            <w:noWrap/>
            <w:vAlign w:val="center"/>
          </w:tcPr>
          <w:p w14:paraId="6E909A02" w14:textId="77777777" w:rsidR="00344769" w:rsidRDefault="00344769" w:rsidP="000875F3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  <w:t>1..1</w:t>
            </w:r>
          </w:p>
        </w:tc>
        <w:tc>
          <w:tcPr>
            <w:tcW w:w="1134" w:type="dxa"/>
            <w:gridSpan w:val="2"/>
            <w:vAlign w:val="center"/>
          </w:tcPr>
          <w:p w14:paraId="3C713D95" w14:textId="77777777" w:rsidR="00344769" w:rsidRDefault="00344769" w:rsidP="000875F3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  <w:t>DOCCLIN</w:t>
            </w:r>
          </w:p>
        </w:tc>
        <w:tc>
          <w:tcPr>
            <w:tcW w:w="2977" w:type="dxa"/>
            <w:gridSpan w:val="2"/>
            <w:vAlign w:val="center"/>
          </w:tcPr>
          <w:p w14:paraId="5F544489" w14:textId="77777777" w:rsidR="00344769" w:rsidRDefault="00344769" w:rsidP="000875F3">
            <w:pP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</w:p>
        </w:tc>
      </w:tr>
      <w:tr w:rsidR="00344769" w14:paraId="0AA06079" w14:textId="77777777" w:rsidTr="008F6071">
        <w:trPr>
          <w:trHeight w:val="255"/>
        </w:trPr>
        <w:tc>
          <w:tcPr>
            <w:tcW w:w="3011" w:type="dxa"/>
            <w:noWrap/>
            <w:vAlign w:val="center"/>
          </w:tcPr>
          <w:p w14:paraId="36A02C7E" w14:textId="77777777" w:rsidR="00344769" w:rsidRDefault="00344769" w:rsidP="000875F3">
            <w:pPr>
              <w:pStyle w:val="CDA-headertext"/>
              <w:ind w:firstLine="110"/>
              <w:rPr>
                <w:rStyle w:val="Hyperlinkki"/>
                <w:lang w:val="en-US"/>
              </w:rPr>
            </w:pPr>
            <w:r>
              <w:rPr>
                <w:lang w:val="en-US"/>
              </w:rPr>
              <w:t>moodCode</w:t>
            </w:r>
          </w:p>
        </w:tc>
        <w:tc>
          <w:tcPr>
            <w:tcW w:w="1134" w:type="dxa"/>
            <w:gridSpan w:val="2"/>
            <w:noWrap/>
            <w:vAlign w:val="center"/>
          </w:tcPr>
          <w:p w14:paraId="39D79C90" w14:textId="77777777" w:rsidR="00344769" w:rsidRDefault="00344769" w:rsidP="000875F3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  <w:t>1..1</w:t>
            </w:r>
          </w:p>
        </w:tc>
        <w:tc>
          <w:tcPr>
            <w:tcW w:w="1134" w:type="dxa"/>
            <w:gridSpan w:val="2"/>
            <w:vAlign w:val="center"/>
          </w:tcPr>
          <w:p w14:paraId="1F9E2265" w14:textId="77777777" w:rsidR="00344769" w:rsidRDefault="00344769" w:rsidP="000875F3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  <w:t>EVN</w:t>
            </w:r>
          </w:p>
        </w:tc>
        <w:tc>
          <w:tcPr>
            <w:tcW w:w="2977" w:type="dxa"/>
            <w:gridSpan w:val="2"/>
            <w:vAlign w:val="center"/>
          </w:tcPr>
          <w:p w14:paraId="109A4D9E" w14:textId="77777777" w:rsidR="00344769" w:rsidRDefault="00344769" w:rsidP="000875F3">
            <w:pP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</w:p>
        </w:tc>
      </w:tr>
      <w:tr w:rsidR="00344769" w14:paraId="4F36A925" w14:textId="77777777" w:rsidTr="008F6071">
        <w:trPr>
          <w:trHeight w:val="255"/>
        </w:trPr>
        <w:tc>
          <w:tcPr>
            <w:tcW w:w="3011" w:type="dxa"/>
            <w:noWrap/>
            <w:vAlign w:val="center"/>
          </w:tcPr>
          <w:p w14:paraId="45A1ACAB" w14:textId="77777777" w:rsidR="00344769" w:rsidRDefault="00344769" w:rsidP="000875F3">
            <w:pPr>
              <w:pStyle w:val="CDA-headertext"/>
              <w:ind w:firstLine="110"/>
              <w:rPr>
                <w:lang w:val="en-US"/>
              </w:rPr>
            </w:pPr>
            <w:r>
              <w:rPr>
                <w:lang w:val="en-US"/>
              </w:rPr>
              <w:t>realmCode</w:t>
            </w:r>
          </w:p>
        </w:tc>
        <w:tc>
          <w:tcPr>
            <w:tcW w:w="1134" w:type="dxa"/>
            <w:gridSpan w:val="2"/>
            <w:noWrap/>
            <w:vAlign w:val="center"/>
          </w:tcPr>
          <w:p w14:paraId="6669E420" w14:textId="77777777" w:rsidR="00344769" w:rsidRDefault="00344769" w:rsidP="000875F3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  <w:t>1..1</w:t>
            </w:r>
          </w:p>
        </w:tc>
        <w:tc>
          <w:tcPr>
            <w:tcW w:w="1134" w:type="dxa"/>
            <w:gridSpan w:val="2"/>
            <w:vAlign w:val="center"/>
          </w:tcPr>
          <w:p w14:paraId="07618ED3" w14:textId="77777777" w:rsidR="00344769" w:rsidRDefault="00344769" w:rsidP="000875F3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  <w:t>FI</w:t>
            </w:r>
          </w:p>
        </w:tc>
        <w:tc>
          <w:tcPr>
            <w:tcW w:w="2977" w:type="dxa"/>
            <w:gridSpan w:val="2"/>
            <w:vAlign w:val="center"/>
          </w:tcPr>
          <w:p w14:paraId="44B0D70B" w14:textId="77777777" w:rsidR="00344769" w:rsidRDefault="00344769" w:rsidP="000875F3">
            <w:pP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  <w:t>Maakoodi</w:t>
            </w:r>
          </w:p>
        </w:tc>
      </w:tr>
      <w:tr w:rsidR="00344769" w14:paraId="139F64A6" w14:textId="77777777" w:rsidTr="008F6071">
        <w:trPr>
          <w:trHeight w:val="255"/>
        </w:trPr>
        <w:tc>
          <w:tcPr>
            <w:tcW w:w="3011" w:type="dxa"/>
            <w:noWrap/>
            <w:vAlign w:val="center"/>
          </w:tcPr>
          <w:p w14:paraId="7F03DCB6" w14:textId="77777777" w:rsidR="00344769" w:rsidRDefault="00344769" w:rsidP="000875F3">
            <w:pPr>
              <w:pStyle w:val="CDA-headertext"/>
              <w:ind w:firstLine="110"/>
            </w:pPr>
            <w:r>
              <w:t>typeId</w:t>
            </w:r>
          </w:p>
        </w:tc>
        <w:tc>
          <w:tcPr>
            <w:tcW w:w="1134" w:type="dxa"/>
            <w:gridSpan w:val="2"/>
            <w:noWrap/>
            <w:vAlign w:val="center"/>
          </w:tcPr>
          <w:p w14:paraId="52371E03" w14:textId="77777777" w:rsidR="00344769" w:rsidRDefault="00344769" w:rsidP="000875F3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1..1</w:t>
            </w:r>
          </w:p>
        </w:tc>
        <w:tc>
          <w:tcPr>
            <w:tcW w:w="1134" w:type="dxa"/>
            <w:gridSpan w:val="2"/>
            <w:vAlign w:val="center"/>
          </w:tcPr>
          <w:p w14:paraId="27874883" w14:textId="77777777" w:rsidR="00344769" w:rsidRDefault="00344769" w:rsidP="000875F3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0BF580E4" w14:textId="77777777" w:rsidR="00344769" w:rsidRDefault="00344769" w:rsidP="000875F3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Kiinteä arvo:</w:t>
            </w:r>
          </w:p>
          <w:p w14:paraId="645E6040" w14:textId="77777777" w:rsidR="00344769" w:rsidRDefault="00344769" w:rsidP="000875F3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&lt;typeId root="2.16.840.1.113883.1.3" extension="POCD_HD000040"/&gt;</w:t>
            </w:r>
          </w:p>
        </w:tc>
      </w:tr>
      <w:tr w:rsidR="00344769" w14:paraId="795F8BCD" w14:textId="77777777" w:rsidTr="008F6071">
        <w:trPr>
          <w:trHeight w:val="255"/>
        </w:trPr>
        <w:tc>
          <w:tcPr>
            <w:tcW w:w="3011" w:type="dxa"/>
            <w:noWrap/>
            <w:vAlign w:val="center"/>
          </w:tcPr>
          <w:p w14:paraId="64E4EF45" w14:textId="77777777" w:rsidR="00344769" w:rsidRDefault="00344769" w:rsidP="000875F3">
            <w:pPr>
              <w:pStyle w:val="CDA-headertext"/>
              <w:ind w:firstLine="110"/>
            </w:pPr>
            <w:r>
              <w:t>templateId</w:t>
            </w:r>
          </w:p>
        </w:tc>
        <w:tc>
          <w:tcPr>
            <w:tcW w:w="1134" w:type="dxa"/>
            <w:gridSpan w:val="2"/>
            <w:noWrap/>
            <w:vAlign w:val="center"/>
          </w:tcPr>
          <w:p w14:paraId="3DBC2865" w14:textId="77777777" w:rsidR="00344769" w:rsidRDefault="00344769" w:rsidP="000875F3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1..1</w:t>
            </w:r>
          </w:p>
        </w:tc>
        <w:tc>
          <w:tcPr>
            <w:tcW w:w="1134" w:type="dxa"/>
            <w:gridSpan w:val="2"/>
            <w:vAlign w:val="center"/>
          </w:tcPr>
          <w:p w14:paraId="76668DF8" w14:textId="77777777" w:rsidR="00344769" w:rsidRDefault="00344769" w:rsidP="000875F3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576156C8" w14:textId="6B7D2444" w:rsidR="00344769" w:rsidRDefault="00344769" w:rsidP="000875F3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MR-sanomien soveltamisoppaan OID</w:t>
            </w:r>
            <w:r w:rsidR="00FC30E1">
              <w:rPr>
                <w:rFonts w:ascii="Microsoft Sans Serif" w:hAnsi="Microsoft Sans Serif" w:cs="Microsoft Sans Serif"/>
                <w:sz w:val="18"/>
                <w:szCs w:val="18"/>
              </w:rPr>
              <w:t>, esim.</w:t>
            </w:r>
          </w:p>
          <w:p w14:paraId="4C4B21E1" w14:textId="67C261E2" w:rsidR="00344769" w:rsidRDefault="00344769" w:rsidP="000875F3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1</w:t>
            </w:r>
            <w:r w:rsidR="00D35D31">
              <w:rPr>
                <w:rFonts w:ascii="Microsoft Sans Serif" w:hAnsi="Microsoft Sans Serif" w:cs="Microsoft Sans Serif"/>
                <w:sz w:val="18"/>
                <w:szCs w:val="18"/>
              </w:rPr>
              <w:t>.2.246.777.11.201</w:t>
            </w:r>
            <w:r>
              <w:rPr>
                <w:rFonts w:ascii="Microsoft Sans Serif" w:hAnsi="Microsoft Sans Serif" w:cs="Microsoft Sans Serif"/>
                <w:sz w:val="18"/>
                <w:szCs w:val="18"/>
              </w:rPr>
              <w:t>8.</w:t>
            </w:r>
            <w:r w:rsidR="00D35D31">
              <w:rPr>
                <w:rFonts w:ascii="Microsoft Sans Serif" w:hAnsi="Microsoft Sans Serif" w:cs="Microsoft Sans Serif"/>
                <w:sz w:val="18"/>
                <w:szCs w:val="18"/>
              </w:rPr>
              <w:t>1</w:t>
            </w:r>
          </w:p>
        </w:tc>
      </w:tr>
      <w:tr w:rsidR="00344769" w14:paraId="40FB1880" w14:textId="77777777" w:rsidTr="008F6071">
        <w:trPr>
          <w:trHeight w:val="255"/>
        </w:trPr>
        <w:tc>
          <w:tcPr>
            <w:tcW w:w="3011" w:type="dxa"/>
            <w:noWrap/>
            <w:vAlign w:val="center"/>
          </w:tcPr>
          <w:p w14:paraId="61833A39" w14:textId="77777777" w:rsidR="00344769" w:rsidRPr="0036693B" w:rsidRDefault="006F0C32" w:rsidP="000875F3">
            <w:pPr>
              <w:pStyle w:val="CDA-headertext"/>
              <w:ind w:firstLine="110"/>
              <w:rPr>
                <w:lang w:eastAsia="en-US"/>
              </w:rPr>
            </w:pPr>
            <w:hyperlink r:id="rId16" w:anchor="Act-id-att" w:tooltip="../../../infrastructure/rim/rim.htm#Act-id-att" w:history="1">
              <w:r w:rsidR="00344769" w:rsidRPr="0036693B">
                <w:rPr>
                  <w:lang w:eastAsia="en-US"/>
                </w:rPr>
                <w:t>id</w:t>
              </w:r>
            </w:hyperlink>
          </w:p>
        </w:tc>
        <w:tc>
          <w:tcPr>
            <w:tcW w:w="1134" w:type="dxa"/>
            <w:gridSpan w:val="2"/>
            <w:noWrap/>
            <w:vAlign w:val="center"/>
          </w:tcPr>
          <w:p w14:paraId="025D7534" w14:textId="77777777" w:rsidR="00344769" w:rsidRPr="0036693B" w:rsidRDefault="00344769" w:rsidP="000875F3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36693B">
              <w:rPr>
                <w:rFonts w:ascii="Microsoft Sans Serif" w:hAnsi="Microsoft Sans Serif" w:cs="Microsoft Sans Serif"/>
                <w:sz w:val="18"/>
                <w:szCs w:val="18"/>
              </w:rPr>
              <w:t>1..1</w:t>
            </w:r>
          </w:p>
        </w:tc>
        <w:tc>
          <w:tcPr>
            <w:tcW w:w="1134" w:type="dxa"/>
            <w:gridSpan w:val="2"/>
            <w:vAlign w:val="center"/>
          </w:tcPr>
          <w:p w14:paraId="5665ECDC" w14:textId="77777777" w:rsidR="00344769" w:rsidRPr="00FC30E1" w:rsidRDefault="00344769" w:rsidP="000875F3">
            <w:pPr>
              <w:jc w:val="center"/>
              <w:rPr>
                <w:rFonts w:ascii="Microsoft Sans Serif" w:hAnsi="Microsoft Sans Serif" w:cs="Microsoft Sans Serif"/>
                <w:color w:val="FF0000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70A45FAF" w14:textId="5135473E" w:rsidR="00344769" w:rsidRPr="00D35D31" w:rsidRDefault="00344769" w:rsidP="000875F3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36693B">
              <w:rPr>
                <w:rFonts w:ascii="Microsoft Sans Serif" w:hAnsi="Microsoft Sans Serif" w:cs="Microsoft Sans Serif"/>
                <w:sz w:val="18"/>
                <w:szCs w:val="18"/>
              </w:rPr>
              <w:t>MR -sanoman sisälle kapseloidun dokumentin</w:t>
            </w:r>
            <w:r w:rsidR="00FC30E1" w:rsidRPr="0036693B">
              <w:rPr>
                <w:rFonts w:ascii="Microsoft Sans Serif" w:hAnsi="Microsoft Sans Serif" w:cs="Microsoft Sans Serif"/>
                <w:sz w:val="18"/>
                <w:szCs w:val="18"/>
              </w:rPr>
              <w:t xml:space="preserve"> yksilöivä tunniste</w:t>
            </w:r>
            <w:r w:rsidR="00FC30E1" w:rsidRPr="00D35D31">
              <w:rPr>
                <w:rFonts w:ascii="Microsoft Sans Serif" w:hAnsi="Microsoft Sans Serif" w:cs="Microsoft Sans Serif"/>
                <w:sz w:val="18"/>
                <w:szCs w:val="18"/>
              </w:rPr>
              <w:t>. Esimerkki:</w:t>
            </w:r>
          </w:p>
          <w:p w14:paraId="7759CCBB" w14:textId="391146BD" w:rsidR="00344769" w:rsidRPr="00D35D31" w:rsidRDefault="00344769" w:rsidP="000875F3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D35D31">
              <w:rPr>
                <w:rFonts w:ascii="Microsoft Sans Serif" w:hAnsi="Microsoft Sans Serif" w:cs="Microsoft Sans Serif"/>
                <w:sz w:val="18"/>
                <w:szCs w:val="18"/>
              </w:rPr>
              <w:t>&lt;id root="1.2.246.10.2</w:t>
            </w:r>
            <w:r w:rsidR="00FC30E1" w:rsidRPr="00D35D31">
              <w:rPr>
                <w:rFonts w:ascii="Microsoft Sans Serif" w:hAnsi="Microsoft Sans Serif" w:cs="Microsoft Sans Serif"/>
                <w:sz w:val="18"/>
                <w:szCs w:val="18"/>
              </w:rPr>
              <w:t>458998.93" extension="2006.1"/&gt;</w:t>
            </w:r>
          </w:p>
          <w:p w14:paraId="4B100776" w14:textId="6A3EB847" w:rsidR="00344769" w:rsidRPr="00FC30E1" w:rsidRDefault="00D35D31" w:rsidP="00D35D31">
            <w:pPr>
              <w:rPr>
                <w:rFonts w:ascii="Microsoft Sans Serif" w:hAnsi="Microsoft Sans Serif" w:cs="Microsoft Sans Serif"/>
                <w:color w:val="FF0000"/>
                <w:sz w:val="18"/>
                <w:szCs w:val="18"/>
              </w:rPr>
            </w:pPr>
            <w:r w:rsidRPr="00D35D31">
              <w:rPr>
                <w:rFonts w:ascii="Microsoft Sans Serif" w:hAnsi="Microsoft Sans Serif" w:cs="Microsoft Sans Serif"/>
                <w:sz w:val="18"/>
                <w:szCs w:val="18"/>
              </w:rPr>
              <w:t>D</w:t>
            </w:r>
            <w:r w:rsidR="00344769" w:rsidRPr="00D35D31">
              <w:rPr>
                <w:rFonts w:ascii="Microsoft Sans Serif" w:hAnsi="Microsoft Sans Serif" w:cs="Microsoft Sans Serif"/>
                <w:sz w:val="18"/>
                <w:szCs w:val="18"/>
              </w:rPr>
              <w:t>okumenteissa käytetään solmuluokkaa 93.</w:t>
            </w:r>
          </w:p>
        </w:tc>
      </w:tr>
      <w:tr w:rsidR="00344769" w14:paraId="45E05F02" w14:textId="77777777" w:rsidTr="008F6071">
        <w:trPr>
          <w:trHeight w:val="255"/>
        </w:trPr>
        <w:tc>
          <w:tcPr>
            <w:tcW w:w="3011" w:type="dxa"/>
            <w:noWrap/>
            <w:vAlign w:val="center"/>
          </w:tcPr>
          <w:p w14:paraId="7BE7D025" w14:textId="77777777" w:rsidR="00344769" w:rsidRDefault="006F0C32" w:rsidP="000875F3">
            <w:pPr>
              <w:pStyle w:val="CDA-headertext"/>
              <w:ind w:firstLine="110"/>
              <w:rPr>
                <w:lang w:eastAsia="en-US"/>
              </w:rPr>
            </w:pPr>
            <w:hyperlink r:id="rId17" w:anchor="Act-code-att" w:tooltip="../../../infrastructure/rim/rim.htm#Act-code-att" w:history="1">
              <w:r w:rsidR="00344769">
                <w:rPr>
                  <w:lang w:eastAsia="en-US"/>
                </w:rPr>
                <w:t>code</w:t>
              </w:r>
            </w:hyperlink>
          </w:p>
        </w:tc>
        <w:tc>
          <w:tcPr>
            <w:tcW w:w="1134" w:type="dxa"/>
            <w:gridSpan w:val="2"/>
            <w:noWrap/>
            <w:vAlign w:val="center"/>
          </w:tcPr>
          <w:p w14:paraId="07291FFE" w14:textId="77777777" w:rsidR="00344769" w:rsidRDefault="00344769" w:rsidP="000875F3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1..1</w:t>
            </w:r>
          </w:p>
        </w:tc>
        <w:tc>
          <w:tcPr>
            <w:tcW w:w="1134" w:type="dxa"/>
            <w:gridSpan w:val="2"/>
            <w:vAlign w:val="center"/>
          </w:tcPr>
          <w:p w14:paraId="4FBD1330" w14:textId="77777777" w:rsidR="00344769" w:rsidRDefault="00344769" w:rsidP="000875F3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42F3A59B" w14:textId="77777777" w:rsidR="00344769" w:rsidRDefault="00344769" w:rsidP="000875F3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välitettävän dokumentin/sanoman tyyppi, koodis</w:t>
            </w:r>
            <w:r w:rsidR="004C3F20">
              <w:rPr>
                <w:rFonts w:ascii="Microsoft Sans Serif" w:hAnsi="Microsoft Sans Serif" w:cs="Microsoft Sans Serif"/>
                <w:sz w:val="18"/>
                <w:szCs w:val="18"/>
              </w:rPr>
              <w:t>tosta: 1.2.2</w:t>
            </w:r>
            <w:r w:rsidR="008003F0">
              <w:rPr>
                <w:rFonts w:ascii="Microsoft Sans Serif" w:hAnsi="Microsoft Sans Serif" w:cs="Microsoft Sans Serif"/>
                <w:sz w:val="18"/>
                <w:szCs w:val="18"/>
              </w:rPr>
              <w:t>46.537.5.40105.2006</w:t>
            </w:r>
          </w:p>
          <w:p w14:paraId="4A234379" w14:textId="55356247" w:rsidR="00FD54D3" w:rsidRDefault="00FD54D3" w:rsidP="000875F3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230434">
              <w:rPr>
                <w:rFonts w:ascii="Microsoft Sans Serif" w:hAnsi="Microsoft Sans Serif" w:cs="Microsoft Sans Serif"/>
                <w:sz w:val="18"/>
                <w:szCs w:val="18"/>
              </w:rPr>
              <w:t>Rajat ylittävässä reseptissä aina ’1’.</w:t>
            </w:r>
          </w:p>
        </w:tc>
      </w:tr>
      <w:tr w:rsidR="00344769" w14:paraId="769B059C" w14:textId="77777777" w:rsidTr="008F6071">
        <w:trPr>
          <w:trHeight w:val="255"/>
        </w:trPr>
        <w:tc>
          <w:tcPr>
            <w:tcW w:w="3011" w:type="dxa"/>
            <w:noWrap/>
            <w:vAlign w:val="center"/>
          </w:tcPr>
          <w:p w14:paraId="4BA9B8B3" w14:textId="77777777" w:rsidR="00344769" w:rsidRPr="00B23067" w:rsidRDefault="006F0C32" w:rsidP="000875F3">
            <w:pPr>
              <w:pStyle w:val="CDA-headertext"/>
              <w:ind w:firstLine="110"/>
              <w:rPr>
                <w:color w:val="A6A6A6" w:themeColor="background1" w:themeShade="A6"/>
                <w:lang w:eastAsia="en-US"/>
              </w:rPr>
            </w:pPr>
            <w:hyperlink r:id="rId18" w:anchor="Act-title-att" w:tooltip="../../../infrastructure/rim/rim.htm#Act-title-att" w:history="1">
              <w:r w:rsidR="00344769" w:rsidRPr="00B23067">
                <w:rPr>
                  <w:color w:val="A6A6A6" w:themeColor="background1" w:themeShade="A6"/>
                  <w:lang w:eastAsia="en-US"/>
                </w:rPr>
                <w:t>title</w:t>
              </w:r>
            </w:hyperlink>
          </w:p>
        </w:tc>
        <w:tc>
          <w:tcPr>
            <w:tcW w:w="1134" w:type="dxa"/>
            <w:gridSpan w:val="2"/>
            <w:noWrap/>
            <w:vAlign w:val="center"/>
          </w:tcPr>
          <w:p w14:paraId="491F9739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gridSpan w:val="2"/>
            <w:vAlign w:val="center"/>
          </w:tcPr>
          <w:p w14:paraId="5BF94AA2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05B11C65" w14:textId="77777777" w:rsidR="00344769" w:rsidRPr="00B23067" w:rsidRDefault="00344769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344769" w14:paraId="34CAB58D" w14:textId="77777777" w:rsidTr="008F6071">
        <w:trPr>
          <w:trHeight w:val="255"/>
        </w:trPr>
        <w:tc>
          <w:tcPr>
            <w:tcW w:w="3011" w:type="dxa"/>
            <w:noWrap/>
            <w:vAlign w:val="center"/>
          </w:tcPr>
          <w:p w14:paraId="34333758" w14:textId="77777777" w:rsidR="00344769" w:rsidRDefault="006F0C32" w:rsidP="000875F3">
            <w:pPr>
              <w:pStyle w:val="CDA-headertext"/>
              <w:ind w:firstLine="110"/>
              <w:rPr>
                <w:lang w:eastAsia="en-US"/>
              </w:rPr>
            </w:pPr>
            <w:hyperlink r:id="rId19" w:anchor="Act-text-att" w:tooltip="../../../infrastructure/rim/rim.htm#Act-text-att" w:history="1">
              <w:r w:rsidR="00344769">
                <w:rPr>
                  <w:lang w:eastAsia="en-US"/>
                </w:rPr>
                <w:t>text</w:t>
              </w:r>
            </w:hyperlink>
          </w:p>
        </w:tc>
        <w:tc>
          <w:tcPr>
            <w:tcW w:w="1134" w:type="dxa"/>
            <w:gridSpan w:val="2"/>
            <w:noWrap/>
            <w:vAlign w:val="center"/>
          </w:tcPr>
          <w:p w14:paraId="2BDF069C" w14:textId="77777777" w:rsidR="00344769" w:rsidRDefault="00344769" w:rsidP="000875F3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0..1</w:t>
            </w:r>
          </w:p>
        </w:tc>
        <w:tc>
          <w:tcPr>
            <w:tcW w:w="1134" w:type="dxa"/>
            <w:gridSpan w:val="2"/>
            <w:vAlign w:val="center"/>
          </w:tcPr>
          <w:p w14:paraId="260D47C5" w14:textId="77777777" w:rsidR="00344769" w:rsidRDefault="00344769" w:rsidP="000875F3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668713C6" w14:textId="77777777" w:rsidR="00344769" w:rsidRDefault="00344769" w:rsidP="000875F3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RAJOITUS:</w:t>
            </w:r>
          </w:p>
          <w:p w14:paraId="670E9082" w14:textId="10324A60" w:rsidR="00344769" w:rsidRDefault="00344769" w:rsidP="000875F3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Kenttää ei saa</w:t>
            </w:r>
            <w:r w:rsidR="00B82D27">
              <w:rPr>
                <w:rFonts w:ascii="Microsoft Sans Serif" w:hAnsi="Microsoft Sans Serif" w:cs="Microsoft Sans Serif"/>
                <w:sz w:val="18"/>
                <w:szCs w:val="18"/>
              </w:rPr>
              <w:t xml:space="preserve"> käyttää viestityyppiä  RCMR_MT3</w:t>
            </w:r>
            <w:r>
              <w:rPr>
                <w:rFonts w:ascii="Microsoft Sans Serif" w:hAnsi="Microsoft Sans Serif" w:cs="Microsoft Sans Serif"/>
                <w:sz w:val="18"/>
                <w:szCs w:val="18"/>
              </w:rPr>
              <w:t>00001FI01 käyttävissä interaktioissa</w:t>
            </w:r>
            <w:r w:rsidR="00FC30E1">
              <w:rPr>
                <w:rFonts w:ascii="Microsoft Sans Serif" w:hAnsi="Microsoft Sans Serif" w:cs="Microsoft Sans Serif"/>
                <w:sz w:val="18"/>
                <w:szCs w:val="18"/>
              </w:rPr>
              <w:t>.</w:t>
            </w:r>
          </w:p>
        </w:tc>
      </w:tr>
      <w:tr w:rsidR="00344769" w14:paraId="489EC129" w14:textId="77777777" w:rsidTr="008F6071">
        <w:trPr>
          <w:trHeight w:val="255"/>
        </w:trPr>
        <w:tc>
          <w:tcPr>
            <w:tcW w:w="3011" w:type="dxa"/>
            <w:noWrap/>
            <w:vAlign w:val="center"/>
          </w:tcPr>
          <w:p w14:paraId="5FA3B265" w14:textId="77777777" w:rsidR="00344769" w:rsidRPr="00B23067" w:rsidRDefault="006F0C32" w:rsidP="000875F3">
            <w:pPr>
              <w:pStyle w:val="CDA-headertext"/>
              <w:ind w:firstLine="110"/>
              <w:rPr>
                <w:color w:val="A6A6A6" w:themeColor="background1" w:themeShade="A6"/>
                <w:lang w:eastAsia="en-US"/>
              </w:rPr>
            </w:pPr>
            <w:hyperlink r:id="rId20" w:anchor="Act-statusCode-att" w:tooltip="../../../infrastructure/rim/rim.htm#Act-statusCode-att" w:history="1">
              <w:r w:rsidR="00344769" w:rsidRPr="00B23067">
                <w:rPr>
                  <w:color w:val="A6A6A6" w:themeColor="background1" w:themeShade="A6"/>
                  <w:lang w:eastAsia="en-US"/>
                </w:rPr>
                <w:t>statusCode</w:t>
              </w:r>
            </w:hyperlink>
          </w:p>
        </w:tc>
        <w:tc>
          <w:tcPr>
            <w:tcW w:w="1134" w:type="dxa"/>
            <w:gridSpan w:val="2"/>
            <w:noWrap/>
            <w:vAlign w:val="center"/>
          </w:tcPr>
          <w:p w14:paraId="25FFB42B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1..1</w:t>
            </w:r>
          </w:p>
        </w:tc>
        <w:tc>
          <w:tcPr>
            <w:tcW w:w="1134" w:type="dxa"/>
            <w:gridSpan w:val="2"/>
            <w:vAlign w:val="center"/>
          </w:tcPr>
          <w:p w14:paraId="5DAFA98A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3707FDC2" w14:textId="77777777" w:rsidR="00344769" w:rsidRPr="00B23067" w:rsidRDefault="00344769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344769" w14:paraId="37AB7F1B" w14:textId="77777777" w:rsidTr="008F6071">
        <w:trPr>
          <w:trHeight w:val="255"/>
        </w:trPr>
        <w:tc>
          <w:tcPr>
            <w:tcW w:w="3011" w:type="dxa"/>
            <w:noWrap/>
            <w:vAlign w:val="center"/>
          </w:tcPr>
          <w:p w14:paraId="0D6518E4" w14:textId="77777777" w:rsidR="00344769" w:rsidRPr="00B23067" w:rsidRDefault="006F0C32" w:rsidP="000875F3">
            <w:pPr>
              <w:pStyle w:val="CDA-headertext"/>
              <w:ind w:firstLine="110"/>
              <w:rPr>
                <w:color w:val="A6A6A6" w:themeColor="background1" w:themeShade="A6"/>
                <w:lang w:eastAsia="en-US"/>
              </w:rPr>
            </w:pPr>
            <w:hyperlink r:id="rId21" w:anchor="Act-effectiveTime-att" w:tooltip="../../../infrastructure/rim/rim.htm#Act-effectiveTime-att" w:history="1">
              <w:r w:rsidR="00344769" w:rsidRPr="00B23067">
                <w:rPr>
                  <w:color w:val="A6A6A6" w:themeColor="background1" w:themeShade="A6"/>
                  <w:lang w:eastAsia="en-US"/>
                </w:rPr>
                <w:t>effectiveTime</w:t>
              </w:r>
            </w:hyperlink>
          </w:p>
        </w:tc>
        <w:tc>
          <w:tcPr>
            <w:tcW w:w="1134" w:type="dxa"/>
            <w:gridSpan w:val="2"/>
            <w:noWrap/>
            <w:vAlign w:val="center"/>
          </w:tcPr>
          <w:p w14:paraId="7A7891E1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1..1</w:t>
            </w:r>
          </w:p>
        </w:tc>
        <w:tc>
          <w:tcPr>
            <w:tcW w:w="1134" w:type="dxa"/>
            <w:gridSpan w:val="2"/>
            <w:vAlign w:val="center"/>
          </w:tcPr>
          <w:p w14:paraId="7E8167A2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4571BEA4" w14:textId="77777777" w:rsidR="00344769" w:rsidRPr="00B23067" w:rsidRDefault="00344769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344769" w14:paraId="0BE32879" w14:textId="77777777" w:rsidTr="008F6071">
        <w:trPr>
          <w:trHeight w:val="255"/>
        </w:trPr>
        <w:tc>
          <w:tcPr>
            <w:tcW w:w="3011" w:type="dxa"/>
            <w:noWrap/>
            <w:vAlign w:val="center"/>
          </w:tcPr>
          <w:p w14:paraId="49380D5E" w14:textId="77777777" w:rsidR="00344769" w:rsidRPr="00B23067" w:rsidRDefault="006F0C32" w:rsidP="000875F3">
            <w:pPr>
              <w:pStyle w:val="CDA-headertext"/>
              <w:ind w:firstLine="110"/>
              <w:rPr>
                <w:color w:val="A6A6A6" w:themeColor="background1" w:themeShade="A6"/>
                <w:lang w:eastAsia="en-US"/>
              </w:rPr>
            </w:pPr>
            <w:hyperlink r:id="rId22" w:anchor="Act-availabilityTime-att" w:tooltip="../../../infrastructure/rim/rim.htm#Act-availabilityTime-att" w:history="1">
              <w:r w:rsidR="00344769" w:rsidRPr="00B23067">
                <w:rPr>
                  <w:color w:val="A6A6A6" w:themeColor="background1" w:themeShade="A6"/>
                  <w:lang w:eastAsia="en-US"/>
                </w:rPr>
                <w:t>availabilityTime</w:t>
              </w:r>
            </w:hyperlink>
          </w:p>
        </w:tc>
        <w:tc>
          <w:tcPr>
            <w:tcW w:w="1134" w:type="dxa"/>
            <w:gridSpan w:val="2"/>
            <w:noWrap/>
            <w:vAlign w:val="center"/>
          </w:tcPr>
          <w:p w14:paraId="0665B1D5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gridSpan w:val="2"/>
            <w:vAlign w:val="center"/>
          </w:tcPr>
          <w:p w14:paraId="0663F453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43A0D39E" w14:textId="77777777" w:rsidR="00344769" w:rsidRPr="00B23067" w:rsidRDefault="00344769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344769" w14:paraId="58566FAE" w14:textId="77777777" w:rsidTr="008F6071">
        <w:trPr>
          <w:trHeight w:val="255"/>
        </w:trPr>
        <w:tc>
          <w:tcPr>
            <w:tcW w:w="3011" w:type="dxa"/>
            <w:noWrap/>
            <w:vAlign w:val="center"/>
          </w:tcPr>
          <w:p w14:paraId="249455CB" w14:textId="77777777" w:rsidR="00344769" w:rsidRPr="00B23067" w:rsidRDefault="006F0C32" w:rsidP="000875F3">
            <w:pPr>
              <w:pStyle w:val="CDA-headertext"/>
              <w:ind w:firstLine="110"/>
              <w:rPr>
                <w:color w:val="A6A6A6" w:themeColor="background1" w:themeShade="A6"/>
                <w:lang w:eastAsia="en-US"/>
              </w:rPr>
            </w:pPr>
            <w:hyperlink r:id="rId23" w:anchor="Act-confidentialityCode-att" w:tooltip="../../../infrastructure/rim/rim.htm#Act-confidentialityCode-att" w:history="1">
              <w:r w:rsidR="00344769" w:rsidRPr="00B23067">
                <w:rPr>
                  <w:color w:val="A6A6A6" w:themeColor="background1" w:themeShade="A6"/>
                  <w:lang w:eastAsia="en-US"/>
                </w:rPr>
                <w:t>confidentialityCode</w:t>
              </w:r>
            </w:hyperlink>
          </w:p>
        </w:tc>
        <w:tc>
          <w:tcPr>
            <w:tcW w:w="1134" w:type="dxa"/>
            <w:gridSpan w:val="2"/>
            <w:noWrap/>
            <w:vAlign w:val="center"/>
          </w:tcPr>
          <w:p w14:paraId="69AC0A2F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1..1</w:t>
            </w:r>
          </w:p>
        </w:tc>
        <w:tc>
          <w:tcPr>
            <w:tcW w:w="1134" w:type="dxa"/>
            <w:gridSpan w:val="2"/>
            <w:vAlign w:val="center"/>
          </w:tcPr>
          <w:p w14:paraId="080FAB2F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5C26D216" w14:textId="77777777" w:rsidR="00344769" w:rsidRPr="00B23067" w:rsidRDefault="00344769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344769" w14:paraId="66A083BC" w14:textId="77777777" w:rsidTr="008F6071">
        <w:trPr>
          <w:trHeight w:val="255"/>
        </w:trPr>
        <w:tc>
          <w:tcPr>
            <w:tcW w:w="3011" w:type="dxa"/>
            <w:noWrap/>
            <w:vAlign w:val="center"/>
          </w:tcPr>
          <w:p w14:paraId="07075050" w14:textId="77777777" w:rsidR="00344769" w:rsidRPr="00B23067" w:rsidRDefault="006F0C32" w:rsidP="000875F3">
            <w:pPr>
              <w:pStyle w:val="CDA-headertext"/>
              <w:ind w:firstLine="110"/>
              <w:rPr>
                <w:color w:val="A6A6A6" w:themeColor="background1" w:themeShade="A6"/>
                <w:lang w:eastAsia="en-US"/>
              </w:rPr>
            </w:pPr>
            <w:hyperlink r:id="rId24" w:anchor="Act-reasonCode-att" w:tooltip="../../../infrastructure/rim/rim.htm#Act-reasonCode-att" w:history="1">
              <w:r w:rsidR="00344769" w:rsidRPr="00B23067">
                <w:rPr>
                  <w:color w:val="A6A6A6" w:themeColor="background1" w:themeShade="A6"/>
                  <w:lang w:eastAsia="en-US"/>
                </w:rPr>
                <w:t>reasonCode</w:t>
              </w:r>
            </w:hyperlink>
          </w:p>
        </w:tc>
        <w:tc>
          <w:tcPr>
            <w:tcW w:w="1134" w:type="dxa"/>
            <w:gridSpan w:val="2"/>
            <w:noWrap/>
            <w:vAlign w:val="center"/>
          </w:tcPr>
          <w:p w14:paraId="3EA0C855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gridSpan w:val="2"/>
            <w:vAlign w:val="center"/>
          </w:tcPr>
          <w:p w14:paraId="3932325B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55C29FDA" w14:textId="77777777" w:rsidR="00344769" w:rsidRPr="00B23067" w:rsidRDefault="00344769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 xml:space="preserve">ei käytössä </w:t>
            </w:r>
          </w:p>
          <w:p w14:paraId="267B6363" w14:textId="77777777" w:rsidR="00344769" w:rsidRPr="00B23067" w:rsidRDefault="00344769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</w:tr>
      <w:tr w:rsidR="00344769" w14:paraId="2DA75994" w14:textId="77777777" w:rsidTr="008F6071">
        <w:trPr>
          <w:trHeight w:val="255"/>
        </w:trPr>
        <w:tc>
          <w:tcPr>
            <w:tcW w:w="3011" w:type="dxa"/>
            <w:noWrap/>
            <w:vAlign w:val="center"/>
          </w:tcPr>
          <w:p w14:paraId="36EABB08" w14:textId="77777777" w:rsidR="00344769" w:rsidRPr="00B23067" w:rsidRDefault="006F0C32" w:rsidP="000875F3">
            <w:pPr>
              <w:pStyle w:val="CDA-headertext"/>
              <w:ind w:firstLine="110"/>
              <w:rPr>
                <w:color w:val="A6A6A6" w:themeColor="background1" w:themeShade="A6"/>
                <w:lang w:eastAsia="en-US"/>
              </w:rPr>
            </w:pPr>
            <w:hyperlink r:id="rId25" w:anchor="Act-languageCode-att" w:tooltip="../../../infrastructure/rim/rim.htm#Act-languageCode-att" w:history="1">
              <w:r w:rsidR="00344769" w:rsidRPr="00B23067">
                <w:rPr>
                  <w:color w:val="A6A6A6" w:themeColor="background1" w:themeShade="A6"/>
                  <w:lang w:eastAsia="en-US"/>
                </w:rPr>
                <w:t>languageCode</w:t>
              </w:r>
            </w:hyperlink>
          </w:p>
        </w:tc>
        <w:tc>
          <w:tcPr>
            <w:tcW w:w="1134" w:type="dxa"/>
            <w:gridSpan w:val="2"/>
            <w:noWrap/>
            <w:vAlign w:val="center"/>
          </w:tcPr>
          <w:p w14:paraId="661605C9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1..1</w:t>
            </w:r>
          </w:p>
        </w:tc>
        <w:tc>
          <w:tcPr>
            <w:tcW w:w="1134" w:type="dxa"/>
            <w:gridSpan w:val="2"/>
            <w:vAlign w:val="center"/>
          </w:tcPr>
          <w:p w14:paraId="75E8CEBA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fi</w:t>
            </w:r>
          </w:p>
        </w:tc>
        <w:tc>
          <w:tcPr>
            <w:tcW w:w="2977" w:type="dxa"/>
            <w:gridSpan w:val="2"/>
            <w:vAlign w:val="center"/>
          </w:tcPr>
          <w:p w14:paraId="7F4FA62F" w14:textId="77777777" w:rsidR="00344769" w:rsidRPr="00B23067" w:rsidRDefault="00344769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344769" w14:paraId="6A572D47" w14:textId="77777777" w:rsidTr="008F6071">
        <w:trPr>
          <w:trHeight w:val="255"/>
        </w:trPr>
        <w:tc>
          <w:tcPr>
            <w:tcW w:w="3011" w:type="dxa"/>
            <w:noWrap/>
            <w:vAlign w:val="center"/>
          </w:tcPr>
          <w:p w14:paraId="08244A07" w14:textId="77777777" w:rsidR="00344769" w:rsidRPr="00462F2A" w:rsidRDefault="006F0C32" w:rsidP="000875F3">
            <w:pPr>
              <w:pStyle w:val="CDA-headertext"/>
              <w:ind w:firstLine="110"/>
              <w:rPr>
                <w:lang w:eastAsia="en-US"/>
              </w:rPr>
            </w:pPr>
            <w:hyperlink r:id="rId26" w:anchor="ContextStructure-setId-att" w:tooltip="../../../infrastructure/rim/rim.htm#ContextStructure-setId-att" w:history="1">
              <w:r w:rsidR="00344769" w:rsidRPr="00462F2A">
                <w:rPr>
                  <w:lang w:eastAsia="en-US"/>
                </w:rPr>
                <w:t>setId</w:t>
              </w:r>
            </w:hyperlink>
          </w:p>
        </w:tc>
        <w:tc>
          <w:tcPr>
            <w:tcW w:w="1134" w:type="dxa"/>
            <w:gridSpan w:val="2"/>
            <w:noWrap/>
            <w:vAlign w:val="center"/>
          </w:tcPr>
          <w:p w14:paraId="7338980D" w14:textId="77777777" w:rsidR="00344769" w:rsidRPr="00462F2A" w:rsidRDefault="00344769" w:rsidP="000875F3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462F2A">
              <w:rPr>
                <w:rFonts w:ascii="Microsoft Sans Serif" w:hAnsi="Microsoft Sans Serif" w:cs="Microsoft Sans Serif"/>
                <w:sz w:val="18"/>
                <w:szCs w:val="18"/>
              </w:rPr>
              <w:t>1..1</w:t>
            </w:r>
          </w:p>
        </w:tc>
        <w:tc>
          <w:tcPr>
            <w:tcW w:w="1134" w:type="dxa"/>
            <w:gridSpan w:val="2"/>
            <w:vAlign w:val="center"/>
          </w:tcPr>
          <w:p w14:paraId="5D2E1CB0" w14:textId="77777777" w:rsidR="00344769" w:rsidRPr="00462F2A" w:rsidRDefault="00344769" w:rsidP="000875F3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67439DED" w14:textId="77777777" w:rsidR="00802659" w:rsidRPr="00462F2A" w:rsidRDefault="00344769" w:rsidP="000875F3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462F2A">
              <w:rPr>
                <w:rFonts w:ascii="Microsoft Sans Serif" w:hAnsi="Microsoft Sans Serif" w:cs="Microsoft Sans Serif"/>
                <w:sz w:val="18"/>
                <w:szCs w:val="18"/>
              </w:rPr>
              <w:t>Alkuperäisen juuriasiakirjan OID-tunnus, ts. mihin asiakirjajoukkoon tämä asiakirja kuuluu.</w:t>
            </w:r>
          </w:p>
          <w:p w14:paraId="32971D98" w14:textId="71D225F5" w:rsidR="00344769" w:rsidRPr="00977412" w:rsidRDefault="00FC30E1" w:rsidP="00C513E4">
            <w:pPr>
              <w:rPr>
                <w:rFonts w:ascii="Microsoft Sans Serif" w:hAnsi="Microsoft Sans Serif" w:cs="Microsoft Sans Serif"/>
                <w:b/>
                <w:sz w:val="18"/>
                <w:szCs w:val="18"/>
              </w:rPr>
            </w:pPr>
            <w:r w:rsidRPr="00462F2A">
              <w:rPr>
                <w:rFonts w:ascii="Microsoft Sans Serif" w:hAnsi="Microsoft Sans Serif" w:cs="Microsoft Sans Serif"/>
                <w:b/>
                <w:sz w:val="18"/>
                <w:szCs w:val="18"/>
              </w:rPr>
              <w:t>Pakollinen.</w:t>
            </w:r>
          </w:p>
        </w:tc>
      </w:tr>
      <w:tr w:rsidR="00344769" w14:paraId="5ACF5A18" w14:textId="77777777" w:rsidTr="008F6071">
        <w:trPr>
          <w:trHeight w:val="255"/>
        </w:trPr>
        <w:tc>
          <w:tcPr>
            <w:tcW w:w="3011" w:type="dxa"/>
            <w:noWrap/>
            <w:vAlign w:val="center"/>
          </w:tcPr>
          <w:p w14:paraId="2D70ED90" w14:textId="77777777" w:rsidR="00344769" w:rsidRDefault="006F0C32" w:rsidP="000875F3">
            <w:pPr>
              <w:pStyle w:val="CDA-headertext"/>
              <w:ind w:firstLine="110"/>
              <w:rPr>
                <w:lang w:eastAsia="en-US"/>
              </w:rPr>
            </w:pPr>
            <w:hyperlink r:id="rId27" w:anchor="ContextStructure-versionNumber-att" w:tooltip="../../../infrastructure/rim/rim.htm#ContextStructure-versionNumber-att" w:history="1">
              <w:r w:rsidR="00344769">
                <w:rPr>
                  <w:lang w:eastAsia="en-US"/>
                </w:rPr>
                <w:t>versionNumber</w:t>
              </w:r>
            </w:hyperlink>
          </w:p>
        </w:tc>
        <w:tc>
          <w:tcPr>
            <w:tcW w:w="1134" w:type="dxa"/>
            <w:gridSpan w:val="2"/>
            <w:noWrap/>
            <w:vAlign w:val="center"/>
          </w:tcPr>
          <w:p w14:paraId="60566EF3" w14:textId="77777777" w:rsidR="00344769" w:rsidRDefault="00344769" w:rsidP="000875F3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1..1</w:t>
            </w:r>
          </w:p>
        </w:tc>
        <w:tc>
          <w:tcPr>
            <w:tcW w:w="1134" w:type="dxa"/>
            <w:gridSpan w:val="2"/>
            <w:vAlign w:val="center"/>
          </w:tcPr>
          <w:p w14:paraId="6EEB3E9C" w14:textId="77777777" w:rsidR="00344769" w:rsidRPr="00230434" w:rsidRDefault="00344769" w:rsidP="000875F3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51CDDACF" w14:textId="34B68D69" w:rsidR="00344769" w:rsidRPr="00230434" w:rsidRDefault="009577DC" w:rsidP="000875F3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230434">
              <w:rPr>
                <w:rFonts w:ascii="Microsoft Sans Serif" w:hAnsi="Microsoft Sans Serif" w:cs="Microsoft Sans Serif"/>
                <w:sz w:val="18"/>
                <w:szCs w:val="18"/>
              </w:rPr>
              <w:t>Asiakirjan versionumero.</w:t>
            </w:r>
          </w:p>
          <w:p w14:paraId="61502604" w14:textId="4D23A820" w:rsidR="00344769" w:rsidRPr="00230434" w:rsidRDefault="009577DC" w:rsidP="000875F3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230434">
              <w:rPr>
                <w:rFonts w:ascii="Microsoft Sans Serif" w:hAnsi="Microsoft Sans Serif" w:cs="Microsoft Sans Serif"/>
                <w:sz w:val="18"/>
                <w:szCs w:val="18"/>
              </w:rPr>
              <w:t>Rajat ylittävässä reseptissä ulkomailta palautuvan lääkemääräyksen versionumero on aina ’1’.</w:t>
            </w:r>
          </w:p>
        </w:tc>
      </w:tr>
      <w:tr w:rsidR="00344769" w14:paraId="2B60FD79" w14:textId="77777777" w:rsidTr="008F6071">
        <w:trPr>
          <w:trHeight w:val="255"/>
        </w:trPr>
        <w:tc>
          <w:tcPr>
            <w:tcW w:w="3011" w:type="dxa"/>
            <w:noWrap/>
            <w:vAlign w:val="center"/>
          </w:tcPr>
          <w:p w14:paraId="5FC0211C" w14:textId="77777777" w:rsidR="00344769" w:rsidRPr="00B23067" w:rsidRDefault="006F0C32" w:rsidP="000875F3">
            <w:pPr>
              <w:pStyle w:val="CDA-headertext"/>
              <w:ind w:firstLine="110"/>
              <w:rPr>
                <w:color w:val="A6A6A6" w:themeColor="background1" w:themeShade="A6"/>
                <w:lang w:eastAsia="en-US"/>
              </w:rPr>
            </w:pPr>
            <w:hyperlink r:id="rId28" w:anchor="Document-completionCode-att" w:tooltip="../../../infrastructure/rim/rim.htm#Document-completionCode-att" w:history="1">
              <w:r w:rsidR="00344769" w:rsidRPr="00B23067">
                <w:rPr>
                  <w:color w:val="A6A6A6" w:themeColor="background1" w:themeShade="A6"/>
                  <w:lang w:eastAsia="en-US"/>
                </w:rPr>
                <w:t>completionCode</w:t>
              </w:r>
            </w:hyperlink>
          </w:p>
        </w:tc>
        <w:tc>
          <w:tcPr>
            <w:tcW w:w="1134" w:type="dxa"/>
            <w:gridSpan w:val="2"/>
            <w:noWrap/>
            <w:vAlign w:val="center"/>
          </w:tcPr>
          <w:p w14:paraId="68C31991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gridSpan w:val="2"/>
            <w:vAlign w:val="center"/>
          </w:tcPr>
          <w:p w14:paraId="1FB8CD2F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0FA44112" w14:textId="77777777" w:rsidR="00344769" w:rsidRPr="00B23067" w:rsidRDefault="00344769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344769" w14:paraId="6791185F" w14:textId="77777777" w:rsidTr="008F6071">
        <w:trPr>
          <w:trHeight w:val="255"/>
        </w:trPr>
        <w:tc>
          <w:tcPr>
            <w:tcW w:w="3011" w:type="dxa"/>
            <w:noWrap/>
            <w:vAlign w:val="center"/>
          </w:tcPr>
          <w:p w14:paraId="42E8CBB2" w14:textId="77777777" w:rsidR="00344769" w:rsidRPr="00B23067" w:rsidRDefault="006F0C32" w:rsidP="000875F3">
            <w:pPr>
              <w:pStyle w:val="CDA-headertext"/>
              <w:ind w:firstLine="110"/>
              <w:rPr>
                <w:color w:val="A6A6A6" w:themeColor="background1" w:themeShade="A6"/>
                <w:lang w:eastAsia="en-US"/>
              </w:rPr>
            </w:pPr>
            <w:hyperlink r:id="rId29" w:anchor="Document-storageCode-att" w:tooltip="../../../infrastructure/rim/rim.htm#Document-storageCode-att" w:history="1">
              <w:r w:rsidR="00344769" w:rsidRPr="00B23067">
                <w:rPr>
                  <w:color w:val="A6A6A6" w:themeColor="background1" w:themeShade="A6"/>
                  <w:lang w:eastAsia="en-US"/>
                </w:rPr>
                <w:t>storageCode</w:t>
              </w:r>
            </w:hyperlink>
          </w:p>
        </w:tc>
        <w:tc>
          <w:tcPr>
            <w:tcW w:w="1134" w:type="dxa"/>
            <w:gridSpan w:val="2"/>
            <w:noWrap/>
            <w:vAlign w:val="center"/>
          </w:tcPr>
          <w:p w14:paraId="77DB431A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gridSpan w:val="2"/>
            <w:vAlign w:val="center"/>
          </w:tcPr>
          <w:p w14:paraId="31AA3BAD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6AC01FCE" w14:textId="77777777" w:rsidR="00344769" w:rsidRPr="00B23067" w:rsidRDefault="00344769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344769" w14:paraId="04FC1956" w14:textId="77777777" w:rsidTr="008F6071">
        <w:trPr>
          <w:trHeight w:val="255"/>
        </w:trPr>
        <w:tc>
          <w:tcPr>
            <w:tcW w:w="3011" w:type="dxa"/>
            <w:noWrap/>
            <w:vAlign w:val="center"/>
          </w:tcPr>
          <w:p w14:paraId="4460DBFD" w14:textId="77777777" w:rsidR="00344769" w:rsidRPr="00B23067" w:rsidRDefault="006F0C32" w:rsidP="000875F3">
            <w:pPr>
              <w:pStyle w:val="CDA-headertext"/>
              <w:ind w:firstLine="110"/>
              <w:rPr>
                <w:color w:val="A6A6A6" w:themeColor="background1" w:themeShade="A6"/>
                <w:lang w:eastAsia="en-US"/>
              </w:rPr>
            </w:pPr>
            <w:hyperlink r:id="rId30" w:anchor="Document-copyTime-att" w:tooltip="../../../infrastructure/rim/rim.htm#Document-copyTime-att" w:history="1">
              <w:r w:rsidR="00344769" w:rsidRPr="00B23067">
                <w:rPr>
                  <w:color w:val="A6A6A6" w:themeColor="background1" w:themeShade="A6"/>
                  <w:lang w:eastAsia="en-US"/>
                </w:rPr>
                <w:t>copyTime</w:t>
              </w:r>
            </w:hyperlink>
          </w:p>
        </w:tc>
        <w:tc>
          <w:tcPr>
            <w:tcW w:w="1134" w:type="dxa"/>
            <w:gridSpan w:val="2"/>
            <w:noWrap/>
            <w:vAlign w:val="center"/>
          </w:tcPr>
          <w:p w14:paraId="52E44CD4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gridSpan w:val="2"/>
            <w:vAlign w:val="center"/>
          </w:tcPr>
          <w:p w14:paraId="1B644BA4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71B69842" w14:textId="77777777" w:rsidR="00344769" w:rsidRPr="00B23067" w:rsidRDefault="00344769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344769" w14:paraId="3C2D9C63" w14:textId="77777777" w:rsidTr="008F6071">
        <w:trPr>
          <w:trHeight w:val="255"/>
        </w:trPr>
        <w:tc>
          <w:tcPr>
            <w:tcW w:w="3011" w:type="dxa"/>
            <w:shd w:val="clear" w:color="auto" w:fill="C0C0C0"/>
            <w:noWrap/>
            <w:vAlign w:val="center"/>
          </w:tcPr>
          <w:p w14:paraId="5664A75F" w14:textId="77777777" w:rsidR="00344769" w:rsidRPr="00B23067" w:rsidRDefault="00344769" w:rsidP="000875F3">
            <w:pPr>
              <w:ind w:firstLine="110"/>
              <w:rPr>
                <w:rFonts w:ascii="Microsoft Sans Serif" w:hAnsi="Microsoft Sans Serif" w:cs="Microsoft Sans Serif"/>
                <w:b/>
                <w:bCs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b/>
                <w:bCs/>
                <w:color w:val="A6A6A6" w:themeColor="background1" w:themeShade="A6"/>
                <w:sz w:val="18"/>
                <w:szCs w:val="18"/>
              </w:rPr>
              <w:t>subject</w:t>
            </w:r>
          </w:p>
        </w:tc>
        <w:tc>
          <w:tcPr>
            <w:tcW w:w="1134" w:type="dxa"/>
            <w:gridSpan w:val="2"/>
            <w:shd w:val="clear" w:color="auto" w:fill="C0C0C0"/>
            <w:noWrap/>
            <w:vAlign w:val="center"/>
          </w:tcPr>
          <w:p w14:paraId="6E75CB04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0..*</w:t>
            </w:r>
          </w:p>
        </w:tc>
        <w:tc>
          <w:tcPr>
            <w:tcW w:w="1134" w:type="dxa"/>
            <w:gridSpan w:val="2"/>
            <w:shd w:val="clear" w:color="auto" w:fill="C0C0C0"/>
            <w:vAlign w:val="center"/>
          </w:tcPr>
          <w:p w14:paraId="37FA3AAF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shd w:val="clear" w:color="auto" w:fill="C0C0C0"/>
            <w:vAlign w:val="center"/>
          </w:tcPr>
          <w:p w14:paraId="15AA2A83" w14:textId="77777777" w:rsidR="00344769" w:rsidRPr="00B23067" w:rsidRDefault="00344769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 xml:space="preserve">ei käytössä </w:t>
            </w:r>
          </w:p>
        </w:tc>
      </w:tr>
      <w:tr w:rsidR="00344769" w14:paraId="216BDA1A" w14:textId="77777777" w:rsidTr="008F6071">
        <w:trPr>
          <w:trHeight w:val="255"/>
        </w:trPr>
        <w:tc>
          <w:tcPr>
            <w:tcW w:w="3011" w:type="dxa"/>
            <w:shd w:val="clear" w:color="auto" w:fill="C0C0C0"/>
            <w:noWrap/>
            <w:vAlign w:val="center"/>
          </w:tcPr>
          <w:p w14:paraId="3CD54FAA" w14:textId="77777777" w:rsidR="00344769" w:rsidRDefault="00344769" w:rsidP="000875F3">
            <w:pPr>
              <w:ind w:firstLine="110"/>
              <w:rPr>
                <w:rFonts w:ascii="Microsoft Sans Serif" w:hAnsi="Microsoft Sans Serif" w:cs="Microsoft Sans Serif"/>
                <w:b/>
                <w:bCs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b/>
                <w:bCs/>
                <w:sz w:val="18"/>
                <w:szCs w:val="18"/>
              </w:rPr>
              <w:t>recordTarget</w:t>
            </w:r>
          </w:p>
        </w:tc>
        <w:tc>
          <w:tcPr>
            <w:tcW w:w="1134" w:type="dxa"/>
            <w:gridSpan w:val="2"/>
            <w:shd w:val="clear" w:color="auto" w:fill="C0C0C0"/>
            <w:noWrap/>
            <w:vAlign w:val="center"/>
          </w:tcPr>
          <w:p w14:paraId="5E5E1475" w14:textId="77777777" w:rsidR="00344769" w:rsidRDefault="00344769" w:rsidP="000875F3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1..*</w:t>
            </w:r>
          </w:p>
        </w:tc>
        <w:tc>
          <w:tcPr>
            <w:tcW w:w="1134" w:type="dxa"/>
            <w:gridSpan w:val="2"/>
            <w:shd w:val="clear" w:color="auto" w:fill="C0C0C0"/>
            <w:vAlign w:val="center"/>
          </w:tcPr>
          <w:p w14:paraId="5A43B554" w14:textId="77777777" w:rsidR="00344769" w:rsidRDefault="00344769" w:rsidP="000875F3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shd w:val="clear" w:color="auto" w:fill="C0C0C0"/>
            <w:vAlign w:val="center"/>
          </w:tcPr>
          <w:p w14:paraId="729035C6" w14:textId="77777777" w:rsidR="00344769" w:rsidRDefault="00344769" w:rsidP="000875F3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Potilaan tiedot</w:t>
            </w:r>
          </w:p>
        </w:tc>
      </w:tr>
      <w:tr w:rsidR="00344769" w14:paraId="10B4CA7E" w14:textId="77777777" w:rsidTr="008F6071">
        <w:trPr>
          <w:trHeight w:val="255"/>
        </w:trPr>
        <w:tc>
          <w:tcPr>
            <w:tcW w:w="3011" w:type="dxa"/>
            <w:noWrap/>
            <w:vAlign w:val="center"/>
          </w:tcPr>
          <w:p w14:paraId="419AE3F3" w14:textId="77777777" w:rsidR="00344769" w:rsidRDefault="006F0C32" w:rsidP="000875F3">
            <w:pPr>
              <w:pStyle w:val="CDA-headertext"/>
              <w:ind w:firstLine="290"/>
              <w:rPr>
                <w:lang w:val="sv-SE" w:eastAsia="en-US"/>
              </w:rPr>
            </w:pPr>
            <w:hyperlink r:id="rId31" w:anchor="Participation-typeCode-att" w:tooltip="../../../infrastructure/rim/rim.htm#Participation-typeCode-att" w:history="1">
              <w:r w:rsidR="00344769">
                <w:rPr>
                  <w:lang w:val="sv-SE" w:eastAsia="en-US"/>
                </w:rPr>
                <w:t>typeCode</w:t>
              </w:r>
            </w:hyperlink>
          </w:p>
        </w:tc>
        <w:tc>
          <w:tcPr>
            <w:tcW w:w="1134" w:type="dxa"/>
            <w:gridSpan w:val="2"/>
            <w:noWrap/>
            <w:vAlign w:val="center"/>
          </w:tcPr>
          <w:p w14:paraId="6E27A635" w14:textId="77777777" w:rsidR="00344769" w:rsidRDefault="00344769" w:rsidP="000875F3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  <w:lang w:val="sv-SE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  <w:lang w:val="sv-SE"/>
              </w:rPr>
              <w:t>1..1</w:t>
            </w:r>
          </w:p>
        </w:tc>
        <w:tc>
          <w:tcPr>
            <w:tcW w:w="1134" w:type="dxa"/>
            <w:gridSpan w:val="2"/>
            <w:vAlign w:val="center"/>
          </w:tcPr>
          <w:p w14:paraId="022043A8" w14:textId="77777777" w:rsidR="00344769" w:rsidRDefault="00344769" w:rsidP="000875F3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  <w:lang w:val="sv-SE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  <w:lang w:val="sv-SE"/>
              </w:rPr>
              <w:t>RCT</w:t>
            </w:r>
          </w:p>
        </w:tc>
        <w:tc>
          <w:tcPr>
            <w:tcW w:w="2977" w:type="dxa"/>
            <w:gridSpan w:val="2"/>
            <w:vAlign w:val="center"/>
          </w:tcPr>
          <w:p w14:paraId="2AD03603" w14:textId="77777777" w:rsidR="00344769" w:rsidRDefault="00344769" w:rsidP="000875F3">
            <w:pPr>
              <w:rPr>
                <w:rFonts w:ascii="Microsoft Sans Serif" w:hAnsi="Microsoft Sans Serif" w:cs="Microsoft Sans Serif"/>
                <w:sz w:val="18"/>
                <w:szCs w:val="18"/>
                <w:lang w:val="sv-SE"/>
              </w:rPr>
            </w:pPr>
          </w:p>
        </w:tc>
      </w:tr>
      <w:tr w:rsidR="00344769" w14:paraId="4E84AF60" w14:textId="77777777" w:rsidTr="008F6071">
        <w:trPr>
          <w:trHeight w:val="255"/>
        </w:trPr>
        <w:tc>
          <w:tcPr>
            <w:tcW w:w="3011" w:type="dxa"/>
            <w:shd w:val="clear" w:color="FFFF99" w:fill="C0C0C0"/>
            <w:noWrap/>
            <w:vAlign w:val="center"/>
          </w:tcPr>
          <w:p w14:paraId="02C8ED23" w14:textId="77777777" w:rsidR="00344769" w:rsidRDefault="00344769" w:rsidP="000875F3">
            <w:pPr>
              <w:ind w:firstLine="290"/>
              <w:rPr>
                <w:rFonts w:ascii="Microsoft Sans Serif" w:hAnsi="Microsoft Sans Serif" w:cs="Microsoft Sans Serif"/>
                <w:b/>
                <w:bCs/>
                <w:i/>
                <w:iCs/>
                <w:sz w:val="18"/>
                <w:szCs w:val="18"/>
                <w:lang w:val="sv-SE"/>
              </w:rPr>
            </w:pPr>
            <w:r>
              <w:rPr>
                <w:rFonts w:ascii="Microsoft Sans Serif" w:hAnsi="Microsoft Sans Serif" w:cs="Microsoft Sans Serif"/>
                <w:b/>
                <w:bCs/>
                <w:iCs/>
                <w:sz w:val="18"/>
                <w:szCs w:val="18"/>
                <w:lang w:val="sv-SE"/>
              </w:rPr>
              <w:t>patient</w:t>
            </w:r>
          </w:p>
        </w:tc>
        <w:tc>
          <w:tcPr>
            <w:tcW w:w="1134" w:type="dxa"/>
            <w:gridSpan w:val="2"/>
            <w:shd w:val="clear" w:color="FFFF99" w:fill="C0C0C0"/>
            <w:noWrap/>
            <w:vAlign w:val="center"/>
          </w:tcPr>
          <w:p w14:paraId="713E1561" w14:textId="77777777" w:rsidR="00344769" w:rsidRDefault="00344769" w:rsidP="000875F3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1..1</w:t>
            </w:r>
          </w:p>
        </w:tc>
        <w:tc>
          <w:tcPr>
            <w:tcW w:w="1134" w:type="dxa"/>
            <w:gridSpan w:val="2"/>
            <w:shd w:val="clear" w:color="FFFF99" w:fill="C0C0C0"/>
            <w:vAlign w:val="center"/>
          </w:tcPr>
          <w:p w14:paraId="75C716E2" w14:textId="77777777" w:rsidR="00344769" w:rsidRDefault="00344769" w:rsidP="000875F3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shd w:val="clear" w:color="FFFF99" w:fill="C0C0C0"/>
            <w:vAlign w:val="center"/>
          </w:tcPr>
          <w:p w14:paraId="71C5DB8D" w14:textId="77777777" w:rsidR="00344769" w:rsidRDefault="00344769" w:rsidP="000875F3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</w:tr>
      <w:tr w:rsidR="00344769" w14:paraId="4339CCBB" w14:textId="77777777" w:rsidTr="008F6071">
        <w:trPr>
          <w:trHeight w:val="255"/>
        </w:trPr>
        <w:tc>
          <w:tcPr>
            <w:tcW w:w="3011" w:type="dxa"/>
            <w:shd w:val="clear" w:color="FFFF99" w:fill="auto"/>
            <w:noWrap/>
            <w:vAlign w:val="center"/>
          </w:tcPr>
          <w:p w14:paraId="5348D927" w14:textId="77777777" w:rsidR="00344769" w:rsidRPr="002F285B" w:rsidRDefault="00344769" w:rsidP="000875F3">
            <w:pPr>
              <w:ind w:firstLine="470"/>
              <w:rPr>
                <w:rFonts w:ascii="Microsoft Sans Serif" w:hAnsi="Microsoft Sans Serif" w:cs="Microsoft Sans Serif"/>
                <w:bCs/>
                <w:iCs/>
                <w:sz w:val="18"/>
                <w:szCs w:val="18"/>
              </w:rPr>
            </w:pPr>
            <w:r w:rsidRPr="002F285B">
              <w:rPr>
                <w:rFonts w:ascii="Microsoft Sans Serif" w:hAnsi="Microsoft Sans Serif" w:cs="Microsoft Sans Serif"/>
                <w:bCs/>
                <w:iCs/>
                <w:sz w:val="18"/>
                <w:szCs w:val="18"/>
              </w:rPr>
              <w:t>id</w:t>
            </w:r>
          </w:p>
        </w:tc>
        <w:tc>
          <w:tcPr>
            <w:tcW w:w="1134" w:type="dxa"/>
            <w:gridSpan w:val="2"/>
            <w:shd w:val="clear" w:color="FFFF99" w:fill="auto"/>
            <w:noWrap/>
            <w:vAlign w:val="center"/>
          </w:tcPr>
          <w:p w14:paraId="2CBFA0DC" w14:textId="77777777" w:rsidR="00344769" w:rsidRPr="002F285B" w:rsidRDefault="00344769" w:rsidP="000875F3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2F285B">
              <w:rPr>
                <w:rFonts w:ascii="Microsoft Sans Serif" w:hAnsi="Microsoft Sans Serif" w:cs="Microsoft Sans Serif"/>
                <w:sz w:val="18"/>
                <w:szCs w:val="18"/>
              </w:rPr>
              <w:t>1..1</w:t>
            </w:r>
          </w:p>
        </w:tc>
        <w:tc>
          <w:tcPr>
            <w:tcW w:w="1134" w:type="dxa"/>
            <w:gridSpan w:val="2"/>
            <w:shd w:val="clear" w:color="FFFF99" w:fill="auto"/>
            <w:vAlign w:val="center"/>
          </w:tcPr>
          <w:p w14:paraId="4E8ADCC8" w14:textId="77777777" w:rsidR="00344769" w:rsidRPr="002F285B" w:rsidRDefault="00344769" w:rsidP="000875F3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shd w:val="clear" w:color="FFFF99" w:fill="auto"/>
            <w:vAlign w:val="center"/>
          </w:tcPr>
          <w:p w14:paraId="4044BBB9" w14:textId="3969596B" w:rsidR="00344769" w:rsidRPr="002F285B" w:rsidRDefault="002F285B" w:rsidP="000875F3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2F285B">
              <w:rPr>
                <w:rFonts w:ascii="Microsoft Sans Serif" w:hAnsi="Microsoft Sans Serif" w:cs="Microsoft Sans Serif"/>
                <w:sz w:val="18"/>
                <w:szCs w:val="18"/>
              </w:rPr>
              <w:t>Potilaan yksilöintitunnus.</w:t>
            </w:r>
          </w:p>
          <w:p w14:paraId="48FD9494" w14:textId="55C95522" w:rsidR="00344769" w:rsidRPr="002F285B" w:rsidRDefault="00230434" w:rsidP="00230434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Yksilöintitunnuksen m</w:t>
            </w:r>
            <w:r w:rsidR="002F285B" w:rsidRPr="002F285B">
              <w:rPr>
                <w:rFonts w:ascii="Microsoft Sans Serif" w:hAnsi="Microsoft Sans Serif" w:cs="Microsoft Sans Serif"/>
                <w:sz w:val="18"/>
                <w:szCs w:val="18"/>
              </w:rPr>
              <w:t>uoto vaihtelee maakohtaisesti.</w:t>
            </w:r>
          </w:p>
        </w:tc>
      </w:tr>
      <w:tr w:rsidR="00344769" w14:paraId="07BB331A" w14:textId="77777777" w:rsidTr="008F6071">
        <w:trPr>
          <w:trHeight w:val="255"/>
        </w:trPr>
        <w:tc>
          <w:tcPr>
            <w:tcW w:w="3011" w:type="dxa"/>
            <w:shd w:val="clear" w:color="FFFF99" w:fill="auto"/>
            <w:noWrap/>
            <w:vAlign w:val="center"/>
          </w:tcPr>
          <w:p w14:paraId="1B6FE90B" w14:textId="77777777" w:rsidR="00344769" w:rsidRPr="00B23067" w:rsidRDefault="00344769" w:rsidP="000875F3">
            <w:pPr>
              <w:ind w:firstLine="470"/>
              <w:rPr>
                <w:rFonts w:ascii="Microsoft Sans Serif" w:hAnsi="Microsoft Sans Serif" w:cs="Microsoft Sans Serif"/>
                <w:bCs/>
                <w:iCs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bCs/>
                <w:iCs/>
                <w:color w:val="A6A6A6" w:themeColor="background1" w:themeShade="A6"/>
                <w:sz w:val="18"/>
                <w:szCs w:val="18"/>
              </w:rPr>
              <w:t>addr</w:t>
            </w:r>
          </w:p>
        </w:tc>
        <w:tc>
          <w:tcPr>
            <w:tcW w:w="1134" w:type="dxa"/>
            <w:gridSpan w:val="2"/>
            <w:shd w:val="clear" w:color="FFFF99" w:fill="auto"/>
            <w:noWrap/>
            <w:vAlign w:val="center"/>
          </w:tcPr>
          <w:p w14:paraId="2F4C0CEF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gridSpan w:val="2"/>
            <w:shd w:val="clear" w:color="FFFF99" w:fill="auto"/>
            <w:vAlign w:val="center"/>
          </w:tcPr>
          <w:p w14:paraId="139900AC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shd w:val="clear" w:color="FFFF99" w:fill="auto"/>
            <w:vAlign w:val="center"/>
          </w:tcPr>
          <w:p w14:paraId="6FBB83C6" w14:textId="77777777" w:rsidR="00344769" w:rsidRPr="00B23067" w:rsidRDefault="00344769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344769" w14:paraId="4F46FCDF" w14:textId="77777777" w:rsidTr="008F6071">
        <w:trPr>
          <w:trHeight w:val="255"/>
        </w:trPr>
        <w:tc>
          <w:tcPr>
            <w:tcW w:w="3011" w:type="dxa"/>
            <w:shd w:val="clear" w:color="FFFF99" w:fill="auto"/>
            <w:noWrap/>
            <w:vAlign w:val="center"/>
          </w:tcPr>
          <w:p w14:paraId="33A41CC6" w14:textId="77777777" w:rsidR="00344769" w:rsidRPr="00B23067" w:rsidRDefault="00344769" w:rsidP="000875F3">
            <w:pPr>
              <w:ind w:firstLine="470"/>
              <w:rPr>
                <w:rFonts w:ascii="Microsoft Sans Serif" w:hAnsi="Microsoft Sans Serif" w:cs="Microsoft Sans Serif"/>
                <w:bCs/>
                <w:iCs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bCs/>
                <w:iCs/>
                <w:color w:val="A6A6A6" w:themeColor="background1" w:themeShade="A6"/>
                <w:sz w:val="18"/>
                <w:szCs w:val="18"/>
              </w:rPr>
              <w:t>telecom</w:t>
            </w:r>
          </w:p>
        </w:tc>
        <w:tc>
          <w:tcPr>
            <w:tcW w:w="1134" w:type="dxa"/>
            <w:gridSpan w:val="2"/>
            <w:shd w:val="clear" w:color="FFFF99" w:fill="auto"/>
            <w:noWrap/>
            <w:vAlign w:val="center"/>
          </w:tcPr>
          <w:p w14:paraId="39F0B7D7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0..*</w:t>
            </w:r>
          </w:p>
        </w:tc>
        <w:tc>
          <w:tcPr>
            <w:tcW w:w="1134" w:type="dxa"/>
            <w:gridSpan w:val="2"/>
            <w:shd w:val="clear" w:color="FFFF99" w:fill="auto"/>
            <w:vAlign w:val="center"/>
          </w:tcPr>
          <w:p w14:paraId="62C979C3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shd w:val="clear" w:color="FFFF99" w:fill="auto"/>
            <w:vAlign w:val="center"/>
          </w:tcPr>
          <w:p w14:paraId="665112B1" w14:textId="77777777" w:rsidR="00344769" w:rsidRPr="00B23067" w:rsidRDefault="00344769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344769" w14:paraId="4090E8D5" w14:textId="77777777" w:rsidTr="008F6071">
        <w:trPr>
          <w:trHeight w:val="255"/>
        </w:trPr>
        <w:tc>
          <w:tcPr>
            <w:tcW w:w="3011" w:type="dxa"/>
            <w:shd w:val="clear" w:color="FFFF99" w:fill="auto"/>
            <w:noWrap/>
            <w:vAlign w:val="center"/>
          </w:tcPr>
          <w:p w14:paraId="715FD86A" w14:textId="77777777" w:rsidR="00344769" w:rsidRDefault="00344769" w:rsidP="000875F3">
            <w:pPr>
              <w:ind w:firstLine="470"/>
              <w:rPr>
                <w:rFonts w:ascii="Microsoft Sans Serif" w:hAnsi="Microsoft Sans Serif" w:cs="Microsoft Sans Serif"/>
                <w:bCs/>
                <w:iCs/>
                <w:sz w:val="18"/>
                <w:szCs w:val="18"/>
                <w:lang w:val="en-US"/>
              </w:rPr>
            </w:pPr>
            <w:r>
              <w:rPr>
                <w:rFonts w:ascii="Microsoft Sans Serif" w:hAnsi="Microsoft Sans Serif" w:cs="Microsoft Sans Serif"/>
                <w:bCs/>
                <w:iCs/>
                <w:sz w:val="18"/>
                <w:szCs w:val="18"/>
                <w:lang w:val="en-US"/>
              </w:rPr>
              <w:t>statusCode</w:t>
            </w:r>
          </w:p>
        </w:tc>
        <w:tc>
          <w:tcPr>
            <w:tcW w:w="1134" w:type="dxa"/>
            <w:gridSpan w:val="2"/>
            <w:shd w:val="clear" w:color="FFFF99" w:fill="auto"/>
            <w:noWrap/>
            <w:vAlign w:val="center"/>
          </w:tcPr>
          <w:p w14:paraId="04FE5FCF" w14:textId="77777777" w:rsidR="00344769" w:rsidRDefault="00344769" w:rsidP="000875F3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  <w:t>1..1</w:t>
            </w:r>
          </w:p>
        </w:tc>
        <w:tc>
          <w:tcPr>
            <w:tcW w:w="1134" w:type="dxa"/>
            <w:gridSpan w:val="2"/>
            <w:shd w:val="clear" w:color="FFFF99" w:fill="auto"/>
            <w:vAlign w:val="center"/>
          </w:tcPr>
          <w:p w14:paraId="2DAE4112" w14:textId="77777777" w:rsidR="00344769" w:rsidRDefault="00344769" w:rsidP="000875F3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  <w:t>active</w:t>
            </w:r>
          </w:p>
        </w:tc>
        <w:tc>
          <w:tcPr>
            <w:tcW w:w="2977" w:type="dxa"/>
            <w:gridSpan w:val="2"/>
            <w:shd w:val="clear" w:color="FFFF99" w:fill="auto"/>
            <w:vAlign w:val="center"/>
          </w:tcPr>
          <w:p w14:paraId="11032436" w14:textId="77777777" w:rsidR="00344769" w:rsidRDefault="00344769" w:rsidP="000875F3">
            <w:pP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</w:p>
        </w:tc>
      </w:tr>
      <w:tr w:rsidR="00344769" w14:paraId="058E1824" w14:textId="77777777" w:rsidTr="008F6071">
        <w:trPr>
          <w:trHeight w:val="255"/>
        </w:trPr>
        <w:tc>
          <w:tcPr>
            <w:tcW w:w="3011" w:type="dxa"/>
            <w:shd w:val="clear" w:color="FFFF99" w:fill="C0C0C0"/>
            <w:noWrap/>
            <w:vAlign w:val="center"/>
          </w:tcPr>
          <w:p w14:paraId="12411C95" w14:textId="77777777" w:rsidR="00344769" w:rsidRDefault="00344769" w:rsidP="000875F3">
            <w:pPr>
              <w:ind w:firstLine="470"/>
              <w:rPr>
                <w:rFonts w:ascii="Microsoft Sans Serif" w:hAnsi="Microsoft Sans Serif" w:cs="Microsoft Sans Serif"/>
                <w:bCs/>
                <w:iCs/>
                <w:sz w:val="18"/>
                <w:szCs w:val="18"/>
                <w:lang w:val="en-US"/>
              </w:rPr>
            </w:pPr>
            <w:r>
              <w:rPr>
                <w:rFonts w:ascii="Microsoft Sans Serif" w:hAnsi="Microsoft Sans Serif" w:cs="Microsoft Sans Serif"/>
                <w:b/>
                <w:bCs/>
                <w:iCs/>
                <w:sz w:val="18"/>
                <w:szCs w:val="18"/>
                <w:lang w:val="en-US"/>
              </w:rPr>
              <w:t>patientPerson</w:t>
            </w:r>
          </w:p>
        </w:tc>
        <w:tc>
          <w:tcPr>
            <w:tcW w:w="1134" w:type="dxa"/>
            <w:gridSpan w:val="2"/>
            <w:shd w:val="clear" w:color="FFFF99" w:fill="C0C0C0"/>
            <w:noWrap/>
            <w:vAlign w:val="center"/>
          </w:tcPr>
          <w:p w14:paraId="66F23480" w14:textId="77777777" w:rsidR="00344769" w:rsidRDefault="00344769" w:rsidP="000875F3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gridSpan w:val="2"/>
            <w:shd w:val="clear" w:color="FFFF99" w:fill="C0C0C0"/>
            <w:vAlign w:val="center"/>
          </w:tcPr>
          <w:p w14:paraId="74D5116D" w14:textId="77777777" w:rsidR="00344769" w:rsidRDefault="00344769" w:rsidP="000875F3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</w:p>
        </w:tc>
        <w:tc>
          <w:tcPr>
            <w:tcW w:w="2977" w:type="dxa"/>
            <w:gridSpan w:val="2"/>
            <w:shd w:val="clear" w:color="FFFF99" w:fill="C0C0C0"/>
            <w:vAlign w:val="center"/>
          </w:tcPr>
          <w:p w14:paraId="2D0A7743" w14:textId="77777777" w:rsidR="00344769" w:rsidRDefault="00344769" w:rsidP="000875F3">
            <w:pP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</w:p>
        </w:tc>
      </w:tr>
      <w:tr w:rsidR="00344769" w14:paraId="5950E538" w14:textId="77777777" w:rsidTr="008F6071">
        <w:trPr>
          <w:trHeight w:val="255"/>
        </w:trPr>
        <w:tc>
          <w:tcPr>
            <w:tcW w:w="3011" w:type="dxa"/>
            <w:shd w:val="clear" w:color="FFFF99" w:fill="C0C0C0"/>
            <w:noWrap/>
            <w:vAlign w:val="center"/>
          </w:tcPr>
          <w:p w14:paraId="3740C58A" w14:textId="77777777" w:rsidR="00344769" w:rsidRDefault="00344769" w:rsidP="000875F3">
            <w:pPr>
              <w:ind w:firstLine="650"/>
              <w:rPr>
                <w:rFonts w:ascii="Microsoft Sans Serif" w:hAnsi="Microsoft Sans Serif" w:cs="Microsoft Sans Serif"/>
                <w:b/>
                <w:bCs/>
                <w:iCs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b/>
                <w:bCs/>
                <w:iCs/>
                <w:sz w:val="18"/>
                <w:szCs w:val="18"/>
              </w:rPr>
              <w:t>name</w:t>
            </w:r>
          </w:p>
        </w:tc>
        <w:tc>
          <w:tcPr>
            <w:tcW w:w="1134" w:type="dxa"/>
            <w:gridSpan w:val="2"/>
            <w:shd w:val="clear" w:color="FFFF99" w:fill="C0C0C0"/>
            <w:noWrap/>
            <w:vAlign w:val="center"/>
          </w:tcPr>
          <w:p w14:paraId="4AE71C45" w14:textId="77777777" w:rsidR="00344769" w:rsidRDefault="00344769" w:rsidP="000875F3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0..*</w:t>
            </w:r>
          </w:p>
        </w:tc>
        <w:tc>
          <w:tcPr>
            <w:tcW w:w="1134" w:type="dxa"/>
            <w:gridSpan w:val="2"/>
            <w:shd w:val="clear" w:color="FFFF99" w:fill="C0C0C0"/>
            <w:vAlign w:val="center"/>
          </w:tcPr>
          <w:p w14:paraId="1F345471" w14:textId="77777777" w:rsidR="00344769" w:rsidRDefault="00344769" w:rsidP="000875F3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shd w:val="clear" w:color="FFFF99" w:fill="C0C0C0"/>
            <w:vAlign w:val="center"/>
          </w:tcPr>
          <w:p w14:paraId="11E015B4" w14:textId="77777777" w:rsidR="00230434" w:rsidRDefault="00344769" w:rsidP="00B752D3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2F285B">
              <w:rPr>
                <w:rFonts w:ascii="Microsoft Sans Serif" w:hAnsi="Microsoft Sans Serif" w:cs="Microsoft Sans Serif"/>
                <w:sz w:val="18"/>
                <w:szCs w:val="18"/>
              </w:rPr>
              <w:t xml:space="preserve">Potilaan nimi, potilaan perustiedot kopioituvat MR viestien tasolle ja niitä voidaan käyttää </w:t>
            </w:r>
            <w:r w:rsidRPr="00E802B2">
              <w:rPr>
                <w:rFonts w:ascii="Microsoft Sans Serif" w:hAnsi="Microsoft Sans Serif" w:cs="Microsoft Sans Serif"/>
                <w:sz w:val="18"/>
                <w:szCs w:val="18"/>
              </w:rPr>
              <w:t>karkean luokan tietojen näyttämisessä</w:t>
            </w:r>
            <w:r w:rsidR="002F285B" w:rsidRPr="00E802B2">
              <w:rPr>
                <w:rFonts w:ascii="Microsoft Sans Serif" w:hAnsi="Microsoft Sans Serif" w:cs="Microsoft Sans Serif"/>
                <w:sz w:val="18"/>
                <w:szCs w:val="18"/>
              </w:rPr>
              <w:t>.</w:t>
            </w:r>
            <w:r w:rsidR="00E802B2" w:rsidRPr="00E802B2">
              <w:rPr>
                <w:rFonts w:ascii="Microsoft Sans Serif" w:hAnsi="Microsoft Sans Serif" w:cs="Microsoft Sans Serif"/>
                <w:sz w:val="18"/>
                <w:szCs w:val="18"/>
              </w:rPr>
              <w:t xml:space="preserve"> </w:t>
            </w:r>
          </w:p>
          <w:p w14:paraId="2A8C0963" w14:textId="31908F8E" w:rsidR="00344769" w:rsidRPr="00022BE9" w:rsidRDefault="00E802B2" w:rsidP="00B752D3">
            <w:pPr>
              <w:rPr>
                <w:rFonts w:ascii="Microsoft Sans Serif" w:hAnsi="Microsoft Sans Serif" w:cs="Microsoft Sans Serif"/>
                <w:color w:val="FF0000"/>
                <w:sz w:val="18"/>
                <w:szCs w:val="18"/>
              </w:rPr>
            </w:pPr>
            <w:r w:rsidRPr="00230434">
              <w:rPr>
                <w:rFonts w:ascii="Microsoft Sans Serif" w:hAnsi="Microsoft Sans Serif" w:cs="Microsoft Sans Serif"/>
                <w:sz w:val="18"/>
                <w:szCs w:val="18"/>
              </w:rPr>
              <w:t>HUOM! Rajat ylittävässä reseptissä potilaan nimi</w:t>
            </w:r>
            <w:r w:rsidR="00033E6D" w:rsidRPr="00230434">
              <w:rPr>
                <w:rFonts w:ascii="Microsoft Sans Serif" w:hAnsi="Microsoft Sans Serif" w:cs="Microsoft Sans Serif"/>
                <w:sz w:val="18"/>
                <w:szCs w:val="18"/>
              </w:rPr>
              <w:t xml:space="preserve">- tai </w:t>
            </w:r>
            <w:r w:rsidR="00B752D3" w:rsidRPr="00230434">
              <w:rPr>
                <w:rFonts w:ascii="Microsoft Sans Serif" w:hAnsi="Microsoft Sans Serif" w:cs="Microsoft Sans Serif"/>
                <w:sz w:val="18"/>
                <w:szCs w:val="18"/>
              </w:rPr>
              <w:t>sukupuoli</w:t>
            </w:r>
            <w:r w:rsidRPr="00230434">
              <w:rPr>
                <w:rFonts w:ascii="Microsoft Sans Serif" w:hAnsi="Microsoft Sans Serif" w:cs="Microsoft Sans Serif"/>
                <w:sz w:val="18"/>
                <w:szCs w:val="18"/>
              </w:rPr>
              <w:t>tietoja ei välttämättä saada.</w:t>
            </w:r>
          </w:p>
        </w:tc>
      </w:tr>
      <w:tr w:rsidR="00344769" w14:paraId="6003832D" w14:textId="77777777" w:rsidTr="008F6071">
        <w:trPr>
          <w:trHeight w:val="255"/>
        </w:trPr>
        <w:tc>
          <w:tcPr>
            <w:tcW w:w="3011" w:type="dxa"/>
            <w:shd w:val="clear" w:color="FFFF99" w:fill="auto"/>
            <w:noWrap/>
            <w:vAlign w:val="center"/>
          </w:tcPr>
          <w:p w14:paraId="0F766F69" w14:textId="77777777" w:rsidR="00344769" w:rsidRDefault="00344769" w:rsidP="000875F3">
            <w:pPr>
              <w:ind w:firstLine="807"/>
              <w:rPr>
                <w:rFonts w:ascii="Microsoft Sans Serif" w:hAnsi="Microsoft Sans Serif" w:cs="Microsoft Sans Serif"/>
                <w:bCs/>
                <w:iCs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bCs/>
                <w:iCs/>
                <w:sz w:val="18"/>
                <w:szCs w:val="18"/>
              </w:rPr>
              <w:t>given</w:t>
            </w:r>
          </w:p>
        </w:tc>
        <w:tc>
          <w:tcPr>
            <w:tcW w:w="1134" w:type="dxa"/>
            <w:gridSpan w:val="2"/>
            <w:shd w:val="clear" w:color="FFFF99" w:fill="auto"/>
            <w:noWrap/>
            <w:vAlign w:val="center"/>
          </w:tcPr>
          <w:p w14:paraId="4D9CCF5C" w14:textId="77777777" w:rsidR="00344769" w:rsidRDefault="00344769" w:rsidP="000875F3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0..*</w:t>
            </w:r>
          </w:p>
        </w:tc>
        <w:tc>
          <w:tcPr>
            <w:tcW w:w="1134" w:type="dxa"/>
            <w:gridSpan w:val="2"/>
            <w:shd w:val="clear" w:color="FFFF99" w:fill="auto"/>
            <w:vAlign w:val="center"/>
          </w:tcPr>
          <w:p w14:paraId="13CBC974" w14:textId="77777777" w:rsidR="00344769" w:rsidRDefault="00344769" w:rsidP="000875F3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shd w:val="clear" w:color="FFFF99" w:fill="auto"/>
            <w:vAlign w:val="center"/>
          </w:tcPr>
          <w:p w14:paraId="0BFC1021" w14:textId="77777777" w:rsidR="00344769" w:rsidRDefault="00344769" w:rsidP="000875F3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 xml:space="preserve">Potilaan etunimi </w:t>
            </w:r>
          </w:p>
        </w:tc>
      </w:tr>
      <w:tr w:rsidR="00344769" w14:paraId="1D41645A" w14:textId="77777777" w:rsidTr="008F6071">
        <w:trPr>
          <w:trHeight w:val="255"/>
        </w:trPr>
        <w:tc>
          <w:tcPr>
            <w:tcW w:w="3011" w:type="dxa"/>
            <w:shd w:val="clear" w:color="FFFF99" w:fill="auto"/>
            <w:noWrap/>
            <w:vAlign w:val="center"/>
          </w:tcPr>
          <w:p w14:paraId="01CC303D" w14:textId="77777777" w:rsidR="00344769" w:rsidRDefault="00344769" w:rsidP="000875F3">
            <w:pPr>
              <w:ind w:firstLine="807"/>
              <w:rPr>
                <w:rFonts w:ascii="Microsoft Sans Serif" w:hAnsi="Microsoft Sans Serif" w:cs="Microsoft Sans Serif"/>
                <w:bCs/>
                <w:iCs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bCs/>
                <w:iCs/>
                <w:sz w:val="18"/>
                <w:szCs w:val="18"/>
              </w:rPr>
              <w:t>family</w:t>
            </w:r>
          </w:p>
        </w:tc>
        <w:tc>
          <w:tcPr>
            <w:tcW w:w="1134" w:type="dxa"/>
            <w:gridSpan w:val="2"/>
            <w:shd w:val="clear" w:color="FFFF99" w:fill="auto"/>
            <w:noWrap/>
            <w:vAlign w:val="center"/>
          </w:tcPr>
          <w:p w14:paraId="1163544D" w14:textId="77777777" w:rsidR="00344769" w:rsidRDefault="00344769" w:rsidP="000875F3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0..*</w:t>
            </w:r>
          </w:p>
        </w:tc>
        <w:tc>
          <w:tcPr>
            <w:tcW w:w="1134" w:type="dxa"/>
            <w:gridSpan w:val="2"/>
            <w:shd w:val="clear" w:color="FFFF99" w:fill="auto"/>
            <w:vAlign w:val="center"/>
          </w:tcPr>
          <w:p w14:paraId="2AA5D409" w14:textId="77777777" w:rsidR="00344769" w:rsidRDefault="00344769" w:rsidP="000875F3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shd w:val="clear" w:color="FFFF99" w:fill="auto"/>
            <w:vAlign w:val="center"/>
          </w:tcPr>
          <w:p w14:paraId="36C42161" w14:textId="77777777" w:rsidR="00344769" w:rsidRDefault="00344769" w:rsidP="000875F3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 xml:space="preserve">Potilaan sukunimi </w:t>
            </w:r>
          </w:p>
        </w:tc>
      </w:tr>
      <w:tr w:rsidR="00344769" w14:paraId="525A50F8" w14:textId="77777777" w:rsidTr="008F6071">
        <w:trPr>
          <w:trHeight w:val="255"/>
        </w:trPr>
        <w:tc>
          <w:tcPr>
            <w:tcW w:w="3011" w:type="dxa"/>
            <w:shd w:val="clear" w:color="FFFF99" w:fill="auto"/>
            <w:noWrap/>
            <w:vAlign w:val="center"/>
          </w:tcPr>
          <w:p w14:paraId="70B38990" w14:textId="77777777" w:rsidR="00344769" w:rsidRDefault="00344769" w:rsidP="000875F3">
            <w:pPr>
              <w:ind w:firstLine="807"/>
              <w:rPr>
                <w:rFonts w:ascii="Microsoft Sans Serif" w:hAnsi="Microsoft Sans Serif" w:cs="Microsoft Sans Serif"/>
                <w:bCs/>
                <w:iCs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bCs/>
                <w:iCs/>
                <w:sz w:val="18"/>
                <w:szCs w:val="18"/>
              </w:rPr>
              <w:t>prefix</w:t>
            </w:r>
          </w:p>
        </w:tc>
        <w:tc>
          <w:tcPr>
            <w:tcW w:w="1134" w:type="dxa"/>
            <w:gridSpan w:val="2"/>
            <w:shd w:val="clear" w:color="FFFF99" w:fill="auto"/>
            <w:noWrap/>
            <w:vAlign w:val="center"/>
          </w:tcPr>
          <w:p w14:paraId="32B15459" w14:textId="77777777" w:rsidR="00344769" w:rsidRDefault="00344769" w:rsidP="000875F3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0..*</w:t>
            </w:r>
          </w:p>
        </w:tc>
        <w:tc>
          <w:tcPr>
            <w:tcW w:w="1134" w:type="dxa"/>
            <w:gridSpan w:val="2"/>
            <w:shd w:val="clear" w:color="FFFF99" w:fill="auto"/>
            <w:vAlign w:val="center"/>
          </w:tcPr>
          <w:p w14:paraId="57FD97B2" w14:textId="77777777" w:rsidR="00344769" w:rsidRDefault="00344769" w:rsidP="000875F3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shd w:val="clear" w:color="FFFF99" w:fill="auto"/>
            <w:vAlign w:val="center"/>
          </w:tcPr>
          <w:p w14:paraId="36B17ECD" w14:textId="77777777" w:rsidR="00344769" w:rsidRDefault="00344769" w:rsidP="000875F3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Potilaan nimen etuliite</w:t>
            </w:r>
          </w:p>
        </w:tc>
      </w:tr>
      <w:tr w:rsidR="00344769" w14:paraId="015E2400" w14:textId="77777777" w:rsidTr="008F6071">
        <w:trPr>
          <w:trHeight w:val="255"/>
        </w:trPr>
        <w:tc>
          <w:tcPr>
            <w:tcW w:w="3011" w:type="dxa"/>
            <w:shd w:val="clear" w:color="FFFF99" w:fill="auto"/>
            <w:noWrap/>
            <w:vAlign w:val="center"/>
          </w:tcPr>
          <w:p w14:paraId="6DE11368" w14:textId="77777777" w:rsidR="00344769" w:rsidRPr="00B23067" w:rsidRDefault="00344769" w:rsidP="000875F3">
            <w:pPr>
              <w:ind w:firstLine="807"/>
              <w:rPr>
                <w:rFonts w:ascii="Microsoft Sans Serif" w:hAnsi="Microsoft Sans Serif" w:cs="Microsoft Sans Serif"/>
                <w:bCs/>
                <w:iCs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bCs/>
                <w:iCs/>
                <w:color w:val="A6A6A6" w:themeColor="background1" w:themeShade="A6"/>
                <w:sz w:val="18"/>
                <w:szCs w:val="18"/>
              </w:rPr>
              <w:t>suffix</w:t>
            </w:r>
          </w:p>
        </w:tc>
        <w:tc>
          <w:tcPr>
            <w:tcW w:w="1134" w:type="dxa"/>
            <w:gridSpan w:val="2"/>
            <w:shd w:val="clear" w:color="FFFF99" w:fill="auto"/>
            <w:noWrap/>
            <w:vAlign w:val="center"/>
          </w:tcPr>
          <w:p w14:paraId="6EB26A66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0..*</w:t>
            </w:r>
          </w:p>
        </w:tc>
        <w:tc>
          <w:tcPr>
            <w:tcW w:w="1134" w:type="dxa"/>
            <w:gridSpan w:val="2"/>
            <w:shd w:val="clear" w:color="FFFF99" w:fill="auto"/>
            <w:vAlign w:val="center"/>
          </w:tcPr>
          <w:p w14:paraId="4DA8C15E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shd w:val="clear" w:color="FFFF99" w:fill="auto"/>
            <w:vAlign w:val="center"/>
          </w:tcPr>
          <w:p w14:paraId="5E0F05CB" w14:textId="025EF341" w:rsidR="00344769" w:rsidRPr="00B23067" w:rsidRDefault="00231301" w:rsidP="002F285B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344769" w14:paraId="0532C4B1" w14:textId="77777777" w:rsidTr="008F6071">
        <w:trPr>
          <w:trHeight w:val="255"/>
        </w:trPr>
        <w:tc>
          <w:tcPr>
            <w:tcW w:w="3011" w:type="dxa"/>
            <w:shd w:val="clear" w:color="FFFF99" w:fill="auto"/>
            <w:noWrap/>
            <w:vAlign w:val="center"/>
          </w:tcPr>
          <w:p w14:paraId="1397D305" w14:textId="77777777" w:rsidR="00344769" w:rsidRDefault="006F0C32" w:rsidP="0095200D">
            <w:pPr>
              <w:pStyle w:val="CDA-headertext"/>
              <w:ind w:left="631"/>
              <w:rPr>
                <w:lang w:eastAsia="en-US"/>
              </w:rPr>
            </w:pPr>
            <w:hyperlink r:id="rId32" w:anchor="LivingSubject-administrativeGenderCode-att" w:tooltip="../../../infrastructure/rim/rim.htm#LivingSubject-administrativeGenderCode-att" w:history="1">
              <w:r w:rsidR="00344769">
                <w:rPr>
                  <w:lang w:eastAsia="en-US"/>
                </w:rPr>
                <w:t>administrativeGenderCode</w:t>
              </w:r>
            </w:hyperlink>
          </w:p>
        </w:tc>
        <w:tc>
          <w:tcPr>
            <w:tcW w:w="1134" w:type="dxa"/>
            <w:gridSpan w:val="2"/>
            <w:shd w:val="clear" w:color="FFFF99" w:fill="auto"/>
            <w:noWrap/>
            <w:vAlign w:val="center"/>
          </w:tcPr>
          <w:p w14:paraId="42871114" w14:textId="77777777" w:rsidR="00344769" w:rsidRDefault="00344769" w:rsidP="000875F3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0..1</w:t>
            </w:r>
          </w:p>
        </w:tc>
        <w:tc>
          <w:tcPr>
            <w:tcW w:w="1134" w:type="dxa"/>
            <w:gridSpan w:val="2"/>
            <w:shd w:val="clear" w:color="FFFF99" w:fill="auto"/>
            <w:vAlign w:val="center"/>
          </w:tcPr>
          <w:p w14:paraId="52A6FC53" w14:textId="77777777" w:rsidR="00344769" w:rsidRDefault="00344769" w:rsidP="000875F3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shd w:val="clear" w:color="FFFF99" w:fill="auto"/>
            <w:vAlign w:val="center"/>
          </w:tcPr>
          <w:p w14:paraId="6B2AEC65" w14:textId="77777777" w:rsidR="00344769" w:rsidRDefault="00344769" w:rsidP="000875F3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Potilaan sukupuoli, esimerkiksi:</w:t>
            </w:r>
          </w:p>
          <w:p w14:paraId="68BBBC46" w14:textId="77777777" w:rsidR="00344769" w:rsidRDefault="00344769" w:rsidP="000875F3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lastRenderedPageBreak/>
              <w:t>&lt;administrativeGenderCode code="1" codeSystem="</w:t>
            </w:r>
            <w:r w:rsidRPr="00B303E9">
              <w:rPr>
                <w:rFonts w:ascii="Microsoft Sans Serif" w:hAnsi="Microsoft Sans Serif" w:cs="Microsoft Sans Serif"/>
                <w:sz w:val="18"/>
                <w:szCs w:val="18"/>
              </w:rPr>
              <w:t>1.2.246.537.5.1.1997</w:t>
            </w:r>
            <w:r>
              <w:rPr>
                <w:rFonts w:ascii="Microsoft Sans Serif" w:hAnsi="Microsoft Sans Serif" w:cs="Microsoft Sans Serif"/>
                <w:sz w:val="18"/>
                <w:szCs w:val="18"/>
              </w:rPr>
              <w:t>"/&gt;</w:t>
            </w:r>
          </w:p>
        </w:tc>
      </w:tr>
      <w:tr w:rsidR="00344769" w14:paraId="7D325827" w14:textId="77777777" w:rsidTr="008F6071">
        <w:trPr>
          <w:trHeight w:val="255"/>
        </w:trPr>
        <w:tc>
          <w:tcPr>
            <w:tcW w:w="3011" w:type="dxa"/>
            <w:shd w:val="clear" w:color="FFFF99" w:fill="auto"/>
            <w:noWrap/>
            <w:vAlign w:val="center"/>
          </w:tcPr>
          <w:p w14:paraId="07B06610" w14:textId="77777777" w:rsidR="00344769" w:rsidRDefault="006F0C32" w:rsidP="0095200D">
            <w:pPr>
              <w:pStyle w:val="CDA-headertext"/>
              <w:ind w:left="631"/>
              <w:rPr>
                <w:lang w:eastAsia="en-US"/>
              </w:rPr>
            </w:pPr>
            <w:hyperlink r:id="rId33" w:anchor="LivingSubject-birthTime-att" w:tooltip="../../../infrastructure/rim/rim.htm#LivingSubject-birthTime-att" w:history="1">
              <w:r w:rsidR="00344769">
                <w:rPr>
                  <w:lang w:eastAsia="en-US"/>
                </w:rPr>
                <w:t>birthTime</w:t>
              </w:r>
            </w:hyperlink>
          </w:p>
        </w:tc>
        <w:tc>
          <w:tcPr>
            <w:tcW w:w="1134" w:type="dxa"/>
            <w:gridSpan w:val="2"/>
            <w:shd w:val="clear" w:color="FFFF99" w:fill="auto"/>
            <w:noWrap/>
            <w:vAlign w:val="center"/>
          </w:tcPr>
          <w:p w14:paraId="15482A4A" w14:textId="77777777" w:rsidR="00344769" w:rsidRDefault="00344769" w:rsidP="000875F3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0..1</w:t>
            </w:r>
          </w:p>
        </w:tc>
        <w:tc>
          <w:tcPr>
            <w:tcW w:w="1134" w:type="dxa"/>
            <w:gridSpan w:val="2"/>
            <w:shd w:val="clear" w:color="FFFF99" w:fill="auto"/>
            <w:vAlign w:val="center"/>
          </w:tcPr>
          <w:p w14:paraId="0C8B0E63" w14:textId="77777777" w:rsidR="00344769" w:rsidRDefault="00344769" w:rsidP="000875F3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shd w:val="clear" w:color="FFFF99" w:fill="auto"/>
            <w:vAlign w:val="center"/>
          </w:tcPr>
          <w:p w14:paraId="4DB3939A" w14:textId="0CD6BC64" w:rsidR="00344769" w:rsidRDefault="00231301" w:rsidP="000875F3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Potilaan syntymäaika</w:t>
            </w:r>
          </w:p>
        </w:tc>
      </w:tr>
      <w:tr w:rsidR="00344769" w14:paraId="221C2228" w14:textId="77777777" w:rsidTr="008F6071">
        <w:trPr>
          <w:trHeight w:val="255"/>
        </w:trPr>
        <w:tc>
          <w:tcPr>
            <w:tcW w:w="3011" w:type="dxa"/>
            <w:shd w:val="clear" w:color="auto" w:fill="C0C0C0"/>
            <w:noWrap/>
            <w:vAlign w:val="center"/>
          </w:tcPr>
          <w:p w14:paraId="0F6CCEE0" w14:textId="77777777" w:rsidR="00344769" w:rsidRDefault="00344769" w:rsidP="000875F3">
            <w:pPr>
              <w:ind w:firstLine="110"/>
              <w:rPr>
                <w:rFonts w:ascii="Microsoft Sans Serif" w:hAnsi="Microsoft Sans Serif" w:cs="Microsoft Sans Serif"/>
                <w:b/>
                <w:bCs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b/>
                <w:bCs/>
                <w:sz w:val="18"/>
                <w:szCs w:val="18"/>
              </w:rPr>
              <w:t>author</w:t>
            </w:r>
          </w:p>
        </w:tc>
        <w:tc>
          <w:tcPr>
            <w:tcW w:w="1134" w:type="dxa"/>
            <w:gridSpan w:val="2"/>
            <w:shd w:val="clear" w:color="auto" w:fill="C0C0C0"/>
            <w:noWrap/>
            <w:vAlign w:val="center"/>
          </w:tcPr>
          <w:p w14:paraId="5C4920D8" w14:textId="77777777" w:rsidR="00344769" w:rsidRDefault="00344769" w:rsidP="000875F3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1..*</w:t>
            </w:r>
          </w:p>
        </w:tc>
        <w:tc>
          <w:tcPr>
            <w:tcW w:w="1134" w:type="dxa"/>
            <w:gridSpan w:val="2"/>
            <w:shd w:val="clear" w:color="auto" w:fill="C0C0C0"/>
            <w:vAlign w:val="center"/>
          </w:tcPr>
          <w:p w14:paraId="7C7DE485" w14:textId="77777777" w:rsidR="00344769" w:rsidRDefault="00344769" w:rsidP="000875F3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shd w:val="clear" w:color="auto" w:fill="C0C0C0"/>
            <w:vAlign w:val="center"/>
          </w:tcPr>
          <w:p w14:paraId="04B4AB4B" w14:textId="77777777" w:rsidR="00344769" w:rsidRDefault="00344769" w:rsidP="000875F3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Dokumentin laatija</w:t>
            </w:r>
          </w:p>
        </w:tc>
      </w:tr>
      <w:tr w:rsidR="00344769" w14:paraId="47E4AA42" w14:textId="77777777" w:rsidTr="008F6071">
        <w:trPr>
          <w:trHeight w:val="255"/>
        </w:trPr>
        <w:tc>
          <w:tcPr>
            <w:tcW w:w="3011" w:type="dxa"/>
            <w:noWrap/>
            <w:vAlign w:val="center"/>
          </w:tcPr>
          <w:p w14:paraId="2C571E11" w14:textId="77777777" w:rsidR="00344769" w:rsidRDefault="006F0C32" w:rsidP="000875F3">
            <w:pPr>
              <w:pStyle w:val="CDA-headertext"/>
              <w:ind w:firstLine="290"/>
              <w:rPr>
                <w:lang w:eastAsia="en-US"/>
              </w:rPr>
            </w:pPr>
            <w:hyperlink r:id="rId34" w:anchor="Participation-typeCode-att" w:tooltip="../../../infrastructure/rim/rim.htm#Participation-typeCode-att" w:history="1">
              <w:r w:rsidR="00344769">
                <w:rPr>
                  <w:lang w:eastAsia="en-US"/>
                </w:rPr>
                <w:t>typeCode</w:t>
              </w:r>
            </w:hyperlink>
          </w:p>
        </w:tc>
        <w:tc>
          <w:tcPr>
            <w:tcW w:w="1134" w:type="dxa"/>
            <w:gridSpan w:val="2"/>
            <w:noWrap/>
            <w:vAlign w:val="center"/>
          </w:tcPr>
          <w:p w14:paraId="25293B3C" w14:textId="77777777" w:rsidR="00344769" w:rsidRDefault="00344769" w:rsidP="000875F3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1..1</w:t>
            </w:r>
          </w:p>
        </w:tc>
        <w:tc>
          <w:tcPr>
            <w:tcW w:w="1134" w:type="dxa"/>
            <w:gridSpan w:val="2"/>
            <w:vAlign w:val="center"/>
          </w:tcPr>
          <w:p w14:paraId="39D22418" w14:textId="77777777" w:rsidR="00344769" w:rsidRDefault="00344769" w:rsidP="000875F3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AUT</w:t>
            </w:r>
          </w:p>
        </w:tc>
        <w:tc>
          <w:tcPr>
            <w:tcW w:w="2977" w:type="dxa"/>
            <w:gridSpan w:val="2"/>
            <w:vAlign w:val="center"/>
          </w:tcPr>
          <w:p w14:paraId="4DBF8881" w14:textId="77777777" w:rsidR="00344769" w:rsidRDefault="00344769" w:rsidP="000875F3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</w:tr>
      <w:tr w:rsidR="00344769" w14:paraId="3D44C019" w14:textId="77777777" w:rsidTr="008F6071">
        <w:trPr>
          <w:trHeight w:val="255"/>
        </w:trPr>
        <w:tc>
          <w:tcPr>
            <w:tcW w:w="3011" w:type="dxa"/>
            <w:noWrap/>
            <w:vAlign w:val="center"/>
          </w:tcPr>
          <w:p w14:paraId="2A64874F" w14:textId="77777777" w:rsidR="00344769" w:rsidRPr="00B23067" w:rsidRDefault="006F0C32" w:rsidP="000875F3">
            <w:pPr>
              <w:pStyle w:val="CDA-headertext"/>
              <w:ind w:firstLine="290"/>
              <w:rPr>
                <w:color w:val="A6A6A6" w:themeColor="background1" w:themeShade="A6"/>
                <w:lang w:eastAsia="en-US"/>
              </w:rPr>
            </w:pPr>
            <w:hyperlink r:id="rId35" w:anchor="Participation-functionCode-att" w:tooltip="../../../infrastructure/rim/rim.htm#Participation-functionCode-att" w:history="1">
              <w:r w:rsidR="00344769" w:rsidRPr="00B23067">
                <w:rPr>
                  <w:color w:val="A6A6A6" w:themeColor="background1" w:themeShade="A6"/>
                  <w:lang w:eastAsia="en-US"/>
                </w:rPr>
                <w:t>functionCode</w:t>
              </w:r>
            </w:hyperlink>
          </w:p>
        </w:tc>
        <w:tc>
          <w:tcPr>
            <w:tcW w:w="1134" w:type="dxa"/>
            <w:gridSpan w:val="2"/>
            <w:noWrap/>
            <w:vAlign w:val="center"/>
          </w:tcPr>
          <w:p w14:paraId="6DA7B9AA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gridSpan w:val="2"/>
            <w:vAlign w:val="center"/>
          </w:tcPr>
          <w:p w14:paraId="568A9209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1D115709" w14:textId="77777777" w:rsidR="00344769" w:rsidRPr="00B23067" w:rsidRDefault="00344769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344769" w14:paraId="6DC08C6C" w14:textId="77777777" w:rsidTr="008F6071">
        <w:trPr>
          <w:trHeight w:val="255"/>
        </w:trPr>
        <w:tc>
          <w:tcPr>
            <w:tcW w:w="3011" w:type="dxa"/>
            <w:noWrap/>
            <w:vAlign w:val="center"/>
          </w:tcPr>
          <w:p w14:paraId="118A5208" w14:textId="77777777" w:rsidR="00344769" w:rsidRPr="00B23067" w:rsidRDefault="006F0C32" w:rsidP="000875F3">
            <w:pPr>
              <w:pStyle w:val="CDA-headertext"/>
              <w:ind w:firstLine="290"/>
              <w:rPr>
                <w:color w:val="A6A6A6" w:themeColor="background1" w:themeShade="A6"/>
                <w:lang w:eastAsia="en-US"/>
              </w:rPr>
            </w:pPr>
            <w:hyperlink r:id="rId36" w:anchor="Participation-time-att" w:tooltip="../../../infrastructure/rim/rim.htm#Participation-time-att" w:history="1">
              <w:r w:rsidR="00344769" w:rsidRPr="00B23067">
                <w:rPr>
                  <w:color w:val="A6A6A6" w:themeColor="background1" w:themeShade="A6"/>
                  <w:lang w:eastAsia="en-US"/>
                </w:rPr>
                <w:t>time</w:t>
              </w:r>
            </w:hyperlink>
          </w:p>
        </w:tc>
        <w:tc>
          <w:tcPr>
            <w:tcW w:w="1134" w:type="dxa"/>
            <w:gridSpan w:val="2"/>
            <w:noWrap/>
            <w:vAlign w:val="center"/>
          </w:tcPr>
          <w:p w14:paraId="0279B34F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1..1</w:t>
            </w:r>
          </w:p>
        </w:tc>
        <w:tc>
          <w:tcPr>
            <w:tcW w:w="1134" w:type="dxa"/>
            <w:gridSpan w:val="2"/>
            <w:vAlign w:val="center"/>
          </w:tcPr>
          <w:p w14:paraId="11E08C3C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6E70858E" w14:textId="77777777" w:rsidR="00344769" w:rsidRPr="00B23067" w:rsidRDefault="00344769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 xml:space="preserve">ei käytössä </w:t>
            </w:r>
          </w:p>
        </w:tc>
      </w:tr>
      <w:tr w:rsidR="00344769" w14:paraId="72CE9F63" w14:textId="77777777" w:rsidTr="008F6071">
        <w:trPr>
          <w:trHeight w:val="255"/>
        </w:trPr>
        <w:tc>
          <w:tcPr>
            <w:tcW w:w="3011" w:type="dxa"/>
            <w:shd w:val="clear" w:color="auto" w:fill="C0C0C0"/>
            <w:noWrap/>
            <w:vAlign w:val="center"/>
          </w:tcPr>
          <w:p w14:paraId="0ED8048C" w14:textId="77777777" w:rsidR="00344769" w:rsidRDefault="00344769" w:rsidP="000875F3">
            <w:pPr>
              <w:ind w:firstLineChars="207" w:firstLine="373"/>
              <w:rPr>
                <w:rFonts w:ascii="Microsoft Sans Serif" w:hAnsi="Microsoft Sans Serif" w:cs="Microsoft Sans Serif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Microsoft Sans Serif" w:hAnsi="Microsoft Sans Serif" w:cs="Microsoft Sans Serif"/>
                <w:b/>
                <w:bCs/>
                <w:sz w:val="18"/>
                <w:szCs w:val="18"/>
                <w:lang w:val="en-US"/>
              </w:rPr>
              <w:t>assignedAuthor</w:t>
            </w:r>
          </w:p>
        </w:tc>
        <w:tc>
          <w:tcPr>
            <w:tcW w:w="1134" w:type="dxa"/>
            <w:gridSpan w:val="2"/>
            <w:shd w:val="clear" w:color="auto" w:fill="C0C0C0"/>
            <w:noWrap/>
            <w:vAlign w:val="center"/>
          </w:tcPr>
          <w:p w14:paraId="10332556" w14:textId="77777777" w:rsidR="00344769" w:rsidRDefault="00344769" w:rsidP="000875F3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  <w:t>1..1</w:t>
            </w:r>
          </w:p>
        </w:tc>
        <w:tc>
          <w:tcPr>
            <w:tcW w:w="1134" w:type="dxa"/>
            <w:gridSpan w:val="2"/>
            <w:shd w:val="clear" w:color="auto" w:fill="C0C0C0"/>
            <w:vAlign w:val="center"/>
          </w:tcPr>
          <w:p w14:paraId="152C09BE" w14:textId="77777777" w:rsidR="00344769" w:rsidRDefault="00344769" w:rsidP="000875F3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</w:p>
        </w:tc>
        <w:tc>
          <w:tcPr>
            <w:tcW w:w="2977" w:type="dxa"/>
            <w:gridSpan w:val="2"/>
            <w:shd w:val="clear" w:color="auto" w:fill="C0C0C0"/>
            <w:vAlign w:val="center"/>
          </w:tcPr>
          <w:p w14:paraId="557E8C06" w14:textId="77777777" w:rsidR="00344769" w:rsidRDefault="00344769" w:rsidP="000875F3">
            <w:pP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</w:p>
        </w:tc>
      </w:tr>
      <w:tr w:rsidR="00344769" w14:paraId="5D288E84" w14:textId="77777777" w:rsidTr="008F6071">
        <w:trPr>
          <w:trHeight w:val="255"/>
        </w:trPr>
        <w:tc>
          <w:tcPr>
            <w:tcW w:w="3011" w:type="dxa"/>
            <w:noWrap/>
            <w:vAlign w:val="center"/>
          </w:tcPr>
          <w:p w14:paraId="7BC597AA" w14:textId="77777777" w:rsidR="00344769" w:rsidRDefault="006F0C32" w:rsidP="000875F3">
            <w:pPr>
              <w:pStyle w:val="CDA-headertext"/>
              <w:ind w:firstLine="470"/>
              <w:rPr>
                <w:lang w:val="en-US" w:eastAsia="en-US"/>
              </w:rPr>
            </w:pPr>
            <w:hyperlink r:id="rId37" w:anchor="Role-classCode-att" w:tooltip="../../../infrastructure/rim/rim.htm#Role-classCode-att" w:history="1">
              <w:r w:rsidR="00344769">
                <w:rPr>
                  <w:lang w:val="en-US" w:eastAsia="en-US"/>
                </w:rPr>
                <w:t>classCode</w:t>
              </w:r>
            </w:hyperlink>
          </w:p>
        </w:tc>
        <w:tc>
          <w:tcPr>
            <w:tcW w:w="1134" w:type="dxa"/>
            <w:gridSpan w:val="2"/>
            <w:noWrap/>
            <w:vAlign w:val="center"/>
          </w:tcPr>
          <w:p w14:paraId="66585AF4" w14:textId="77777777" w:rsidR="00344769" w:rsidRDefault="00344769" w:rsidP="000875F3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  <w:t>1..1</w:t>
            </w:r>
          </w:p>
        </w:tc>
        <w:tc>
          <w:tcPr>
            <w:tcW w:w="1134" w:type="dxa"/>
            <w:gridSpan w:val="2"/>
            <w:vAlign w:val="center"/>
          </w:tcPr>
          <w:p w14:paraId="66A628C4" w14:textId="77777777" w:rsidR="00344769" w:rsidRDefault="00344769" w:rsidP="000875F3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  <w:t>ASSIGNED</w:t>
            </w:r>
          </w:p>
        </w:tc>
        <w:tc>
          <w:tcPr>
            <w:tcW w:w="2977" w:type="dxa"/>
            <w:gridSpan w:val="2"/>
            <w:vAlign w:val="center"/>
          </w:tcPr>
          <w:p w14:paraId="0F76D726" w14:textId="77777777" w:rsidR="00344769" w:rsidRDefault="00344769" w:rsidP="000875F3">
            <w:pP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</w:p>
        </w:tc>
      </w:tr>
      <w:tr w:rsidR="00344769" w14:paraId="661C1A12" w14:textId="77777777" w:rsidTr="008F6071">
        <w:trPr>
          <w:trHeight w:val="255"/>
        </w:trPr>
        <w:tc>
          <w:tcPr>
            <w:tcW w:w="3011" w:type="dxa"/>
            <w:noWrap/>
            <w:vAlign w:val="center"/>
          </w:tcPr>
          <w:p w14:paraId="77F04341" w14:textId="77777777" w:rsidR="00344769" w:rsidRDefault="006F0C32" w:rsidP="000875F3">
            <w:pPr>
              <w:pStyle w:val="CDA-headertext"/>
              <w:ind w:firstLine="470"/>
              <w:rPr>
                <w:lang w:eastAsia="en-US"/>
              </w:rPr>
            </w:pPr>
            <w:hyperlink r:id="rId38" w:anchor="Role-id-att" w:tooltip="../../../infrastructure/rim/rim.htm#Role-id-att" w:history="1">
              <w:r w:rsidR="00344769">
                <w:rPr>
                  <w:lang w:eastAsia="en-US"/>
                </w:rPr>
                <w:t>id</w:t>
              </w:r>
            </w:hyperlink>
          </w:p>
        </w:tc>
        <w:tc>
          <w:tcPr>
            <w:tcW w:w="1134" w:type="dxa"/>
            <w:gridSpan w:val="2"/>
            <w:noWrap/>
            <w:vAlign w:val="center"/>
          </w:tcPr>
          <w:p w14:paraId="575104A1" w14:textId="77777777" w:rsidR="00344769" w:rsidRDefault="00344769" w:rsidP="000875F3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1..*</w:t>
            </w:r>
          </w:p>
        </w:tc>
        <w:tc>
          <w:tcPr>
            <w:tcW w:w="1134" w:type="dxa"/>
            <w:gridSpan w:val="2"/>
            <w:vAlign w:val="center"/>
          </w:tcPr>
          <w:p w14:paraId="5A2B839B" w14:textId="77777777" w:rsidR="00344769" w:rsidRDefault="00344769" w:rsidP="000875F3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5264B975" w14:textId="3CF149A4" w:rsidR="00231301" w:rsidRDefault="00231301" w:rsidP="00231301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Dokumentin laatijan tunniste</w:t>
            </w:r>
          </w:p>
          <w:p w14:paraId="0F1CFCD4" w14:textId="3FBEB488" w:rsidR="00344769" w:rsidRDefault="00CD2E8B" w:rsidP="00136080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230434">
              <w:rPr>
                <w:rFonts w:ascii="Microsoft Sans Serif" w:hAnsi="Microsoft Sans Serif" w:cs="Microsoft Sans Serif"/>
                <w:sz w:val="18"/>
                <w:szCs w:val="18"/>
              </w:rPr>
              <w:t>Rajat ylittävässä reseptissä t</w:t>
            </w:r>
            <w:r w:rsidR="00136080" w:rsidRPr="00230434">
              <w:rPr>
                <w:rFonts w:ascii="Microsoft Sans Serif" w:hAnsi="Microsoft Sans Serif" w:cs="Microsoft Sans Serif"/>
                <w:sz w:val="18"/>
                <w:szCs w:val="18"/>
              </w:rPr>
              <w:t>ietoa ei saada ulkomailta,</w:t>
            </w:r>
            <w:r w:rsidR="00AE0EFF" w:rsidRPr="00230434">
              <w:rPr>
                <w:rFonts w:ascii="Microsoft Sans Serif" w:hAnsi="Microsoft Sans Serif" w:cs="Microsoft Sans Serif"/>
                <w:sz w:val="18"/>
                <w:szCs w:val="18"/>
              </w:rPr>
              <w:t xml:space="preserve"> joten tämä tulee olemaan</w:t>
            </w:r>
            <w:r w:rsidR="00230434" w:rsidRPr="00230434">
              <w:rPr>
                <w:rFonts w:ascii="Microsoft Sans Serif" w:hAnsi="Microsoft Sans Serif" w:cs="Microsoft Sans Serif"/>
                <w:sz w:val="18"/>
                <w:szCs w:val="18"/>
              </w:rPr>
              <w:t xml:space="preserve"> aina</w:t>
            </w:r>
            <w:r w:rsidR="00AE0EFF" w:rsidRPr="00230434">
              <w:rPr>
                <w:rFonts w:ascii="Microsoft Sans Serif" w:hAnsi="Microsoft Sans Serif" w:cs="Microsoft Sans Serif"/>
                <w:sz w:val="18"/>
                <w:szCs w:val="18"/>
              </w:rPr>
              <w:t xml:space="preserve"> nullFl</w:t>
            </w:r>
            <w:r w:rsidR="00136080" w:rsidRPr="00230434">
              <w:rPr>
                <w:rFonts w:ascii="Microsoft Sans Serif" w:hAnsi="Microsoft Sans Serif" w:cs="Microsoft Sans Serif"/>
                <w:sz w:val="18"/>
                <w:szCs w:val="18"/>
              </w:rPr>
              <w:t>avor.</w:t>
            </w:r>
          </w:p>
        </w:tc>
      </w:tr>
      <w:tr w:rsidR="00344769" w14:paraId="7747EAB4" w14:textId="77777777" w:rsidTr="008F6071">
        <w:trPr>
          <w:trHeight w:val="255"/>
        </w:trPr>
        <w:tc>
          <w:tcPr>
            <w:tcW w:w="3011" w:type="dxa"/>
            <w:noWrap/>
            <w:vAlign w:val="center"/>
          </w:tcPr>
          <w:p w14:paraId="5F210233" w14:textId="77777777" w:rsidR="00344769" w:rsidRPr="00B23067" w:rsidRDefault="006F0C32" w:rsidP="000875F3">
            <w:pPr>
              <w:pStyle w:val="CDA-headertext"/>
              <w:ind w:firstLine="470"/>
              <w:rPr>
                <w:color w:val="A6A6A6" w:themeColor="background1" w:themeShade="A6"/>
                <w:lang w:eastAsia="en-US"/>
              </w:rPr>
            </w:pPr>
            <w:hyperlink r:id="rId39" w:anchor="Role-code-att" w:tooltip="../../../infrastructure/rim/rim.htm#Role-code-att" w:history="1">
              <w:r w:rsidR="00344769" w:rsidRPr="00B23067">
                <w:rPr>
                  <w:color w:val="A6A6A6" w:themeColor="background1" w:themeShade="A6"/>
                  <w:lang w:eastAsia="en-US"/>
                </w:rPr>
                <w:t>code</w:t>
              </w:r>
            </w:hyperlink>
          </w:p>
        </w:tc>
        <w:tc>
          <w:tcPr>
            <w:tcW w:w="1134" w:type="dxa"/>
            <w:gridSpan w:val="2"/>
            <w:noWrap/>
            <w:vAlign w:val="center"/>
          </w:tcPr>
          <w:p w14:paraId="105E3A51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gridSpan w:val="2"/>
            <w:vAlign w:val="center"/>
          </w:tcPr>
          <w:p w14:paraId="09EFFC76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56B4F5D6" w14:textId="77777777" w:rsidR="00344769" w:rsidRPr="00B23067" w:rsidRDefault="00344769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344769" w14:paraId="30452E7D" w14:textId="77777777" w:rsidTr="008F6071">
        <w:trPr>
          <w:trHeight w:val="255"/>
        </w:trPr>
        <w:tc>
          <w:tcPr>
            <w:tcW w:w="3011" w:type="dxa"/>
            <w:noWrap/>
            <w:vAlign w:val="center"/>
          </w:tcPr>
          <w:p w14:paraId="1D040509" w14:textId="77777777" w:rsidR="00344769" w:rsidRPr="00B23067" w:rsidRDefault="006F0C32" w:rsidP="000875F3">
            <w:pPr>
              <w:pStyle w:val="CDA-headertext"/>
              <w:ind w:firstLine="470"/>
              <w:rPr>
                <w:color w:val="A6A6A6" w:themeColor="background1" w:themeShade="A6"/>
                <w:lang w:eastAsia="en-US"/>
              </w:rPr>
            </w:pPr>
            <w:hyperlink r:id="rId40" w:anchor="Role-addr-att" w:tooltip="../../../infrastructure/rim/rim.htm#Role-addr-att" w:history="1">
              <w:r w:rsidR="00344769" w:rsidRPr="00B23067">
                <w:rPr>
                  <w:color w:val="A6A6A6" w:themeColor="background1" w:themeShade="A6"/>
                  <w:lang w:eastAsia="en-US"/>
                </w:rPr>
                <w:t>addr</w:t>
              </w:r>
            </w:hyperlink>
          </w:p>
        </w:tc>
        <w:tc>
          <w:tcPr>
            <w:tcW w:w="1134" w:type="dxa"/>
            <w:gridSpan w:val="2"/>
            <w:noWrap/>
            <w:vAlign w:val="center"/>
          </w:tcPr>
          <w:p w14:paraId="3E41F7AC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0..*</w:t>
            </w:r>
          </w:p>
        </w:tc>
        <w:tc>
          <w:tcPr>
            <w:tcW w:w="1134" w:type="dxa"/>
            <w:gridSpan w:val="2"/>
            <w:vAlign w:val="center"/>
          </w:tcPr>
          <w:p w14:paraId="03C74D51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0FEDC903" w14:textId="77777777" w:rsidR="00344769" w:rsidRPr="00B23067" w:rsidRDefault="00344769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344769" w14:paraId="4E88D777" w14:textId="77777777" w:rsidTr="008F6071">
        <w:trPr>
          <w:trHeight w:val="255"/>
        </w:trPr>
        <w:tc>
          <w:tcPr>
            <w:tcW w:w="3011" w:type="dxa"/>
            <w:noWrap/>
            <w:vAlign w:val="center"/>
          </w:tcPr>
          <w:p w14:paraId="6915464D" w14:textId="77777777" w:rsidR="00344769" w:rsidRPr="00B23067" w:rsidRDefault="006F0C32" w:rsidP="000875F3">
            <w:pPr>
              <w:pStyle w:val="CDA-headertext"/>
              <w:ind w:firstLine="470"/>
              <w:rPr>
                <w:color w:val="A6A6A6" w:themeColor="background1" w:themeShade="A6"/>
                <w:lang w:eastAsia="en-US"/>
              </w:rPr>
            </w:pPr>
            <w:hyperlink r:id="rId41" w:anchor="Role-telecom-att" w:tooltip="../../../infrastructure/rim/rim.htm#Role-telecom-att" w:history="1">
              <w:r w:rsidR="00344769" w:rsidRPr="00B23067">
                <w:rPr>
                  <w:color w:val="A6A6A6" w:themeColor="background1" w:themeShade="A6"/>
                  <w:lang w:eastAsia="en-US"/>
                </w:rPr>
                <w:t>telecom</w:t>
              </w:r>
            </w:hyperlink>
          </w:p>
        </w:tc>
        <w:tc>
          <w:tcPr>
            <w:tcW w:w="1134" w:type="dxa"/>
            <w:gridSpan w:val="2"/>
            <w:noWrap/>
            <w:vAlign w:val="center"/>
          </w:tcPr>
          <w:p w14:paraId="7036F074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0..*</w:t>
            </w:r>
          </w:p>
        </w:tc>
        <w:tc>
          <w:tcPr>
            <w:tcW w:w="1134" w:type="dxa"/>
            <w:gridSpan w:val="2"/>
            <w:vAlign w:val="center"/>
          </w:tcPr>
          <w:p w14:paraId="06B39558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3275068B" w14:textId="77777777" w:rsidR="00344769" w:rsidRPr="00B23067" w:rsidRDefault="00344769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344769" w14:paraId="4A5C1BB4" w14:textId="77777777" w:rsidTr="008F6071">
        <w:trPr>
          <w:trHeight w:val="255"/>
        </w:trPr>
        <w:tc>
          <w:tcPr>
            <w:tcW w:w="3011" w:type="dxa"/>
            <w:shd w:val="clear" w:color="FFFF99" w:fill="C0C0C0"/>
            <w:noWrap/>
            <w:vAlign w:val="center"/>
          </w:tcPr>
          <w:p w14:paraId="72BEC951" w14:textId="77777777" w:rsidR="00344769" w:rsidRDefault="00344769" w:rsidP="000875F3">
            <w:pPr>
              <w:ind w:firstLineChars="335" w:firstLine="603"/>
              <w:rPr>
                <w:rFonts w:ascii="Microsoft Sans Serif" w:hAnsi="Microsoft Sans Serif" w:cs="Microsoft Sans Serif"/>
                <w:b/>
                <w:bCs/>
                <w:iCs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b/>
                <w:bCs/>
                <w:iCs/>
                <w:sz w:val="18"/>
                <w:szCs w:val="18"/>
              </w:rPr>
              <w:t>assignedPerson</w:t>
            </w:r>
          </w:p>
        </w:tc>
        <w:tc>
          <w:tcPr>
            <w:tcW w:w="1134" w:type="dxa"/>
            <w:gridSpan w:val="2"/>
            <w:shd w:val="clear" w:color="FFFF99" w:fill="C0C0C0"/>
            <w:noWrap/>
            <w:vAlign w:val="center"/>
          </w:tcPr>
          <w:p w14:paraId="1C3E2782" w14:textId="77777777" w:rsidR="00344769" w:rsidRDefault="00344769" w:rsidP="000875F3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0..1</w:t>
            </w:r>
          </w:p>
        </w:tc>
        <w:tc>
          <w:tcPr>
            <w:tcW w:w="1134" w:type="dxa"/>
            <w:gridSpan w:val="2"/>
            <w:shd w:val="clear" w:color="FFFF99" w:fill="C0C0C0"/>
            <w:vAlign w:val="center"/>
          </w:tcPr>
          <w:p w14:paraId="177E5C1A" w14:textId="77777777" w:rsidR="00344769" w:rsidRDefault="00344769" w:rsidP="000875F3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shd w:val="clear" w:color="FFFF99" w:fill="C0C0C0"/>
            <w:vAlign w:val="center"/>
          </w:tcPr>
          <w:p w14:paraId="65A01BEC" w14:textId="77777777" w:rsidR="00344769" w:rsidRDefault="00344769" w:rsidP="000875F3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</w:tr>
      <w:tr w:rsidR="00344769" w14:paraId="54F1B2B6" w14:textId="77777777" w:rsidTr="008F6071">
        <w:trPr>
          <w:trHeight w:val="255"/>
        </w:trPr>
        <w:tc>
          <w:tcPr>
            <w:tcW w:w="3011" w:type="dxa"/>
            <w:shd w:val="clear" w:color="FFFF99" w:fill="auto"/>
            <w:noWrap/>
            <w:vAlign w:val="center"/>
          </w:tcPr>
          <w:p w14:paraId="4A9FA29B" w14:textId="77777777" w:rsidR="00344769" w:rsidRDefault="00344769" w:rsidP="000875F3">
            <w:pPr>
              <w:ind w:firstLine="650"/>
              <w:rPr>
                <w:rFonts w:ascii="Microsoft Sans Serif" w:hAnsi="Microsoft Sans Serif" w:cs="Microsoft Sans Serif"/>
                <w:b/>
                <w:bCs/>
                <w:iCs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b/>
                <w:bCs/>
                <w:iCs/>
                <w:sz w:val="18"/>
                <w:szCs w:val="18"/>
              </w:rPr>
              <w:t>name</w:t>
            </w:r>
          </w:p>
        </w:tc>
        <w:tc>
          <w:tcPr>
            <w:tcW w:w="1134" w:type="dxa"/>
            <w:gridSpan w:val="2"/>
            <w:shd w:val="clear" w:color="FFFF99" w:fill="auto"/>
            <w:noWrap/>
            <w:vAlign w:val="center"/>
          </w:tcPr>
          <w:p w14:paraId="692DE275" w14:textId="77777777" w:rsidR="00344769" w:rsidRDefault="00344769" w:rsidP="000875F3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0..*</w:t>
            </w:r>
          </w:p>
        </w:tc>
        <w:tc>
          <w:tcPr>
            <w:tcW w:w="1134" w:type="dxa"/>
            <w:gridSpan w:val="2"/>
            <w:shd w:val="clear" w:color="FFFF99" w:fill="auto"/>
            <w:vAlign w:val="center"/>
          </w:tcPr>
          <w:p w14:paraId="20558DA7" w14:textId="77777777" w:rsidR="00344769" w:rsidRPr="00230434" w:rsidRDefault="00344769" w:rsidP="000875F3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shd w:val="clear" w:color="FFFF99" w:fill="auto"/>
            <w:vAlign w:val="center"/>
          </w:tcPr>
          <w:p w14:paraId="2BBFC9AD" w14:textId="77777777" w:rsidR="00344769" w:rsidRPr="00230434" w:rsidRDefault="00344769" w:rsidP="000875F3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230434">
              <w:rPr>
                <w:rFonts w:ascii="Microsoft Sans Serif" w:hAnsi="Microsoft Sans Serif" w:cs="Microsoft Sans Serif"/>
                <w:sz w:val="18"/>
                <w:szCs w:val="18"/>
              </w:rPr>
              <w:t xml:space="preserve">Henkilön nimi </w:t>
            </w:r>
          </w:p>
          <w:p w14:paraId="0D280FC5" w14:textId="7F1CAF1A" w:rsidR="00136080" w:rsidRPr="00230434" w:rsidRDefault="00136080" w:rsidP="00230434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230434">
              <w:rPr>
                <w:rFonts w:ascii="Microsoft Sans Serif" w:hAnsi="Microsoft Sans Serif" w:cs="Microsoft Sans Serif"/>
                <w:sz w:val="18"/>
                <w:szCs w:val="18"/>
              </w:rPr>
              <w:t xml:space="preserve">Rajat ylittävässä reseptissä henkilön </w:t>
            </w:r>
            <w:r w:rsidR="00230434" w:rsidRPr="00230434">
              <w:rPr>
                <w:rFonts w:ascii="Microsoft Sans Serif" w:hAnsi="Microsoft Sans Serif" w:cs="Microsoft Sans Serif"/>
                <w:sz w:val="18"/>
                <w:szCs w:val="18"/>
              </w:rPr>
              <w:t>koko nimi saadaan yhtenä tekstipätkänä</w:t>
            </w:r>
            <w:r w:rsidRPr="00230434">
              <w:rPr>
                <w:rFonts w:ascii="Microsoft Sans Serif" w:hAnsi="Microsoft Sans Serif" w:cs="Microsoft Sans Serif"/>
                <w:sz w:val="18"/>
                <w:szCs w:val="18"/>
              </w:rPr>
              <w:t xml:space="preserve">. </w:t>
            </w:r>
            <w:r w:rsidR="00230434" w:rsidRPr="00230434">
              <w:rPr>
                <w:rFonts w:ascii="Microsoft Sans Serif" w:hAnsi="Microsoft Sans Serif" w:cs="Microsoft Sans Serif"/>
                <w:sz w:val="18"/>
                <w:szCs w:val="18"/>
              </w:rPr>
              <w:t>Tämä teksti</w:t>
            </w:r>
            <w:r w:rsidRPr="00230434">
              <w:rPr>
                <w:rFonts w:ascii="Microsoft Sans Serif" w:hAnsi="Microsoft Sans Serif" w:cs="Microsoft Sans Serif"/>
                <w:sz w:val="18"/>
                <w:szCs w:val="18"/>
              </w:rPr>
              <w:t xml:space="preserve"> kopioidaan kokonaisena family-elementtiin.</w:t>
            </w:r>
          </w:p>
        </w:tc>
      </w:tr>
      <w:tr w:rsidR="00344769" w14:paraId="617791DC" w14:textId="77777777" w:rsidTr="008F6071">
        <w:trPr>
          <w:trHeight w:val="255"/>
        </w:trPr>
        <w:tc>
          <w:tcPr>
            <w:tcW w:w="3011" w:type="dxa"/>
            <w:shd w:val="clear" w:color="FFFF99" w:fill="auto"/>
            <w:noWrap/>
            <w:vAlign w:val="center"/>
          </w:tcPr>
          <w:p w14:paraId="5761C828" w14:textId="77777777" w:rsidR="00344769" w:rsidRDefault="00344769" w:rsidP="000875F3">
            <w:pPr>
              <w:ind w:firstLine="807"/>
              <w:rPr>
                <w:rFonts w:ascii="Microsoft Sans Serif" w:hAnsi="Microsoft Sans Serif" w:cs="Microsoft Sans Serif"/>
                <w:bCs/>
                <w:iCs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bCs/>
                <w:iCs/>
                <w:sz w:val="18"/>
                <w:szCs w:val="18"/>
              </w:rPr>
              <w:t>given</w:t>
            </w:r>
          </w:p>
        </w:tc>
        <w:tc>
          <w:tcPr>
            <w:tcW w:w="1134" w:type="dxa"/>
            <w:gridSpan w:val="2"/>
            <w:shd w:val="clear" w:color="FFFF99" w:fill="auto"/>
            <w:noWrap/>
            <w:vAlign w:val="center"/>
          </w:tcPr>
          <w:p w14:paraId="5D4890C7" w14:textId="77777777" w:rsidR="00344769" w:rsidRDefault="00344769" w:rsidP="000875F3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0..*</w:t>
            </w:r>
          </w:p>
        </w:tc>
        <w:tc>
          <w:tcPr>
            <w:tcW w:w="1134" w:type="dxa"/>
            <w:gridSpan w:val="2"/>
            <w:shd w:val="clear" w:color="FFFF99" w:fill="auto"/>
            <w:vAlign w:val="center"/>
          </w:tcPr>
          <w:p w14:paraId="43E711DC" w14:textId="77777777" w:rsidR="00344769" w:rsidRDefault="00344769" w:rsidP="000875F3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shd w:val="clear" w:color="FFFF99" w:fill="auto"/>
            <w:vAlign w:val="center"/>
          </w:tcPr>
          <w:p w14:paraId="12A51086" w14:textId="77777777" w:rsidR="00344769" w:rsidRDefault="00344769" w:rsidP="000875F3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Henkilön etunimi</w:t>
            </w:r>
          </w:p>
        </w:tc>
      </w:tr>
      <w:tr w:rsidR="00344769" w14:paraId="3E733DE5" w14:textId="77777777" w:rsidTr="008F6071">
        <w:trPr>
          <w:trHeight w:val="255"/>
        </w:trPr>
        <w:tc>
          <w:tcPr>
            <w:tcW w:w="3011" w:type="dxa"/>
            <w:shd w:val="clear" w:color="FFFF99" w:fill="auto"/>
            <w:noWrap/>
            <w:vAlign w:val="center"/>
          </w:tcPr>
          <w:p w14:paraId="43239311" w14:textId="77777777" w:rsidR="00344769" w:rsidRDefault="00344769" w:rsidP="000875F3">
            <w:pPr>
              <w:ind w:firstLine="807"/>
              <w:rPr>
                <w:rFonts w:ascii="Microsoft Sans Serif" w:hAnsi="Microsoft Sans Serif" w:cs="Microsoft Sans Serif"/>
                <w:bCs/>
                <w:iCs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bCs/>
                <w:iCs/>
                <w:sz w:val="18"/>
                <w:szCs w:val="18"/>
              </w:rPr>
              <w:t>family</w:t>
            </w:r>
          </w:p>
        </w:tc>
        <w:tc>
          <w:tcPr>
            <w:tcW w:w="1134" w:type="dxa"/>
            <w:gridSpan w:val="2"/>
            <w:shd w:val="clear" w:color="FFFF99" w:fill="auto"/>
            <w:noWrap/>
            <w:vAlign w:val="center"/>
          </w:tcPr>
          <w:p w14:paraId="46CDCD77" w14:textId="77777777" w:rsidR="00344769" w:rsidRDefault="00344769" w:rsidP="000875F3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0..*</w:t>
            </w:r>
          </w:p>
        </w:tc>
        <w:tc>
          <w:tcPr>
            <w:tcW w:w="1134" w:type="dxa"/>
            <w:gridSpan w:val="2"/>
            <w:shd w:val="clear" w:color="FFFF99" w:fill="auto"/>
            <w:vAlign w:val="center"/>
          </w:tcPr>
          <w:p w14:paraId="60502359" w14:textId="77777777" w:rsidR="00344769" w:rsidRDefault="00344769" w:rsidP="000875F3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shd w:val="clear" w:color="FFFF99" w:fill="auto"/>
            <w:vAlign w:val="center"/>
          </w:tcPr>
          <w:p w14:paraId="7D68F45B" w14:textId="77777777" w:rsidR="00344769" w:rsidRDefault="00344769" w:rsidP="000875F3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Henkilön sukunimi</w:t>
            </w:r>
          </w:p>
        </w:tc>
      </w:tr>
      <w:tr w:rsidR="00344769" w14:paraId="7C472576" w14:textId="77777777" w:rsidTr="008F6071">
        <w:trPr>
          <w:trHeight w:val="255"/>
        </w:trPr>
        <w:tc>
          <w:tcPr>
            <w:tcW w:w="3011" w:type="dxa"/>
            <w:shd w:val="clear" w:color="FFFF99" w:fill="auto"/>
            <w:noWrap/>
            <w:vAlign w:val="center"/>
          </w:tcPr>
          <w:p w14:paraId="661A5753" w14:textId="77777777" w:rsidR="00344769" w:rsidRPr="00B23067" w:rsidRDefault="00344769" w:rsidP="000875F3">
            <w:pPr>
              <w:ind w:firstLine="807"/>
              <w:rPr>
                <w:rFonts w:ascii="Microsoft Sans Serif" w:hAnsi="Microsoft Sans Serif" w:cs="Microsoft Sans Serif"/>
                <w:bCs/>
                <w:iCs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bCs/>
                <w:iCs/>
                <w:color w:val="A6A6A6" w:themeColor="background1" w:themeShade="A6"/>
                <w:sz w:val="18"/>
                <w:szCs w:val="18"/>
              </w:rPr>
              <w:t>prefix</w:t>
            </w:r>
          </w:p>
        </w:tc>
        <w:tc>
          <w:tcPr>
            <w:tcW w:w="1134" w:type="dxa"/>
            <w:gridSpan w:val="2"/>
            <w:shd w:val="clear" w:color="FFFF99" w:fill="auto"/>
            <w:noWrap/>
            <w:vAlign w:val="center"/>
          </w:tcPr>
          <w:p w14:paraId="1B9502E4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0..*</w:t>
            </w:r>
          </w:p>
        </w:tc>
        <w:tc>
          <w:tcPr>
            <w:tcW w:w="1134" w:type="dxa"/>
            <w:gridSpan w:val="2"/>
            <w:shd w:val="clear" w:color="FFFF99" w:fill="auto"/>
            <w:vAlign w:val="center"/>
          </w:tcPr>
          <w:p w14:paraId="3E9CA258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shd w:val="clear" w:color="FFFF99" w:fill="auto"/>
            <w:vAlign w:val="center"/>
          </w:tcPr>
          <w:p w14:paraId="1A0CE8AE" w14:textId="4BA3799A" w:rsidR="00344769" w:rsidRPr="00B23067" w:rsidRDefault="00231301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344769" w14:paraId="4595E1E8" w14:textId="77777777" w:rsidTr="008F6071">
        <w:trPr>
          <w:trHeight w:val="255"/>
        </w:trPr>
        <w:tc>
          <w:tcPr>
            <w:tcW w:w="3011" w:type="dxa"/>
            <w:shd w:val="clear" w:color="FFFF99" w:fill="auto"/>
            <w:noWrap/>
            <w:vAlign w:val="center"/>
          </w:tcPr>
          <w:p w14:paraId="5075204B" w14:textId="77777777" w:rsidR="00344769" w:rsidRPr="00B23067" w:rsidRDefault="00344769" w:rsidP="000875F3">
            <w:pPr>
              <w:ind w:firstLine="807"/>
              <w:rPr>
                <w:rFonts w:ascii="Microsoft Sans Serif" w:hAnsi="Microsoft Sans Serif" w:cs="Microsoft Sans Serif"/>
                <w:bCs/>
                <w:iCs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bCs/>
                <w:iCs/>
                <w:color w:val="A6A6A6" w:themeColor="background1" w:themeShade="A6"/>
                <w:sz w:val="18"/>
                <w:szCs w:val="18"/>
              </w:rPr>
              <w:t>suffix</w:t>
            </w:r>
          </w:p>
        </w:tc>
        <w:tc>
          <w:tcPr>
            <w:tcW w:w="1134" w:type="dxa"/>
            <w:gridSpan w:val="2"/>
            <w:shd w:val="clear" w:color="FFFF99" w:fill="auto"/>
            <w:noWrap/>
            <w:vAlign w:val="center"/>
          </w:tcPr>
          <w:p w14:paraId="3864C3F9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0..*</w:t>
            </w:r>
          </w:p>
        </w:tc>
        <w:tc>
          <w:tcPr>
            <w:tcW w:w="1134" w:type="dxa"/>
            <w:gridSpan w:val="2"/>
            <w:shd w:val="clear" w:color="FFFF99" w:fill="auto"/>
            <w:vAlign w:val="center"/>
          </w:tcPr>
          <w:p w14:paraId="0CBF026C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shd w:val="clear" w:color="FFFF99" w:fill="auto"/>
            <w:vAlign w:val="center"/>
          </w:tcPr>
          <w:p w14:paraId="16CCB058" w14:textId="11B95CDB" w:rsidR="00344769" w:rsidRPr="00B23067" w:rsidRDefault="00231301" w:rsidP="00231301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344769" w14:paraId="0EECDE7D" w14:textId="77777777" w:rsidTr="008F6071">
        <w:trPr>
          <w:trHeight w:val="255"/>
        </w:trPr>
        <w:tc>
          <w:tcPr>
            <w:tcW w:w="3011" w:type="dxa"/>
            <w:shd w:val="clear" w:color="FFFF99" w:fill="C0C0C0"/>
            <w:noWrap/>
            <w:vAlign w:val="center"/>
          </w:tcPr>
          <w:p w14:paraId="22085521" w14:textId="77777777" w:rsidR="00344769" w:rsidRPr="00B23067" w:rsidRDefault="00344769" w:rsidP="000875F3">
            <w:pPr>
              <w:ind w:firstLineChars="335" w:firstLine="603"/>
              <w:rPr>
                <w:rFonts w:ascii="Microsoft Sans Serif" w:hAnsi="Microsoft Sans Serif" w:cs="Microsoft Sans Serif"/>
                <w:b/>
                <w:bCs/>
                <w:iCs/>
                <w:color w:val="A6A6A6" w:themeColor="background1" w:themeShade="A6"/>
                <w:sz w:val="18"/>
                <w:szCs w:val="18"/>
                <w:lang w:val="en-US"/>
              </w:rPr>
            </w:pPr>
            <w:r w:rsidRPr="00B23067">
              <w:rPr>
                <w:rFonts w:ascii="Microsoft Sans Serif" w:hAnsi="Microsoft Sans Serif" w:cs="Microsoft Sans Serif"/>
                <w:b/>
                <w:bCs/>
                <w:iCs/>
                <w:color w:val="A6A6A6" w:themeColor="background1" w:themeShade="A6"/>
                <w:sz w:val="18"/>
                <w:szCs w:val="18"/>
                <w:lang w:val="en-US"/>
              </w:rPr>
              <w:t>assignedAuthoringDevice</w:t>
            </w:r>
          </w:p>
        </w:tc>
        <w:tc>
          <w:tcPr>
            <w:tcW w:w="1134" w:type="dxa"/>
            <w:gridSpan w:val="2"/>
            <w:shd w:val="clear" w:color="FFFF99" w:fill="C0C0C0"/>
            <w:noWrap/>
            <w:vAlign w:val="center"/>
          </w:tcPr>
          <w:p w14:paraId="34B69048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  <w:lang w:val="en-US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  <w:lang w:val="en-US"/>
              </w:rPr>
              <w:t>0..1</w:t>
            </w:r>
          </w:p>
        </w:tc>
        <w:tc>
          <w:tcPr>
            <w:tcW w:w="1134" w:type="dxa"/>
            <w:gridSpan w:val="2"/>
            <w:shd w:val="clear" w:color="FFFF99" w:fill="C0C0C0"/>
            <w:vAlign w:val="center"/>
          </w:tcPr>
          <w:p w14:paraId="5AC9E3F6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  <w:lang w:val="en-US"/>
              </w:rPr>
            </w:pPr>
          </w:p>
        </w:tc>
        <w:tc>
          <w:tcPr>
            <w:tcW w:w="2977" w:type="dxa"/>
            <w:gridSpan w:val="2"/>
            <w:shd w:val="clear" w:color="FFFF99" w:fill="C0C0C0"/>
            <w:vAlign w:val="center"/>
          </w:tcPr>
          <w:p w14:paraId="0E3B2AFD" w14:textId="77777777" w:rsidR="00344769" w:rsidRPr="00B23067" w:rsidRDefault="00344769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  <w:lang w:val="en-US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  <w:lang w:val="en-US"/>
              </w:rPr>
              <w:t>ei käytössä</w:t>
            </w:r>
          </w:p>
        </w:tc>
      </w:tr>
      <w:tr w:rsidR="00344769" w14:paraId="363254C8" w14:textId="77777777" w:rsidTr="008F6071">
        <w:trPr>
          <w:trHeight w:val="255"/>
        </w:trPr>
        <w:tc>
          <w:tcPr>
            <w:tcW w:w="3011" w:type="dxa"/>
            <w:shd w:val="clear" w:color="FFFF99" w:fill="C0C0C0"/>
            <w:noWrap/>
            <w:vAlign w:val="center"/>
          </w:tcPr>
          <w:p w14:paraId="30202C31" w14:textId="77777777" w:rsidR="00344769" w:rsidRPr="00230434" w:rsidRDefault="00344769" w:rsidP="000875F3">
            <w:pPr>
              <w:ind w:firstLineChars="335" w:firstLine="603"/>
              <w:rPr>
                <w:rFonts w:ascii="Microsoft Sans Serif" w:hAnsi="Microsoft Sans Serif" w:cs="Microsoft Sans Serif"/>
                <w:b/>
                <w:bCs/>
                <w:iCs/>
                <w:color w:val="A6A6A6" w:themeColor="background1" w:themeShade="A6"/>
                <w:sz w:val="18"/>
                <w:szCs w:val="18"/>
                <w:lang w:val="en-US"/>
              </w:rPr>
            </w:pPr>
            <w:r w:rsidRPr="00230434">
              <w:rPr>
                <w:rFonts w:ascii="Microsoft Sans Serif" w:hAnsi="Microsoft Sans Serif" w:cs="Microsoft Sans Serif"/>
                <w:b/>
                <w:bCs/>
                <w:iCs/>
                <w:color w:val="A6A6A6" w:themeColor="background1" w:themeShade="A6"/>
                <w:sz w:val="18"/>
                <w:szCs w:val="18"/>
                <w:lang w:val="en-US"/>
              </w:rPr>
              <w:t>representedOrganization</w:t>
            </w:r>
          </w:p>
        </w:tc>
        <w:tc>
          <w:tcPr>
            <w:tcW w:w="1134" w:type="dxa"/>
            <w:gridSpan w:val="2"/>
            <w:shd w:val="clear" w:color="FFFF99" w:fill="C0C0C0"/>
            <w:noWrap/>
            <w:vAlign w:val="center"/>
          </w:tcPr>
          <w:p w14:paraId="5D4C11EA" w14:textId="77777777" w:rsidR="00344769" w:rsidRPr="00230434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230434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gridSpan w:val="2"/>
            <w:shd w:val="clear" w:color="FFFF99" w:fill="C0C0C0"/>
            <w:vAlign w:val="center"/>
          </w:tcPr>
          <w:p w14:paraId="4A582E1A" w14:textId="77777777" w:rsidR="00344769" w:rsidRPr="00230434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shd w:val="clear" w:color="FFFF99" w:fill="C0C0C0"/>
            <w:vAlign w:val="center"/>
          </w:tcPr>
          <w:p w14:paraId="33ED6B18" w14:textId="55C51F49" w:rsidR="00344769" w:rsidRPr="00230434" w:rsidRDefault="00230434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230434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  <w:lang w:val="en-US"/>
              </w:rPr>
              <w:t>ei käytössä</w:t>
            </w:r>
          </w:p>
        </w:tc>
      </w:tr>
      <w:tr w:rsidR="00344769" w14:paraId="6535B75E" w14:textId="77777777" w:rsidTr="008F6071">
        <w:trPr>
          <w:trHeight w:val="255"/>
        </w:trPr>
        <w:tc>
          <w:tcPr>
            <w:tcW w:w="3257" w:type="dxa"/>
            <w:gridSpan w:val="2"/>
            <w:shd w:val="clear" w:color="FFFF99" w:fill="FFFFFF"/>
            <w:noWrap/>
            <w:vAlign w:val="center"/>
          </w:tcPr>
          <w:p w14:paraId="43EB470F" w14:textId="77777777" w:rsidR="00344769" w:rsidRPr="00230434" w:rsidRDefault="00344769" w:rsidP="000875F3">
            <w:pPr>
              <w:ind w:firstLineChars="464" w:firstLine="835"/>
              <w:rPr>
                <w:rFonts w:ascii="Microsoft Sans Serif" w:hAnsi="Microsoft Sans Serif" w:cs="Microsoft Sans Serif"/>
                <w:bCs/>
                <w:iCs/>
                <w:color w:val="A6A6A6" w:themeColor="background1" w:themeShade="A6"/>
                <w:sz w:val="18"/>
                <w:szCs w:val="18"/>
              </w:rPr>
            </w:pPr>
            <w:r w:rsidRPr="00230434">
              <w:rPr>
                <w:rFonts w:ascii="Microsoft Sans Serif" w:hAnsi="Microsoft Sans Serif" w:cs="Microsoft Sans Serif"/>
                <w:bCs/>
                <w:iCs/>
                <w:color w:val="A6A6A6" w:themeColor="background1" w:themeShade="A6"/>
                <w:sz w:val="18"/>
                <w:szCs w:val="18"/>
              </w:rPr>
              <w:t>id</w:t>
            </w:r>
          </w:p>
        </w:tc>
        <w:tc>
          <w:tcPr>
            <w:tcW w:w="1089" w:type="dxa"/>
            <w:gridSpan w:val="2"/>
            <w:shd w:val="clear" w:color="FFFF99" w:fill="FFFFFF"/>
            <w:noWrap/>
            <w:vAlign w:val="center"/>
          </w:tcPr>
          <w:p w14:paraId="3411F273" w14:textId="77777777" w:rsidR="00344769" w:rsidRPr="00230434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230434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1..1</w:t>
            </w:r>
          </w:p>
        </w:tc>
        <w:tc>
          <w:tcPr>
            <w:tcW w:w="1249" w:type="dxa"/>
            <w:gridSpan w:val="2"/>
            <w:shd w:val="clear" w:color="FFFF99" w:fill="FFFFFF"/>
            <w:vAlign w:val="center"/>
          </w:tcPr>
          <w:p w14:paraId="2F8F041D" w14:textId="77777777" w:rsidR="00344769" w:rsidRPr="00230434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661" w:type="dxa"/>
            <w:shd w:val="clear" w:color="FFFF99" w:fill="FFFFFF"/>
            <w:vAlign w:val="center"/>
          </w:tcPr>
          <w:p w14:paraId="1C9D9A50" w14:textId="697D7040" w:rsidR="00C81821" w:rsidRPr="00230434" w:rsidRDefault="00230434" w:rsidP="00AE0EFF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230434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  <w:lang w:val="en-US"/>
              </w:rPr>
              <w:t>ei käytössä</w:t>
            </w:r>
          </w:p>
        </w:tc>
      </w:tr>
      <w:tr w:rsidR="00344769" w14:paraId="16396EC1" w14:textId="77777777" w:rsidTr="008F6071">
        <w:trPr>
          <w:trHeight w:val="255"/>
        </w:trPr>
        <w:tc>
          <w:tcPr>
            <w:tcW w:w="3257" w:type="dxa"/>
            <w:gridSpan w:val="2"/>
            <w:shd w:val="clear" w:color="auto" w:fill="C0C0C0"/>
            <w:noWrap/>
            <w:vAlign w:val="center"/>
          </w:tcPr>
          <w:p w14:paraId="58C875DA" w14:textId="77777777" w:rsidR="00344769" w:rsidRPr="00B23067" w:rsidRDefault="00344769" w:rsidP="000875F3">
            <w:pPr>
              <w:ind w:firstLineChars="464" w:firstLine="835"/>
              <w:rPr>
                <w:rFonts w:ascii="Microsoft Sans Serif" w:hAnsi="Microsoft Sans Serif" w:cs="Microsoft Sans Serif"/>
                <w:bCs/>
                <w:iCs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bCs/>
                <w:iCs/>
                <w:color w:val="A6A6A6" w:themeColor="background1" w:themeShade="A6"/>
                <w:sz w:val="18"/>
                <w:szCs w:val="18"/>
              </w:rPr>
              <w:t>asOrganizationPartOf</w:t>
            </w:r>
          </w:p>
        </w:tc>
        <w:tc>
          <w:tcPr>
            <w:tcW w:w="1089" w:type="dxa"/>
            <w:gridSpan w:val="2"/>
            <w:shd w:val="clear" w:color="auto" w:fill="C0C0C0"/>
            <w:noWrap/>
            <w:vAlign w:val="center"/>
          </w:tcPr>
          <w:p w14:paraId="1D5E0AD5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1249" w:type="dxa"/>
            <w:gridSpan w:val="2"/>
            <w:shd w:val="clear" w:color="auto" w:fill="C0C0C0"/>
            <w:vAlign w:val="center"/>
          </w:tcPr>
          <w:p w14:paraId="3BD250AA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661" w:type="dxa"/>
            <w:shd w:val="clear" w:color="auto" w:fill="C0C0C0"/>
            <w:vAlign w:val="center"/>
          </w:tcPr>
          <w:p w14:paraId="0E6D67F2" w14:textId="5CA7FFBA" w:rsidR="00344769" w:rsidRPr="00B23067" w:rsidRDefault="003E5E66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344769" w14:paraId="029E9B27" w14:textId="77777777" w:rsidTr="008F6071">
        <w:trPr>
          <w:trHeight w:val="255"/>
        </w:trPr>
        <w:tc>
          <w:tcPr>
            <w:tcW w:w="3257" w:type="dxa"/>
            <w:gridSpan w:val="2"/>
            <w:shd w:val="clear" w:color="auto" w:fill="C0C0C0"/>
            <w:noWrap/>
            <w:vAlign w:val="center"/>
          </w:tcPr>
          <w:p w14:paraId="345AB2AA" w14:textId="77777777" w:rsidR="00344769" w:rsidRPr="00B23067" w:rsidRDefault="00344769" w:rsidP="000875F3">
            <w:pPr>
              <w:ind w:firstLineChars="575" w:firstLine="1035"/>
              <w:rPr>
                <w:rFonts w:ascii="Microsoft Sans Serif" w:hAnsi="Microsoft Sans Serif" w:cs="Microsoft Sans Serif"/>
                <w:bCs/>
                <w:iCs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bCs/>
                <w:iCs/>
                <w:color w:val="A6A6A6" w:themeColor="background1" w:themeShade="A6"/>
                <w:sz w:val="18"/>
                <w:szCs w:val="18"/>
              </w:rPr>
              <w:t>wholeOrganization</w:t>
            </w:r>
          </w:p>
        </w:tc>
        <w:tc>
          <w:tcPr>
            <w:tcW w:w="1089" w:type="dxa"/>
            <w:gridSpan w:val="2"/>
            <w:shd w:val="clear" w:color="auto" w:fill="C0C0C0"/>
            <w:noWrap/>
            <w:vAlign w:val="center"/>
          </w:tcPr>
          <w:p w14:paraId="1684E15A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1249" w:type="dxa"/>
            <w:gridSpan w:val="2"/>
            <w:shd w:val="clear" w:color="auto" w:fill="C0C0C0"/>
            <w:vAlign w:val="center"/>
          </w:tcPr>
          <w:p w14:paraId="02C5F904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661" w:type="dxa"/>
            <w:shd w:val="clear" w:color="auto" w:fill="C0C0C0"/>
            <w:vAlign w:val="center"/>
          </w:tcPr>
          <w:p w14:paraId="7FEEAE38" w14:textId="4627C86F" w:rsidR="00344769" w:rsidRPr="00B23067" w:rsidRDefault="003E5E66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344769" w14:paraId="4F62F252" w14:textId="77777777" w:rsidTr="008F6071">
        <w:trPr>
          <w:trHeight w:val="255"/>
        </w:trPr>
        <w:tc>
          <w:tcPr>
            <w:tcW w:w="3257" w:type="dxa"/>
            <w:gridSpan w:val="2"/>
            <w:shd w:val="clear" w:color="auto" w:fill="C0C0C0"/>
            <w:noWrap/>
            <w:vAlign w:val="center"/>
          </w:tcPr>
          <w:p w14:paraId="19B2D481" w14:textId="77777777" w:rsidR="00344769" w:rsidRPr="00B23067" w:rsidRDefault="00344769" w:rsidP="000875F3">
            <w:pPr>
              <w:ind w:firstLineChars="657" w:firstLine="1183"/>
              <w:rPr>
                <w:rFonts w:ascii="Microsoft Sans Serif" w:hAnsi="Microsoft Sans Serif" w:cs="Microsoft Sans Serif"/>
                <w:bCs/>
                <w:iCs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bCs/>
                <w:iCs/>
                <w:color w:val="A6A6A6" w:themeColor="background1" w:themeShade="A6"/>
                <w:sz w:val="18"/>
                <w:szCs w:val="18"/>
              </w:rPr>
              <w:t>id</w:t>
            </w:r>
          </w:p>
        </w:tc>
        <w:tc>
          <w:tcPr>
            <w:tcW w:w="1089" w:type="dxa"/>
            <w:gridSpan w:val="2"/>
            <w:shd w:val="clear" w:color="auto" w:fill="C0C0C0"/>
            <w:noWrap/>
            <w:vAlign w:val="center"/>
          </w:tcPr>
          <w:p w14:paraId="7C8F0838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1..1</w:t>
            </w:r>
          </w:p>
        </w:tc>
        <w:tc>
          <w:tcPr>
            <w:tcW w:w="1249" w:type="dxa"/>
            <w:gridSpan w:val="2"/>
            <w:shd w:val="clear" w:color="auto" w:fill="C0C0C0"/>
            <w:vAlign w:val="center"/>
          </w:tcPr>
          <w:p w14:paraId="163B3565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661" w:type="dxa"/>
            <w:shd w:val="clear" w:color="auto" w:fill="C0C0C0"/>
            <w:vAlign w:val="center"/>
          </w:tcPr>
          <w:p w14:paraId="787C30A4" w14:textId="0C0C89DE" w:rsidR="00344769" w:rsidRPr="00B23067" w:rsidRDefault="003E5E66" w:rsidP="003E5E66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344769" w14:paraId="14EC1EB3" w14:textId="77777777" w:rsidTr="008F6071">
        <w:trPr>
          <w:trHeight w:val="255"/>
        </w:trPr>
        <w:tc>
          <w:tcPr>
            <w:tcW w:w="3011" w:type="dxa"/>
            <w:shd w:val="clear" w:color="auto" w:fill="C0C0C0"/>
            <w:noWrap/>
            <w:vAlign w:val="center"/>
          </w:tcPr>
          <w:p w14:paraId="21F71F9D" w14:textId="77777777" w:rsidR="00344769" w:rsidRPr="00B23067" w:rsidRDefault="00344769" w:rsidP="000875F3">
            <w:pPr>
              <w:ind w:firstLineChars="100" w:firstLine="180"/>
              <w:rPr>
                <w:rFonts w:ascii="Microsoft Sans Serif" w:hAnsi="Microsoft Sans Serif" w:cs="Microsoft Sans Serif"/>
                <w:b/>
                <w:bCs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b/>
                <w:bCs/>
                <w:color w:val="A6A6A6" w:themeColor="background1" w:themeShade="A6"/>
                <w:sz w:val="18"/>
                <w:szCs w:val="18"/>
              </w:rPr>
              <w:t>custodian</w:t>
            </w:r>
          </w:p>
        </w:tc>
        <w:tc>
          <w:tcPr>
            <w:tcW w:w="1134" w:type="dxa"/>
            <w:gridSpan w:val="2"/>
            <w:shd w:val="clear" w:color="auto" w:fill="C0C0C0"/>
            <w:noWrap/>
            <w:vAlign w:val="center"/>
          </w:tcPr>
          <w:p w14:paraId="20848C20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1..1</w:t>
            </w:r>
          </w:p>
        </w:tc>
        <w:tc>
          <w:tcPr>
            <w:tcW w:w="1134" w:type="dxa"/>
            <w:gridSpan w:val="2"/>
            <w:shd w:val="clear" w:color="auto" w:fill="C0C0C0"/>
            <w:vAlign w:val="center"/>
          </w:tcPr>
          <w:p w14:paraId="1800630C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shd w:val="clear" w:color="auto" w:fill="C0C0C0"/>
            <w:vAlign w:val="center"/>
          </w:tcPr>
          <w:p w14:paraId="61E47868" w14:textId="77777777" w:rsidR="00344769" w:rsidRPr="00B23067" w:rsidRDefault="00344769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344769" w14:paraId="39924663" w14:textId="77777777" w:rsidTr="008F6071">
        <w:trPr>
          <w:trHeight w:val="255"/>
        </w:trPr>
        <w:tc>
          <w:tcPr>
            <w:tcW w:w="3011" w:type="dxa"/>
            <w:shd w:val="clear" w:color="auto" w:fill="C0C0C0"/>
            <w:noWrap/>
            <w:vAlign w:val="center"/>
          </w:tcPr>
          <w:p w14:paraId="4162889A" w14:textId="77777777" w:rsidR="00344769" w:rsidRPr="00B23067" w:rsidRDefault="00344769" w:rsidP="000875F3">
            <w:pPr>
              <w:ind w:firstLineChars="100" w:firstLine="180"/>
              <w:rPr>
                <w:rFonts w:ascii="Microsoft Sans Serif" w:hAnsi="Microsoft Sans Serif" w:cs="Microsoft Sans Serif"/>
                <w:b/>
                <w:bCs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b/>
                <w:bCs/>
                <w:color w:val="A6A6A6" w:themeColor="background1" w:themeShade="A6"/>
                <w:sz w:val="18"/>
                <w:szCs w:val="18"/>
              </w:rPr>
              <w:t>informationRecipient</w:t>
            </w:r>
          </w:p>
        </w:tc>
        <w:tc>
          <w:tcPr>
            <w:tcW w:w="1134" w:type="dxa"/>
            <w:gridSpan w:val="2"/>
            <w:shd w:val="clear" w:color="auto" w:fill="C0C0C0"/>
            <w:noWrap/>
            <w:vAlign w:val="center"/>
          </w:tcPr>
          <w:p w14:paraId="7C1F5209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0..*</w:t>
            </w:r>
          </w:p>
        </w:tc>
        <w:tc>
          <w:tcPr>
            <w:tcW w:w="1134" w:type="dxa"/>
            <w:gridSpan w:val="2"/>
            <w:shd w:val="clear" w:color="auto" w:fill="C0C0C0"/>
            <w:vAlign w:val="center"/>
          </w:tcPr>
          <w:p w14:paraId="589B1828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shd w:val="clear" w:color="auto" w:fill="C0C0C0"/>
            <w:vAlign w:val="center"/>
          </w:tcPr>
          <w:p w14:paraId="50FA9E28" w14:textId="77777777" w:rsidR="00344769" w:rsidRPr="00B23067" w:rsidRDefault="00344769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344769" w14:paraId="55E04DE3" w14:textId="77777777" w:rsidTr="008F6071">
        <w:trPr>
          <w:trHeight w:val="255"/>
        </w:trPr>
        <w:tc>
          <w:tcPr>
            <w:tcW w:w="3011" w:type="dxa"/>
            <w:shd w:val="clear" w:color="auto" w:fill="C0C0C0"/>
            <w:noWrap/>
            <w:vAlign w:val="center"/>
          </w:tcPr>
          <w:p w14:paraId="3BA32659" w14:textId="77777777" w:rsidR="00344769" w:rsidRPr="00B23067" w:rsidRDefault="00344769" w:rsidP="000875F3">
            <w:pPr>
              <w:ind w:firstLineChars="100" w:firstLine="180"/>
              <w:rPr>
                <w:rFonts w:ascii="Microsoft Sans Serif" w:hAnsi="Microsoft Sans Serif" w:cs="Microsoft Sans Serif"/>
                <w:b/>
                <w:bCs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b/>
                <w:bCs/>
                <w:color w:val="A6A6A6" w:themeColor="background1" w:themeShade="A6"/>
                <w:sz w:val="18"/>
                <w:szCs w:val="18"/>
              </w:rPr>
              <w:lastRenderedPageBreak/>
              <w:t>legalAuthenticator</w:t>
            </w:r>
          </w:p>
        </w:tc>
        <w:tc>
          <w:tcPr>
            <w:tcW w:w="1134" w:type="dxa"/>
            <w:gridSpan w:val="2"/>
            <w:shd w:val="clear" w:color="auto" w:fill="C0C0C0"/>
            <w:noWrap/>
            <w:vAlign w:val="center"/>
          </w:tcPr>
          <w:p w14:paraId="7D02EAC3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gridSpan w:val="2"/>
            <w:shd w:val="clear" w:color="auto" w:fill="C0C0C0"/>
            <w:vAlign w:val="center"/>
          </w:tcPr>
          <w:p w14:paraId="73F53126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shd w:val="clear" w:color="auto" w:fill="C0C0C0"/>
            <w:vAlign w:val="center"/>
          </w:tcPr>
          <w:p w14:paraId="206B77D1" w14:textId="77777777" w:rsidR="00344769" w:rsidRPr="00B23067" w:rsidRDefault="00344769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344769" w14:paraId="622C4398" w14:textId="77777777" w:rsidTr="008F6071">
        <w:trPr>
          <w:trHeight w:val="255"/>
        </w:trPr>
        <w:tc>
          <w:tcPr>
            <w:tcW w:w="3011" w:type="dxa"/>
            <w:shd w:val="clear" w:color="auto" w:fill="C0C0C0"/>
            <w:noWrap/>
            <w:vAlign w:val="center"/>
          </w:tcPr>
          <w:p w14:paraId="1918E9D0" w14:textId="77777777" w:rsidR="00344769" w:rsidRPr="00B23067" w:rsidRDefault="00344769" w:rsidP="000875F3">
            <w:pPr>
              <w:ind w:firstLineChars="100" w:firstLine="180"/>
              <w:rPr>
                <w:rFonts w:ascii="Microsoft Sans Serif" w:hAnsi="Microsoft Sans Serif" w:cs="Microsoft Sans Serif"/>
                <w:b/>
                <w:bCs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b/>
                <w:bCs/>
                <w:color w:val="A6A6A6" w:themeColor="background1" w:themeShade="A6"/>
                <w:sz w:val="18"/>
                <w:szCs w:val="18"/>
              </w:rPr>
              <w:t>authenticator</w:t>
            </w:r>
          </w:p>
        </w:tc>
        <w:tc>
          <w:tcPr>
            <w:tcW w:w="1134" w:type="dxa"/>
            <w:gridSpan w:val="2"/>
            <w:shd w:val="clear" w:color="auto" w:fill="C0C0C0"/>
            <w:noWrap/>
            <w:vAlign w:val="center"/>
          </w:tcPr>
          <w:p w14:paraId="6BCE9D10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0..*</w:t>
            </w:r>
          </w:p>
        </w:tc>
        <w:tc>
          <w:tcPr>
            <w:tcW w:w="1134" w:type="dxa"/>
            <w:gridSpan w:val="2"/>
            <w:shd w:val="clear" w:color="auto" w:fill="C0C0C0"/>
            <w:vAlign w:val="center"/>
          </w:tcPr>
          <w:p w14:paraId="706C5A1B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shd w:val="clear" w:color="auto" w:fill="C0C0C0"/>
            <w:vAlign w:val="center"/>
          </w:tcPr>
          <w:p w14:paraId="07C9C236" w14:textId="77777777" w:rsidR="00344769" w:rsidRPr="00B23067" w:rsidRDefault="00344769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344769" w14:paraId="29685D99" w14:textId="77777777" w:rsidTr="008F6071">
        <w:trPr>
          <w:trHeight w:val="255"/>
        </w:trPr>
        <w:tc>
          <w:tcPr>
            <w:tcW w:w="3011" w:type="dxa"/>
            <w:shd w:val="clear" w:color="auto" w:fill="C0C0C0"/>
            <w:noWrap/>
            <w:vAlign w:val="center"/>
          </w:tcPr>
          <w:p w14:paraId="5729FDFA" w14:textId="77777777" w:rsidR="00344769" w:rsidRPr="00B23067" w:rsidRDefault="00344769" w:rsidP="000875F3">
            <w:pPr>
              <w:ind w:firstLineChars="100" w:firstLine="180"/>
              <w:rPr>
                <w:rFonts w:ascii="Microsoft Sans Serif" w:hAnsi="Microsoft Sans Serif" w:cs="Microsoft Sans Serif"/>
                <w:b/>
                <w:bCs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b/>
                <w:bCs/>
                <w:color w:val="A6A6A6" w:themeColor="background1" w:themeShade="A6"/>
                <w:sz w:val="18"/>
                <w:szCs w:val="18"/>
              </w:rPr>
              <w:t>participant</w:t>
            </w:r>
          </w:p>
        </w:tc>
        <w:tc>
          <w:tcPr>
            <w:tcW w:w="1134" w:type="dxa"/>
            <w:gridSpan w:val="2"/>
            <w:shd w:val="clear" w:color="auto" w:fill="C0C0C0"/>
            <w:noWrap/>
            <w:vAlign w:val="center"/>
          </w:tcPr>
          <w:p w14:paraId="01013EE9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0..*</w:t>
            </w:r>
          </w:p>
        </w:tc>
        <w:tc>
          <w:tcPr>
            <w:tcW w:w="1134" w:type="dxa"/>
            <w:gridSpan w:val="2"/>
            <w:shd w:val="clear" w:color="auto" w:fill="C0C0C0"/>
            <w:vAlign w:val="center"/>
          </w:tcPr>
          <w:p w14:paraId="27D71104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shd w:val="clear" w:color="auto" w:fill="C0C0C0"/>
            <w:vAlign w:val="center"/>
          </w:tcPr>
          <w:p w14:paraId="00B48BEB" w14:textId="77777777" w:rsidR="00344769" w:rsidRPr="00B23067" w:rsidRDefault="00344769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344769" w14:paraId="6831AAD2" w14:textId="77777777" w:rsidTr="008F6071">
        <w:trPr>
          <w:trHeight w:val="255"/>
        </w:trPr>
        <w:tc>
          <w:tcPr>
            <w:tcW w:w="3011" w:type="dxa"/>
            <w:shd w:val="clear" w:color="auto" w:fill="C0C0C0"/>
            <w:noWrap/>
            <w:vAlign w:val="center"/>
          </w:tcPr>
          <w:p w14:paraId="23DB80A7" w14:textId="77777777" w:rsidR="00344769" w:rsidRPr="00B23067" w:rsidRDefault="00344769" w:rsidP="000875F3">
            <w:pPr>
              <w:ind w:firstLineChars="100" w:firstLine="180"/>
              <w:rPr>
                <w:rFonts w:ascii="Microsoft Sans Serif" w:hAnsi="Microsoft Sans Serif" w:cs="Microsoft Sans Serif"/>
                <w:b/>
                <w:bCs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b/>
                <w:bCs/>
                <w:color w:val="A6A6A6" w:themeColor="background1" w:themeShade="A6"/>
                <w:sz w:val="18"/>
                <w:szCs w:val="18"/>
              </w:rPr>
              <w:t>inFulfillmentOf</w:t>
            </w:r>
          </w:p>
        </w:tc>
        <w:tc>
          <w:tcPr>
            <w:tcW w:w="1134" w:type="dxa"/>
            <w:gridSpan w:val="2"/>
            <w:shd w:val="clear" w:color="auto" w:fill="C0C0C0"/>
            <w:noWrap/>
            <w:vAlign w:val="center"/>
          </w:tcPr>
          <w:p w14:paraId="36E347A2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0..*</w:t>
            </w:r>
          </w:p>
        </w:tc>
        <w:tc>
          <w:tcPr>
            <w:tcW w:w="1134" w:type="dxa"/>
            <w:gridSpan w:val="2"/>
            <w:shd w:val="clear" w:color="auto" w:fill="C0C0C0"/>
            <w:vAlign w:val="center"/>
          </w:tcPr>
          <w:p w14:paraId="483FD7D6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shd w:val="clear" w:color="auto" w:fill="C0C0C0"/>
            <w:vAlign w:val="center"/>
          </w:tcPr>
          <w:p w14:paraId="5447F93E" w14:textId="77777777" w:rsidR="00344769" w:rsidRPr="00B23067" w:rsidRDefault="00344769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344769" w14:paraId="7F30214D" w14:textId="77777777" w:rsidTr="008F6071">
        <w:trPr>
          <w:trHeight w:val="255"/>
        </w:trPr>
        <w:tc>
          <w:tcPr>
            <w:tcW w:w="3011" w:type="dxa"/>
            <w:shd w:val="clear" w:color="auto" w:fill="C0C0C0"/>
            <w:noWrap/>
            <w:vAlign w:val="center"/>
          </w:tcPr>
          <w:p w14:paraId="54731853" w14:textId="77777777" w:rsidR="00344769" w:rsidRPr="00B23067" w:rsidRDefault="00344769" w:rsidP="000875F3">
            <w:pPr>
              <w:ind w:firstLineChars="100" w:firstLine="180"/>
              <w:rPr>
                <w:rFonts w:ascii="Microsoft Sans Serif" w:hAnsi="Microsoft Sans Serif" w:cs="Microsoft Sans Serif"/>
                <w:b/>
                <w:bCs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b/>
                <w:bCs/>
                <w:color w:val="A6A6A6" w:themeColor="background1" w:themeShade="A6"/>
                <w:sz w:val="18"/>
                <w:szCs w:val="18"/>
              </w:rPr>
              <w:t>documentationOf</w:t>
            </w:r>
          </w:p>
        </w:tc>
        <w:tc>
          <w:tcPr>
            <w:tcW w:w="1134" w:type="dxa"/>
            <w:gridSpan w:val="2"/>
            <w:shd w:val="clear" w:color="auto" w:fill="C0C0C0"/>
            <w:noWrap/>
            <w:vAlign w:val="center"/>
          </w:tcPr>
          <w:p w14:paraId="5E79006B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0..*</w:t>
            </w:r>
          </w:p>
        </w:tc>
        <w:tc>
          <w:tcPr>
            <w:tcW w:w="1134" w:type="dxa"/>
            <w:gridSpan w:val="2"/>
            <w:shd w:val="clear" w:color="auto" w:fill="C0C0C0"/>
            <w:vAlign w:val="center"/>
          </w:tcPr>
          <w:p w14:paraId="6311E1A9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shd w:val="clear" w:color="auto" w:fill="C0C0C0"/>
            <w:vAlign w:val="center"/>
          </w:tcPr>
          <w:p w14:paraId="400AF39A" w14:textId="77777777" w:rsidR="00344769" w:rsidRPr="00B23067" w:rsidRDefault="00344769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344769" w14:paraId="5A6185B5" w14:textId="77777777" w:rsidTr="008F6071">
        <w:trPr>
          <w:trHeight w:val="255"/>
        </w:trPr>
        <w:tc>
          <w:tcPr>
            <w:tcW w:w="3011" w:type="dxa"/>
            <w:shd w:val="clear" w:color="auto" w:fill="C0C0C0"/>
            <w:noWrap/>
            <w:vAlign w:val="center"/>
          </w:tcPr>
          <w:p w14:paraId="747A7650" w14:textId="77777777" w:rsidR="00344769" w:rsidRPr="00B23067" w:rsidRDefault="00344769" w:rsidP="000875F3">
            <w:pPr>
              <w:ind w:firstLineChars="100" w:firstLine="180"/>
              <w:rPr>
                <w:rFonts w:ascii="Microsoft Sans Serif" w:hAnsi="Microsoft Sans Serif" w:cs="Microsoft Sans Serif"/>
                <w:b/>
                <w:bCs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b/>
                <w:bCs/>
                <w:color w:val="A6A6A6" w:themeColor="background1" w:themeShade="A6"/>
                <w:sz w:val="18"/>
                <w:szCs w:val="18"/>
              </w:rPr>
              <w:t>relatedDocument</w:t>
            </w:r>
          </w:p>
        </w:tc>
        <w:tc>
          <w:tcPr>
            <w:tcW w:w="1134" w:type="dxa"/>
            <w:gridSpan w:val="2"/>
            <w:shd w:val="clear" w:color="auto" w:fill="C0C0C0"/>
            <w:noWrap/>
            <w:vAlign w:val="center"/>
          </w:tcPr>
          <w:p w14:paraId="1919D845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0..*</w:t>
            </w:r>
          </w:p>
        </w:tc>
        <w:tc>
          <w:tcPr>
            <w:tcW w:w="1134" w:type="dxa"/>
            <w:gridSpan w:val="2"/>
            <w:shd w:val="clear" w:color="auto" w:fill="C0C0C0"/>
            <w:vAlign w:val="center"/>
          </w:tcPr>
          <w:p w14:paraId="0F8A96A0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shd w:val="clear" w:color="auto" w:fill="C0C0C0"/>
            <w:vAlign w:val="center"/>
          </w:tcPr>
          <w:p w14:paraId="52C13D82" w14:textId="77777777" w:rsidR="00344769" w:rsidRPr="00B23067" w:rsidRDefault="00344769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344769" w14:paraId="7B7ECF32" w14:textId="77777777" w:rsidTr="008F6071">
        <w:trPr>
          <w:trHeight w:val="255"/>
        </w:trPr>
        <w:tc>
          <w:tcPr>
            <w:tcW w:w="3011" w:type="dxa"/>
            <w:shd w:val="clear" w:color="auto" w:fill="C0C0C0"/>
            <w:noWrap/>
            <w:vAlign w:val="center"/>
          </w:tcPr>
          <w:p w14:paraId="6A5356A7" w14:textId="77777777" w:rsidR="00344769" w:rsidRPr="00B23067" w:rsidRDefault="00344769" w:rsidP="000875F3">
            <w:pPr>
              <w:ind w:firstLineChars="100" w:firstLine="180"/>
              <w:rPr>
                <w:rFonts w:ascii="Microsoft Sans Serif" w:hAnsi="Microsoft Sans Serif" w:cs="Microsoft Sans Serif"/>
                <w:b/>
                <w:bCs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b/>
                <w:bCs/>
                <w:color w:val="A6A6A6" w:themeColor="background1" w:themeShade="A6"/>
                <w:sz w:val="18"/>
                <w:szCs w:val="18"/>
              </w:rPr>
              <w:t>authorization</w:t>
            </w:r>
          </w:p>
        </w:tc>
        <w:tc>
          <w:tcPr>
            <w:tcW w:w="1134" w:type="dxa"/>
            <w:gridSpan w:val="2"/>
            <w:shd w:val="clear" w:color="auto" w:fill="C0C0C0"/>
            <w:noWrap/>
            <w:vAlign w:val="center"/>
          </w:tcPr>
          <w:p w14:paraId="1A304612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0..*</w:t>
            </w:r>
          </w:p>
        </w:tc>
        <w:tc>
          <w:tcPr>
            <w:tcW w:w="1134" w:type="dxa"/>
            <w:gridSpan w:val="2"/>
            <w:shd w:val="clear" w:color="auto" w:fill="C0C0C0"/>
            <w:vAlign w:val="center"/>
          </w:tcPr>
          <w:p w14:paraId="48FCEE9D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shd w:val="clear" w:color="auto" w:fill="C0C0C0"/>
            <w:vAlign w:val="center"/>
          </w:tcPr>
          <w:p w14:paraId="2A5AE137" w14:textId="77777777" w:rsidR="00344769" w:rsidRPr="00B23067" w:rsidRDefault="00344769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344769" w14:paraId="1C23E9A4" w14:textId="77777777" w:rsidTr="008F6071">
        <w:trPr>
          <w:trHeight w:val="255"/>
        </w:trPr>
        <w:tc>
          <w:tcPr>
            <w:tcW w:w="3011" w:type="dxa"/>
            <w:shd w:val="clear" w:color="auto" w:fill="C0C0C0"/>
            <w:noWrap/>
            <w:vAlign w:val="center"/>
          </w:tcPr>
          <w:p w14:paraId="4ADFB7A9" w14:textId="77777777" w:rsidR="00344769" w:rsidRDefault="00344769" w:rsidP="000875F3">
            <w:pPr>
              <w:ind w:firstLineChars="100" w:firstLine="180"/>
              <w:rPr>
                <w:rFonts w:ascii="Microsoft Sans Serif" w:hAnsi="Microsoft Sans Serif" w:cs="Microsoft Sans Serif"/>
                <w:b/>
                <w:bCs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b/>
                <w:bCs/>
                <w:sz w:val="18"/>
                <w:szCs w:val="18"/>
              </w:rPr>
              <w:t>componentOf</w:t>
            </w:r>
          </w:p>
        </w:tc>
        <w:tc>
          <w:tcPr>
            <w:tcW w:w="1134" w:type="dxa"/>
            <w:gridSpan w:val="2"/>
            <w:shd w:val="clear" w:color="auto" w:fill="C0C0C0"/>
            <w:noWrap/>
            <w:vAlign w:val="center"/>
          </w:tcPr>
          <w:p w14:paraId="0395AA09" w14:textId="77777777" w:rsidR="00344769" w:rsidRDefault="00344769" w:rsidP="000875F3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0..1</w:t>
            </w:r>
          </w:p>
        </w:tc>
        <w:tc>
          <w:tcPr>
            <w:tcW w:w="1134" w:type="dxa"/>
            <w:gridSpan w:val="2"/>
            <w:shd w:val="clear" w:color="auto" w:fill="C0C0C0"/>
            <w:vAlign w:val="center"/>
          </w:tcPr>
          <w:p w14:paraId="1FA8D45E" w14:textId="77777777" w:rsidR="00344769" w:rsidRDefault="00344769" w:rsidP="000875F3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shd w:val="clear" w:color="auto" w:fill="C0C0C0"/>
            <w:vAlign w:val="center"/>
          </w:tcPr>
          <w:p w14:paraId="2AE7DD5C" w14:textId="77777777" w:rsidR="00344769" w:rsidRDefault="00344769" w:rsidP="000875F3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</w:tr>
      <w:tr w:rsidR="00344769" w14:paraId="7EB09D2C" w14:textId="77777777" w:rsidTr="008F6071">
        <w:trPr>
          <w:trHeight w:val="255"/>
        </w:trPr>
        <w:tc>
          <w:tcPr>
            <w:tcW w:w="3011" w:type="dxa"/>
            <w:noWrap/>
            <w:vAlign w:val="center"/>
          </w:tcPr>
          <w:p w14:paraId="28C6FC8A" w14:textId="77777777" w:rsidR="00344769" w:rsidRDefault="00344769" w:rsidP="000875F3">
            <w:pPr>
              <w:ind w:firstLineChars="190" w:firstLine="342"/>
              <w:rPr>
                <w:rFonts w:ascii="Microsoft Sans Serif" w:hAnsi="Microsoft Sans Serif" w:cs="Microsoft Sans Serif"/>
                <w:bCs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bCs/>
                <w:sz w:val="18"/>
                <w:szCs w:val="18"/>
              </w:rPr>
              <w:t>encompassingEncounter</w:t>
            </w:r>
          </w:p>
        </w:tc>
        <w:tc>
          <w:tcPr>
            <w:tcW w:w="1134" w:type="dxa"/>
            <w:gridSpan w:val="2"/>
            <w:noWrap/>
            <w:vAlign w:val="center"/>
          </w:tcPr>
          <w:p w14:paraId="74D30A4E" w14:textId="77777777" w:rsidR="00344769" w:rsidRDefault="00344769" w:rsidP="000875F3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1..1</w:t>
            </w:r>
          </w:p>
        </w:tc>
        <w:tc>
          <w:tcPr>
            <w:tcW w:w="1134" w:type="dxa"/>
            <w:gridSpan w:val="2"/>
            <w:vAlign w:val="center"/>
          </w:tcPr>
          <w:p w14:paraId="5F3F39CF" w14:textId="77777777" w:rsidR="00344769" w:rsidRDefault="00344769" w:rsidP="000875F3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1799B48F" w14:textId="77777777" w:rsidR="00344769" w:rsidRDefault="00344769" w:rsidP="000875F3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Hoitopaikka ja -aikatiedot, eli missä ja milloin resepti on luotu.</w:t>
            </w:r>
          </w:p>
        </w:tc>
      </w:tr>
      <w:tr w:rsidR="00344769" w14:paraId="4FC6B075" w14:textId="77777777" w:rsidTr="008F6071">
        <w:trPr>
          <w:trHeight w:val="255"/>
        </w:trPr>
        <w:tc>
          <w:tcPr>
            <w:tcW w:w="3011" w:type="dxa"/>
            <w:noWrap/>
            <w:vAlign w:val="center"/>
          </w:tcPr>
          <w:p w14:paraId="588AAF46" w14:textId="77777777" w:rsidR="00344769" w:rsidRDefault="00344769" w:rsidP="000875F3">
            <w:pPr>
              <w:ind w:firstLineChars="319" w:firstLine="574"/>
              <w:rPr>
                <w:rFonts w:ascii="Microsoft Sans Serif" w:hAnsi="Microsoft Sans Serif" w:cs="Microsoft Sans Serif"/>
                <w:bCs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bCs/>
                <w:sz w:val="18"/>
                <w:szCs w:val="18"/>
              </w:rPr>
              <w:t>effectiveTime</w:t>
            </w:r>
          </w:p>
        </w:tc>
        <w:tc>
          <w:tcPr>
            <w:tcW w:w="1134" w:type="dxa"/>
            <w:gridSpan w:val="2"/>
            <w:noWrap/>
            <w:vAlign w:val="center"/>
          </w:tcPr>
          <w:p w14:paraId="5B72E7DF" w14:textId="77777777" w:rsidR="00344769" w:rsidRDefault="00344769" w:rsidP="000875F3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1..1</w:t>
            </w:r>
          </w:p>
        </w:tc>
        <w:tc>
          <w:tcPr>
            <w:tcW w:w="1134" w:type="dxa"/>
            <w:gridSpan w:val="2"/>
            <w:vAlign w:val="center"/>
          </w:tcPr>
          <w:p w14:paraId="62362EE0" w14:textId="77777777" w:rsidR="00344769" w:rsidRDefault="00344769" w:rsidP="000875F3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53B1318C" w14:textId="77777777" w:rsidR="00344769" w:rsidRDefault="00344769" w:rsidP="000875F3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 xml:space="preserve">Lääkemääräyksen määräämisajankohta </w:t>
            </w:r>
          </w:p>
        </w:tc>
      </w:tr>
      <w:tr w:rsidR="00344769" w14:paraId="285A984A" w14:textId="77777777" w:rsidTr="008F6071">
        <w:trPr>
          <w:trHeight w:val="255"/>
        </w:trPr>
        <w:tc>
          <w:tcPr>
            <w:tcW w:w="3011" w:type="dxa"/>
            <w:shd w:val="clear" w:color="auto" w:fill="C0C0C0"/>
            <w:noWrap/>
            <w:vAlign w:val="center"/>
          </w:tcPr>
          <w:p w14:paraId="146C683A" w14:textId="77777777" w:rsidR="00344769" w:rsidRPr="00230434" w:rsidRDefault="00344769" w:rsidP="000875F3">
            <w:pPr>
              <w:ind w:firstLineChars="319" w:firstLine="574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230434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location</w:t>
            </w:r>
          </w:p>
        </w:tc>
        <w:tc>
          <w:tcPr>
            <w:tcW w:w="1134" w:type="dxa"/>
            <w:gridSpan w:val="2"/>
            <w:shd w:val="clear" w:color="auto" w:fill="C0C0C0"/>
            <w:noWrap/>
            <w:vAlign w:val="center"/>
          </w:tcPr>
          <w:p w14:paraId="1DE725E1" w14:textId="77777777" w:rsidR="00344769" w:rsidRPr="00230434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230434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gridSpan w:val="2"/>
            <w:shd w:val="clear" w:color="auto" w:fill="C0C0C0"/>
            <w:vAlign w:val="center"/>
          </w:tcPr>
          <w:p w14:paraId="47A4F40B" w14:textId="77777777" w:rsidR="00344769" w:rsidRPr="00230434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shd w:val="clear" w:color="auto" w:fill="C0C0C0"/>
            <w:vAlign w:val="center"/>
          </w:tcPr>
          <w:p w14:paraId="1E331287" w14:textId="320BA57F" w:rsidR="00344769" w:rsidRPr="00230434" w:rsidRDefault="00230434" w:rsidP="003F0590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230434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344769" w14:paraId="42640477" w14:textId="77777777" w:rsidTr="008F6071">
        <w:trPr>
          <w:trHeight w:val="255"/>
        </w:trPr>
        <w:tc>
          <w:tcPr>
            <w:tcW w:w="3011" w:type="dxa"/>
            <w:shd w:val="clear" w:color="auto" w:fill="C0C0C0"/>
            <w:noWrap/>
            <w:vAlign w:val="center"/>
          </w:tcPr>
          <w:p w14:paraId="36912128" w14:textId="77777777" w:rsidR="00344769" w:rsidRPr="00230434" w:rsidRDefault="00344769" w:rsidP="000875F3">
            <w:pPr>
              <w:ind w:firstLineChars="447" w:firstLine="805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  <w:lang w:val="en-US"/>
              </w:rPr>
            </w:pPr>
            <w:r w:rsidRPr="00230434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  <w:lang w:val="en-US"/>
              </w:rPr>
              <w:t>healthCareFacility</w:t>
            </w:r>
          </w:p>
        </w:tc>
        <w:tc>
          <w:tcPr>
            <w:tcW w:w="1134" w:type="dxa"/>
            <w:gridSpan w:val="2"/>
            <w:shd w:val="clear" w:color="auto" w:fill="C0C0C0"/>
            <w:noWrap/>
            <w:vAlign w:val="center"/>
          </w:tcPr>
          <w:p w14:paraId="78B1BFF0" w14:textId="77777777" w:rsidR="00344769" w:rsidRPr="00230434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  <w:lang w:val="en-US"/>
              </w:rPr>
            </w:pPr>
            <w:r w:rsidRPr="00230434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  <w:lang w:val="en-US"/>
              </w:rPr>
              <w:t>1..1</w:t>
            </w:r>
          </w:p>
        </w:tc>
        <w:tc>
          <w:tcPr>
            <w:tcW w:w="1134" w:type="dxa"/>
            <w:gridSpan w:val="2"/>
            <w:shd w:val="clear" w:color="auto" w:fill="C0C0C0"/>
            <w:vAlign w:val="center"/>
          </w:tcPr>
          <w:p w14:paraId="561D542B" w14:textId="77777777" w:rsidR="00344769" w:rsidRPr="00230434" w:rsidRDefault="00344769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  <w:lang w:val="en-US"/>
              </w:rPr>
            </w:pPr>
          </w:p>
        </w:tc>
        <w:tc>
          <w:tcPr>
            <w:tcW w:w="2977" w:type="dxa"/>
            <w:gridSpan w:val="2"/>
            <w:shd w:val="clear" w:color="auto" w:fill="C0C0C0"/>
            <w:vAlign w:val="center"/>
          </w:tcPr>
          <w:p w14:paraId="3E32EABC" w14:textId="5C663057" w:rsidR="00344769" w:rsidRPr="00230434" w:rsidRDefault="00230434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  <w:lang w:val="en-US"/>
              </w:rPr>
            </w:pPr>
            <w:r w:rsidRPr="00230434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344769" w:rsidRPr="00A710F1" w14:paraId="592B42F0" w14:textId="77777777" w:rsidTr="008F6071">
        <w:trPr>
          <w:trHeight w:val="255"/>
        </w:trPr>
        <w:tc>
          <w:tcPr>
            <w:tcW w:w="3011" w:type="dxa"/>
            <w:noWrap/>
            <w:vAlign w:val="center"/>
          </w:tcPr>
          <w:p w14:paraId="120C1EBA" w14:textId="77777777" w:rsidR="00344769" w:rsidRPr="00230434" w:rsidRDefault="00344769" w:rsidP="000875F3">
            <w:pPr>
              <w:ind w:firstLineChars="576" w:firstLine="1037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  <w:lang w:val="en-US"/>
              </w:rPr>
            </w:pPr>
            <w:r w:rsidRPr="00230434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  <w:lang w:val="en-US"/>
              </w:rPr>
              <w:t>id</w:t>
            </w:r>
          </w:p>
        </w:tc>
        <w:tc>
          <w:tcPr>
            <w:tcW w:w="1134" w:type="dxa"/>
            <w:gridSpan w:val="2"/>
            <w:noWrap/>
            <w:vAlign w:val="center"/>
          </w:tcPr>
          <w:p w14:paraId="760382B5" w14:textId="77777777" w:rsidR="00344769" w:rsidRPr="00230434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  <w:lang w:val="en-US"/>
              </w:rPr>
            </w:pPr>
            <w:r w:rsidRPr="00230434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  <w:lang w:val="en-US"/>
              </w:rPr>
              <w:t>1..1</w:t>
            </w:r>
          </w:p>
        </w:tc>
        <w:tc>
          <w:tcPr>
            <w:tcW w:w="1134" w:type="dxa"/>
            <w:gridSpan w:val="2"/>
            <w:vAlign w:val="center"/>
          </w:tcPr>
          <w:p w14:paraId="7FBA6258" w14:textId="77777777" w:rsidR="00344769" w:rsidRPr="00230434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  <w:lang w:val="en-US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2C5BCF45" w14:textId="10BB51B0" w:rsidR="00C81821" w:rsidRPr="00230434" w:rsidRDefault="00344769" w:rsidP="003F0590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230434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Luontipaikan OID-tunniste</w:t>
            </w:r>
            <w:r w:rsidR="00230434" w:rsidRPr="00230434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 xml:space="preserve"> (ei käytössä)</w:t>
            </w:r>
          </w:p>
        </w:tc>
      </w:tr>
      <w:tr w:rsidR="00344769" w14:paraId="16193DD8" w14:textId="77777777" w:rsidTr="008F6071">
        <w:trPr>
          <w:trHeight w:val="255"/>
        </w:trPr>
        <w:tc>
          <w:tcPr>
            <w:tcW w:w="3011" w:type="dxa"/>
            <w:shd w:val="clear" w:color="auto" w:fill="C0C0C0"/>
            <w:noWrap/>
            <w:vAlign w:val="center"/>
          </w:tcPr>
          <w:p w14:paraId="6BB3C5DB" w14:textId="77777777" w:rsidR="00344769" w:rsidRPr="00C81821" w:rsidRDefault="00344769" w:rsidP="000875F3">
            <w:pPr>
              <w:ind w:firstLineChars="576" w:firstLine="1037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  <w:lang w:val="en-US"/>
              </w:rPr>
            </w:pPr>
            <w:r w:rsidRPr="00C81821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  <w:lang w:val="en-US"/>
              </w:rPr>
              <w:t>location</w:t>
            </w:r>
          </w:p>
        </w:tc>
        <w:tc>
          <w:tcPr>
            <w:tcW w:w="1134" w:type="dxa"/>
            <w:gridSpan w:val="2"/>
            <w:shd w:val="clear" w:color="auto" w:fill="C0C0C0"/>
            <w:noWrap/>
            <w:vAlign w:val="center"/>
          </w:tcPr>
          <w:p w14:paraId="6ABA4623" w14:textId="77777777" w:rsidR="00344769" w:rsidRPr="00C81821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C81821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1..1</w:t>
            </w:r>
          </w:p>
        </w:tc>
        <w:tc>
          <w:tcPr>
            <w:tcW w:w="1134" w:type="dxa"/>
            <w:gridSpan w:val="2"/>
            <w:shd w:val="clear" w:color="auto" w:fill="C0C0C0"/>
            <w:vAlign w:val="center"/>
          </w:tcPr>
          <w:p w14:paraId="072195FE" w14:textId="77777777" w:rsidR="00344769" w:rsidRPr="00C81821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shd w:val="clear" w:color="auto" w:fill="C0C0C0"/>
            <w:vAlign w:val="center"/>
          </w:tcPr>
          <w:p w14:paraId="2E83EC9E" w14:textId="331AEE55" w:rsidR="00344769" w:rsidRPr="00C81821" w:rsidRDefault="00344769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C81821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Luontipaikka</w:t>
            </w:r>
            <w:r w:rsidR="00C81821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 xml:space="preserve"> (ei käytössä)</w:t>
            </w:r>
          </w:p>
        </w:tc>
      </w:tr>
      <w:tr w:rsidR="00344769" w14:paraId="33D32F37" w14:textId="77777777" w:rsidTr="008F6071">
        <w:trPr>
          <w:trHeight w:val="255"/>
        </w:trPr>
        <w:tc>
          <w:tcPr>
            <w:tcW w:w="3011" w:type="dxa"/>
            <w:noWrap/>
            <w:vAlign w:val="center"/>
          </w:tcPr>
          <w:p w14:paraId="61665624" w14:textId="77777777" w:rsidR="00344769" w:rsidRPr="00C81821" w:rsidRDefault="00344769" w:rsidP="000875F3">
            <w:pPr>
              <w:ind w:firstLineChars="705" w:firstLine="1269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C81821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name</w:t>
            </w:r>
          </w:p>
        </w:tc>
        <w:tc>
          <w:tcPr>
            <w:tcW w:w="1134" w:type="dxa"/>
            <w:gridSpan w:val="2"/>
            <w:noWrap/>
            <w:vAlign w:val="center"/>
          </w:tcPr>
          <w:p w14:paraId="2E0398A4" w14:textId="77777777" w:rsidR="00344769" w:rsidRPr="00C81821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C81821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1..1</w:t>
            </w:r>
          </w:p>
        </w:tc>
        <w:tc>
          <w:tcPr>
            <w:tcW w:w="1134" w:type="dxa"/>
            <w:gridSpan w:val="2"/>
            <w:vAlign w:val="center"/>
          </w:tcPr>
          <w:p w14:paraId="5B03A531" w14:textId="77777777" w:rsidR="00344769" w:rsidRPr="00C81821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35E52BEF" w14:textId="77777777" w:rsidR="00344769" w:rsidRPr="00C81821" w:rsidRDefault="00344769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C81821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Luontipaikan nimi (ei käytössä)</w:t>
            </w:r>
          </w:p>
        </w:tc>
      </w:tr>
      <w:tr w:rsidR="00344769" w14:paraId="6899BD69" w14:textId="77777777" w:rsidTr="008F6071">
        <w:trPr>
          <w:trHeight w:val="255"/>
        </w:trPr>
        <w:tc>
          <w:tcPr>
            <w:tcW w:w="3011" w:type="dxa"/>
            <w:tcBorders>
              <w:bottom w:val="single" w:sz="12" w:space="0" w:color="auto"/>
            </w:tcBorders>
            <w:noWrap/>
            <w:vAlign w:val="center"/>
          </w:tcPr>
          <w:p w14:paraId="47C71E15" w14:textId="77777777" w:rsidR="00344769" w:rsidRPr="00C81821" w:rsidRDefault="00344769" w:rsidP="000875F3">
            <w:pPr>
              <w:ind w:firstLineChars="705" w:firstLine="1269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C81821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addr</w:t>
            </w:r>
          </w:p>
        </w:tc>
        <w:tc>
          <w:tcPr>
            <w:tcW w:w="1134" w:type="dxa"/>
            <w:gridSpan w:val="2"/>
            <w:tcBorders>
              <w:bottom w:val="single" w:sz="12" w:space="0" w:color="auto"/>
            </w:tcBorders>
            <w:noWrap/>
            <w:vAlign w:val="center"/>
          </w:tcPr>
          <w:p w14:paraId="3CD9E1F2" w14:textId="77777777" w:rsidR="00344769" w:rsidRPr="00C81821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C81821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1..1</w:t>
            </w:r>
          </w:p>
        </w:tc>
        <w:tc>
          <w:tcPr>
            <w:tcW w:w="1134" w:type="dxa"/>
            <w:gridSpan w:val="2"/>
            <w:tcBorders>
              <w:bottom w:val="single" w:sz="12" w:space="0" w:color="auto"/>
            </w:tcBorders>
            <w:vAlign w:val="center"/>
          </w:tcPr>
          <w:p w14:paraId="0DBDE459" w14:textId="77777777" w:rsidR="00344769" w:rsidRPr="00C81821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tcBorders>
              <w:bottom w:val="single" w:sz="12" w:space="0" w:color="auto"/>
            </w:tcBorders>
            <w:vAlign w:val="center"/>
          </w:tcPr>
          <w:p w14:paraId="48EDDF3B" w14:textId="77777777" w:rsidR="00344769" w:rsidRPr="00C81821" w:rsidRDefault="00344769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C81821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Luontipaikan osoite (ei käytössä)</w:t>
            </w:r>
          </w:p>
        </w:tc>
      </w:tr>
      <w:tr w:rsidR="00344769" w:rsidRPr="00094F20" w14:paraId="50A18E49" w14:textId="77777777" w:rsidTr="008F6071">
        <w:trPr>
          <w:trHeight w:val="255"/>
        </w:trPr>
        <w:tc>
          <w:tcPr>
            <w:tcW w:w="3257" w:type="dxa"/>
            <w:gridSpan w:val="2"/>
            <w:shd w:val="clear" w:color="auto" w:fill="BFBFBF"/>
            <w:noWrap/>
            <w:vAlign w:val="center"/>
          </w:tcPr>
          <w:p w14:paraId="6D046352" w14:textId="77777777" w:rsidR="00344769" w:rsidRPr="00B23067" w:rsidRDefault="00344769" w:rsidP="000875F3">
            <w:pPr>
              <w:ind w:firstLineChars="421" w:firstLine="758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  <w:lang w:val="en-US"/>
              </w:rPr>
            </w:pPr>
            <w:r w:rsidRPr="00B23067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serviceProviderOrga</w:t>
            </w:r>
            <w:r w:rsidRPr="00B23067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  <w:lang w:val="en-US"/>
              </w:rPr>
              <w:t>nization</w:t>
            </w:r>
          </w:p>
        </w:tc>
        <w:tc>
          <w:tcPr>
            <w:tcW w:w="1089" w:type="dxa"/>
            <w:gridSpan w:val="2"/>
            <w:shd w:val="clear" w:color="auto" w:fill="BFBFBF"/>
            <w:noWrap/>
            <w:vAlign w:val="center"/>
          </w:tcPr>
          <w:p w14:paraId="5C633C7F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  <w:lang w:val="en-US"/>
              </w:rPr>
            </w:pPr>
            <w:r w:rsidRPr="00B23067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  <w:lang w:val="en-US"/>
              </w:rPr>
              <w:t>1..1</w:t>
            </w:r>
          </w:p>
        </w:tc>
        <w:tc>
          <w:tcPr>
            <w:tcW w:w="1249" w:type="dxa"/>
            <w:gridSpan w:val="2"/>
            <w:shd w:val="clear" w:color="auto" w:fill="BFBFBF"/>
            <w:vAlign w:val="center"/>
          </w:tcPr>
          <w:p w14:paraId="6614A9C7" w14:textId="77777777" w:rsidR="00344769" w:rsidRPr="00B23067" w:rsidRDefault="00344769" w:rsidP="000875F3">
            <w:pPr>
              <w:ind w:firstLineChars="576" w:firstLine="1037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  <w:lang w:val="en-US"/>
              </w:rPr>
            </w:pPr>
          </w:p>
        </w:tc>
        <w:tc>
          <w:tcPr>
            <w:tcW w:w="2661" w:type="dxa"/>
            <w:shd w:val="clear" w:color="auto" w:fill="BFBFBF"/>
            <w:vAlign w:val="center"/>
          </w:tcPr>
          <w:p w14:paraId="41C228BC" w14:textId="221A820E" w:rsidR="00344769" w:rsidRPr="00B23067" w:rsidRDefault="003F0590" w:rsidP="003F0590">
            <w:pPr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  <w:lang w:val="en-US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344769" w14:paraId="36E4DC39" w14:textId="77777777" w:rsidTr="008F6071">
        <w:trPr>
          <w:trHeight w:val="255"/>
        </w:trPr>
        <w:tc>
          <w:tcPr>
            <w:tcW w:w="3257" w:type="dxa"/>
            <w:gridSpan w:val="2"/>
            <w:shd w:val="clear" w:color="auto" w:fill="BFBFBF"/>
            <w:noWrap/>
            <w:vAlign w:val="center"/>
          </w:tcPr>
          <w:p w14:paraId="60DC6620" w14:textId="77777777" w:rsidR="00344769" w:rsidRPr="00B23067" w:rsidRDefault="00344769" w:rsidP="000875F3">
            <w:pPr>
              <w:ind w:firstLineChars="497" w:firstLine="895"/>
              <w:rPr>
                <w:rFonts w:ascii="Microsoft Sans Serif" w:hAnsi="Microsoft Sans Serif" w:cs="Microsoft Sans Serif"/>
                <w:b/>
                <w:bCs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b/>
                <w:bCs/>
                <w:color w:val="A6A6A6" w:themeColor="background1" w:themeShade="A6"/>
                <w:sz w:val="18"/>
                <w:szCs w:val="18"/>
              </w:rPr>
              <w:t>id</w:t>
            </w:r>
          </w:p>
        </w:tc>
        <w:tc>
          <w:tcPr>
            <w:tcW w:w="1089" w:type="dxa"/>
            <w:gridSpan w:val="2"/>
            <w:shd w:val="clear" w:color="auto" w:fill="BFBFBF"/>
            <w:noWrap/>
            <w:vAlign w:val="center"/>
          </w:tcPr>
          <w:p w14:paraId="0246D124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1..1</w:t>
            </w:r>
          </w:p>
        </w:tc>
        <w:tc>
          <w:tcPr>
            <w:tcW w:w="1249" w:type="dxa"/>
            <w:gridSpan w:val="2"/>
            <w:shd w:val="clear" w:color="auto" w:fill="BFBFBF"/>
            <w:vAlign w:val="center"/>
          </w:tcPr>
          <w:p w14:paraId="71D1FAB0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661" w:type="dxa"/>
            <w:shd w:val="clear" w:color="auto" w:fill="BFBFBF"/>
            <w:vAlign w:val="center"/>
          </w:tcPr>
          <w:p w14:paraId="1F8B1D04" w14:textId="6A788340" w:rsidR="00344769" w:rsidRPr="00B23067" w:rsidRDefault="003F0590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344769" w14:paraId="53A2BE7B" w14:textId="77777777" w:rsidTr="008F6071">
        <w:trPr>
          <w:trHeight w:val="255"/>
        </w:trPr>
        <w:tc>
          <w:tcPr>
            <w:tcW w:w="3011" w:type="dxa"/>
            <w:tcBorders>
              <w:bottom w:val="single" w:sz="12" w:space="0" w:color="auto"/>
            </w:tcBorders>
            <w:shd w:val="pct15" w:color="auto" w:fill="auto"/>
            <w:noWrap/>
            <w:vAlign w:val="center"/>
          </w:tcPr>
          <w:p w14:paraId="04E15246" w14:textId="77777777" w:rsidR="00344769" w:rsidRPr="00F92EAF" w:rsidRDefault="00344769" w:rsidP="000875F3">
            <w:pPr>
              <w:ind w:firstLine="191"/>
              <w:rPr>
                <w:rFonts w:ascii="Microsoft Sans Serif" w:hAnsi="Microsoft Sans Serif" w:cs="Microsoft Sans Serif"/>
                <w:b/>
                <w:bCs/>
                <w:sz w:val="18"/>
                <w:szCs w:val="18"/>
              </w:rPr>
            </w:pPr>
            <w:r w:rsidRPr="00F07C9E">
              <w:rPr>
                <w:rFonts w:ascii="Microsoft Sans Serif" w:hAnsi="Microsoft Sans Serif" w:cs="Microsoft Sans Serif"/>
                <w:b/>
                <w:bCs/>
                <w:sz w:val="18"/>
                <w:szCs w:val="18"/>
              </w:rPr>
              <w:t>hl7fi: localHeader</w:t>
            </w:r>
          </w:p>
        </w:tc>
        <w:tc>
          <w:tcPr>
            <w:tcW w:w="1134" w:type="dxa"/>
            <w:gridSpan w:val="2"/>
            <w:tcBorders>
              <w:bottom w:val="single" w:sz="12" w:space="0" w:color="auto"/>
            </w:tcBorders>
            <w:shd w:val="pct15" w:color="auto" w:fill="auto"/>
            <w:noWrap/>
            <w:vAlign w:val="center"/>
          </w:tcPr>
          <w:p w14:paraId="531DF98E" w14:textId="77777777" w:rsidR="00344769" w:rsidRDefault="00344769" w:rsidP="000875F3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F07C9E">
              <w:rPr>
                <w:rFonts w:ascii="Microsoft Sans Serif" w:hAnsi="Microsoft Sans Serif" w:cs="Microsoft Sans Serif"/>
                <w:sz w:val="18"/>
                <w:szCs w:val="18"/>
              </w:rPr>
              <w:t>0..1</w:t>
            </w:r>
          </w:p>
        </w:tc>
        <w:tc>
          <w:tcPr>
            <w:tcW w:w="1134" w:type="dxa"/>
            <w:gridSpan w:val="2"/>
            <w:tcBorders>
              <w:bottom w:val="single" w:sz="12" w:space="0" w:color="auto"/>
            </w:tcBorders>
            <w:shd w:val="pct15" w:color="auto" w:fill="auto"/>
            <w:vAlign w:val="center"/>
          </w:tcPr>
          <w:p w14:paraId="3FFBAA48" w14:textId="77777777" w:rsidR="00344769" w:rsidRDefault="00344769" w:rsidP="000875F3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tcBorders>
              <w:bottom w:val="single" w:sz="12" w:space="0" w:color="auto"/>
            </w:tcBorders>
            <w:shd w:val="pct15" w:color="auto" w:fill="auto"/>
            <w:vAlign w:val="center"/>
          </w:tcPr>
          <w:p w14:paraId="34C06300" w14:textId="7F6E39D8" w:rsidR="00344769" w:rsidRDefault="004B0D30" w:rsidP="000875F3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Rajat ylittävässä reseptissä lääkemääräysten kuvailutietoina palautuu hyvin rajattu määrä tietoja, ja tästä syystä suurta osaa hl7fi: localHeaderin tiedoista ei saada palautettua vastaavasti kuin suomalaisista lääkemääräyksistä.</w:t>
            </w:r>
          </w:p>
        </w:tc>
      </w:tr>
      <w:tr w:rsidR="00344769" w14:paraId="1BB927F9" w14:textId="77777777" w:rsidTr="008F6071">
        <w:trPr>
          <w:trHeight w:val="255"/>
        </w:trPr>
        <w:tc>
          <w:tcPr>
            <w:tcW w:w="3011" w:type="dxa"/>
            <w:tcBorders>
              <w:bottom w:val="single" w:sz="12" w:space="0" w:color="auto"/>
            </w:tcBorders>
            <w:shd w:val="clear" w:color="auto" w:fill="auto"/>
            <w:noWrap/>
            <w:vAlign w:val="center"/>
          </w:tcPr>
          <w:p w14:paraId="25725977" w14:textId="77777777" w:rsidR="00344769" w:rsidRPr="00EC407E" w:rsidRDefault="00344769" w:rsidP="000875F3">
            <w:pPr>
              <w:ind w:firstLine="333"/>
              <w:rPr>
                <w:rFonts w:ascii="Microsoft Sans Serif" w:hAnsi="Microsoft Sans Serif" w:cs="Microsoft Sans Serif"/>
                <w:bCs/>
                <w:sz w:val="18"/>
                <w:szCs w:val="18"/>
              </w:rPr>
            </w:pPr>
            <w:r w:rsidRPr="00EC407E">
              <w:rPr>
                <w:rFonts w:ascii="Microsoft Sans Serif" w:hAnsi="Microsoft Sans Serif" w:cs="Microsoft Sans Serif"/>
                <w:bCs/>
                <w:sz w:val="18"/>
                <w:szCs w:val="18"/>
              </w:rPr>
              <w:t>drug</w:t>
            </w:r>
          </w:p>
        </w:tc>
        <w:tc>
          <w:tcPr>
            <w:tcW w:w="1134" w:type="dxa"/>
            <w:gridSpan w:val="2"/>
            <w:tcBorders>
              <w:bottom w:val="single" w:sz="12" w:space="0" w:color="auto"/>
            </w:tcBorders>
            <w:shd w:val="clear" w:color="auto" w:fill="auto"/>
            <w:noWrap/>
            <w:vAlign w:val="center"/>
          </w:tcPr>
          <w:p w14:paraId="2EDEE979" w14:textId="77777777" w:rsidR="00344769" w:rsidRDefault="00344769" w:rsidP="000875F3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0..1</w:t>
            </w:r>
          </w:p>
        </w:tc>
        <w:tc>
          <w:tcPr>
            <w:tcW w:w="1134" w:type="dxa"/>
            <w:gridSpan w:val="2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38AF861F" w14:textId="77777777" w:rsidR="00344769" w:rsidRDefault="00344769" w:rsidP="000875F3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70E45F41" w14:textId="77777777" w:rsidR="00344769" w:rsidRPr="00FE073C" w:rsidRDefault="00344769" w:rsidP="000875F3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 xml:space="preserve">Määrätty valmiste (kauppanimi) tai </w:t>
            </w:r>
            <w:r w:rsidRPr="00FE073C">
              <w:rPr>
                <w:rFonts w:ascii="Microsoft Sans Serif" w:hAnsi="Microsoft Sans Serif" w:cs="Microsoft Sans Serif"/>
                <w:sz w:val="18"/>
                <w:szCs w:val="18"/>
              </w:rPr>
              <w:t xml:space="preserve">lääkeaine </w:t>
            </w:r>
            <w:r w:rsidR="00B41276" w:rsidRPr="00FE073C">
              <w:rPr>
                <w:rFonts w:ascii="Microsoft Sans Serif" w:hAnsi="Microsoft Sans Serif" w:cs="Microsoft Sans Serif"/>
                <w:sz w:val="18"/>
                <w:szCs w:val="18"/>
              </w:rPr>
              <w:t>(ST</w:t>
            </w:r>
            <w:r w:rsidRPr="00FE073C">
              <w:rPr>
                <w:rFonts w:ascii="Microsoft Sans Serif" w:hAnsi="Microsoft Sans Serif" w:cs="Microsoft Sans Serif"/>
                <w:sz w:val="18"/>
                <w:szCs w:val="18"/>
              </w:rPr>
              <w:t>)</w:t>
            </w:r>
          </w:p>
          <w:p w14:paraId="40B931D2" w14:textId="0151C707" w:rsidR="00205D6A" w:rsidRDefault="00205D6A" w:rsidP="000875F3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FE073C">
              <w:rPr>
                <w:rFonts w:ascii="Microsoft Sans Serif" w:hAnsi="Microsoft Sans Serif" w:cs="Microsoft Sans Serif"/>
                <w:sz w:val="18"/>
                <w:szCs w:val="18"/>
              </w:rPr>
              <w:t>Rajat ylittävässä reseptissä tähän</w:t>
            </w:r>
            <w:r w:rsidR="00FE073C" w:rsidRPr="00FE073C">
              <w:rPr>
                <w:rFonts w:ascii="Microsoft Sans Serif" w:hAnsi="Microsoft Sans Serif" w:cs="Microsoft Sans Serif"/>
                <w:sz w:val="18"/>
                <w:szCs w:val="18"/>
              </w:rPr>
              <w:t xml:space="preserve"> elementtiin</w:t>
            </w:r>
            <w:r w:rsidRPr="00FE073C">
              <w:rPr>
                <w:rFonts w:ascii="Microsoft Sans Serif" w:hAnsi="Microsoft Sans Serif" w:cs="Microsoft Sans Serif"/>
                <w:sz w:val="18"/>
                <w:szCs w:val="18"/>
              </w:rPr>
              <w:t xml:space="preserve"> tulee vaihtelevan tasoisia kuvauksia määrätystä lääkkeestä, jos tieto on saatu ulkomailta.</w:t>
            </w:r>
          </w:p>
        </w:tc>
      </w:tr>
      <w:tr w:rsidR="00344769" w:rsidRPr="008659AA" w14:paraId="2947CB10" w14:textId="77777777" w:rsidTr="008F6071">
        <w:trPr>
          <w:trHeight w:val="255"/>
        </w:trPr>
        <w:tc>
          <w:tcPr>
            <w:tcW w:w="3011" w:type="dxa"/>
            <w:shd w:val="clear" w:color="auto" w:fill="FFFFFF"/>
            <w:noWrap/>
            <w:vAlign w:val="center"/>
          </w:tcPr>
          <w:p w14:paraId="293F3767" w14:textId="77777777" w:rsidR="00344769" w:rsidRPr="00B23067" w:rsidDel="00EC407E" w:rsidRDefault="00344769" w:rsidP="000875F3">
            <w:pPr>
              <w:ind w:firstLine="333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drugVNR</w:t>
            </w:r>
          </w:p>
        </w:tc>
        <w:tc>
          <w:tcPr>
            <w:tcW w:w="1134" w:type="dxa"/>
            <w:gridSpan w:val="2"/>
            <w:shd w:val="clear" w:color="auto" w:fill="FFFFFF"/>
            <w:noWrap/>
            <w:vAlign w:val="center"/>
          </w:tcPr>
          <w:p w14:paraId="793D29E1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gridSpan w:val="2"/>
            <w:shd w:val="clear" w:color="auto" w:fill="FFFFFF"/>
            <w:vAlign w:val="center"/>
          </w:tcPr>
          <w:p w14:paraId="3A7C972C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shd w:val="clear" w:color="auto" w:fill="FFFFFF"/>
            <w:vAlign w:val="center"/>
          </w:tcPr>
          <w:p w14:paraId="3A0D3F72" w14:textId="0BFD6728" w:rsidR="00344769" w:rsidRPr="00B23067" w:rsidRDefault="00255B56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344769" w:rsidRPr="00296FC9" w14:paraId="1616402A" w14:textId="77777777" w:rsidTr="008F6071">
        <w:trPr>
          <w:trHeight w:val="255"/>
        </w:trPr>
        <w:tc>
          <w:tcPr>
            <w:tcW w:w="3011" w:type="dxa"/>
            <w:shd w:val="clear" w:color="auto" w:fill="FFFFFF"/>
            <w:noWrap/>
            <w:vAlign w:val="center"/>
          </w:tcPr>
          <w:p w14:paraId="4245E5B3" w14:textId="77777777" w:rsidR="00344769" w:rsidRPr="004B0D30" w:rsidDel="00EC407E" w:rsidRDefault="00344769" w:rsidP="000875F3">
            <w:pPr>
              <w:ind w:firstLine="333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4B0D30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doseQuantityText</w:t>
            </w:r>
          </w:p>
        </w:tc>
        <w:tc>
          <w:tcPr>
            <w:tcW w:w="1134" w:type="dxa"/>
            <w:gridSpan w:val="2"/>
            <w:shd w:val="clear" w:color="auto" w:fill="FFFFFF"/>
            <w:noWrap/>
            <w:vAlign w:val="center"/>
          </w:tcPr>
          <w:p w14:paraId="0E89E969" w14:textId="77777777" w:rsidR="00344769" w:rsidRPr="004B0D30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4B0D3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gridSpan w:val="2"/>
            <w:shd w:val="clear" w:color="auto" w:fill="FFFFFF"/>
            <w:vAlign w:val="center"/>
          </w:tcPr>
          <w:p w14:paraId="5BCC0B67" w14:textId="77777777" w:rsidR="00344769" w:rsidRPr="004B0D30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shd w:val="clear" w:color="auto" w:fill="FFFFFF"/>
            <w:vAlign w:val="center"/>
          </w:tcPr>
          <w:p w14:paraId="3DDE5957" w14:textId="075F84AE" w:rsidR="00344769" w:rsidRPr="004B0D30" w:rsidRDefault="004B0D30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4B0D3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344769" w:rsidRPr="003C2BD1" w14:paraId="1202D9E9" w14:textId="77777777" w:rsidTr="008F6071">
        <w:trPr>
          <w:trHeight w:val="255"/>
        </w:trPr>
        <w:tc>
          <w:tcPr>
            <w:tcW w:w="3011" w:type="dxa"/>
            <w:shd w:val="clear" w:color="auto" w:fill="FFFFFF"/>
            <w:noWrap/>
            <w:vAlign w:val="center"/>
          </w:tcPr>
          <w:p w14:paraId="6EA851C3" w14:textId="77777777" w:rsidR="00344769" w:rsidRPr="00B23067" w:rsidDel="00EC407E" w:rsidRDefault="00344769" w:rsidP="000875F3">
            <w:pPr>
              <w:ind w:firstLine="333"/>
              <w:rPr>
                <w:rFonts w:ascii="Microsoft Sans Serif" w:hAnsi="Microsoft Sans Serif" w:cs="Microsoft Sans Serif"/>
                <w:b/>
                <w:bCs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doseQuantityPQ</w:t>
            </w:r>
          </w:p>
        </w:tc>
        <w:tc>
          <w:tcPr>
            <w:tcW w:w="1134" w:type="dxa"/>
            <w:gridSpan w:val="2"/>
            <w:shd w:val="clear" w:color="auto" w:fill="FFFFFF"/>
            <w:noWrap/>
            <w:vAlign w:val="center"/>
          </w:tcPr>
          <w:p w14:paraId="4A55A31F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gridSpan w:val="2"/>
            <w:shd w:val="clear" w:color="auto" w:fill="FFFFFF"/>
            <w:vAlign w:val="center"/>
          </w:tcPr>
          <w:p w14:paraId="525FAAB6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shd w:val="clear" w:color="auto" w:fill="FFFFFF"/>
            <w:vAlign w:val="center"/>
          </w:tcPr>
          <w:p w14:paraId="3B24E8C6" w14:textId="33277377" w:rsidR="00344769" w:rsidRPr="00B23067" w:rsidRDefault="00255B56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344769" w:rsidRPr="003C2BD1" w14:paraId="4AAD773A" w14:textId="77777777" w:rsidTr="008F6071">
        <w:trPr>
          <w:trHeight w:val="255"/>
        </w:trPr>
        <w:tc>
          <w:tcPr>
            <w:tcW w:w="3011" w:type="dxa"/>
            <w:shd w:val="clear" w:color="auto" w:fill="FFFFFF"/>
            <w:noWrap/>
            <w:vAlign w:val="center"/>
          </w:tcPr>
          <w:p w14:paraId="126E7B4A" w14:textId="77777777" w:rsidR="00344769" w:rsidRPr="004B0D30" w:rsidDel="00EC407E" w:rsidRDefault="00344769" w:rsidP="000875F3">
            <w:pPr>
              <w:ind w:firstLine="333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4B0D30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drugForm</w:t>
            </w:r>
          </w:p>
        </w:tc>
        <w:tc>
          <w:tcPr>
            <w:tcW w:w="1134" w:type="dxa"/>
            <w:gridSpan w:val="2"/>
            <w:shd w:val="clear" w:color="auto" w:fill="FFFFFF"/>
            <w:noWrap/>
            <w:vAlign w:val="center"/>
          </w:tcPr>
          <w:p w14:paraId="337C8FD7" w14:textId="77777777" w:rsidR="00344769" w:rsidRPr="004B0D30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4B0D3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gridSpan w:val="2"/>
            <w:shd w:val="clear" w:color="auto" w:fill="FFFFFF"/>
            <w:vAlign w:val="center"/>
          </w:tcPr>
          <w:p w14:paraId="4CA6E94C" w14:textId="77777777" w:rsidR="00344769" w:rsidRPr="004B0D30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shd w:val="clear" w:color="auto" w:fill="FFFFFF"/>
            <w:vAlign w:val="center"/>
          </w:tcPr>
          <w:p w14:paraId="3A50D94F" w14:textId="1346F493" w:rsidR="00344769" w:rsidRPr="004B0D30" w:rsidRDefault="004B0D30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4B0D3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344769" w:rsidRPr="00171B36" w14:paraId="141ED691" w14:textId="77777777" w:rsidTr="008F6071">
        <w:trPr>
          <w:trHeight w:val="255"/>
        </w:trPr>
        <w:tc>
          <w:tcPr>
            <w:tcW w:w="3011" w:type="dxa"/>
            <w:shd w:val="clear" w:color="auto" w:fill="FFFFFF"/>
            <w:noWrap/>
            <w:vAlign w:val="center"/>
          </w:tcPr>
          <w:p w14:paraId="7BC3C981" w14:textId="77777777" w:rsidR="00344769" w:rsidRPr="004B0D30" w:rsidRDefault="00344769" w:rsidP="000875F3">
            <w:pPr>
              <w:ind w:firstLine="333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  <w:lang w:val="en-US"/>
              </w:rPr>
            </w:pPr>
            <w:r w:rsidRPr="004B0D30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lastRenderedPageBreak/>
              <w:t>drugRemainingQuantityText</w:t>
            </w:r>
          </w:p>
        </w:tc>
        <w:tc>
          <w:tcPr>
            <w:tcW w:w="1134" w:type="dxa"/>
            <w:gridSpan w:val="2"/>
            <w:shd w:val="clear" w:color="auto" w:fill="FFFFFF"/>
            <w:noWrap/>
            <w:vAlign w:val="center"/>
          </w:tcPr>
          <w:p w14:paraId="2116471C" w14:textId="77777777" w:rsidR="00344769" w:rsidRPr="004B0D30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  <w:lang w:val="en-US"/>
              </w:rPr>
            </w:pPr>
            <w:r w:rsidRPr="004B0D3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  <w:lang w:val="en-US"/>
              </w:rPr>
              <w:t>0..1</w:t>
            </w:r>
          </w:p>
        </w:tc>
        <w:tc>
          <w:tcPr>
            <w:tcW w:w="1134" w:type="dxa"/>
            <w:gridSpan w:val="2"/>
            <w:shd w:val="clear" w:color="auto" w:fill="FFFFFF"/>
            <w:vAlign w:val="center"/>
          </w:tcPr>
          <w:p w14:paraId="6EB2D0B7" w14:textId="77777777" w:rsidR="00344769" w:rsidRPr="004B0D30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  <w:lang w:val="en-US"/>
              </w:rPr>
            </w:pPr>
          </w:p>
        </w:tc>
        <w:tc>
          <w:tcPr>
            <w:tcW w:w="2977" w:type="dxa"/>
            <w:gridSpan w:val="2"/>
            <w:shd w:val="clear" w:color="auto" w:fill="FFFFFF"/>
            <w:vAlign w:val="center"/>
          </w:tcPr>
          <w:p w14:paraId="5CFDEAA0" w14:textId="559F5366" w:rsidR="00736EE3" w:rsidRPr="004B0D30" w:rsidRDefault="004B0D30" w:rsidP="000875F3">
            <w:pPr>
              <w:rPr>
                <w:rFonts w:ascii="Microsoft Sans Serif" w:hAnsi="Microsoft Sans Serif" w:cs="Microsoft Sans Serif"/>
                <w:strike/>
                <w:color w:val="A6A6A6" w:themeColor="background1" w:themeShade="A6"/>
                <w:sz w:val="18"/>
                <w:szCs w:val="18"/>
              </w:rPr>
            </w:pPr>
            <w:r w:rsidRPr="004B0D3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344769" w14:paraId="7963EFD0" w14:textId="77777777" w:rsidTr="008F6071">
        <w:trPr>
          <w:trHeight w:val="255"/>
        </w:trPr>
        <w:tc>
          <w:tcPr>
            <w:tcW w:w="3011" w:type="dxa"/>
            <w:shd w:val="clear" w:color="auto" w:fill="FFFFFF"/>
            <w:noWrap/>
            <w:vAlign w:val="center"/>
          </w:tcPr>
          <w:p w14:paraId="7E1A355D" w14:textId="77777777" w:rsidR="00344769" w:rsidRPr="00B23067" w:rsidRDefault="00344769" w:rsidP="000875F3">
            <w:pPr>
              <w:ind w:firstLine="333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dispenseEffectiveTime</w:t>
            </w:r>
          </w:p>
        </w:tc>
        <w:tc>
          <w:tcPr>
            <w:tcW w:w="1134" w:type="dxa"/>
            <w:gridSpan w:val="2"/>
            <w:shd w:val="clear" w:color="auto" w:fill="FFFFFF"/>
            <w:noWrap/>
            <w:vAlign w:val="center"/>
          </w:tcPr>
          <w:p w14:paraId="4E7E35EF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gridSpan w:val="2"/>
            <w:shd w:val="clear" w:color="auto" w:fill="FFFFFF"/>
            <w:vAlign w:val="center"/>
          </w:tcPr>
          <w:p w14:paraId="5AE7E31F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shd w:val="clear" w:color="auto" w:fill="FFFFFF"/>
            <w:vAlign w:val="center"/>
          </w:tcPr>
          <w:p w14:paraId="0D00F92D" w14:textId="60C5210E" w:rsidR="00344769" w:rsidRPr="00B23067" w:rsidRDefault="00C445A8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344769" w14:paraId="09535758" w14:textId="77777777" w:rsidTr="008F6071">
        <w:trPr>
          <w:trHeight w:val="255"/>
        </w:trPr>
        <w:tc>
          <w:tcPr>
            <w:tcW w:w="3011" w:type="dxa"/>
            <w:shd w:val="clear" w:color="auto" w:fill="FFFFFF"/>
            <w:noWrap/>
            <w:vAlign w:val="center"/>
          </w:tcPr>
          <w:p w14:paraId="09F3EECF" w14:textId="77777777" w:rsidR="00344769" w:rsidRPr="00C445A8" w:rsidRDefault="00344769" w:rsidP="000875F3">
            <w:pPr>
              <w:ind w:firstLine="333"/>
              <w:rPr>
                <w:rFonts w:ascii="Microsoft Sans Serif" w:hAnsi="Microsoft Sans Serif" w:cs="Microsoft Sans Serif"/>
                <w:bCs/>
                <w:sz w:val="18"/>
                <w:szCs w:val="18"/>
              </w:rPr>
            </w:pPr>
            <w:r w:rsidRPr="00C445A8">
              <w:rPr>
                <w:rFonts w:ascii="Microsoft Sans Serif" w:hAnsi="Microsoft Sans Serif" w:cs="Microsoft Sans Serif"/>
                <w:bCs/>
                <w:sz w:val="18"/>
                <w:szCs w:val="18"/>
              </w:rPr>
              <w:t>pharmacyPreparegDrug</w:t>
            </w:r>
          </w:p>
        </w:tc>
        <w:tc>
          <w:tcPr>
            <w:tcW w:w="1134" w:type="dxa"/>
            <w:gridSpan w:val="2"/>
            <w:shd w:val="clear" w:color="auto" w:fill="FFFFFF"/>
            <w:noWrap/>
            <w:vAlign w:val="center"/>
          </w:tcPr>
          <w:p w14:paraId="6E1D3292" w14:textId="77777777" w:rsidR="00344769" w:rsidRPr="00C445A8" w:rsidRDefault="00344769" w:rsidP="000875F3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C445A8">
              <w:rPr>
                <w:rFonts w:ascii="Microsoft Sans Serif" w:hAnsi="Microsoft Sans Serif" w:cs="Microsoft Sans Serif"/>
                <w:sz w:val="18"/>
                <w:szCs w:val="18"/>
              </w:rPr>
              <w:t>0..1</w:t>
            </w:r>
          </w:p>
        </w:tc>
        <w:tc>
          <w:tcPr>
            <w:tcW w:w="1134" w:type="dxa"/>
            <w:gridSpan w:val="2"/>
            <w:shd w:val="clear" w:color="auto" w:fill="FFFFFF"/>
            <w:vAlign w:val="center"/>
          </w:tcPr>
          <w:p w14:paraId="7129EDCB" w14:textId="3FD411B8" w:rsidR="00344769" w:rsidRPr="00C445A8" w:rsidRDefault="00C445A8" w:rsidP="000875F3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C445A8">
              <w:rPr>
                <w:rFonts w:ascii="Microsoft Sans Serif" w:hAnsi="Microsoft Sans Serif" w:cs="Microsoft Sans Serif"/>
                <w:sz w:val="18"/>
                <w:szCs w:val="18"/>
              </w:rPr>
              <w:t>false</w:t>
            </w:r>
          </w:p>
        </w:tc>
        <w:tc>
          <w:tcPr>
            <w:tcW w:w="2977" w:type="dxa"/>
            <w:gridSpan w:val="2"/>
            <w:shd w:val="clear" w:color="auto" w:fill="FFFFFF"/>
            <w:vAlign w:val="center"/>
          </w:tcPr>
          <w:p w14:paraId="55E2F46C" w14:textId="77777777" w:rsidR="00344769" w:rsidRDefault="00344769" w:rsidP="000875F3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C445A8">
              <w:rPr>
                <w:rFonts w:ascii="Microsoft Sans Serif" w:hAnsi="Microsoft Sans Serif" w:cs="Microsoft Sans Serif"/>
                <w:sz w:val="18"/>
                <w:szCs w:val="18"/>
              </w:rPr>
              <w:t>Tieto, että kyseessä on apteekissa valmistettava lääke (BN)</w:t>
            </w:r>
          </w:p>
          <w:p w14:paraId="70946E2B" w14:textId="7AAD368F" w:rsidR="0028025A" w:rsidRPr="00C445A8" w:rsidRDefault="0028025A" w:rsidP="000875F3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89788E">
              <w:rPr>
                <w:rFonts w:ascii="Microsoft Sans Serif" w:hAnsi="Microsoft Sans Serif" w:cs="Microsoft Sans Serif"/>
                <w:sz w:val="18"/>
                <w:szCs w:val="18"/>
              </w:rPr>
              <w:t>Apteekissa valmistettavat lääkkeet eivät kuulu Rajat ylittävän reseptin palvelun piiriin. Tämä siis aina ’false’.</w:t>
            </w:r>
          </w:p>
        </w:tc>
      </w:tr>
      <w:tr w:rsidR="00344769" w14:paraId="32FB5F4C" w14:textId="77777777" w:rsidTr="008F6071">
        <w:trPr>
          <w:trHeight w:val="255"/>
        </w:trPr>
        <w:tc>
          <w:tcPr>
            <w:tcW w:w="3011" w:type="dxa"/>
            <w:shd w:val="clear" w:color="auto" w:fill="FFFFFF"/>
            <w:noWrap/>
            <w:vAlign w:val="center"/>
          </w:tcPr>
          <w:p w14:paraId="5D4A77D9" w14:textId="77777777" w:rsidR="00344769" w:rsidRPr="0089788E" w:rsidRDefault="00344769" w:rsidP="000875F3">
            <w:pPr>
              <w:ind w:firstLine="333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89788E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prescriptionExpiryDate</w:t>
            </w:r>
          </w:p>
        </w:tc>
        <w:tc>
          <w:tcPr>
            <w:tcW w:w="1134" w:type="dxa"/>
            <w:gridSpan w:val="2"/>
            <w:shd w:val="clear" w:color="auto" w:fill="FFFFFF"/>
            <w:noWrap/>
            <w:vAlign w:val="center"/>
          </w:tcPr>
          <w:p w14:paraId="0CE4B878" w14:textId="77777777" w:rsidR="00344769" w:rsidRPr="0089788E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89788E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gridSpan w:val="2"/>
            <w:shd w:val="clear" w:color="auto" w:fill="FFFFFF"/>
            <w:vAlign w:val="center"/>
          </w:tcPr>
          <w:p w14:paraId="3D859801" w14:textId="77777777" w:rsidR="00344769" w:rsidRPr="0089788E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shd w:val="clear" w:color="auto" w:fill="FFFFFF"/>
            <w:vAlign w:val="center"/>
          </w:tcPr>
          <w:p w14:paraId="492531FC" w14:textId="06471863" w:rsidR="00344769" w:rsidRPr="0089788E" w:rsidRDefault="0089788E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89788E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344769" w14:paraId="37AFE265" w14:textId="77777777" w:rsidTr="008F6071">
        <w:trPr>
          <w:trHeight w:val="255"/>
        </w:trPr>
        <w:tc>
          <w:tcPr>
            <w:tcW w:w="3011" w:type="dxa"/>
            <w:shd w:val="clear" w:color="auto" w:fill="FFFFFF"/>
            <w:noWrap/>
            <w:vAlign w:val="center"/>
          </w:tcPr>
          <w:p w14:paraId="7083BCC6" w14:textId="77777777" w:rsidR="00344769" w:rsidRPr="0089788E" w:rsidRDefault="00344769" w:rsidP="000875F3">
            <w:pPr>
              <w:ind w:firstLine="333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89788E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drugPrescribedQuantityST</w:t>
            </w:r>
          </w:p>
        </w:tc>
        <w:tc>
          <w:tcPr>
            <w:tcW w:w="1134" w:type="dxa"/>
            <w:gridSpan w:val="2"/>
            <w:shd w:val="clear" w:color="auto" w:fill="FFFFFF"/>
            <w:noWrap/>
            <w:vAlign w:val="center"/>
          </w:tcPr>
          <w:p w14:paraId="08EDF3CA" w14:textId="77777777" w:rsidR="00344769" w:rsidRPr="0089788E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89788E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gridSpan w:val="2"/>
            <w:shd w:val="clear" w:color="auto" w:fill="FFFFFF"/>
            <w:vAlign w:val="center"/>
          </w:tcPr>
          <w:p w14:paraId="2BAE499A" w14:textId="77777777" w:rsidR="00344769" w:rsidRPr="0089788E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shd w:val="clear" w:color="auto" w:fill="FFFFFF"/>
            <w:vAlign w:val="center"/>
          </w:tcPr>
          <w:p w14:paraId="584A5BC8" w14:textId="09B18573" w:rsidR="00736EE3" w:rsidRPr="0089788E" w:rsidRDefault="0089788E" w:rsidP="000875F3">
            <w:pPr>
              <w:rPr>
                <w:rFonts w:ascii="Microsoft Sans Serif" w:hAnsi="Microsoft Sans Serif" w:cs="Microsoft Sans Serif"/>
                <w:strike/>
                <w:color w:val="A6A6A6" w:themeColor="background1" w:themeShade="A6"/>
                <w:sz w:val="18"/>
                <w:szCs w:val="18"/>
              </w:rPr>
            </w:pPr>
            <w:r w:rsidRPr="0089788E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344769" w14:paraId="6B2C8858" w14:textId="77777777" w:rsidTr="008F6071">
        <w:trPr>
          <w:trHeight w:val="255"/>
        </w:trPr>
        <w:tc>
          <w:tcPr>
            <w:tcW w:w="3011" w:type="dxa"/>
            <w:noWrap/>
            <w:vAlign w:val="center"/>
          </w:tcPr>
          <w:p w14:paraId="718D1541" w14:textId="77777777" w:rsidR="00344769" w:rsidRPr="00736EE3" w:rsidRDefault="00344769" w:rsidP="000875F3">
            <w:pPr>
              <w:ind w:firstLine="333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dispenseStatus</w:t>
            </w:r>
          </w:p>
        </w:tc>
        <w:tc>
          <w:tcPr>
            <w:tcW w:w="1134" w:type="dxa"/>
            <w:gridSpan w:val="2"/>
            <w:noWrap/>
            <w:vAlign w:val="center"/>
          </w:tcPr>
          <w:p w14:paraId="4C755347" w14:textId="77777777" w:rsidR="00344769" w:rsidRPr="00736EE3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gridSpan w:val="2"/>
            <w:vAlign w:val="center"/>
          </w:tcPr>
          <w:p w14:paraId="4C089D97" w14:textId="77777777" w:rsidR="00344769" w:rsidRPr="00736EE3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4306F0F6" w14:textId="77777777" w:rsidR="00344769" w:rsidRPr="00736EE3" w:rsidRDefault="00344769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Toimituksen tilarakenne</w:t>
            </w:r>
          </w:p>
          <w:p w14:paraId="019278AF" w14:textId="5DA65C70" w:rsidR="00736EE3" w:rsidRPr="00736EE3" w:rsidRDefault="00736EE3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344769" w14:paraId="709A6D26" w14:textId="77777777" w:rsidTr="008F6071">
        <w:trPr>
          <w:trHeight w:val="255"/>
        </w:trPr>
        <w:tc>
          <w:tcPr>
            <w:tcW w:w="3011" w:type="dxa"/>
            <w:noWrap/>
            <w:vAlign w:val="center"/>
          </w:tcPr>
          <w:p w14:paraId="26778FB5" w14:textId="77777777" w:rsidR="00344769" w:rsidRPr="00736EE3" w:rsidRDefault="00344769" w:rsidP="000875F3">
            <w:pPr>
              <w:ind w:firstLine="616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relatedDocument</w:t>
            </w:r>
          </w:p>
        </w:tc>
        <w:tc>
          <w:tcPr>
            <w:tcW w:w="1134" w:type="dxa"/>
            <w:gridSpan w:val="2"/>
            <w:noWrap/>
            <w:vAlign w:val="center"/>
          </w:tcPr>
          <w:p w14:paraId="53D0DBCF" w14:textId="77777777" w:rsidR="00344769" w:rsidRPr="00736EE3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gridSpan w:val="2"/>
            <w:vAlign w:val="center"/>
          </w:tcPr>
          <w:p w14:paraId="0E8D71DD" w14:textId="77777777" w:rsidR="00344769" w:rsidRPr="00736EE3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6355E0B5" w14:textId="28C6ADF4" w:rsidR="00344769" w:rsidRPr="00736EE3" w:rsidRDefault="00736EE3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344769" w14:paraId="35345758" w14:textId="77777777" w:rsidTr="008F6071">
        <w:trPr>
          <w:trHeight w:val="255"/>
        </w:trPr>
        <w:tc>
          <w:tcPr>
            <w:tcW w:w="3011" w:type="dxa"/>
            <w:noWrap/>
            <w:vAlign w:val="center"/>
          </w:tcPr>
          <w:p w14:paraId="6F5A2C22" w14:textId="77777777" w:rsidR="00344769" w:rsidRPr="00736EE3" w:rsidRDefault="00344769" w:rsidP="000875F3">
            <w:pPr>
              <w:ind w:firstLine="900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id</w:t>
            </w:r>
          </w:p>
        </w:tc>
        <w:tc>
          <w:tcPr>
            <w:tcW w:w="1134" w:type="dxa"/>
            <w:gridSpan w:val="2"/>
            <w:noWrap/>
            <w:vAlign w:val="center"/>
          </w:tcPr>
          <w:p w14:paraId="715C12C1" w14:textId="77777777" w:rsidR="00344769" w:rsidRPr="00736EE3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 xml:space="preserve">     0..1</w:t>
            </w:r>
          </w:p>
        </w:tc>
        <w:tc>
          <w:tcPr>
            <w:tcW w:w="1134" w:type="dxa"/>
            <w:gridSpan w:val="2"/>
            <w:vAlign w:val="center"/>
          </w:tcPr>
          <w:p w14:paraId="7448606F" w14:textId="77777777" w:rsidR="00344769" w:rsidRPr="00736EE3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4AB362A3" w14:textId="77777777" w:rsidR="00344769" w:rsidRPr="00736EE3" w:rsidRDefault="00344769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Tilamuutossanoman OID (II)</w:t>
            </w:r>
          </w:p>
          <w:p w14:paraId="17A878F0" w14:textId="1299CAB0" w:rsidR="00736EE3" w:rsidRPr="00736EE3" w:rsidRDefault="00736EE3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344769" w14:paraId="077EA692" w14:textId="77777777" w:rsidTr="008F6071">
        <w:trPr>
          <w:trHeight w:val="255"/>
        </w:trPr>
        <w:tc>
          <w:tcPr>
            <w:tcW w:w="3011" w:type="dxa"/>
            <w:noWrap/>
            <w:vAlign w:val="center"/>
          </w:tcPr>
          <w:p w14:paraId="3407A1BD" w14:textId="77777777" w:rsidR="00344769" w:rsidRPr="00736EE3" w:rsidRDefault="00344769" w:rsidP="000875F3">
            <w:pPr>
              <w:ind w:firstLine="900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setId</w:t>
            </w:r>
          </w:p>
        </w:tc>
        <w:tc>
          <w:tcPr>
            <w:tcW w:w="1134" w:type="dxa"/>
            <w:gridSpan w:val="2"/>
            <w:noWrap/>
            <w:vAlign w:val="center"/>
          </w:tcPr>
          <w:p w14:paraId="23D4902D" w14:textId="77777777" w:rsidR="00344769" w:rsidRPr="00736EE3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 xml:space="preserve">      0..1</w:t>
            </w:r>
          </w:p>
        </w:tc>
        <w:tc>
          <w:tcPr>
            <w:tcW w:w="1134" w:type="dxa"/>
            <w:gridSpan w:val="2"/>
            <w:vAlign w:val="center"/>
          </w:tcPr>
          <w:p w14:paraId="2CABD0E3" w14:textId="77777777" w:rsidR="00344769" w:rsidRPr="00736EE3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57BAB27E" w14:textId="77777777" w:rsidR="00344769" w:rsidRPr="00736EE3" w:rsidRDefault="00344769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Tilamuutossanoman setId (II)</w:t>
            </w:r>
          </w:p>
          <w:p w14:paraId="56795354" w14:textId="55D090A7" w:rsidR="00736EE3" w:rsidRPr="00736EE3" w:rsidRDefault="00736EE3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344769" w14:paraId="28A5F643" w14:textId="77777777" w:rsidTr="008F6071">
        <w:trPr>
          <w:trHeight w:val="255"/>
        </w:trPr>
        <w:tc>
          <w:tcPr>
            <w:tcW w:w="3011" w:type="dxa"/>
            <w:noWrap/>
            <w:vAlign w:val="center"/>
          </w:tcPr>
          <w:p w14:paraId="20C8D57B" w14:textId="77777777" w:rsidR="00344769" w:rsidRPr="00736EE3" w:rsidRDefault="00344769" w:rsidP="000875F3">
            <w:pPr>
              <w:ind w:firstLine="900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versionNumber</w:t>
            </w:r>
          </w:p>
        </w:tc>
        <w:tc>
          <w:tcPr>
            <w:tcW w:w="1134" w:type="dxa"/>
            <w:gridSpan w:val="2"/>
            <w:noWrap/>
            <w:vAlign w:val="center"/>
          </w:tcPr>
          <w:p w14:paraId="53B28A20" w14:textId="77777777" w:rsidR="00344769" w:rsidRPr="00736EE3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 xml:space="preserve">      0..1</w:t>
            </w:r>
          </w:p>
        </w:tc>
        <w:tc>
          <w:tcPr>
            <w:tcW w:w="1134" w:type="dxa"/>
            <w:gridSpan w:val="2"/>
            <w:vAlign w:val="center"/>
          </w:tcPr>
          <w:p w14:paraId="0369E18B" w14:textId="77777777" w:rsidR="00344769" w:rsidRPr="00736EE3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773CCEDC" w14:textId="77777777" w:rsidR="00344769" w:rsidRPr="00736EE3" w:rsidRDefault="00344769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Tilamuutossanoman versionumero (INT)</w:t>
            </w:r>
          </w:p>
          <w:p w14:paraId="0FFE44E6" w14:textId="5F9845F3" w:rsidR="00736EE3" w:rsidRPr="00736EE3" w:rsidRDefault="00736EE3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344769" w14:paraId="71F5FC57" w14:textId="77777777" w:rsidTr="008F6071">
        <w:trPr>
          <w:trHeight w:val="255"/>
        </w:trPr>
        <w:tc>
          <w:tcPr>
            <w:tcW w:w="3011" w:type="dxa"/>
            <w:noWrap/>
            <w:vAlign w:val="center"/>
          </w:tcPr>
          <w:p w14:paraId="01E51F7E" w14:textId="77777777" w:rsidR="00344769" w:rsidRPr="00736EE3" w:rsidRDefault="00344769" w:rsidP="000875F3">
            <w:pPr>
              <w:ind w:firstLine="616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stateStatusCode</w:t>
            </w:r>
          </w:p>
        </w:tc>
        <w:tc>
          <w:tcPr>
            <w:tcW w:w="1134" w:type="dxa"/>
            <w:gridSpan w:val="2"/>
            <w:noWrap/>
            <w:vAlign w:val="center"/>
          </w:tcPr>
          <w:p w14:paraId="4DF5CC43" w14:textId="77777777" w:rsidR="00344769" w:rsidRPr="00736EE3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gridSpan w:val="2"/>
            <w:vAlign w:val="center"/>
          </w:tcPr>
          <w:p w14:paraId="69A9F59D" w14:textId="77777777" w:rsidR="00344769" w:rsidRPr="00736EE3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38407F9F" w14:textId="77777777" w:rsidR="00344769" w:rsidRPr="00736EE3" w:rsidRDefault="00344769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Lääkemääräyksen toimitustilat (CV, OID: 1.2.246.537.5.40123.2006)</w:t>
            </w:r>
          </w:p>
          <w:p w14:paraId="1D6CCCB5" w14:textId="7C5B836C" w:rsidR="00344769" w:rsidRPr="00736EE3" w:rsidRDefault="00736EE3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344769" w14:paraId="1007CF75" w14:textId="77777777" w:rsidTr="008F6071">
        <w:trPr>
          <w:trHeight w:val="255"/>
        </w:trPr>
        <w:tc>
          <w:tcPr>
            <w:tcW w:w="3011" w:type="dxa"/>
            <w:noWrap/>
            <w:vAlign w:val="center"/>
          </w:tcPr>
          <w:p w14:paraId="04DE857A" w14:textId="77777777" w:rsidR="00344769" w:rsidRPr="00736EE3" w:rsidRDefault="00344769" w:rsidP="000875F3">
            <w:pPr>
              <w:ind w:firstLine="616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stateAuthor</w:t>
            </w:r>
          </w:p>
        </w:tc>
        <w:tc>
          <w:tcPr>
            <w:tcW w:w="1134" w:type="dxa"/>
            <w:gridSpan w:val="2"/>
            <w:noWrap/>
            <w:vAlign w:val="center"/>
          </w:tcPr>
          <w:p w14:paraId="67B35423" w14:textId="77777777" w:rsidR="00344769" w:rsidRPr="00736EE3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gridSpan w:val="2"/>
            <w:vAlign w:val="center"/>
          </w:tcPr>
          <w:p w14:paraId="65AFB31B" w14:textId="77777777" w:rsidR="00344769" w:rsidRPr="00736EE3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33F32194" w14:textId="77777777" w:rsidR="00344769" w:rsidRPr="00736EE3" w:rsidRDefault="00344769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Reseptikeskuksen generoima teksti tilamuutoksen tekijästä (ST)</w:t>
            </w:r>
          </w:p>
          <w:p w14:paraId="2076FE55" w14:textId="273C8261" w:rsidR="00736EE3" w:rsidRPr="00736EE3" w:rsidRDefault="00736EE3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344769" w14:paraId="291628E9" w14:textId="77777777" w:rsidTr="008F6071">
        <w:trPr>
          <w:trHeight w:val="255"/>
        </w:trPr>
        <w:tc>
          <w:tcPr>
            <w:tcW w:w="3011" w:type="dxa"/>
            <w:noWrap/>
            <w:vAlign w:val="center"/>
          </w:tcPr>
          <w:p w14:paraId="16AE8769" w14:textId="77777777" w:rsidR="00344769" w:rsidRPr="00736EE3" w:rsidRDefault="00344769" w:rsidP="000875F3">
            <w:pPr>
              <w:ind w:firstLine="616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stateFreetext</w:t>
            </w:r>
          </w:p>
        </w:tc>
        <w:tc>
          <w:tcPr>
            <w:tcW w:w="1134" w:type="dxa"/>
            <w:gridSpan w:val="2"/>
            <w:noWrap/>
            <w:vAlign w:val="center"/>
          </w:tcPr>
          <w:p w14:paraId="408D7AB2" w14:textId="77777777" w:rsidR="00344769" w:rsidRPr="00736EE3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gridSpan w:val="2"/>
            <w:vAlign w:val="center"/>
          </w:tcPr>
          <w:p w14:paraId="0EA8D74F" w14:textId="77777777" w:rsidR="00344769" w:rsidRPr="00736EE3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2BCD66E0" w14:textId="77777777" w:rsidR="00344769" w:rsidRPr="00736EE3" w:rsidRDefault="00344769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Tilamuutosta kuvaava teksti jonka reseptikeskus generoi (ST)</w:t>
            </w:r>
          </w:p>
          <w:p w14:paraId="7E58A09A" w14:textId="31B2A131" w:rsidR="00736EE3" w:rsidRPr="00736EE3" w:rsidRDefault="00736EE3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344769" w14:paraId="67BFC796" w14:textId="77777777" w:rsidTr="008F6071">
        <w:trPr>
          <w:trHeight w:val="255"/>
        </w:trPr>
        <w:tc>
          <w:tcPr>
            <w:tcW w:w="3011" w:type="dxa"/>
            <w:noWrap/>
            <w:vAlign w:val="center"/>
          </w:tcPr>
          <w:p w14:paraId="522C3AF3" w14:textId="77777777" w:rsidR="00344769" w:rsidRPr="00736EE3" w:rsidRDefault="00344769" w:rsidP="000875F3">
            <w:pPr>
              <w:ind w:firstLine="333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reservationStatus</w:t>
            </w:r>
          </w:p>
        </w:tc>
        <w:tc>
          <w:tcPr>
            <w:tcW w:w="1134" w:type="dxa"/>
            <w:gridSpan w:val="2"/>
            <w:noWrap/>
            <w:vAlign w:val="center"/>
          </w:tcPr>
          <w:p w14:paraId="05DE60FC" w14:textId="77777777" w:rsidR="00344769" w:rsidRPr="00736EE3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gridSpan w:val="2"/>
            <w:vAlign w:val="center"/>
          </w:tcPr>
          <w:p w14:paraId="3F3B5BD2" w14:textId="77777777" w:rsidR="00344769" w:rsidRPr="00736EE3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673C42A7" w14:textId="77777777" w:rsidR="00344769" w:rsidRPr="00736EE3" w:rsidRDefault="00344769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Varauksen tilarakenne</w:t>
            </w:r>
          </w:p>
          <w:p w14:paraId="633E4A93" w14:textId="7DE3A43C" w:rsidR="00736EE3" w:rsidRPr="00736EE3" w:rsidRDefault="00736EE3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344769" w14:paraId="169465FB" w14:textId="77777777" w:rsidTr="008F6071">
        <w:trPr>
          <w:trHeight w:val="255"/>
        </w:trPr>
        <w:tc>
          <w:tcPr>
            <w:tcW w:w="3011" w:type="dxa"/>
            <w:noWrap/>
            <w:vAlign w:val="center"/>
          </w:tcPr>
          <w:p w14:paraId="4358ABB2" w14:textId="77777777" w:rsidR="00344769" w:rsidRPr="00736EE3" w:rsidRDefault="00344769" w:rsidP="000875F3">
            <w:pPr>
              <w:ind w:firstLine="616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relatedDocument</w:t>
            </w:r>
          </w:p>
        </w:tc>
        <w:tc>
          <w:tcPr>
            <w:tcW w:w="1134" w:type="dxa"/>
            <w:gridSpan w:val="2"/>
            <w:noWrap/>
            <w:vAlign w:val="center"/>
          </w:tcPr>
          <w:p w14:paraId="3BBF9C36" w14:textId="77777777" w:rsidR="00344769" w:rsidRPr="00736EE3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gridSpan w:val="2"/>
            <w:vAlign w:val="center"/>
          </w:tcPr>
          <w:p w14:paraId="40D8A792" w14:textId="77777777" w:rsidR="00344769" w:rsidRPr="00736EE3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52A171B7" w14:textId="4DFDAB20" w:rsidR="00344769" w:rsidRPr="00736EE3" w:rsidRDefault="00736EE3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344769" w14:paraId="111063A0" w14:textId="77777777" w:rsidTr="008F6071">
        <w:trPr>
          <w:trHeight w:val="255"/>
        </w:trPr>
        <w:tc>
          <w:tcPr>
            <w:tcW w:w="3011" w:type="dxa"/>
            <w:noWrap/>
            <w:vAlign w:val="center"/>
          </w:tcPr>
          <w:p w14:paraId="56190242" w14:textId="77777777" w:rsidR="00344769" w:rsidRPr="00736EE3" w:rsidRDefault="00344769" w:rsidP="000875F3">
            <w:pPr>
              <w:ind w:firstLine="900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id</w:t>
            </w:r>
          </w:p>
        </w:tc>
        <w:tc>
          <w:tcPr>
            <w:tcW w:w="1134" w:type="dxa"/>
            <w:gridSpan w:val="2"/>
            <w:noWrap/>
            <w:vAlign w:val="center"/>
          </w:tcPr>
          <w:p w14:paraId="18788109" w14:textId="77777777" w:rsidR="00344769" w:rsidRPr="00736EE3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gridSpan w:val="2"/>
            <w:vAlign w:val="center"/>
          </w:tcPr>
          <w:p w14:paraId="61FAEEB0" w14:textId="77777777" w:rsidR="00344769" w:rsidRPr="00736EE3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3B4B711D" w14:textId="77777777" w:rsidR="00344769" w:rsidRPr="00736EE3" w:rsidRDefault="00344769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Tilamuutossanoman OID (II)</w:t>
            </w:r>
          </w:p>
          <w:p w14:paraId="72A3CD85" w14:textId="76A6043C" w:rsidR="00736EE3" w:rsidRPr="00736EE3" w:rsidRDefault="00736EE3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344769" w14:paraId="28D2B75F" w14:textId="77777777" w:rsidTr="008F6071">
        <w:trPr>
          <w:trHeight w:val="255"/>
        </w:trPr>
        <w:tc>
          <w:tcPr>
            <w:tcW w:w="3011" w:type="dxa"/>
            <w:noWrap/>
            <w:vAlign w:val="center"/>
          </w:tcPr>
          <w:p w14:paraId="3CCAB1CA" w14:textId="77777777" w:rsidR="00344769" w:rsidRPr="00736EE3" w:rsidRDefault="00344769" w:rsidP="000875F3">
            <w:pPr>
              <w:ind w:firstLine="900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setId</w:t>
            </w:r>
          </w:p>
        </w:tc>
        <w:tc>
          <w:tcPr>
            <w:tcW w:w="1134" w:type="dxa"/>
            <w:gridSpan w:val="2"/>
            <w:noWrap/>
            <w:vAlign w:val="center"/>
          </w:tcPr>
          <w:p w14:paraId="471362DB" w14:textId="77777777" w:rsidR="00344769" w:rsidRPr="00736EE3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gridSpan w:val="2"/>
            <w:vAlign w:val="center"/>
          </w:tcPr>
          <w:p w14:paraId="4DC4488B" w14:textId="77777777" w:rsidR="00344769" w:rsidRPr="00736EE3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23C3322C" w14:textId="77777777" w:rsidR="00344769" w:rsidRPr="00736EE3" w:rsidRDefault="00344769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Tilamuutossanoman setId (II)</w:t>
            </w:r>
          </w:p>
          <w:p w14:paraId="7E1FE64B" w14:textId="1FC7001A" w:rsidR="00736EE3" w:rsidRPr="00736EE3" w:rsidRDefault="00736EE3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344769" w14:paraId="2CA78EEA" w14:textId="77777777" w:rsidTr="008F6071">
        <w:trPr>
          <w:trHeight w:val="255"/>
        </w:trPr>
        <w:tc>
          <w:tcPr>
            <w:tcW w:w="3011" w:type="dxa"/>
            <w:noWrap/>
            <w:vAlign w:val="center"/>
          </w:tcPr>
          <w:p w14:paraId="36D16F2F" w14:textId="77777777" w:rsidR="00344769" w:rsidRPr="00736EE3" w:rsidRDefault="00344769" w:rsidP="000875F3">
            <w:pPr>
              <w:ind w:firstLine="900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lastRenderedPageBreak/>
              <w:t>versionNumber</w:t>
            </w:r>
          </w:p>
        </w:tc>
        <w:tc>
          <w:tcPr>
            <w:tcW w:w="1134" w:type="dxa"/>
            <w:gridSpan w:val="2"/>
            <w:noWrap/>
            <w:vAlign w:val="center"/>
          </w:tcPr>
          <w:p w14:paraId="1BA33658" w14:textId="77777777" w:rsidR="00344769" w:rsidRPr="00736EE3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gridSpan w:val="2"/>
            <w:vAlign w:val="center"/>
          </w:tcPr>
          <w:p w14:paraId="5F688065" w14:textId="77777777" w:rsidR="00344769" w:rsidRPr="00736EE3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1FDCA5FB" w14:textId="77777777" w:rsidR="00344769" w:rsidRPr="00736EE3" w:rsidRDefault="00344769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Tilamuutossanoman versionumero (INT)</w:t>
            </w:r>
          </w:p>
          <w:p w14:paraId="471285E5" w14:textId="410AE657" w:rsidR="00736EE3" w:rsidRPr="00736EE3" w:rsidRDefault="00736EE3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344769" w14:paraId="4D9984D5" w14:textId="77777777" w:rsidTr="008F6071">
        <w:trPr>
          <w:trHeight w:val="255"/>
        </w:trPr>
        <w:tc>
          <w:tcPr>
            <w:tcW w:w="3011" w:type="dxa"/>
            <w:noWrap/>
            <w:vAlign w:val="center"/>
          </w:tcPr>
          <w:p w14:paraId="33226FFD" w14:textId="77777777" w:rsidR="00344769" w:rsidRPr="00736EE3" w:rsidRDefault="00344769" w:rsidP="000875F3">
            <w:pPr>
              <w:ind w:firstLine="616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stateStatusCode</w:t>
            </w:r>
          </w:p>
        </w:tc>
        <w:tc>
          <w:tcPr>
            <w:tcW w:w="1134" w:type="dxa"/>
            <w:gridSpan w:val="2"/>
            <w:noWrap/>
            <w:vAlign w:val="center"/>
          </w:tcPr>
          <w:p w14:paraId="4B2F139A" w14:textId="77777777" w:rsidR="00344769" w:rsidRPr="00736EE3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gridSpan w:val="2"/>
            <w:vAlign w:val="center"/>
          </w:tcPr>
          <w:p w14:paraId="680FDADA" w14:textId="77777777" w:rsidR="00344769" w:rsidRPr="00736EE3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1602061C" w14:textId="77777777" w:rsidR="00344769" w:rsidRPr="00736EE3" w:rsidRDefault="00344769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Lääkemääräyksen varaustilat: (CV, OID: 1.2.246.537.5.40122.2006)</w:t>
            </w:r>
          </w:p>
          <w:p w14:paraId="434BCA37" w14:textId="1817110A" w:rsidR="00736EE3" w:rsidRPr="00736EE3" w:rsidRDefault="00736EE3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344769" w14:paraId="1B5C5FAB" w14:textId="77777777" w:rsidTr="008F6071">
        <w:trPr>
          <w:trHeight w:val="255"/>
        </w:trPr>
        <w:tc>
          <w:tcPr>
            <w:tcW w:w="3011" w:type="dxa"/>
            <w:noWrap/>
            <w:vAlign w:val="center"/>
          </w:tcPr>
          <w:p w14:paraId="1589CBF4" w14:textId="77777777" w:rsidR="00344769" w:rsidRPr="00736EE3" w:rsidRDefault="00344769" w:rsidP="000875F3">
            <w:pPr>
              <w:ind w:firstLine="616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stateAuthor</w:t>
            </w:r>
          </w:p>
        </w:tc>
        <w:tc>
          <w:tcPr>
            <w:tcW w:w="1134" w:type="dxa"/>
            <w:gridSpan w:val="2"/>
            <w:noWrap/>
            <w:vAlign w:val="center"/>
          </w:tcPr>
          <w:p w14:paraId="62620AAF" w14:textId="77777777" w:rsidR="00344769" w:rsidRPr="00736EE3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gridSpan w:val="2"/>
            <w:vAlign w:val="center"/>
          </w:tcPr>
          <w:p w14:paraId="6640BA82" w14:textId="77777777" w:rsidR="00344769" w:rsidRPr="00736EE3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16174303" w14:textId="77777777" w:rsidR="00344769" w:rsidRPr="00736EE3" w:rsidRDefault="00344769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Reseptikeskuksen generoima teksti tilamuutoksen tekijästä (ST)</w:t>
            </w:r>
          </w:p>
          <w:p w14:paraId="5C3FEC62" w14:textId="09BC10DE" w:rsidR="00736EE3" w:rsidRPr="00736EE3" w:rsidRDefault="00736EE3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344769" w14:paraId="5464B3F2" w14:textId="77777777" w:rsidTr="008F6071">
        <w:trPr>
          <w:trHeight w:val="255"/>
        </w:trPr>
        <w:tc>
          <w:tcPr>
            <w:tcW w:w="3011" w:type="dxa"/>
            <w:noWrap/>
            <w:vAlign w:val="center"/>
          </w:tcPr>
          <w:p w14:paraId="41CEE475" w14:textId="77777777" w:rsidR="00344769" w:rsidRPr="00736EE3" w:rsidRDefault="00344769" w:rsidP="000875F3">
            <w:pPr>
              <w:ind w:firstLine="616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stateFreetext</w:t>
            </w:r>
          </w:p>
        </w:tc>
        <w:tc>
          <w:tcPr>
            <w:tcW w:w="1134" w:type="dxa"/>
            <w:gridSpan w:val="2"/>
            <w:noWrap/>
            <w:vAlign w:val="center"/>
          </w:tcPr>
          <w:p w14:paraId="391F4554" w14:textId="77777777" w:rsidR="00344769" w:rsidRPr="00736EE3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gridSpan w:val="2"/>
            <w:vAlign w:val="center"/>
          </w:tcPr>
          <w:p w14:paraId="7FB385C6" w14:textId="77777777" w:rsidR="00344769" w:rsidRPr="00736EE3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46191F81" w14:textId="77777777" w:rsidR="00344769" w:rsidRPr="00736EE3" w:rsidRDefault="00344769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Tilamuutosta kuvaava teksti jonka reseptikeskus generoi (ST)</w:t>
            </w:r>
          </w:p>
          <w:p w14:paraId="251FEA1A" w14:textId="01FE850E" w:rsidR="00736EE3" w:rsidRPr="00736EE3" w:rsidRDefault="00736EE3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344769" w14:paraId="0E1DBBFC" w14:textId="77777777" w:rsidTr="008F6071">
        <w:trPr>
          <w:trHeight w:val="255"/>
        </w:trPr>
        <w:tc>
          <w:tcPr>
            <w:tcW w:w="3011" w:type="dxa"/>
            <w:noWrap/>
            <w:vAlign w:val="center"/>
          </w:tcPr>
          <w:p w14:paraId="36583636" w14:textId="77777777" w:rsidR="00344769" w:rsidRPr="00736EE3" w:rsidRDefault="00344769" w:rsidP="000875F3">
            <w:pPr>
              <w:ind w:firstLine="333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heldStatus</w:t>
            </w:r>
          </w:p>
        </w:tc>
        <w:tc>
          <w:tcPr>
            <w:tcW w:w="1134" w:type="dxa"/>
            <w:gridSpan w:val="2"/>
            <w:noWrap/>
            <w:vAlign w:val="center"/>
          </w:tcPr>
          <w:p w14:paraId="712493A6" w14:textId="77777777" w:rsidR="00344769" w:rsidRPr="00736EE3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gridSpan w:val="2"/>
            <w:vAlign w:val="center"/>
          </w:tcPr>
          <w:p w14:paraId="234145F0" w14:textId="77777777" w:rsidR="00344769" w:rsidRPr="00736EE3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0C0980A9" w14:textId="77777777" w:rsidR="00344769" w:rsidRPr="00736EE3" w:rsidRDefault="00344769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Lukitustilan rakenne</w:t>
            </w:r>
          </w:p>
          <w:p w14:paraId="1A24BAC4" w14:textId="2514EC24" w:rsidR="00736EE3" w:rsidRPr="00736EE3" w:rsidRDefault="00736EE3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344769" w14:paraId="443C79FE" w14:textId="77777777" w:rsidTr="008F6071">
        <w:trPr>
          <w:trHeight w:val="255"/>
        </w:trPr>
        <w:tc>
          <w:tcPr>
            <w:tcW w:w="3011" w:type="dxa"/>
            <w:noWrap/>
            <w:vAlign w:val="center"/>
          </w:tcPr>
          <w:p w14:paraId="25C170AA" w14:textId="77777777" w:rsidR="00344769" w:rsidRPr="00736EE3" w:rsidRDefault="00344769" w:rsidP="000875F3">
            <w:pPr>
              <w:ind w:firstLine="900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relatedDocument</w:t>
            </w:r>
          </w:p>
        </w:tc>
        <w:tc>
          <w:tcPr>
            <w:tcW w:w="1134" w:type="dxa"/>
            <w:gridSpan w:val="2"/>
            <w:noWrap/>
            <w:vAlign w:val="center"/>
          </w:tcPr>
          <w:p w14:paraId="090BF37E" w14:textId="77777777" w:rsidR="00344769" w:rsidRPr="00736EE3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gridSpan w:val="2"/>
            <w:vAlign w:val="center"/>
          </w:tcPr>
          <w:p w14:paraId="2A88D210" w14:textId="77777777" w:rsidR="00344769" w:rsidRPr="00736EE3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5DEF6682" w14:textId="30AD993D" w:rsidR="00344769" w:rsidRPr="00736EE3" w:rsidRDefault="00736EE3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344769" w14:paraId="12CE211E" w14:textId="77777777" w:rsidTr="008F6071">
        <w:trPr>
          <w:trHeight w:val="255"/>
        </w:trPr>
        <w:tc>
          <w:tcPr>
            <w:tcW w:w="3011" w:type="dxa"/>
            <w:noWrap/>
            <w:vAlign w:val="center"/>
          </w:tcPr>
          <w:p w14:paraId="5F20ED46" w14:textId="77777777" w:rsidR="00344769" w:rsidRPr="00736EE3" w:rsidRDefault="00344769" w:rsidP="000875F3">
            <w:pPr>
              <w:ind w:firstLine="900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id</w:t>
            </w:r>
          </w:p>
        </w:tc>
        <w:tc>
          <w:tcPr>
            <w:tcW w:w="1134" w:type="dxa"/>
            <w:gridSpan w:val="2"/>
            <w:noWrap/>
            <w:vAlign w:val="center"/>
          </w:tcPr>
          <w:p w14:paraId="0D3B74C5" w14:textId="77777777" w:rsidR="00344769" w:rsidRPr="00736EE3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gridSpan w:val="2"/>
            <w:vAlign w:val="center"/>
          </w:tcPr>
          <w:p w14:paraId="3CFB50FB" w14:textId="77777777" w:rsidR="00344769" w:rsidRPr="00736EE3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2598BFD0" w14:textId="77777777" w:rsidR="00344769" w:rsidRPr="00736EE3" w:rsidRDefault="00344769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Tilamuutossanoman OID (II)</w:t>
            </w:r>
          </w:p>
          <w:p w14:paraId="105E757E" w14:textId="6C611E19" w:rsidR="00736EE3" w:rsidRPr="00736EE3" w:rsidRDefault="00736EE3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344769" w14:paraId="7FE973AF" w14:textId="77777777" w:rsidTr="008F6071">
        <w:trPr>
          <w:trHeight w:val="255"/>
        </w:trPr>
        <w:tc>
          <w:tcPr>
            <w:tcW w:w="3011" w:type="dxa"/>
            <w:noWrap/>
            <w:vAlign w:val="center"/>
          </w:tcPr>
          <w:p w14:paraId="08D9342C" w14:textId="77777777" w:rsidR="00344769" w:rsidRPr="00736EE3" w:rsidRDefault="00344769" w:rsidP="000875F3">
            <w:pPr>
              <w:ind w:firstLine="900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setId</w:t>
            </w:r>
          </w:p>
        </w:tc>
        <w:tc>
          <w:tcPr>
            <w:tcW w:w="1134" w:type="dxa"/>
            <w:gridSpan w:val="2"/>
            <w:noWrap/>
            <w:vAlign w:val="center"/>
          </w:tcPr>
          <w:p w14:paraId="0FB33F46" w14:textId="77777777" w:rsidR="00344769" w:rsidRPr="00736EE3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gridSpan w:val="2"/>
            <w:vAlign w:val="center"/>
          </w:tcPr>
          <w:p w14:paraId="6A8F1840" w14:textId="77777777" w:rsidR="00344769" w:rsidRPr="00736EE3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2D44B46B" w14:textId="77777777" w:rsidR="00344769" w:rsidRPr="00736EE3" w:rsidRDefault="00344769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Tilamuutossanoman setId (II)</w:t>
            </w:r>
          </w:p>
          <w:p w14:paraId="0EA23575" w14:textId="3AE4146F" w:rsidR="00736EE3" w:rsidRPr="00736EE3" w:rsidRDefault="00736EE3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344769" w14:paraId="62F73575" w14:textId="77777777" w:rsidTr="008F6071">
        <w:trPr>
          <w:trHeight w:val="255"/>
        </w:trPr>
        <w:tc>
          <w:tcPr>
            <w:tcW w:w="3011" w:type="dxa"/>
            <w:noWrap/>
            <w:vAlign w:val="center"/>
          </w:tcPr>
          <w:p w14:paraId="3A080AE4" w14:textId="77777777" w:rsidR="00344769" w:rsidRPr="00736EE3" w:rsidRDefault="00344769" w:rsidP="000875F3">
            <w:pPr>
              <w:ind w:firstLine="616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versionNumber</w:t>
            </w:r>
          </w:p>
        </w:tc>
        <w:tc>
          <w:tcPr>
            <w:tcW w:w="1134" w:type="dxa"/>
            <w:gridSpan w:val="2"/>
            <w:noWrap/>
            <w:vAlign w:val="center"/>
          </w:tcPr>
          <w:p w14:paraId="6196B2A7" w14:textId="77777777" w:rsidR="00344769" w:rsidRPr="00736EE3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gridSpan w:val="2"/>
            <w:vAlign w:val="center"/>
          </w:tcPr>
          <w:p w14:paraId="6D50AB19" w14:textId="77777777" w:rsidR="00344769" w:rsidRPr="00736EE3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1571AD65" w14:textId="77777777" w:rsidR="00344769" w:rsidRPr="00736EE3" w:rsidRDefault="00344769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Tilamuutossanoman versionumero (INT)</w:t>
            </w:r>
          </w:p>
          <w:p w14:paraId="4AC0D6A4" w14:textId="0459A219" w:rsidR="00736EE3" w:rsidRPr="00736EE3" w:rsidRDefault="00736EE3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344769" w14:paraId="1352C088" w14:textId="77777777" w:rsidTr="008F6071">
        <w:trPr>
          <w:trHeight w:val="255"/>
        </w:trPr>
        <w:tc>
          <w:tcPr>
            <w:tcW w:w="3011" w:type="dxa"/>
            <w:noWrap/>
            <w:vAlign w:val="center"/>
          </w:tcPr>
          <w:p w14:paraId="40CAA837" w14:textId="77777777" w:rsidR="00344769" w:rsidRPr="00736EE3" w:rsidRDefault="00344769" w:rsidP="000875F3">
            <w:pPr>
              <w:ind w:firstLine="616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stateStatusCode</w:t>
            </w:r>
          </w:p>
        </w:tc>
        <w:tc>
          <w:tcPr>
            <w:tcW w:w="1134" w:type="dxa"/>
            <w:gridSpan w:val="2"/>
            <w:noWrap/>
            <w:vAlign w:val="center"/>
          </w:tcPr>
          <w:p w14:paraId="39A4103C" w14:textId="77777777" w:rsidR="00344769" w:rsidRPr="00736EE3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gridSpan w:val="2"/>
            <w:vAlign w:val="center"/>
          </w:tcPr>
          <w:p w14:paraId="660FA7DC" w14:textId="77777777" w:rsidR="00344769" w:rsidRPr="00736EE3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06100D9F" w14:textId="77777777" w:rsidR="00344769" w:rsidRPr="00736EE3" w:rsidRDefault="00344769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Lääkemääräyksen lukitustilat (CV, OID: 1.2.246.537.5.40124.2006)</w:t>
            </w:r>
          </w:p>
          <w:p w14:paraId="01A78981" w14:textId="0C264FCD" w:rsidR="00736EE3" w:rsidRPr="00736EE3" w:rsidRDefault="00736EE3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344769" w14:paraId="5EC223B9" w14:textId="77777777" w:rsidTr="008F6071">
        <w:trPr>
          <w:trHeight w:val="255"/>
        </w:trPr>
        <w:tc>
          <w:tcPr>
            <w:tcW w:w="3011" w:type="dxa"/>
            <w:noWrap/>
            <w:vAlign w:val="center"/>
          </w:tcPr>
          <w:p w14:paraId="68B0CA64" w14:textId="77777777" w:rsidR="00344769" w:rsidRPr="00736EE3" w:rsidRDefault="00344769" w:rsidP="000875F3">
            <w:pPr>
              <w:ind w:firstLine="616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stateAuthor</w:t>
            </w:r>
          </w:p>
        </w:tc>
        <w:tc>
          <w:tcPr>
            <w:tcW w:w="1134" w:type="dxa"/>
            <w:gridSpan w:val="2"/>
            <w:noWrap/>
            <w:vAlign w:val="center"/>
          </w:tcPr>
          <w:p w14:paraId="61515161" w14:textId="77777777" w:rsidR="00344769" w:rsidRPr="00736EE3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gridSpan w:val="2"/>
            <w:vAlign w:val="center"/>
          </w:tcPr>
          <w:p w14:paraId="07ABDFBE" w14:textId="77777777" w:rsidR="00344769" w:rsidRPr="00736EE3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0A289F5D" w14:textId="77777777" w:rsidR="00344769" w:rsidRPr="00736EE3" w:rsidRDefault="00344769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Reseptikeskuksen generoima teksti tilamuutoksen tekijästä (ST)</w:t>
            </w:r>
          </w:p>
          <w:p w14:paraId="67B325E8" w14:textId="1C565B8B" w:rsidR="00736EE3" w:rsidRPr="00736EE3" w:rsidRDefault="00736EE3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344769" w14:paraId="060A97FB" w14:textId="77777777" w:rsidTr="008F6071">
        <w:trPr>
          <w:trHeight w:val="255"/>
        </w:trPr>
        <w:tc>
          <w:tcPr>
            <w:tcW w:w="3011" w:type="dxa"/>
            <w:noWrap/>
            <w:vAlign w:val="center"/>
          </w:tcPr>
          <w:p w14:paraId="58E1665E" w14:textId="77777777" w:rsidR="00344769" w:rsidRPr="00736EE3" w:rsidRDefault="00344769" w:rsidP="000875F3">
            <w:pPr>
              <w:ind w:firstLine="616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stateFreetext</w:t>
            </w:r>
          </w:p>
        </w:tc>
        <w:tc>
          <w:tcPr>
            <w:tcW w:w="1134" w:type="dxa"/>
            <w:gridSpan w:val="2"/>
            <w:noWrap/>
            <w:vAlign w:val="center"/>
          </w:tcPr>
          <w:p w14:paraId="5A210F25" w14:textId="77777777" w:rsidR="00344769" w:rsidRPr="00736EE3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gridSpan w:val="2"/>
            <w:vAlign w:val="center"/>
          </w:tcPr>
          <w:p w14:paraId="414EE6F7" w14:textId="77777777" w:rsidR="00344769" w:rsidRPr="00736EE3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7AB31B07" w14:textId="77777777" w:rsidR="00344769" w:rsidRPr="00736EE3" w:rsidRDefault="00344769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Tilamuutosta kuvaava teksti jonka reseptikeskus generoi (ST)</w:t>
            </w:r>
          </w:p>
          <w:p w14:paraId="0AFF7A7C" w14:textId="07BE229F" w:rsidR="00736EE3" w:rsidRPr="00736EE3" w:rsidRDefault="00736EE3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344769" w14:paraId="2E268851" w14:textId="77777777" w:rsidTr="008F6071">
        <w:trPr>
          <w:trHeight w:val="255"/>
        </w:trPr>
        <w:tc>
          <w:tcPr>
            <w:tcW w:w="3011" w:type="dxa"/>
            <w:noWrap/>
            <w:vAlign w:val="center"/>
          </w:tcPr>
          <w:p w14:paraId="5F751CBF" w14:textId="77777777" w:rsidR="00344769" w:rsidRPr="00736EE3" w:rsidRDefault="00344769" w:rsidP="000875F3">
            <w:pPr>
              <w:ind w:firstLine="333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renewalStatus</w:t>
            </w:r>
          </w:p>
        </w:tc>
        <w:tc>
          <w:tcPr>
            <w:tcW w:w="1134" w:type="dxa"/>
            <w:gridSpan w:val="2"/>
            <w:noWrap/>
            <w:vAlign w:val="center"/>
          </w:tcPr>
          <w:p w14:paraId="2ADCBDCE" w14:textId="77777777" w:rsidR="00344769" w:rsidRPr="00736EE3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gridSpan w:val="2"/>
            <w:vAlign w:val="center"/>
          </w:tcPr>
          <w:p w14:paraId="716A4952" w14:textId="77777777" w:rsidR="00344769" w:rsidRPr="00736EE3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1A3D3BC5" w14:textId="77777777" w:rsidR="00344769" w:rsidRPr="00736EE3" w:rsidRDefault="00344769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Uusimistilan rakenne</w:t>
            </w:r>
          </w:p>
          <w:p w14:paraId="158BC58E" w14:textId="3DB77A38" w:rsidR="00736EE3" w:rsidRPr="00736EE3" w:rsidRDefault="00736EE3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344769" w14:paraId="04CE4E80" w14:textId="77777777" w:rsidTr="008F6071">
        <w:trPr>
          <w:trHeight w:val="255"/>
        </w:trPr>
        <w:tc>
          <w:tcPr>
            <w:tcW w:w="3011" w:type="dxa"/>
            <w:noWrap/>
            <w:vAlign w:val="center"/>
          </w:tcPr>
          <w:p w14:paraId="174859F4" w14:textId="77777777" w:rsidR="00344769" w:rsidRPr="00736EE3" w:rsidRDefault="00344769" w:rsidP="000875F3">
            <w:pPr>
              <w:ind w:firstLine="616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relatedDocument</w:t>
            </w:r>
          </w:p>
        </w:tc>
        <w:tc>
          <w:tcPr>
            <w:tcW w:w="1134" w:type="dxa"/>
            <w:gridSpan w:val="2"/>
            <w:noWrap/>
            <w:vAlign w:val="center"/>
          </w:tcPr>
          <w:p w14:paraId="4DAFA6E7" w14:textId="77777777" w:rsidR="00344769" w:rsidRPr="00736EE3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gridSpan w:val="2"/>
            <w:vAlign w:val="center"/>
          </w:tcPr>
          <w:p w14:paraId="66A2CDC6" w14:textId="77777777" w:rsidR="00344769" w:rsidRPr="00736EE3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0EBD0750" w14:textId="14F57DD9" w:rsidR="00344769" w:rsidRPr="00736EE3" w:rsidRDefault="00736EE3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344769" w14:paraId="2F6E3EBF" w14:textId="77777777" w:rsidTr="008F6071">
        <w:trPr>
          <w:trHeight w:val="255"/>
        </w:trPr>
        <w:tc>
          <w:tcPr>
            <w:tcW w:w="3011" w:type="dxa"/>
            <w:noWrap/>
            <w:vAlign w:val="center"/>
          </w:tcPr>
          <w:p w14:paraId="79A62E15" w14:textId="77777777" w:rsidR="00344769" w:rsidRPr="00736EE3" w:rsidRDefault="00344769" w:rsidP="000875F3">
            <w:pPr>
              <w:ind w:firstLine="900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id</w:t>
            </w:r>
          </w:p>
        </w:tc>
        <w:tc>
          <w:tcPr>
            <w:tcW w:w="1134" w:type="dxa"/>
            <w:gridSpan w:val="2"/>
            <w:noWrap/>
            <w:vAlign w:val="center"/>
          </w:tcPr>
          <w:p w14:paraId="7742D48F" w14:textId="77777777" w:rsidR="00344769" w:rsidRPr="00736EE3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gridSpan w:val="2"/>
            <w:vAlign w:val="center"/>
          </w:tcPr>
          <w:p w14:paraId="59E178BE" w14:textId="77777777" w:rsidR="00344769" w:rsidRPr="00736EE3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3C23692B" w14:textId="77777777" w:rsidR="00344769" w:rsidRPr="00736EE3" w:rsidRDefault="00344769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Tilamuutossanoman OID (II)</w:t>
            </w:r>
          </w:p>
          <w:p w14:paraId="39E20889" w14:textId="3DACF258" w:rsidR="00736EE3" w:rsidRPr="00736EE3" w:rsidRDefault="00736EE3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344769" w14:paraId="66A0D07E" w14:textId="77777777" w:rsidTr="008F6071">
        <w:trPr>
          <w:trHeight w:val="255"/>
        </w:trPr>
        <w:tc>
          <w:tcPr>
            <w:tcW w:w="3011" w:type="dxa"/>
            <w:noWrap/>
            <w:vAlign w:val="center"/>
          </w:tcPr>
          <w:p w14:paraId="3369EA19" w14:textId="77777777" w:rsidR="00344769" w:rsidRPr="00736EE3" w:rsidRDefault="00344769" w:rsidP="000875F3">
            <w:pPr>
              <w:ind w:firstLine="900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setId</w:t>
            </w:r>
          </w:p>
        </w:tc>
        <w:tc>
          <w:tcPr>
            <w:tcW w:w="1134" w:type="dxa"/>
            <w:gridSpan w:val="2"/>
            <w:noWrap/>
            <w:vAlign w:val="center"/>
          </w:tcPr>
          <w:p w14:paraId="01468A37" w14:textId="77777777" w:rsidR="00344769" w:rsidRPr="00736EE3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gridSpan w:val="2"/>
            <w:vAlign w:val="center"/>
          </w:tcPr>
          <w:p w14:paraId="0A311E40" w14:textId="77777777" w:rsidR="00344769" w:rsidRPr="00736EE3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60FBB86C" w14:textId="77777777" w:rsidR="00344769" w:rsidRPr="00736EE3" w:rsidRDefault="00344769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Tilamuutossanoman setId (II)</w:t>
            </w:r>
          </w:p>
          <w:p w14:paraId="19622E8F" w14:textId="2655059A" w:rsidR="00736EE3" w:rsidRPr="00736EE3" w:rsidRDefault="00736EE3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lastRenderedPageBreak/>
              <w:t>ei käytössä</w:t>
            </w:r>
          </w:p>
        </w:tc>
      </w:tr>
      <w:tr w:rsidR="00344769" w14:paraId="2CF41BF8" w14:textId="77777777" w:rsidTr="008F6071">
        <w:trPr>
          <w:trHeight w:val="255"/>
        </w:trPr>
        <w:tc>
          <w:tcPr>
            <w:tcW w:w="3011" w:type="dxa"/>
            <w:noWrap/>
            <w:vAlign w:val="center"/>
          </w:tcPr>
          <w:p w14:paraId="426B5E3B" w14:textId="77777777" w:rsidR="00344769" w:rsidRPr="00736EE3" w:rsidRDefault="00344769" w:rsidP="000875F3">
            <w:pPr>
              <w:ind w:firstLine="900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lastRenderedPageBreak/>
              <w:t>versionNumber</w:t>
            </w:r>
          </w:p>
        </w:tc>
        <w:tc>
          <w:tcPr>
            <w:tcW w:w="1134" w:type="dxa"/>
            <w:gridSpan w:val="2"/>
            <w:noWrap/>
            <w:vAlign w:val="center"/>
          </w:tcPr>
          <w:p w14:paraId="2C0AE789" w14:textId="77777777" w:rsidR="00344769" w:rsidRPr="00736EE3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gridSpan w:val="2"/>
            <w:vAlign w:val="center"/>
          </w:tcPr>
          <w:p w14:paraId="39612E0A" w14:textId="77777777" w:rsidR="00344769" w:rsidRPr="00736EE3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22AF8B2E" w14:textId="77777777" w:rsidR="00344769" w:rsidRPr="00736EE3" w:rsidRDefault="00344769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Tilamuutossanoman versionumero (INT)</w:t>
            </w:r>
          </w:p>
          <w:p w14:paraId="6030031B" w14:textId="5C3093BB" w:rsidR="00736EE3" w:rsidRPr="00736EE3" w:rsidRDefault="00736EE3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344769" w14:paraId="3E940194" w14:textId="77777777" w:rsidTr="008F6071">
        <w:trPr>
          <w:trHeight w:val="255"/>
        </w:trPr>
        <w:tc>
          <w:tcPr>
            <w:tcW w:w="3011" w:type="dxa"/>
            <w:noWrap/>
            <w:vAlign w:val="center"/>
          </w:tcPr>
          <w:p w14:paraId="2BE1C7EB" w14:textId="77777777" w:rsidR="00344769" w:rsidRPr="00736EE3" w:rsidRDefault="00344769" w:rsidP="000875F3">
            <w:pPr>
              <w:ind w:firstLine="616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stateStatusCode</w:t>
            </w:r>
          </w:p>
        </w:tc>
        <w:tc>
          <w:tcPr>
            <w:tcW w:w="1134" w:type="dxa"/>
            <w:gridSpan w:val="2"/>
            <w:noWrap/>
            <w:vAlign w:val="center"/>
          </w:tcPr>
          <w:p w14:paraId="0FBF5F83" w14:textId="77777777" w:rsidR="00344769" w:rsidRPr="00736EE3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gridSpan w:val="2"/>
            <w:vAlign w:val="center"/>
          </w:tcPr>
          <w:p w14:paraId="3BBFCF99" w14:textId="77777777" w:rsidR="00344769" w:rsidRPr="00736EE3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35CF2524" w14:textId="77777777" w:rsidR="00344769" w:rsidRPr="00736EE3" w:rsidRDefault="00344769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Uusimispyynnön tila (CV, OID: 1.2.246.537.5.40106.2006)</w:t>
            </w:r>
          </w:p>
          <w:p w14:paraId="488C0476" w14:textId="7A813303" w:rsidR="00736EE3" w:rsidRPr="00736EE3" w:rsidRDefault="00736EE3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344769" w14:paraId="13EED17E" w14:textId="77777777" w:rsidTr="008F6071">
        <w:trPr>
          <w:trHeight w:val="255"/>
        </w:trPr>
        <w:tc>
          <w:tcPr>
            <w:tcW w:w="3011" w:type="dxa"/>
            <w:noWrap/>
            <w:vAlign w:val="center"/>
          </w:tcPr>
          <w:p w14:paraId="4F0D5505" w14:textId="77777777" w:rsidR="00344769" w:rsidRPr="00736EE3" w:rsidRDefault="00344769" w:rsidP="000875F3">
            <w:pPr>
              <w:ind w:firstLine="616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stateAuthor</w:t>
            </w:r>
          </w:p>
        </w:tc>
        <w:tc>
          <w:tcPr>
            <w:tcW w:w="1134" w:type="dxa"/>
            <w:gridSpan w:val="2"/>
            <w:noWrap/>
            <w:vAlign w:val="center"/>
          </w:tcPr>
          <w:p w14:paraId="4D837AE1" w14:textId="77777777" w:rsidR="00344769" w:rsidRPr="00736EE3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gridSpan w:val="2"/>
            <w:vAlign w:val="center"/>
          </w:tcPr>
          <w:p w14:paraId="480DF051" w14:textId="77777777" w:rsidR="00344769" w:rsidRPr="00736EE3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3E8F2DD5" w14:textId="77777777" w:rsidR="00344769" w:rsidRPr="00736EE3" w:rsidRDefault="00344769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Reseptikeskuksen generoima teksti tilamuutoksen tekijästä (ST)</w:t>
            </w:r>
          </w:p>
          <w:p w14:paraId="59C92073" w14:textId="715258E2" w:rsidR="00736EE3" w:rsidRPr="00736EE3" w:rsidRDefault="00736EE3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344769" w14:paraId="62B75979" w14:textId="77777777" w:rsidTr="008F6071">
        <w:trPr>
          <w:trHeight w:val="255"/>
        </w:trPr>
        <w:tc>
          <w:tcPr>
            <w:tcW w:w="3011" w:type="dxa"/>
            <w:noWrap/>
            <w:vAlign w:val="center"/>
          </w:tcPr>
          <w:p w14:paraId="4BE78FF6" w14:textId="77777777" w:rsidR="00344769" w:rsidRPr="00736EE3" w:rsidRDefault="00344769" w:rsidP="000875F3">
            <w:pPr>
              <w:ind w:firstLine="616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stateFreetext</w:t>
            </w:r>
          </w:p>
        </w:tc>
        <w:tc>
          <w:tcPr>
            <w:tcW w:w="1134" w:type="dxa"/>
            <w:gridSpan w:val="2"/>
            <w:noWrap/>
            <w:vAlign w:val="center"/>
          </w:tcPr>
          <w:p w14:paraId="0D8AAB42" w14:textId="77777777" w:rsidR="00344769" w:rsidRPr="00736EE3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gridSpan w:val="2"/>
            <w:vAlign w:val="center"/>
          </w:tcPr>
          <w:p w14:paraId="1BD8C31E" w14:textId="77777777" w:rsidR="00344769" w:rsidRPr="00736EE3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767FD57F" w14:textId="77777777" w:rsidR="00344769" w:rsidRPr="00736EE3" w:rsidRDefault="00344769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Tilamuutosta kuvaava teksti jonka reseptikeskus generoi (ST)</w:t>
            </w:r>
          </w:p>
          <w:p w14:paraId="65C21BF4" w14:textId="73FDAB01" w:rsidR="00736EE3" w:rsidRPr="00736EE3" w:rsidRDefault="00736EE3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344769" w14:paraId="5E5E18ED" w14:textId="77777777" w:rsidTr="008F6071">
        <w:trPr>
          <w:trHeight w:val="255"/>
        </w:trPr>
        <w:tc>
          <w:tcPr>
            <w:tcW w:w="3011" w:type="dxa"/>
            <w:noWrap/>
            <w:vAlign w:val="center"/>
          </w:tcPr>
          <w:p w14:paraId="2EF05E22" w14:textId="77777777" w:rsidR="00344769" w:rsidRPr="00F07C9E" w:rsidRDefault="00344769" w:rsidP="000875F3">
            <w:pPr>
              <w:ind w:firstLine="333"/>
              <w:rPr>
                <w:rFonts w:ascii="Microsoft Sans Serif" w:hAnsi="Microsoft Sans Serif" w:cs="Microsoft Sans Serif"/>
                <w:bCs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bCs/>
                <w:sz w:val="18"/>
                <w:szCs w:val="18"/>
              </w:rPr>
              <w:t>prescriptionType</w:t>
            </w:r>
          </w:p>
        </w:tc>
        <w:tc>
          <w:tcPr>
            <w:tcW w:w="1134" w:type="dxa"/>
            <w:gridSpan w:val="2"/>
            <w:noWrap/>
            <w:vAlign w:val="center"/>
          </w:tcPr>
          <w:p w14:paraId="56581CC3" w14:textId="77777777" w:rsidR="00344769" w:rsidRPr="00F07C9E" w:rsidRDefault="00344769" w:rsidP="000875F3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0..1</w:t>
            </w:r>
          </w:p>
        </w:tc>
        <w:tc>
          <w:tcPr>
            <w:tcW w:w="1134" w:type="dxa"/>
            <w:gridSpan w:val="2"/>
            <w:vAlign w:val="center"/>
          </w:tcPr>
          <w:p w14:paraId="0D543996" w14:textId="77777777" w:rsidR="00344769" w:rsidRDefault="00344769" w:rsidP="000875F3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5341671B" w14:textId="77777777" w:rsidR="00344769" w:rsidRDefault="00344769" w:rsidP="005F4D47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määrätyn määrän esittämistapa</w:t>
            </w:r>
          </w:p>
          <w:p w14:paraId="7331F3AD" w14:textId="5D70FBA6" w:rsidR="0028025A" w:rsidRPr="00F07C9E" w:rsidRDefault="0028025A" w:rsidP="005F4D47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0F7712">
              <w:rPr>
                <w:rFonts w:ascii="Microsoft Sans Serif" w:hAnsi="Microsoft Sans Serif" w:cs="Microsoft Sans Serif"/>
                <w:sz w:val="18"/>
                <w:szCs w:val="18"/>
              </w:rPr>
              <w:t>Rajat ylittävässä reseptissä tämä on aina ’1’.</w:t>
            </w:r>
          </w:p>
        </w:tc>
      </w:tr>
      <w:tr w:rsidR="00344769" w14:paraId="34B29C9A" w14:textId="77777777" w:rsidTr="008F6071">
        <w:trPr>
          <w:trHeight w:val="255"/>
        </w:trPr>
        <w:tc>
          <w:tcPr>
            <w:tcW w:w="3011" w:type="dxa"/>
            <w:noWrap/>
            <w:vAlign w:val="center"/>
          </w:tcPr>
          <w:p w14:paraId="5AEF1749" w14:textId="77777777" w:rsidR="00344769" w:rsidRDefault="00344769" w:rsidP="000875F3">
            <w:pPr>
              <w:ind w:firstLine="333"/>
              <w:rPr>
                <w:rFonts w:ascii="Microsoft Sans Serif" w:hAnsi="Microsoft Sans Serif" w:cs="Microsoft Sans Serif"/>
                <w:bCs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bCs/>
                <w:sz w:val="18"/>
                <w:szCs w:val="18"/>
              </w:rPr>
              <w:t>prescriptionValue</w:t>
            </w:r>
          </w:p>
        </w:tc>
        <w:tc>
          <w:tcPr>
            <w:tcW w:w="1134" w:type="dxa"/>
            <w:gridSpan w:val="2"/>
            <w:noWrap/>
            <w:vAlign w:val="center"/>
          </w:tcPr>
          <w:p w14:paraId="215D2789" w14:textId="77777777" w:rsidR="00344769" w:rsidRDefault="00344769" w:rsidP="000875F3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0..1</w:t>
            </w:r>
          </w:p>
        </w:tc>
        <w:tc>
          <w:tcPr>
            <w:tcW w:w="1134" w:type="dxa"/>
            <w:gridSpan w:val="2"/>
            <w:vAlign w:val="center"/>
          </w:tcPr>
          <w:p w14:paraId="0DC26859" w14:textId="77777777" w:rsidR="00344769" w:rsidRPr="0089788E" w:rsidRDefault="00344769" w:rsidP="000875F3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7629CCEF" w14:textId="77777777" w:rsidR="00344769" w:rsidRPr="0089788E" w:rsidRDefault="00344769" w:rsidP="000875F3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89788E">
              <w:rPr>
                <w:rFonts w:ascii="Microsoft Sans Serif" w:hAnsi="Microsoft Sans Serif" w:cs="Microsoft Sans Serif"/>
                <w:sz w:val="18"/>
                <w:szCs w:val="18"/>
              </w:rPr>
              <w:t>reseptin laji (CV, OID 1.2.246.537.6.605.2014</w:t>
            </w:r>
          </w:p>
          <w:p w14:paraId="3CA7EC47" w14:textId="77777777" w:rsidR="00344769" w:rsidRPr="0089788E" w:rsidRDefault="00344769" w:rsidP="000875F3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89788E">
              <w:rPr>
                <w:rFonts w:ascii="Microsoft Sans Serif" w:hAnsi="Microsoft Sans Serif" w:cs="Microsoft Sans Serif"/>
                <w:sz w:val="18"/>
                <w:szCs w:val="18"/>
              </w:rPr>
              <w:t xml:space="preserve">(1 Resepti  </w:t>
            </w:r>
          </w:p>
          <w:p w14:paraId="11203896" w14:textId="77777777" w:rsidR="00344769" w:rsidRPr="0089788E" w:rsidRDefault="00344769" w:rsidP="000875F3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89788E">
              <w:rPr>
                <w:rFonts w:ascii="Microsoft Sans Serif" w:hAnsi="Microsoft Sans Serif" w:cs="Microsoft Sans Serif"/>
                <w:sz w:val="18"/>
                <w:szCs w:val="18"/>
              </w:rPr>
              <w:t xml:space="preserve">2 Sairaala-apteekkiresepti  </w:t>
            </w:r>
          </w:p>
          <w:p w14:paraId="1B8D3364" w14:textId="77777777" w:rsidR="009E430D" w:rsidRPr="0089788E" w:rsidRDefault="00344769" w:rsidP="000875F3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89788E">
              <w:rPr>
                <w:rFonts w:ascii="Microsoft Sans Serif" w:hAnsi="Microsoft Sans Serif" w:cs="Microsoft Sans Serif"/>
                <w:sz w:val="18"/>
                <w:szCs w:val="18"/>
              </w:rPr>
              <w:t>3 Ulkomaanresepti)</w:t>
            </w:r>
          </w:p>
          <w:p w14:paraId="1C278F56" w14:textId="6CAA21B8" w:rsidR="009E430D" w:rsidRPr="0089788E" w:rsidDel="00C95022" w:rsidRDefault="009E430D" w:rsidP="000875F3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89788E">
              <w:rPr>
                <w:rFonts w:ascii="Microsoft Sans Serif" w:hAnsi="Microsoft Sans Serif" w:cs="Microsoft Sans Serif"/>
                <w:sz w:val="18"/>
                <w:szCs w:val="18"/>
              </w:rPr>
              <w:t xml:space="preserve">Rajat ylittävässä reseptissä aina </w:t>
            </w:r>
            <w:r w:rsidR="0028025A" w:rsidRPr="0089788E">
              <w:rPr>
                <w:rFonts w:ascii="Microsoft Sans Serif" w:hAnsi="Microsoft Sans Serif" w:cs="Microsoft Sans Serif"/>
                <w:sz w:val="18"/>
                <w:szCs w:val="18"/>
              </w:rPr>
              <w:t>’1’.</w:t>
            </w:r>
          </w:p>
        </w:tc>
      </w:tr>
      <w:tr w:rsidR="00344769" w14:paraId="5B8270C5" w14:textId="77777777" w:rsidTr="008F6071">
        <w:trPr>
          <w:trHeight w:val="255"/>
        </w:trPr>
        <w:tc>
          <w:tcPr>
            <w:tcW w:w="3011" w:type="dxa"/>
            <w:noWrap/>
            <w:vAlign w:val="center"/>
          </w:tcPr>
          <w:p w14:paraId="432E88ED" w14:textId="77777777" w:rsidR="00344769" w:rsidRPr="0089788E" w:rsidRDefault="00344769" w:rsidP="000875F3">
            <w:pPr>
              <w:ind w:firstLine="333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89788E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packageAmount</w:t>
            </w:r>
          </w:p>
        </w:tc>
        <w:tc>
          <w:tcPr>
            <w:tcW w:w="1134" w:type="dxa"/>
            <w:gridSpan w:val="2"/>
            <w:noWrap/>
            <w:vAlign w:val="center"/>
          </w:tcPr>
          <w:p w14:paraId="6B47C2CA" w14:textId="77777777" w:rsidR="00344769" w:rsidRPr="0089788E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89788E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gridSpan w:val="2"/>
            <w:vAlign w:val="center"/>
          </w:tcPr>
          <w:p w14:paraId="3B089F4B" w14:textId="77777777" w:rsidR="00344769" w:rsidRPr="0089788E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54D3C6E7" w14:textId="22BC47A2" w:rsidR="00344769" w:rsidRPr="0089788E" w:rsidRDefault="0089788E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89788E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344769" w14:paraId="5665ECB9" w14:textId="77777777" w:rsidTr="008F6071">
        <w:trPr>
          <w:trHeight w:val="255"/>
        </w:trPr>
        <w:tc>
          <w:tcPr>
            <w:tcW w:w="3011" w:type="dxa"/>
            <w:noWrap/>
            <w:vAlign w:val="center"/>
          </w:tcPr>
          <w:p w14:paraId="362D2223" w14:textId="77777777" w:rsidR="00344769" w:rsidRPr="0089788E" w:rsidRDefault="00344769" w:rsidP="000875F3">
            <w:pPr>
              <w:ind w:firstLine="333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89788E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totalAmount</w:t>
            </w:r>
          </w:p>
        </w:tc>
        <w:tc>
          <w:tcPr>
            <w:tcW w:w="1134" w:type="dxa"/>
            <w:gridSpan w:val="2"/>
            <w:noWrap/>
            <w:vAlign w:val="center"/>
          </w:tcPr>
          <w:p w14:paraId="7C837A1E" w14:textId="77777777" w:rsidR="00344769" w:rsidRPr="0089788E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89788E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gridSpan w:val="2"/>
            <w:vAlign w:val="center"/>
          </w:tcPr>
          <w:p w14:paraId="5AF0D632" w14:textId="77777777" w:rsidR="00344769" w:rsidRPr="0089788E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64561B65" w14:textId="3E642906" w:rsidR="00C81821" w:rsidRPr="0089788E" w:rsidRDefault="0089788E" w:rsidP="00C81821">
            <w:pPr>
              <w:rPr>
                <w:rFonts w:ascii="Microsoft Sans Serif" w:hAnsi="Microsoft Sans Serif" w:cs="Microsoft Sans Serif"/>
                <w:strike/>
                <w:color w:val="A6A6A6" w:themeColor="background1" w:themeShade="A6"/>
                <w:sz w:val="18"/>
                <w:szCs w:val="18"/>
              </w:rPr>
            </w:pPr>
            <w:r w:rsidRPr="0089788E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344769" w14:paraId="42770977" w14:textId="77777777" w:rsidTr="008F6071">
        <w:trPr>
          <w:trHeight w:val="255"/>
        </w:trPr>
        <w:tc>
          <w:tcPr>
            <w:tcW w:w="3011" w:type="dxa"/>
            <w:noWrap/>
            <w:vAlign w:val="center"/>
          </w:tcPr>
          <w:p w14:paraId="1F3758CA" w14:textId="77777777" w:rsidR="00344769" w:rsidRPr="0089788E" w:rsidRDefault="00344769" w:rsidP="000875F3">
            <w:pPr>
              <w:ind w:firstLine="333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89788E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packageSizeUnit</w:t>
            </w:r>
          </w:p>
        </w:tc>
        <w:tc>
          <w:tcPr>
            <w:tcW w:w="1134" w:type="dxa"/>
            <w:gridSpan w:val="2"/>
            <w:noWrap/>
            <w:vAlign w:val="center"/>
          </w:tcPr>
          <w:p w14:paraId="29560038" w14:textId="77777777" w:rsidR="00344769" w:rsidRPr="0089788E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89788E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gridSpan w:val="2"/>
            <w:vAlign w:val="center"/>
          </w:tcPr>
          <w:p w14:paraId="63533F15" w14:textId="77777777" w:rsidR="00344769" w:rsidRPr="0089788E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0BA7E133" w14:textId="0FD9AD0D" w:rsidR="00344769" w:rsidRPr="0089788E" w:rsidRDefault="0089788E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89788E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344769" w14:paraId="41774D3B" w14:textId="77777777" w:rsidTr="008F6071">
        <w:trPr>
          <w:trHeight w:val="255"/>
        </w:trPr>
        <w:tc>
          <w:tcPr>
            <w:tcW w:w="3011" w:type="dxa"/>
            <w:noWrap/>
            <w:vAlign w:val="center"/>
          </w:tcPr>
          <w:p w14:paraId="6BB2ECF3" w14:textId="77777777" w:rsidR="00344769" w:rsidRPr="0089788E" w:rsidRDefault="00344769" w:rsidP="000875F3">
            <w:pPr>
              <w:ind w:firstLine="333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89788E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packageFactor</w:t>
            </w:r>
          </w:p>
        </w:tc>
        <w:tc>
          <w:tcPr>
            <w:tcW w:w="1134" w:type="dxa"/>
            <w:gridSpan w:val="2"/>
            <w:noWrap/>
            <w:vAlign w:val="center"/>
          </w:tcPr>
          <w:p w14:paraId="4A39147F" w14:textId="77777777" w:rsidR="00344769" w:rsidRPr="0089788E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89788E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gridSpan w:val="2"/>
            <w:vAlign w:val="center"/>
          </w:tcPr>
          <w:p w14:paraId="0AD42D79" w14:textId="77777777" w:rsidR="00344769" w:rsidRPr="0089788E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08E12C90" w14:textId="3CC1965C" w:rsidR="00344769" w:rsidRPr="0089788E" w:rsidRDefault="0089788E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89788E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344769" w14:paraId="0E2EFD3A" w14:textId="77777777" w:rsidTr="008F6071">
        <w:trPr>
          <w:trHeight w:val="255"/>
        </w:trPr>
        <w:tc>
          <w:tcPr>
            <w:tcW w:w="3011" w:type="dxa"/>
            <w:noWrap/>
            <w:vAlign w:val="center"/>
          </w:tcPr>
          <w:p w14:paraId="18DA9DC3" w14:textId="77777777" w:rsidR="00344769" w:rsidRPr="00B23067" w:rsidRDefault="00344769" w:rsidP="000875F3">
            <w:pPr>
              <w:ind w:firstLine="333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packageSizeText</w:t>
            </w:r>
          </w:p>
        </w:tc>
        <w:tc>
          <w:tcPr>
            <w:tcW w:w="1134" w:type="dxa"/>
            <w:gridSpan w:val="2"/>
            <w:noWrap/>
            <w:vAlign w:val="center"/>
          </w:tcPr>
          <w:p w14:paraId="15E306B4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gridSpan w:val="2"/>
            <w:vAlign w:val="center"/>
          </w:tcPr>
          <w:p w14:paraId="4184D818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2062ED1C" w14:textId="2A2D280A" w:rsidR="00344769" w:rsidRPr="00B23067" w:rsidRDefault="005F4D47" w:rsidP="005F4D47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344769" w14:paraId="5D1CA576" w14:textId="77777777" w:rsidTr="008F6071">
        <w:trPr>
          <w:trHeight w:val="255"/>
        </w:trPr>
        <w:tc>
          <w:tcPr>
            <w:tcW w:w="3011" w:type="dxa"/>
            <w:noWrap/>
            <w:vAlign w:val="center"/>
          </w:tcPr>
          <w:p w14:paraId="3BB55A6F" w14:textId="77777777" w:rsidR="00344769" w:rsidRPr="00B23067" w:rsidRDefault="00344769" w:rsidP="000875F3">
            <w:pPr>
              <w:ind w:firstLine="333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validityTime</w:t>
            </w:r>
          </w:p>
        </w:tc>
        <w:tc>
          <w:tcPr>
            <w:tcW w:w="1134" w:type="dxa"/>
            <w:gridSpan w:val="2"/>
            <w:noWrap/>
            <w:vAlign w:val="center"/>
          </w:tcPr>
          <w:p w14:paraId="375B2F4A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gridSpan w:val="2"/>
            <w:vAlign w:val="center"/>
          </w:tcPr>
          <w:p w14:paraId="4031F0FD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56F70236" w14:textId="5E65C697" w:rsidR="00344769" w:rsidRPr="00B23067" w:rsidRDefault="00344769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ajalle määrätty lääke, voimassaoloaika (INT)</w:t>
            </w:r>
            <w:r w:rsidR="005F4D47"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 xml:space="preserve"> – ei käytössä</w:t>
            </w:r>
          </w:p>
        </w:tc>
      </w:tr>
      <w:tr w:rsidR="00344769" w14:paraId="3D61B3CE" w14:textId="77777777" w:rsidTr="008F6071">
        <w:trPr>
          <w:trHeight w:val="255"/>
        </w:trPr>
        <w:tc>
          <w:tcPr>
            <w:tcW w:w="3011" w:type="dxa"/>
            <w:noWrap/>
            <w:vAlign w:val="center"/>
          </w:tcPr>
          <w:p w14:paraId="2F048386" w14:textId="77777777" w:rsidR="00344769" w:rsidRPr="00B23067" w:rsidRDefault="00344769" w:rsidP="000875F3">
            <w:pPr>
              <w:ind w:firstLine="333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validityTimeUnit</w:t>
            </w:r>
          </w:p>
        </w:tc>
        <w:tc>
          <w:tcPr>
            <w:tcW w:w="1134" w:type="dxa"/>
            <w:gridSpan w:val="2"/>
            <w:noWrap/>
            <w:vAlign w:val="center"/>
          </w:tcPr>
          <w:p w14:paraId="5B36757C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gridSpan w:val="2"/>
            <w:vAlign w:val="center"/>
          </w:tcPr>
          <w:p w14:paraId="5345ECAA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3C950EB3" w14:textId="24322C45" w:rsidR="00344769" w:rsidRPr="00B23067" w:rsidRDefault="00344769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ajalle määrätty lääke, ajan yksikkö (CS)</w:t>
            </w:r>
            <w:r w:rsidR="005F4D47"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 xml:space="preserve"> – ei käytössä</w:t>
            </w:r>
          </w:p>
        </w:tc>
      </w:tr>
      <w:tr w:rsidR="00344769" w14:paraId="7491DC55" w14:textId="77777777" w:rsidTr="008F6071">
        <w:trPr>
          <w:trHeight w:val="255"/>
        </w:trPr>
        <w:tc>
          <w:tcPr>
            <w:tcW w:w="3011" w:type="dxa"/>
            <w:noWrap/>
            <w:vAlign w:val="center"/>
          </w:tcPr>
          <w:p w14:paraId="683BCA50" w14:textId="77777777" w:rsidR="00344769" w:rsidRDefault="00344769" w:rsidP="000875F3">
            <w:pPr>
              <w:ind w:firstLine="333"/>
              <w:rPr>
                <w:rFonts w:ascii="Microsoft Sans Serif" w:hAnsi="Microsoft Sans Serif" w:cs="Microsoft Sans Serif"/>
                <w:bCs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bCs/>
                <w:sz w:val="18"/>
                <w:szCs w:val="18"/>
              </w:rPr>
              <w:t>neRep</w:t>
            </w:r>
          </w:p>
        </w:tc>
        <w:tc>
          <w:tcPr>
            <w:tcW w:w="1134" w:type="dxa"/>
            <w:gridSpan w:val="2"/>
            <w:noWrap/>
            <w:vAlign w:val="center"/>
          </w:tcPr>
          <w:p w14:paraId="58CD4F27" w14:textId="77777777" w:rsidR="00344769" w:rsidRDefault="00344769" w:rsidP="000875F3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0..1</w:t>
            </w:r>
          </w:p>
        </w:tc>
        <w:tc>
          <w:tcPr>
            <w:tcW w:w="1134" w:type="dxa"/>
            <w:gridSpan w:val="2"/>
            <w:vAlign w:val="center"/>
          </w:tcPr>
          <w:p w14:paraId="5762812E" w14:textId="25982EE9" w:rsidR="00344769" w:rsidRDefault="006B0F32" w:rsidP="006B0F32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true</w:t>
            </w:r>
          </w:p>
        </w:tc>
        <w:tc>
          <w:tcPr>
            <w:tcW w:w="2977" w:type="dxa"/>
            <w:gridSpan w:val="2"/>
            <w:vAlign w:val="center"/>
          </w:tcPr>
          <w:p w14:paraId="7DDB3DD4" w14:textId="77777777" w:rsidR="00344769" w:rsidRDefault="00344769" w:rsidP="000875F3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reseptin uusimiskielto (BN)</w:t>
            </w:r>
          </w:p>
          <w:p w14:paraId="79029EC5" w14:textId="5A4C5B16" w:rsidR="00FC6889" w:rsidRDefault="00FC6889" w:rsidP="000875F3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89788E">
              <w:rPr>
                <w:rFonts w:ascii="Microsoft Sans Serif" w:hAnsi="Microsoft Sans Serif" w:cs="Microsoft Sans Serif"/>
                <w:sz w:val="18"/>
                <w:szCs w:val="18"/>
              </w:rPr>
              <w:t>Rajat ylittävässä reseptissä ei reseptejä voi uusia. Tämä siis aina ’</w:t>
            </w:r>
            <w:r w:rsidR="006B0F32">
              <w:rPr>
                <w:rFonts w:ascii="Microsoft Sans Serif" w:hAnsi="Microsoft Sans Serif" w:cs="Microsoft Sans Serif"/>
                <w:sz w:val="18"/>
                <w:szCs w:val="18"/>
              </w:rPr>
              <w:t>true</w:t>
            </w:r>
            <w:r w:rsidRPr="0089788E">
              <w:rPr>
                <w:rFonts w:ascii="Microsoft Sans Serif" w:hAnsi="Microsoft Sans Serif" w:cs="Microsoft Sans Serif"/>
                <w:sz w:val="18"/>
                <w:szCs w:val="18"/>
              </w:rPr>
              <w:t>’.</w:t>
            </w:r>
          </w:p>
        </w:tc>
      </w:tr>
      <w:tr w:rsidR="00344769" w14:paraId="7E21374D" w14:textId="77777777" w:rsidTr="008F6071">
        <w:trPr>
          <w:trHeight w:val="255"/>
        </w:trPr>
        <w:tc>
          <w:tcPr>
            <w:tcW w:w="3011" w:type="dxa"/>
            <w:noWrap/>
            <w:vAlign w:val="center"/>
          </w:tcPr>
          <w:p w14:paraId="1ABE90F5" w14:textId="77777777" w:rsidR="00344769" w:rsidRPr="006C2EED" w:rsidRDefault="00344769" w:rsidP="000875F3">
            <w:pPr>
              <w:ind w:firstLine="333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6C2EED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realDispenseStatus</w:t>
            </w:r>
          </w:p>
        </w:tc>
        <w:tc>
          <w:tcPr>
            <w:tcW w:w="1134" w:type="dxa"/>
            <w:gridSpan w:val="2"/>
            <w:noWrap/>
            <w:vAlign w:val="center"/>
          </w:tcPr>
          <w:p w14:paraId="1BCBC605" w14:textId="77777777" w:rsidR="00344769" w:rsidRPr="006C2EED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6C2EED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gridSpan w:val="2"/>
            <w:vAlign w:val="center"/>
          </w:tcPr>
          <w:p w14:paraId="73787E70" w14:textId="77777777" w:rsidR="00344769" w:rsidRPr="006C2EED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13702824" w14:textId="77777777" w:rsidR="00344769" w:rsidRPr="006C2EED" w:rsidRDefault="00344769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6C2EED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todellinen toimitustila (CV, OID: 1.2.246.537.5.40123.2006)</w:t>
            </w:r>
          </w:p>
          <w:p w14:paraId="7097799C" w14:textId="4C60D9E5" w:rsidR="006C2EED" w:rsidRPr="006C2EED" w:rsidRDefault="006C2EED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6C2EED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344769" w14:paraId="562F4660" w14:textId="77777777" w:rsidTr="008F6071">
        <w:trPr>
          <w:trHeight w:val="255"/>
        </w:trPr>
        <w:tc>
          <w:tcPr>
            <w:tcW w:w="3011" w:type="dxa"/>
            <w:noWrap/>
            <w:vAlign w:val="center"/>
          </w:tcPr>
          <w:p w14:paraId="5B5378E3" w14:textId="77777777" w:rsidR="00344769" w:rsidRPr="006C2EED" w:rsidRDefault="00344769" w:rsidP="000875F3">
            <w:pPr>
              <w:ind w:firstLine="333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6C2EED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lastRenderedPageBreak/>
              <w:t>activeStatus</w:t>
            </w:r>
          </w:p>
        </w:tc>
        <w:tc>
          <w:tcPr>
            <w:tcW w:w="1134" w:type="dxa"/>
            <w:gridSpan w:val="2"/>
            <w:noWrap/>
            <w:vAlign w:val="center"/>
          </w:tcPr>
          <w:p w14:paraId="2C51764E" w14:textId="77777777" w:rsidR="00344769" w:rsidRPr="006C2EED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6C2EED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gridSpan w:val="2"/>
            <w:vAlign w:val="center"/>
          </w:tcPr>
          <w:p w14:paraId="4C346002" w14:textId="77777777" w:rsidR="00344769" w:rsidRPr="006C2EED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1054061F" w14:textId="77777777" w:rsidR="00344769" w:rsidRPr="006C2EED" w:rsidRDefault="00344769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6C2EED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 xml:space="preserve">voimassaolotila (CV, OID </w:t>
            </w:r>
          </w:p>
          <w:p w14:paraId="453938C3" w14:textId="77777777" w:rsidR="00344769" w:rsidRPr="006C2EED" w:rsidRDefault="00344769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6C2EED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1.2.246.537.5.40300.2015))</w:t>
            </w:r>
          </w:p>
          <w:p w14:paraId="027B7B21" w14:textId="504147CC" w:rsidR="006C2EED" w:rsidRPr="006C2EED" w:rsidRDefault="006C2EED" w:rsidP="000875F3">
            <w:pPr>
              <w:rPr>
                <w:rFonts w:ascii="Calibri" w:eastAsia="Calibri" w:hAnsi="Calibri"/>
                <w:color w:val="A6A6A6" w:themeColor="background1" w:themeShade="A6"/>
                <w:sz w:val="22"/>
              </w:rPr>
            </w:pPr>
            <w:r w:rsidRPr="006C2EED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344769" w14:paraId="508B211C" w14:textId="77777777" w:rsidTr="008F6071">
        <w:trPr>
          <w:trHeight w:val="255"/>
        </w:trPr>
        <w:tc>
          <w:tcPr>
            <w:tcW w:w="3011" w:type="dxa"/>
            <w:noWrap/>
            <w:vAlign w:val="center"/>
          </w:tcPr>
          <w:p w14:paraId="6EABC337" w14:textId="77777777" w:rsidR="00344769" w:rsidRPr="006C2EED" w:rsidRDefault="00344769" w:rsidP="000875F3">
            <w:pPr>
              <w:ind w:firstLine="333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6C2EED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archiveStatus</w:t>
            </w:r>
          </w:p>
        </w:tc>
        <w:tc>
          <w:tcPr>
            <w:tcW w:w="1134" w:type="dxa"/>
            <w:gridSpan w:val="2"/>
            <w:noWrap/>
            <w:vAlign w:val="center"/>
          </w:tcPr>
          <w:p w14:paraId="4E6D0CDD" w14:textId="77777777" w:rsidR="00344769" w:rsidRPr="006C2EED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6C2EED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gridSpan w:val="2"/>
            <w:vAlign w:val="center"/>
          </w:tcPr>
          <w:p w14:paraId="48936C1A" w14:textId="77777777" w:rsidR="00344769" w:rsidRPr="006C2EED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5AA6F7E9" w14:textId="77777777" w:rsidR="00344769" w:rsidRPr="006C2EED" w:rsidRDefault="00344769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6C2EED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 xml:space="preserve">arkistointitila (CV, OID </w:t>
            </w:r>
          </w:p>
          <w:p w14:paraId="61333603" w14:textId="77777777" w:rsidR="00344769" w:rsidRPr="006C2EED" w:rsidRDefault="00344769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6C2EED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1.2.246.537.5.40301.2015)</w:t>
            </w:r>
          </w:p>
          <w:p w14:paraId="52819703" w14:textId="6E2175CD" w:rsidR="006C2EED" w:rsidRPr="006C2EED" w:rsidRDefault="006C2EED" w:rsidP="000875F3">
            <w:pPr>
              <w:rPr>
                <w:rFonts w:ascii="Calibri" w:eastAsia="Calibri" w:hAnsi="Calibri"/>
                <w:color w:val="A6A6A6" w:themeColor="background1" w:themeShade="A6"/>
                <w:sz w:val="22"/>
              </w:rPr>
            </w:pPr>
            <w:r w:rsidRPr="006C2EED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344769" w14:paraId="74ECEBDA" w14:textId="77777777" w:rsidTr="008F6071">
        <w:trPr>
          <w:trHeight w:val="255"/>
        </w:trPr>
        <w:tc>
          <w:tcPr>
            <w:tcW w:w="3011" w:type="dxa"/>
            <w:noWrap/>
            <w:vAlign w:val="center"/>
          </w:tcPr>
          <w:p w14:paraId="048212E8" w14:textId="77777777" w:rsidR="00344769" w:rsidRPr="00B23067" w:rsidRDefault="00344769" w:rsidP="000875F3">
            <w:pPr>
              <w:ind w:firstLine="333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iteration</w:t>
            </w:r>
          </w:p>
        </w:tc>
        <w:tc>
          <w:tcPr>
            <w:tcW w:w="1134" w:type="dxa"/>
            <w:gridSpan w:val="2"/>
            <w:noWrap/>
            <w:vAlign w:val="center"/>
          </w:tcPr>
          <w:p w14:paraId="0D1BF8B2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gridSpan w:val="2"/>
            <w:vAlign w:val="center"/>
          </w:tcPr>
          <w:p w14:paraId="052070CD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48941B6C" w14:textId="34E19B53" w:rsidR="00344769" w:rsidRPr="00B23067" w:rsidRDefault="00344769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iterointien määrä (INT)</w:t>
            </w:r>
            <w:r w:rsidR="005F4D47"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 xml:space="preserve"> – ei käytössä</w:t>
            </w:r>
          </w:p>
        </w:tc>
      </w:tr>
      <w:tr w:rsidR="00344769" w14:paraId="6B45924C" w14:textId="77777777" w:rsidTr="008F6071">
        <w:trPr>
          <w:trHeight w:val="255"/>
        </w:trPr>
        <w:tc>
          <w:tcPr>
            <w:tcW w:w="3011" w:type="dxa"/>
            <w:noWrap/>
            <w:vAlign w:val="center"/>
          </w:tcPr>
          <w:p w14:paraId="4021006F" w14:textId="77777777" w:rsidR="00344769" w:rsidRPr="00B23067" w:rsidRDefault="00344769" w:rsidP="000875F3">
            <w:pPr>
              <w:ind w:firstLine="333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iterationWidth</w:t>
            </w:r>
          </w:p>
        </w:tc>
        <w:tc>
          <w:tcPr>
            <w:tcW w:w="1134" w:type="dxa"/>
            <w:gridSpan w:val="2"/>
            <w:noWrap/>
            <w:vAlign w:val="center"/>
          </w:tcPr>
          <w:p w14:paraId="4D1A6E14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gridSpan w:val="2"/>
            <w:vAlign w:val="center"/>
          </w:tcPr>
          <w:p w14:paraId="09FDC13F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66EB4867" w14:textId="1CC07693" w:rsidR="00344769" w:rsidRPr="00B23067" w:rsidRDefault="00344769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iterointiväli (INT)</w:t>
            </w:r>
            <w:r w:rsidR="005F4D47"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 xml:space="preserve"> – ei käytössä</w:t>
            </w:r>
          </w:p>
        </w:tc>
      </w:tr>
      <w:tr w:rsidR="00344769" w14:paraId="2423D90D" w14:textId="77777777" w:rsidTr="008F6071">
        <w:trPr>
          <w:trHeight w:val="255"/>
        </w:trPr>
        <w:tc>
          <w:tcPr>
            <w:tcW w:w="3011" w:type="dxa"/>
            <w:noWrap/>
            <w:vAlign w:val="center"/>
          </w:tcPr>
          <w:p w14:paraId="670A699D" w14:textId="77777777" w:rsidR="00344769" w:rsidRPr="0089788E" w:rsidRDefault="00344769" w:rsidP="000875F3">
            <w:pPr>
              <w:ind w:firstLine="333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89788E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iterationUnit</w:t>
            </w:r>
          </w:p>
        </w:tc>
        <w:tc>
          <w:tcPr>
            <w:tcW w:w="1134" w:type="dxa"/>
            <w:gridSpan w:val="2"/>
            <w:noWrap/>
            <w:vAlign w:val="center"/>
          </w:tcPr>
          <w:p w14:paraId="15829D8E" w14:textId="77777777" w:rsidR="00344769" w:rsidRPr="0089788E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89788E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gridSpan w:val="2"/>
            <w:vAlign w:val="center"/>
          </w:tcPr>
          <w:p w14:paraId="4EE30B2E" w14:textId="77777777" w:rsidR="00344769" w:rsidRPr="0089788E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7730BF32" w14:textId="19D3660B" w:rsidR="00344769" w:rsidRPr="0089788E" w:rsidRDefault="00344769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89788E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iterointivälin yksikkö (CS)</w:t>
            </w:r>
            <w:r w:rsidR="005F4D47" w:rsidRPr="0089788E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 xml:space="preserve"> – ei käytössä</w:t>
            </w:r>
          </w:p>
        </w:tc>
      </w:tr>
      <w:tr w:rsidR="00344769" w14:paraId="53A19E6A" w14:textId="77777777" w:rsidTr="008F6071">
        <w:trPr>
          <w:trHeight w:val="255"/>
        </w:trPr>
        <w:tc>
          <w:tcPr>
            <w:tcW w:w="3011" w:type="dxa"/>
            <w:noWrap/>
            <w:vAlign w:val="center"/>
          </w:tcPr>
          <w:p w14:paraId="0E4A932E" w14:textId="77777777" w:rsidR="00344769" w:rsidRPr="0089788E" w:rsidRDefault="00344769" w:rsidP="000875F3">
            <w:pPr>
              <w:ind w:firstLine="333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89788E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atcCode</w:t>
            </w:r>
          </w:p>
        </w:tc>
        <w:tc>
          <w:tcPr>
            <w:tcW w:w="1134" w:type="dxa"/>
            <w:gridSpan w:val="2"/>
            <w:noWrap/>
            <w:vAlign w:val="center"/>
          </w:tcPr>
          <w:p w14:paraId="5DFCFBD0" w14:textId="77777777" w:rsidR="00344769" w:rsidRPr="0089788E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89788E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gridSpan w:val="2"/>
            <w:vAlign w:val="center"/>
          </w:tcPr>
          <w:p w14:paraId="4D554BEE" w14:textId="77777777" w:rsidR="00344769" w:rsidRPr="0089788E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5C4EBC7B" w14:textId="6A0E6272" w:rsidR="00344769" w:rsidRPr="0089788E" w:rsidRDefault="00344769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89788E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ATC-koodi (CS)</w:t>
            </w:r>
            <w:r w:rsidR="0089788E" w:rsidRPr="0089788E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 xml:space="preserve"> - ei käytössä</w:t>
            </w:r>
          </w:p>
        </w:tc>
      </w:tr>
      <w:tr w:rsidR="00344769" w14:paraId="2F19C69A" w14:textId="77777777" w:rsidTr="008F6071">
        <w:trPr>
          <w:trHeight w:val="255"/>
        </w:trPr>
        <w:tc>
          <w:tcPr>
            <w:tcW w:w="3011" w:type="dxa"/>
            <w:noWrap/>
            <w:vAlign w:val="center"/>
          </w:tcPr>
          <w:p w14:paraId="7A471947" w14:textId="77777777" w:rsidR="00344769" w:rsidRPr="0089788E" w:rsidRDefault="00344769" w:rsidP="000875F3">
            <w:pPr>
              <w:ind w:firstLine="333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89788E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atcName</w:t>
            </w:r>
          </w:p>
        </w:tc>
        <w:tc>
          <w:tcPr>
            <w:tcW w:w="1134" w:type="dxa"/>
            <w:gridSpan w:val="2"/>
            <w:noWrap/>
            <w:vAlign w:val="center"/>
          </w:tcPr>
          <w:p w14:paraId="14A1B1A8" w14:textId="77777777" w:rsidR="00344769" w:rsidRPr="0089788E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89788E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gridSpan w:val="2"/>
            <w:vAlign w:val="center"/>
          </w:tcPr>
          <w:p w14:paraId="1A292D0F" w14:textId="77777777" w:rsidR="00344769" w:rsidRPr="0089788E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38B266AD" w14:textId="29216CCF" w:rsidR="00344769" w:rsidRPr="0089788E" w:rsidRDefault="00344769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89788E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ATC-koodin mukainen nimi (ST)</w:t>
            </w:r>
            <w:r w:rsidR="0089788E" w:rsidRPr="0089788E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 xml:space="preserve"> - ei käytössä</w:t>
            </w:r>
          </w:p>
        </w:tc>
      </w:tr>
      <w:tr w:rsidR="00344769" w14:paraId="04FDF989" w14:textId="77777777" w:rsidTr="008F6071">
        <w:trPr>
          <w:trHeight w:val="255"/>
        </w:trPr>
        <w:tc>
          <w:tcPr>
            <w:tcW w:w="3011" w:type="dxa"/>
            <w:noWrap/>
            <w:vAlign w:val="center"/>
          </w:tcPr>
          <w:p w14:paraId="0AE4CDED" w14:textId="77777777" w:rsidR="00344769" w:rsidRPr="0089788E" w:rsidRDefault="00344769" w:rsidP="000875F3">
            <w:pPr>
              <w:ind w:firstLine="333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89788E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substanceAdministration</w:t>
            </w:r>
          </w:p>
        </w:tc>
        <w:tc>
          <w:tcPr>
            <w:tcW w:w="1134" w:type="dxa"/>
            <w:gridSpan w:val="2"/>
            <w:noWrap/>
            <w:vAlign w:val="center"/>
          </w:tcPr>
          <w:p w14:paraId="06BCB79F" w14:textId="77777777" w:rsidR="00344769" w:rsidRPr="0089788E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89788E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gridSpan w:val="2"/>
            <w:vAlign w:val="center"/>
          </w:tcPr>
          <w:p w14:paraId="10DCFCEC" w14:textId="77777777" w:rsidR="00344769" w:rsidRPr="0089788E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08DF9905" w14:textId="15FE896F" w:rsidR="00344769" w:rsidRPr="0089788E" w:rsidRDefault="00344769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89788E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annostusohje (ST)</w:t>
            </w:r>
            <w:r w:rsidR="0089788E" w:rsidRPr="0089788E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 xml:space="preserve"> - ei käytössä</w:t>
            </w:r>
          </w:p>
        </w:tc>
      </w:tr>
      <w:tr w:rsidR="00344769" w14:paraId="01E939E0" w14:textId="77777777" w:rsidTr="008F6071">
        <w:trPr>
          <w:trHeight w:val="255"/>
        </w:trPr>
        <w:tc>
          <w:tcPr>
            <w:tcW w:w="3011" w:type="dxa"/>
            <w:noWrap/>
            <w:vAlign w:val="center"/>
          </w:tcPr>
          <w:p w14:paraId="1E5AB066" w14:textId="77777777" w:rsidR="00344769" w:rsidRPr="00B23067" w:rsidRDefault="00344769" w:rsidP="000875F3">
            <w:pPr>
              <w:ind w:firstLine="333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sic</w:t>
            </w:r>
          </w:p>
        </w:tc>
        <w:tc>
          <w:tcPr>
            <w:tcW w:w="1134" w:type="dxa"/>
            <w:gridSpan w:val="2"/>
            <w:noWrap/>
            <w:vAlign w:val="center"/>
          </w:tcPr>
          <w:p w14:paraId="182DF24D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gridSpan w:val="2"/>
            <w:vAlign w:val="center"/>
          </w:tcPr>
          <w:p w14:paraId="35B5451F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0629853D" w14:textId="6621DD91" w:rsidR="00344769" w:rsidRPr="00B23067" w:rsidRDefault="00344769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SIC-merkintä (BN)</w:t>
            </w:r>
            <w:r w:rsidR="005F4D47"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 xml:space="preserve"> – ei käytössä</w:t>
            </w:r>
          </w:p>
        </w:tc>
      </w:tr>
      <w:tr w:rsidR="00344769" w14:paraId="282960D3" w14:textId="77777777" w:rsidTr="008F6071">
        <w:trPr>
          <w:trHeight w:val="255"/>
        </w:trPr>
        <w:tc>
          <w:tcPr>
            <w:tcW w:w="3011" w:type="dxa"/>
            <w:noWrap/>
            <w:vAlign w:val="center"/>
          </w:tcPr>
          <w:p w14:paraId="6B5DE924" w14:textId="77777777" w:rsidR="00344769" w:rsidRPr="00B23067" w:rsidRDefault="00344769" w:rsidP="000875F3">
            <w:pPr>
              <w:ind w:firstLine="333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usage</w:t>
            </w:r>
          </w:p>
        </w:tc>
        <w:tc>
          <w:tcPr>
            <w:tcW w:w="1134" w:type="dxa"/>
            <w:gridSpan w:val="2"/>
            <w:noWrap/>
            <w:vAlign w:val="center"/>
          </w:tcPr>
          <w:p w14:paraId="0CC5EEB6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gridSpan w:val="2"/>
            <w:vAlign w:val="center"/>
          </w:tcPr>
          <w:p w14:paraId="2063846D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24DC07F1" w14:textId="62E5266B" w:rsidR="00344769" w:rsidRPr="00B23067" w:rsidRDefault="00344769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käyttötarkoitus (ST)</w:t>
            </w:r>
            <w:r w:rsidR="005F4D47"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 xml:space="preserve"> – ei käytössä</w:t>
            </w:r>
          </w:p>
        </w:tc>
      </w:tr>
      <w:tr w:rsidR="00344769" w14:paraId="588E0592" w14:textId="77777777" w:rsidTr="008F6071">
        <w:trPr>
          <w:trHeight w:val="255"/>
        </w:trPr>
        <w:tc>
          <w:tcPr>
            <w:tcW w:w="3011" w:type="dxa"/>
            <w:noWrap/>
            <w:vAlign w:val="center"/>
          </w:tcPr>
          <w:p w14:paraId="567441F0" w14:textId="77777777" w:rsidR="00344769" w:rsidRPr="00B23067" w:rsidRDefault="00344769" w:rsidP="000875F3">
            <w:pPr>
              <w:ind w:firstLine="333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permanentMedication</w:t>
            </w:r>
          </w:p>
        </w:tc>
        <w:tc>
          <w:tcPr>
            <w:tcW w:w="1134" w:type="dxa"/>
            <w:gridSpan w:val="2"/>
            <w:noWrap/>
            <w:vAlign w:val="center"/>
          </w:tcPr>
          <w:p w14:paraId="4512725F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gridSpan w:val="2"/>
            <w:vAlign w:val="center"/>
          </w:tcPr>
          <w:p w14:paraId="6FBA8CB6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62B51907" w14:textId="52D0B5BB" w:rsidR="00344769" w:rsidRPr="00B23067" w:rsidRDefault="00344769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pysyvä lääkitys (BN)</w:t>
            </w:r>
            <w:r w:rsidR="005F4D47"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 xml:space="preserve"> – ei käytössä</w:t>
            </w:r>
          </w:p>
        </w:tc>
      </w:tr>
      <w:tr w:rsidR="00344769" w14:paraId="52593202" w14:textId="77777777" w:rsidTr="008F6071">
        <w:trPr>
          <w:trHeight w:val="255"/>
        </w:trPr>
        <w:tc>
          <w:tcPr>
            <w:tcW w:w="3011" w:type="dxa"/>
            <w:noWrap/>
            <w:vAlign w:val="center"/>
          </w:tcPr>
          <w:p w14:paraId="5B789EAF" w14:textId="77777777" w:rsidR="00344769" w:rsidRPr="00B23067" w:rsidRDefault="00344769" w:rsidP="000875F3">
            <w:pPr>
              <w:ind w:firstLine="333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doseDistribution</w:t>
            </w:r>
          </w:p>
        </w:tc>
        <w:tc>
          <w:tcPr>
            <w:tcW w:w="1134" w:type="dxa"/>
            <w:gridSpan w:val="2"/>
            <w:noWrap/>
            <w:vAlign w:val="center"/>
          </w:tcPr>
          <w:p w14:paraId="3D6C87F3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gridSpan w:val="2"/>
            <w:vAlign w:val="center"/>
          </w:tcPr>
          <w:p w14:paraId="07A85018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5F1561E3" w14:textId="43AF88CD" w:rsidR="00344769" w:rsidRPr="00B23067" w:rsidRDefault="00344769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onko annosjakalussa (BN)</w:t>
            </w:r>
            <w:r w:rsidR="005F4D47"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 xml:space="preserve"> – ei käytössä</w:t>
            </w:r>
          </w:p>
        </w:tc>
      </w:tr>
      <w:tr w:rsidR="00344769" w14:paraId="17F4B4DF" w14:textId="77777777" w:rsidTr="008F6071">
        <w:trPr>
          <w:trHeight w:val="255"/>
        </w:trPr>
        <w:tc>
          <w:tcPr>
            <w:tcW w:w="3011" w:type="dxa"/>
            <w:noWrap/>
            <w:vAlign w:val="center"/>
          </w:tcPr>
          <w:p w14:paraId="42E049D2" w14:textId="77777777" w:rsidR="00344769" w:rsidRPr="00B23067" w:rsidRDefault="00344769" w:rsidP="000875F3">
            <w:pPr>
              <w:ind w:firstLine="333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previousDispense</w:t>
            </w:r>
          </w:p>
        </w:tc>
        <w:tc>
          <w:tcPr>
            <w:tcW w:w="1134" w:type="dxa"/>
            <w:gridSpan w:val="2"/>
            <w:noWrap/>
            <w:vAlign w:val="center"/>
          </w:tcPr>
          <w:p w14:paraId="317CE7FD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gridSpan w:val="2"/>
            <w:vAlign w:val="center"/>
          </w:tcPr>
          <w:p w14:paraId="1FDCA190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6E2EE42E" w14:textId="38E6BB85" w:rsidR="00344769" w:rsidRPr="00B23067" w:rsidRDefault="00344769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edellinen toimitettu määrä (ST)</w:t>
            </w:r>
            <w:r w:rsidR="005F4D47"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 xml:space="preserve"> – ei käytössä</w:t>
            </w:r>
          </w:p>
        </w:tc>
      </w:tr>
      <w:tr w:rsidR="00344769" w14:paraId="1CD1B810" w14:textId="77777777" w:rsidTr="008F6071">
        <w:trPr>
          <w:trHeight w:val="255"/>
        </w:trPr>
        <w:tc>
          <w:tcPr>
            <w:tcW w:w="3011" w:type="dxa"/>
            <w:noWrap/>
            <w:vAlign w:val="center"/>
          </w:tcPr>
          <w:p w14:paraId="21CB81BE" w14:textId="77777777" w:rsidR="00344769" w:rsidRPr="00B23067" w:rsidRDefault="00344769" w:rsidP="000875F3">
            <w:pPr>
              <w:ind w:firstLine="333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narcotic</w:t>
            </w:r>
          </w:p>
        </w:tc>
        <w:tc>
          <w:tcPr>
            <w:tcW w:w="1134" w:type="dxa"/>
            <w:gridSpan w:val="2"/>
            <w:noWrap/>
            <w:vAlign w:val="center"/>
          </w:tcPr>
          <w:p w14:paraId="173D0861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gridSpan w:val="2"/>
            <w:vAlign w:val="center"/>
          </w:tcPr>
          <w:p w14:paraId="1B77271D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45244E04" w14:textId="60F3E94F" w:rsidR="00344769" w:rsidRPr="00B23067" w:rsidRDefault="00344769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huume (BL)</w:t>
            </w:r>
            <w:r w:rsidR="005F4D47"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 xml:space="preserve"> – ei käytössä</w:t>
            </w:r>
          </w:p>
        </w:tc>
      </w:tr>
      <w:tr w:rsidR="00344769" w14:paraId="6B8606B2" w14:textId="77777777" w:rsidTr="008F6071">
        <w:trPr>
          <w:trHeight w:val="255"/>
        </w:trPr>
        <w:tc>
          <w:tcPr>
            <w:tcW w:w="3011" w:type="dxa"/>
            <w:noWrap/>
            <w:vAlign w:val="center"/>
          </w:tcPr>
          <w:p w14:paraId="348EF1AA" w14:textId="77777777" w:rsidR="00344769" w:rsidRPr="0089788E" w:rsidRDefault="00344769" w:rsidP="000875F3">
            <w:pPr>
              <w:ind w:firstLine="333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89788E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cnsDrug</w:t>
            </w:r>
          </w:p>
        </w:tc>
        <w:tc>
          <w:tcPr>
            <w:tcW w:w="1134" w:type="dxa"/>
            <w:gridSpan w:val="2"/>
            <w:noWrap/>
            <w:vAlign w:val="center"/>
          </w:tcPr>
          <w:p w14:paraId="6AD9D4E8" w14:textId="77777777" w:rsidR="00344769" w:rsidRPr="0089788E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89788E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gridSpan w:val="2"/>
            <w:vAlign w:val="center"/>
          </w:tcPr>
          <w:p w14:paraId="41C9B36E" w14:textId="77777777" w:rsidR="00344769" w:rsidRPr="0089788E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71F55335" w14:textId="725125F1" w:rsidR="00344769" w:rsidRPr="0089788E" w:rsidRDefault="00344769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89788E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PKV-lääkemääräys (ST)</w:t>
            </w:r>
            <w:r w:rsidR="005F4D47" w:rsidRPr="0089788E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 xml:space="preserve"> – ei käytössä</w:t>
            </w:r>
          </w:p>
        </w:tc>
      </w:tr>
      <w:tr w:rsidR="00344769" w14:paraId="40DE9370" w14:textId="77777777" w:rsidTr="008F6071">
        <w:trPr>
          <w:trHeight w:val="255"/>
        </w:trPr>
        <w:tc>
          <w:tcPr>
            <w:tcW w:w="3011" w:type="dxa"/>
            <w:noWrap/>
            <w:vAlign w:val="center"/>
          </w:tcPr>
          <w:p w14:paraId="0FBBD0FB" w14:textId="77777777" w:rsidR="00344769" w:rsidRPr="0089788E" w:rsidRDefault="00344769" w:rsidP="000875F3">
            <w:pPr>
              <w:ind w:firstLine="333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89788E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drugDbValue</w:t>
            </w:r>
          </w:p>
        </w:tc>
        <w:tc>
          <w:tcPr>
            <w:tcW w:w="1134" w:type="dxa"/>
            <w:gridSpan w:val="2"/>
            <w:noWrap/>
            <w:vAlign w:val="center"/>
          </w:tcPr>
          <w:p w14:paraId="334CD978" w14:textId="77777777" w:rsidR="00344769" w:rsidRPr="0089788E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89788E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gridSpan w:val="2"/>
            <w:vAlign w:val="center"/>
          </w:tcPr>
          <w:p w14:paraId="263F917C" w14:textId="77777777" w:rsidR="00344769" w:rsidRPr="0089788E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6FBD010F" w14:textId="065FC6F6" w:rsidR="00344769" w:rsidRPr="0089788E" w:rsidRDefault="00344769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89788E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lääketietokannan mukainen laji (CS)</w:t>
            </w:r>
            <w:r w:rsidR="0089788E" w:rsidRPr="0089788E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 xml:space="preserve"> - ei käytössä</w:t>
            </w:r>
          </w:p>
        </w:tc>
      </w:tr>
      <w:tr w:rsidR="00344769" w14:paraId="7DDD7A1D" w14:textId="77777777" w:rsidTr="008F6071">
        <w:trPr>
          <w:trHeight w:val="255"/>
        </w:trPr>
        <w:tc>
          <w:tcPr>
            <w:tcW w:w="3011" w:type="dxa"/>
            <w:noWrap/>
            <w:vAlign w:val="center"/>
          </w:tcPr>
          <w:p w14:paraId="35CAF43F" w14:textId="77777777" w:rsidR="00344769" w:rsidRPr="0089788E" w:rsidRDefault="00344769" w:rsidP="000875F3">
            <w:pPr>
              <w:ind w:firstLine="333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89788E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drugOutsideDb</w:t>
            </w:r>
          </w:p>
        </w:tc>
        <w:tc>
          <w:tcPr>
            <w:tcW w:w="1134" w:type="dxa"/>
            <w:gridSpan w:val="2"/>
            <w:noWrap/>
            <w:vAlign w:val="center"/>
          </w:tcPr>
          <w:p w14:paraId="4608F671" w14:textId="77777777" w:rsidR="00344769" w:rsidRPr="0089788E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89788E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gridSpan w:val="2"/>
            <w:vAlign w:val="center"/>
          </w:tcPr>
          <w:p w14:paraId="60E339EB" w14:textId="77777777" w:rsidR="00344769" w:rsidRPr="0089788E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0831E9A8" w14:textId="54E8009F" w:rsidR="00344769" w:rsidRPr="0089788E" w:rsidRDefault="00344769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89788E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lääketietokannan ulkopuolinen valmiste (ST)</w:t>
            </w:r>
            <w:r w:rsidR="005F4D47" w:rsidRPr="0089788E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 xml:space="preserve"> – ei käytössä</w:t>
            </w:r>
          </w:p>
        </w:tc>
      </w:tr>
      <w:tr w:rsidR="00344769" w14:paraId="5BB8ECFB" w14:textId="77777777" w:rsidTr="008F6071">
        <w:trPr>
          <w:trHeight w:val="255"/>
        </w:trPr>
        <w:tc>
          <w:tcPr>
            <w:tcW w:w="3011" w:type="dxa"/>
            <w:noWrap/>
            <w:vAlign w:val="center"/>
          </w:tcPr>
          <w:p w14:paraId="34A2B18F" w14:textId="77777777" w:rsidR="00344769" w:rsidRPr="0089788E" w:rsidRDefault="00344769" w:rsidP="000875F3">
            <w:pPr>
              <w:ind w:firstLine="333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89788E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container</w:t>
            </w:r>
          </w:p>
        </w:tc>
        <w:tc>
          <w:tcPr>
            <w:tcW w:w="1134" w:type="dxa"/>
            <w:gridSpan w:val="2"/>
            <w:noWrap/>
            <w:vAlign w:val="center"/>
          </w:tcPr>
          <w:p w14:paraId="60827AB6" w14:textId="77777777" w:rsidR="00344769" w:rsidRPr="0089788E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89788E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gridSpan w:val="2"/>
            <w:vAlign w:val="center"/>
          </w:tcPr>
          <w:p w14:paraId="08AA8810" w14:textId="77777777" w:rsidR="00344769" w:rsidRPr="0089788E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11328F87" w14:textId="488578D7" w:rsidR="00344769" w:rsidRPr="0089788E" w:rsidRDefault="00344769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89788E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astia (ST)</w:t>
            </w:r>
            <w:r w:rsidR="0089788E" w:rsidRPr="0089788E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 xml:space="preserve"> - ei käytössä</w:t>
            </w:r>
          </w:p>
        </w:tc>
      </w:tr>
    </w:tbl>
    <w:p w14:paraId="23A18012" w14:textId="2D9B8958" w:rsidR="008F6071" w:rsidRPr="00E17A35" w:rsidRDefault="007F25AC" w:rsidP="00193CBB">
      <w:pPr>
        <w:pStyle w:val="Kuvateksti"/>
        <w:rPr>
          <w:lang w:val="fi-FI"/>
        </w:rPr>
      </w:pPr>
      <w:r>
        <w:rPr>
          <w:lang w:val="fi-FI"/>
        </w:rPr>
        <w:t>Taulukko 1</w:t>
      </w:r>
      <w:r w:rsidR="00E17A35" w:rsidRPr="00E17A35">
        <w:rPr>
          <w:lang w:val="fi-FI"/>
        </w:rPr>
        <w:t>: Sanomatyypin RCMR_MT300001FI01 tietosisältö</w:t>
      </w:r>
    </w:p>
    <w:p w14:paraId="6A82F8C9" w14:textId="77777777" w:rsidR="007F25AC" w:rsidRDefault="007F25AC" w:rsidP="007F25AC">
      <w:pPr>
        <w:pStyle w:val="Otsikko3"/>
        <w:keepLines w:val="0"/>
        <w:tabs>
          <w:tab w:val="num" w:pos="720"/>
        </w:tabs>
        <w:spacing w:before="240" w:after="60"/>
        <w:rPr>
          <w:lang w:val="en-US"/>
        </w:rPr>
      </w:pPr>
      <w:bookmarkStart w:id="55" w:name="_Ref152562078"/>
      <w:bookmarkStart w:id="56" w:name="_Toc170762811"/>
      <w:bookmarkStart w:id="57" w:name="_Toc170763558"/>
      <w:bookmarkStart w:id="58" w:name="_Toc492904214"/>
      <w:bookmarkStart w:id="59" w:name="_Toc513470444"/>
      <w:r w:rsidRPr="00A27C69">
        <w:rPr>
          <w:lang w:val="en-US"/>
        </w:rPr>
        <w:t>Document Event, with Conten</w:t>
      </w:r>
      <w:r>
        <w:rPr>
          <w:lang w:val="en-US"/>
        </w:rPr>
        <w:t>t - RCMR_MT3</w:t>
      </w:r>
      <w:r w:rsidRPr="00A27C69">
        <w:rPr>
          <w:lang w:val="en-US"/>
        </w:rPr>
        <w:t>00002</w:t>
      </w:r>
      <w:bookmarkEnd w:id="55"/>
      <w:bookmarkEnd w:id="56"/>
      <w:bookmarkEnd w:id="57"/>
      <w:r w:rsidRPr="00A27C69">
        <w:rPr>
          <w:lang w:val="en-US"/>
        </w:rPr>
        <w:t>FI01</w:t>
      </w:r>
      <w:bookmarkEnd w:id="58"/>
      <w:bookmarkEnd w:id="59"/>
    </w:p>
    <w:p w14:paraId="3D8F2730" w14:textId="1D95F142" w:rsidR="007F25AC" w:rsidRPr="00442D8A" w:rsidRDefault="007F25AC" w:rsidP="007F25AC">
      <w:pPr>
        <w:rPr>
          <w:color w:val="FFC000"/>
        </w:rPr>
      </w:pPr>
      <w:r w:rsidRPr="00442D8A">
        <w:t>Tällä sanomatyypillä välitetään varsinaiset dokumentit sekä niiden kuv</w:t>
      </w:r>
      <w:r>
        <w:t xml:space="preserve">ailutiedot. Sanomatyyppi vastaa Reseptikeskuksen vastaavaa sanomatyyppiä, ja sitä koskevat </w:t>
      </w:r>
      <w:r w:rsidR="00A743F7">
        <w:t xml:space="preserve">suomalaisen </w:t>
      </w:r>
      <w:r>
        <w:t>sähköisen reseptin Medical Recor</w:t>
      </w:r>
      <w:r w:rsidR="0054422F">
        <w:t xml:space="preserve">ds sanomat -määrittelyissä </w:t>
      </w:r>
      <w:r w:rsidR="0054422F" w:rsidRPr="004D2805">
        <w:t xml:space="preserve">(Lääkemääräyksen Medical Records sanomat v3.50, </w:t>
      </w:r>
      <w:r w:rsidR="0054422F" w:rsidRPr="00607D37">
        <w:t xml:space="preserve">OID: </w:t>
      </w:r>
      <w:fldSimple w:instr=" DOCPROPERTY  OID  \* MERGEFORMAT ">
        <w:r w:rsidR="0054422F" w:rsidRPr="00607D37">
          <w:t>1.2.246.777.11.2017.10</w:t>
        </w:r>
      </w:fldSimple>
      <w:r>
        <w:t xml:space="preserve">) esitetyt huomiot. </w:t>
      </w:r>
    </w:p>
    <w:p w14:paraId="37DF330E" w14:textId="77777777" w:rsidR="007F25AC" w:rsidRPr="00344769" w:rsidRDefault="007F25AC" w:rsidP="007F25AC">
      <w:pPr>
        <w:pStyle w:val="ListParagraph1"/>
      </w:pPr>
      <w:r w:rsidRPr="00D8305F">
        <w:t>Alla olevassa taulukossa on määrit</w:t>
      </w:r>
      <w:r>
        <w:t>elty sanomatyypin tietosisältö.</w:t>
      </w:r>
    </w:p>
    <w:tbl>
      <w:tblPr>
        <w:tblW w:w="8256" w:type="dxa"/>
        <w:tblInd w:w="9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57"/>
        <w:gridCol w:w="1089"/>
        <w:gridCol w:w="1249"/>
        <w:gridCol w:w="2661"/>
      </w:tblGrid>
      <w:tr w:rsidR="007F25AC" w14:paraId="44F21BC2" w14:textId="77777777" w:rsidTr="008F6071">
        <w:trPr>
          <w:trHeight w:val="420"/>
        </w:trPr>
        <w:tc>
          <w:tcPr>
            <w:tcW w:w="3257" w:type="dxa"/>
            <w:shd w:val="clear" w:color="auto" w:fill="99CCFF"/>
            <w:vAlign w:val="center"/>
          </w:tcPr>
          <w:p w14:paraId="08B67908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b/>
                <w:bCs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b/>
                <w:bCs/>
                <w:sz w:val="18"/>
                <w:szCs w:val="18"/>
              </w:rPr>
              <w:lastRenderedPageBreak/>
              <w:t>Elementin nimi</w:t>
            </w:r>
          </w:p>
        </w:tc>
        <w:tc>
          <w:tcPr>
            <w:tcW w:w="1089" w:type="dxa"/>
            <w:shd w:val="clear" w:color="auto" w:fill="99CCFF"/>
            <w:noWrap/>
            <w:vAlign w:val="center"/>
          </w:tcPr>
          <w:p w14:paraId="5B4DCC52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b/>
                <w:bCs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b/>
                <w:bCs/>
                <w:sz w:val="18"/>
                <w:szCs w:val="18"/>
              </w:rPr>
              <w:t>Toistuvuus</w:t>
            </w:r>
          </w:p>
        </w:tc>
        <w:tc>
          <w:tcPr>
            <w:tcW w:w="1249" w:type="dxa"/>
            <w:shd w:val="clear" w:color="auto" w:fill="99CCFF"/>
            <w:vAlign w:val="center"/>
          </w:tcPr>
          <w:p w14:paraId="52A44A44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Microsoft Sans Serif" w:hAnsi="Microsoft Sans Serif" w:cs="Microsoft Sans Serif"/>
                <w:b/>
                <w:bCs/>
                <w:sz w:val="18"/>
                <w:szCs w:val="18"/>
                <w:lang w:val="en-US"/>
              </w:rPr>
              <w:t>Oletusarvo</w:t>
            </w:r>
          </w:p>
        </w:tc>
        <w:tc>
          <w:tcPr>
            <w:tcW w:w="2661" w:type="dxa"/>
            <w:shd w:val="clear" w:color="auto" w:fill="99CCFF"/>
            <w:vAlign w:val="center"/>
          </w:tcPr>
          <w:p w14:paraId="03C202CD" w14:textId="77777777" w:rsidR="007F25AC" w:rsidRDefault="007F25AC" w:rsidP="009E430D">
            <w:pPr>
              <w:rPr>
                <w:rFonts w:ascii="Microsoft Sans Serif" w:hAnsi="Microsoft Sans Serif" w:cs="Microsoft Sans Serif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Microsoft Sans Serif" w:hAnsi="Microsoft Sans Serif" w:cs="Microsoft Sans Serif"/>
                <w:b/>
                <w:bCs/>
                <w:sz w:val="18"/>
                <w:szCs w:val="18"/>
                <w:lang w:val="en-US"/>
              </w:rPr>
              <w:t>Selite</w:t>
            </w:r>
          </w:p>
        </w:tc>
      </w:tr>
      <w:tr w:rsidR="007F25AC" w14:paraId="0D3DFFB2" w14:textId="77777777" w:rsidTr="008F6071">
        <w:trPr>
          <w:trHeight w:val="255"/>
        </w:trPr>
        <w:tc>
          <w:tcPr>
            <w:tcW w:w="3257" w:type="dxa"/>
            <w:shd w:val="clear" w:color="auto" w:fill="C0C0C0"/>
            <w:noWrap/>
            <w:vAlign w:val="center"/>
          </w:tcPr>
          <w:p w14:paraId="171FBE8A" w14:textId="7C908750" w:rsidR="007F25AC" w:rsidRDefault="007F25AC" w:rsidP="009E430D">
            <w:pPr>
              <w:rPr>
                <w:rFonts w:ascii="Microsoft Sans Serif" w:hAnsi="Microsoft Sans Serif" w:cs="Microsoft Sans Serif"/>
                <w:b/>
                <w:bCs/>
                <w:sz w:val="18"/>
                <w:szCs w:val="18"/>
                <w:lang w:val="en-US"/>
              </w:rPr>
            </w:pPr>
            <w:bookmarkStart w:id="60" w:name="RANGE!D5"/>
            <w:r>
              <w:rPr>
                <w:rFonts w:ascii="Microsoft Sans Serif" w:hAnsi="Microsoft Sans Serif" w:cs="Microsoft Sans Serif"/>
                <w:b/>
                <w:bCs/>
                <w:sz w:val="18"/>
                <w:szCs w:val="18"/>
                <w:lang w:val="en-US"/>
              </w:rPr>
              <w:t>ClinicalDocument</w:t>
            </w:r>
            <w:bookmarkEnd w:id="60"/>
          </w:p>
        </w:tc>
        <w:tc>
          <w:tcPr>
            <w:tcW w:w="1089" w:type="dxa"/>
            <w:shd w:val="clear" w:color="auto" w:fill="C0C0C0"/>
            <w:noWrap/>
            <w:vAlign w:val="center"/>
          </w:tcPr>
          <w:p w14:paraId="37DD7E8A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  <w:t>0..1</w:t>
            </w:r>
          </w:p>
        </w:tc>
        <w:tc>
          <w:tcPr>
            <w:tcW w:w="1249" w:type="dxa"/>
            <w:shd w:val="clear" w:color="auto" w:fill="C0C0C0"/>
            <w:vAlign w:val="center"/>
          </w:tcPr>
          <w:p w14:paraId="474C35C5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</w:p>
        </w:tc>
        <w:tc>
          <w:tcPr>
            <w:tcW w:w="2661" w:type="dxa"/>
            <w:shd w:val="clear" w:color="auto" w:fill="C0C0C0"/>
            <w:vAlign w:val="center"/>
          </w:tcPr>
          <w:p w14:paraId="51B7A4E6" w14:textId="77777777" w:rsidR="007F25AC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</w:p>
        </w:tc>
      </w:tr>
      <w:tr w:rsidR="007F25AC" w14:paraId="67FB3BAB" w14:textId="77777777" w:rsidTr="008F6071">
        <w:trPr>
          <w:trHeight w:val="255"/>
        </w:trPr>
        <w:tc>
          <w:tcPr>
            <w:tcW w:w="3257" w:type="dxa"/>
            <w:noWrap/>
            <w:vAlign w:val="center"/>
          </w:tcPr>
          <w:p w14:paraId="1E8717F9" w14:textId="77777777" w:rsidR="007F25AC" w:rsidRDefault="007F25AC" w:rsidP="009E430D">
            <w:pPr>
              <w:pStyle w:val="CDA-headertext"/>
              <w:ind w:firstLine="110"/>
              <w:rPr>
                <w:lang w:val="en-US"/>
              </w:rPr>
            </w:pPr>
            <w:r>
              <w:rPr>
                <w:lang w:val="en-US"/>
              </w:rPr>
              <w:t>classCode</w:t>
            </w:r>
          </w:p>
        </w:tc>
        <w:tc>
          <w:tcPr>
            <w:tcW w:w="1089" w:type="dxa"/>
            <w:noWrap/>
            <w:vAlign w:val="center"/>
          </w:tcPr>
          <w:p w14:paraId="3FAF69CC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  <w:t>1..1</w:t>
            </w:r>
          </w:p>
        </w:tc>
        <w:tc>
          <w:tcPr>
            <w:tcW w:w="1249" w:type="dxa"/>
            <w:vAlign w:val="center"/>
          </w:tcPr>
          <w:p w14:paraId="477A95BE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  <w:t>DOCCLIN</w:t>
            </w:r>
          </w:p>
        </w:tc>
        <w:tc>
          <w:tcPr>
            <w:tcW w:w="2661" w:type="dxa"/>
            <w:vAlign w:val="center"/>
          </w:tcPr>
          <w:p w14:paraId="44CF83AC" w14:textId="77777777" w:rsidR="007F25AC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</w:p>
        </w:tc>
      </w:tr>
      <w:tr w:rsidR="007F25AC" w14:paraId="3224496B" w14:textId="77777777" w:rsidTr="008F6071">
        <w:trPr>
          <w:trHeight w:val="255"/>
        </w:trPr>
        <w:tc>
          <w:tcPr>
            <w:tcW w:w="3257" w:type="dxa"/>
            <w:noWrap/>
            <w:vAlign w:val="center"/>
          </w:tcPr>
          <w:p w14:paraId="2C2CF553" w14:textId="77777777" w:rsidR="007F25AC" w:rsidRDefault="007F25AC" w:rsidP="009E430D">
            <w:pPr>
              <w:pStyle w:val="CDA-headertext"/>
              <w:ind w:firstLine="110"/>
              <w:rPr>
                <w:rStyle w:val="Hyperlinkki"/>
                <w:lang w:val="en-US"/>
              </w:rPr>
            </w:pPr>
            <w:r>
              <w:rPr>
                <w:lang w:val="en-US"/>
              </w:rPr>
              <w:t>moodCode</w:t>
            </w:r>
          </w:p>
        </w:tc>
        <w:tc>
          <w:tcPr>
            <w:tcW w:w="1089" w:type="dxa"/>
            <w:noWrap/>
            <w:vAlign w:val="center"/>
          </w:tcPr>
          <w:p w14:paraId="53CC41B3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  <w:t>1..1</w:t>
            </w:r>
          </w:p>
        </w:tc>
        <w:tc>
          <w:tcPr>
            <w:tcW w:w="1249" w:type="dxa"/>
            <w:vAlign w:val="center"/>
          </w:tcPr>
          <w:p w14:paraId="5E0153FB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  <w:t>EVN</w:t>
            </w:r>
          </w:p>
        </w:tc>
        <w:tc>
          <w:tcPr>
            <w:tcW w:w="2661" w:type="dxa"/>
            <w:vAlign w:val="center"/>
          </w:tcPr>
          <w:p w14:paraId="73FFA9DC" w14:textId="77777777" w:rsidR="007F25AC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</w:p>
        </w:tc>
      </w:tr>
      <w:tr w:rsidR="007F25AC" w14:paraId="081AEF3D" w14:textId="77777777" w:rsidTr="008F6071">
        <w:trPr>
          <w:trHeight w:val="255"/>
        </w:trPr>
        <w:tc>
          <w:tcPr>
            <w:tcW w:w="3257" w:type="dxa"/>
            <w:noWrap/>
            <w:vAlign w:val="center"/>
          </w:tcPr>
          <w:p w14:paraId="3521684F" w14:textId="77777777" w:rsidR="007F25AC" w:rsidRDefault="007F25AC" w:rsidP="009E430D">
            <w:pPr>
              <w:pStyle w:val="CDA-headertext"/>
              <w:ind w:firstLine="110"/>
              <w:rPr>
                <w:lang w:val="en-US"/>
              </w:rPr>
            </w:pPr>
            <w:r>
              <w:rPr>
                <w:lang w:val="en-US"/>
              </w:rPr>
              <w:t>realmCode</w:t>
            </w:r>
          </w:p>
        </w:tc>
        <w:tc>
          <w:tcPr>
            <w:tcW w:w="1089" w:type="dxa"/>
            <w:noWrap/>
            <w:vAlign w:val="center"/>
          </w:tcPr>
          <w:p w14:paraId="5DAB81C1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  <w:t>1..1</w:t>
            </w:r>
          </w:p>
        </w:tc>
        <w:tc>
          <w:tcPr>
            <w:tcW w:w="1249" w:type="dxa"/>
            <w:vAlign w:val="center"/>
          </w:tcPr>
          <w:p w14:paraId="179DA7E6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  <w:t>FI</w:t>
            </w:r>
          </w:p>
        </w:tc>
        <w:tc>
          <w:tcPr>
            <w:tcW w:w="2661" w:type="dxa"/>
            <w:vAlign w:val="center"/>
          </w:tcPr>
          <w:p w14:paraId="163EF3C8" w14:textId="77777777" w:rsidR="007F25AC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  <w:t>Maakoodi</w:t>
            </w:r>
          </w:p>
        </w:tc>
      </w:tr>
      <w:tr w:rsidR="007F25AC" w14:paraId="44735E89" w14:textId="77777777" w:rsidTr="008F6071">
        <w:trPr>
          <w:trHeight w:val="255"/>
        </w:trPr>
        <w:tc>
          <w:tcPr>
            <w:tcW w:w="3257" w:type="dxa"/>
            <w:noWrap/>
            <w:vAlign w:val="center"/>
          </w:tcPr>
          <w:p w14:paraId="0C58B7C0" w14:textId="77777777" w:rsidR="007F25AC" w:rsidRDefault="007F25AC" w:rsidP="009E430D">
            <w:pPr>
              <w:pStyle w:val="CDA-headertext"/>
              <w:ind w:firstLine="110"/>
            </w:pPr>
            <w:r>
              <w:t>typeId</w:t>
            </w:r>
          </w:p>
        </w:tc>
        <w:tc>
          <w:tcPr>
            <w:tcW w:w="1089" w:type="dxa"/>
            <w:noWrap/>
            <w:vAlign w:val="center"/>
          </w:tcPr>
          <w:p w14:paraId="428E0A41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1..1</w:t>
            </w:r>
          </w:p>
        </w:tc>
        <w:tc>
          <w:tcPr>
            <w:tcW w:w="1249" w:type="dxa"/>
            <w:vAlign w:val="center"/>
          </w:tcPr>
          <w:p w14:paraId="5E2C40B8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661" w:type="dxa"/>
            <w:vAlign w:val="center"/>
          </w:tcPr>
          <w:p w14:paraId="62BBBC44" w14:textId="77777777" w:rsidR="007F25AC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Kiinteä arvo:</w:t>
            </w:r>
          </w:p>
          <w:p w14:paraId="57326C58" w14:textId="77777777" w:rsidR="007F25AC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&lt;typeId root="2.16.840.1.113883.1.3" extension="POCD_HD000040"/&gt;</w:t>
            </w:r>
          </w:p>
        </w:tc>
      </w:tr>
      <w:tr w:rsidR="007F25AC" w14:paraId="61431128" w14:textId="77777777" w:rsidTr="008F6071">
        <w:trPr>
          <w:trHeight w:val="559"/>
        </w:trPr>
        <w:tc>
          <w:tcPr>
            <w:tcW w:w="3257" w:type="dxa"/>
            <w:noWrap/>
            <w:vAlign w:val="center"/>
          </w:tcPr>
          <w:p w14:paraId="18FE7D32" w14:textId="77777777" w:rsidR="007F25AC" w:rsidRDefault="007F25AC" w:rsidP="009E430D">
            <w:pPr>
              <w:pStyle w:val="CDA-headertext"/>
              <w:ind w:firstLine="110"/>
            </w:pPr>
            <w:r>
              <w:t>templateId</w:t>
            </w:r>
          </w:p>
        </w:tc>
        <w:tc>
          <w:tcPr>
            <w:tcW w:w="1089" w:type="dxa"/>
            <w:noWrap/>
            <w:vAlign w:val="center"/>
          </w:tcPr>
          <w:p w14:paraId="7615AF51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1..1</w:t>
            </w:r>
          </w:p>
        </w:tc>
        <w:tc>
          <w:tcPr>
            <w:tcW w:w="1249" w:type="dxa"/>
            <w:vAlign w:val="center"/>
          </w:tcPr>
          <w:p w14:paraId="38F3B38F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661" w:type="dxa"/>
            <w:vAlign w:val="center"/>
          </w:tcPr>
          <w:p w14:paraId="783C359C" w14:textId="77777777" w:rsidR="007F25AC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MR-sanomien soveltamisoppaan OID, esim.</w:t>
            </w:r>
          </w:p>
          <w:p w14:paraId="38E19882" w14:textId="34EA6FF0" w:rsidR="007F25AC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1.2.246.777.11.20</w:t>
            </w:r>
            <w:r w:rsidR="00D35D31">
              <w:rPr>
                <w:rFonts w:ascii="Microsoft Sans Serif" w:hAnsi="Microsoft Sans Serif" w:cs="Microsoft Sans Serif"/>
                <w:sz w:val="18"/>
                <w:szCs w:val="18"/>
              </w:rPr>
              <w:t>1</w:t>
            </w:r>
            <w:r>
              <w:rPr>
                <w:rFonts w:ascii="Microsoft Sans Serif" w:hAnsi="Microsoft Sans Serif" w:cs="Microsoft Sans Serif"/>
                <w:sz w:val="18"/>
                <w:szCs w:val="18"/>
              </w:rPr>
              <w:t>8.1</w:t>
            </w:r>
          </w:p>
          <w:p w14:paraId="41A4905D" w14:textId="77777777" w:rsidR="007F25AC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TemplateId kertoo, minkä soveltamisoppaan mukaisesti sanoma on muodostettu.</w:t>
            </w:r>
          </w:p>
        </w:tc>
      </w:tr>
      <w:tr w:rsidR="007F25AC" w14:paraId="576E5338" w14:textId="77777777" w:rsidTr="008F6071">
        <w:trPr>
          <w:trHeight w:val="255"/>
        </w:trPr>
        <w:tc>
          <w:tcPr>
            <w:tcW w:w="3257" w:type="dxa"/>
            <w:noWrap/>
            <w:vAlign w:val="center"/>
          </w:tcPr>
          <w:p w14:paraId="64F60F69" w14:textId="77777777" w:rsidR="007F25AC" w:rsidRPr="00B96DAC" w:rsidRDefault="006F0C32" w:rsidP="009E430D">
            <w:pPr>
              <w:pStyle w:val="CDA-headertext"/>
              <w:ind w:firstLine="110"/>
              <w:rPr>
                <w:lang w:eastAsia="en-US"/>
              </w:rPr>
            </w:pPr>
            <w:hyperlink r:id="rId42" w:anchor="Act-id-att" w:tooltip="../../../infrastructure/rim/rim.htm#Act-id-att" w:history="1">
              <w:r w:rsidR="007F25AC" w:rsidRPr="00B96DAC">
                <w:rPr>
                  <w:lang w:eastAsia="en-US"/>
                </w:rPr>
                <w:t>id</w:t>
              </w:r>
            </w:hyperlink>
          </w:p>
        </w:tc>
        <w:tc>
          <w:tcPr>
            <w:tcW w:w="1089" w:type="dxa"/>
            <w:noWrap/>
            <w:vAlign w:val="center"/>
          </w:tcPr>
          <w:p w14:paraId="4EBA0DDA" w14:textId="77777777" w:rsidR="007F25AC" w:rsidRPr="00B96D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B96DAC">
              <w:rPr>
                <w:rFonts w:ascii="Microsoft Sans Serif" w:hAnsi="Microsoft Sans Serif" w:cs="Microsoft Sans Serif"/>
                <w:sz w:val="18"/>
                <w:szCs w:val="18"/>
              </w:rPr>
              <w:t>1..1</w:t>
            </w:r>
          </w:p>
        </w:tc>
        <w:tc>
          <w:tcPr>
            <w:tcW w:w="1249" w:type="dxa"/>
            <w:vAlign w:val="center"/>
          </w:tcPr>
          <w:p w14:paraId="52B254D0" w14:textId="77777777" w:rsidR="007F25AC" w:rsidRPr="00B96D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661" w:type="dxa"/>
            <w:vAlign w:val="center"/>
          </w:tcPr>
          <w:p w14:paraId="1E6C89A1" w14:textId="77777777" w:rsidR="007F25AC" w:rsidRPr="00B96DAC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B96DAC">
              <w:rPr>
                <w:rFonts w:ascii="Microsoft Sans Serif" w:hAnsi="Microsoft Sans Serif" w:cs="Microsoft Sans Serif"/>
                <w:sz w:val="18"/>
                <w:szCs w:val="18"/>
              </w:rPr>
              <w:t>MR -sanoman sisälle kapseloidun dokumentin yksilöivä tunniste. Esimerkki:</w:t>
            </w:r>
          </w:p>
          <w:p w14:paraId="44E8A5B4" w14:textId="77777777" w:rsidR="007F25AC" w:rsidRPr="00B96DAC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B96DAC">
              <w:rPr>
                <w:rFonts w:ascii="Microsoft Sans Serif" w:hAnsi="Microsoft Sans Serif" w:cs="Microsoft Sans Serif"/>
                <w:sz w:val="18"/>
                <w:szCs w:val="18"/>
              </w:rPr>
              <w:t>&lt;id root="1.2.246.10.2458998.93" extension="2006.1"/&gt;</w:t>
            </w:r>
          </w:p>
          <w:p w14:paraId="2C29B76B" w14:textId="222289C4" w:rsidR="007F25AC" w:rsidRPr="00B96DAC" w:rsidRDefault="00D35D31" w:rsidP="00D35D31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D</w:t>
            </w:r>
            <w:r w:rsidR="007F25AC" w:rsidRPr="00B96DAC">
              <w:rPr>
                <w:rFonts w:ascii="Microsoft Sans Serif" w:hAnsi="Microsoft Sans Serif" w:cs="Microsoft Sans Serif"/>
                <w:sz w:val="18"/>
                <w:szCs w:val="18"/>
              </w:rPr>
              <w:t>okumenteissa käytetään solmuluokkaa 93.</w:t>
            </w:r>
          </w:p>
        </w:tc>
      </w:tr>
      <w:tr w:rsidR="007F25AC" w14:paraId="2B21C799" w14:textId="77777777" w:rsidTr="008F6071">
        <w:trPr>
          <w:trHeight w:val="255"/>
        </w:trPr>
        <w:tc>
          <w:tcPr>
            <w:tcW w:w="3257" w:type="dxa"/>
            <w:noWrap/>
            <w:vAlign w:val="center"/>
          </w:tcPr>
          <w:p w14:paraId="3E7B72E5" w14:textId="77777777" w:rsidR="007F25AC" w:rsidRDefault="006F0C32" w:rsidP="009E430D">
            <w:pPr>
              <w:pStyle w:val="CDA-headertext"/>
              <w:ind w:firstLine="110"/>
              <w:rPr>
                <w:lang w:eastAsia="en-US"/>
              </w:rPr>
            </w:pPr>
            <w:hyperlink r:id="rId43" w:anchor="Act-code-att" w:tooltip="../../../infrastructure/rim/rim.htm#Act-code-att" w:history="1">
              <w:r w:rsidR="007F25AC">
                <w:rPr>
                  <w:lang w:eastAsia="en-US"/>
                </w:rPr>
                <w:t>code</w:t>
              </w:r>
            </w:hyperlink>
          </w:p>
        </w:tc>
        <w:tc>
          <w:tcPr>
            <w:tcW w:w="1089" w:type="dxa"/>
            <w:noWrap/>
            <w:vAlign w:val="center"/>
          </w:tcPr>
          <w:p w14:paraId="20F39615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1..1</w:t>
            </w:r>
          </w:p>
        </w:tc>
        <w:tc>
          <w:tcPr>
            <w:tcW w:w="1249" w:type="dxa"/>
            <w:vAlign w:val="center"/>
          </w:tcPr>
          <w:p w14:paraId="3BD163C5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661" w:type="dxa"/>
            <w:vAlign w:val="center"/>
          </w:tcPr>
          <w:p w14:paraId="6AED429F" w14:textId="77777777" w:rsidR="007F25AC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välitettävän dokumentin/sanoman tyyppi, koodistosta: 1.2.346.537.5.40105.2006</w:t>
            </w:r>
          </w:p>
        </w:tc>
      </w:tr>
      <w:tr w:rsidR="007F25AC" w14:paraId="57187E5D" w14:textId="77777777" w:rsidTr="008F6071">
        <w:trPr>
          <w:trHeight w:val="255"/>
        </w:trPr>
        <w:tc>
          <w:tcPr>
            <w:tcW w:w="3257" w:type="dxa"/>
            <w:noWrap/>
            <w:vAlign w:val="center"/>
          </w:tcPr>
          <w:p w14:paraId="49F2F98B" w14:textId="77777777" w:rsidR="007F25AC" w:rsidRPr="00B07EF6" w:rsidRDefault="006F0C32" w:rsidP="009E430D">
            <w:pPr>
              <w:pStyle w:val="CDA-headertext"/>
              <w:ind w:firstLine="110"/>
              <w:rPr>
                <w:color w:val="A6A6A6" w:themeColor="background1" w:themeShade="A6"/>
                <w:lang w:eastAsia="en-US"/>
              </w:rPr>
            </w:pPr>
            <w:hyperlink r:id="rId44" w:anchor="Act-title-att" w:tooltip="../../../infrastructure/rim/rim.htm#Act-title-att" w:history="1">
              <w:r w:rsidR="007F25AC" w:rsidRPr="00B07EF6">
                <w:rPr>
                  <w:color w:val="A6A6A6" w:themeColor="background1" w:themeShade="A6"/>
                  <w:lang w:eastAsia="en-US"/>
                </w:rPr>
                <w:t>title</w:t>
              </w:r>
            </w:hyperlink>
          </w:p>
        </w:tc>
        <w:tc>
          <w:tcPr>
            <w:tcW w:w="1089" w:type="dxa"/>
            <w:noWrap/>
            <w:vAlign w:val="center"/>
          </w:tcPr>
          <w:p w14:paraId="095C35D9" w14:textId="77777777" w:rsidR="007F25AC" w:rsidRPr="00B07EF6" w:rsidRDefault="007F25AC" w:rsidP="009E430D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07EF6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249" w:type="dxa"/>
            <w:vAlign w:val="center"/>
          </w:tcPr>
          <w:p w14:paraId="318A6BF9" w14:textId="77777777" w:rsidR="007F25AC" w:rsidRPr="00B07EF6" w:rsidRDefault="007F25AC" w:rsidP="009E430D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661" w:type="dxa"/>
            <w:vAlign w:val="center"/>
          </w:tcPr>
          <w:p w14:paraId="265CF465" w14:textId="77777777" w:rsidR="007F25AC" w:rsidRPr="00B07EF6" w:rsidRDefault="007F25AC" w:rsidP="009E430D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07EF6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7F25AC" w14:paraId="43554593" w14:textId="77777777" w:rsidTr="008F6071">
        <w:trPr>
          <w:trHeight w:val="255"/>
        </w:trPr>
        <w:tc>
          <w:tcPr>
            <w:tcW w:w="3257" w:type="dxa"/>
            <w:noWrap/>
            <w:vAlign w:val="center"/>
          </w:tcPr>
          <w:p w14:paraId="61B48E0D" w14:textId="77777777" w:rsidR="007F25AC" w:rsidRDefault="006F0C32" w:rsidP="009E430D">
            <w:pPr>
              <w:pStyle w:val="CDA-headertext"/>
              <w:ind w:firstLine="110"/>
              <w:rPr>
                <w:lang w:eastAsia="en-US"/>
              </w:rPr>
            </w:pPr>
            <w:hyperlink r:id="rId45" w:anchor="Act-text-att" w:tooltip="../../../infrastructure/rim/rim.htm#Act-text-att" w:history="1">
              <w:r w:rsidR="007F25AC">
                <w:rPr>
                  <w:lang w:eastAsia="en-US"/>
                </w:rPr>
                <w:t>text</w:t>
              </w:r>
            </w:hyperlink>
          </w:p>
        </w:tc>
        <w:tc>
          <w:tcPr>
            <w:tcW w:w="1089" w:type="dxa"/>
            <w:noWrap/>
            <w:vAlign w:val="center"/>
          </w:tcPr>
          <w:p w14:paraId="66BA6183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0..1</w:t>
            </w:r>
          </w:p>
        </w:tc>
        <w:tc>
          <w:tcPr>
            <w:tcW w:w="1249" w:type="dxa"/>
            <w:vAlign w:val="center"/>
          </w:tcPr>
          <w:p w14:paraId="173BC1CC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661" w:type="dxa"/>
            <w:vAlign w:val="center"/>
          </w:tcPr>
          <w:p w14:paraId="6A867577" w14:textId="77777777" w:rsidR="007F25AC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 xml:space="preserve">Itse CDA-dokumentti tulee tämän elementin sisälle. </w:t>
            </w:r>
          </w:p>
        </w:tc>
      </w:tr>
      <w:tr w:rsidR="007F25AC" w14:paraId="32173039" w14:textId="77777777" w:rsidTr="008F6071">
        <w:trPr>
          <w:trHeight w:val="255"/>
        </w:trPr>
        <w:tc>
          <w:tcPr>
            <w:tcW w:w="3257" w:type="dxa"/>
            <w:noWrap/>
            <w:vAlign w:val="center"/>
          </w:tcPr>
          <w:p w14:paraId="395AEF18" w14:textId="77777777" w:rsidR="007F25AC" w:rsidRDefault="006F0C32" w:rsidP="009E430D">
            <w:pPr>
              <w:pStyle w:val="CDA-headertext"/>
              <w:ind w:firstLine="110"/>
              <w:rPr>
                <w:lang w:eastAsia="en-US"/>
              </w:rPr>
            </w:pPr>
            <w:hyperlink r:id="rId46" w:anchor="Act-statusCode-att" w:tooltip="../../../infrastructure/rim/rim.htm#Act-statusCode-att" w:history="1">
              <w:r w:rsidR="007F25AC">
                <w:rPr>
                  <w:lang w:eastAsia="en-US"/>
                </w:rPr>
                <w:t>statusCode</w:t>
              </w:r>
            </w:hyperlink>
          </w:p>
        </w:tc>
        <w:tc>
          <w:tcPr>
            <w:tcW w:w="1089" w:type="dxa"/>
            <w:noWrap/>
            <w:vAlign w:val="center"/>
          </w:tcPr>
          <w:p w14:paraId="70934BA0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1..1</w:t>
            </w:r>
          </w:p>
        </w:tc>
        <w:tc>
          <w:tcPr>
            <w:tcW w:w="1249" w:type="dxa"/>
            <w:vAlign w:val="center"/>
          </w:tcPr>
          <w:p w14:paraId="5DC92625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661" w:type="dxa"/>
            <w:vAlign w:val="center"/>
          </w:tcPr>
          <w:p w14:paraId="2B6A8FB0" w14:textId="1DFC85E9" w:rsidR="007F25AC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Tässä käytetään dokumentin tila koodistoa ilmoittamaan, onko dokumentti lainvoimainen, mitätöity jn</w:t>
            </w:r>
            <w:r w:rsidR="005177AD">
              <w:rPr>
                <w:rFonts w:ascii="Microsoft Sans Serif" w:hAnsi="Microsoft Sans Serif" w:cs="Microsoft Sans Serif"/>
                <w:sz w:val="18"/>
                <w:szCs w:val="18"/>
              </w:rPr>
              <w:t>e. OID:1.2.246.537.5.40114.2006</w:t>
            </w:r>
          </w:p>
        </w:tc>
      </w:tr>
      <w:tr w:rsidR="007F25AC" w14:paraId="3A5492EF" w14:textId="77777777" w:rsidTr="008F6071">
        <w:trPr>
          <w:trHeight w:val="255"/>
        </w:trPr>
        <w:tc>
          <w:tcPr>
            <w:tcW w:w="3257" w:type="dxa"/>
            <w:noWrap/>
            <w:vAlign w:val="center"/>
          </w:tcPr>
          <w:p w14:paraId="3EA1DA04" w14:textId="77777777" w:rsidR="007F25AC" w:rsidRDefault="006F0C32" w:rsidP="009E430D">
            <w:pPr>
              <w:pStyle w:val="CDA-headertext"/>
              <w:ind w:firstLine="110"/>
              <w:rPr>
                <w:lang w:eastAsia="en-US"/>
              </w:rPr>
            </w:pPr>
            <w:hyperlink r:id="rId47" w:anchor="Act-effectiveTime-att" w:tooltip="../../../infrastructure/rim/rim.htm#Act-effectiveTime-att" w:history="1">
              <w:r w:rsidR="007F25AC">
                <w:rPr>
                  <w:lang w:eastAsia="en-US"/>
                </w:rPr>
                <w:t>effectiveTime</w:t>
              </w:r>
            </w:hyperlink>
          </w:p>
        </w:tc>
        <w:tc>
          <w:tcPr>
            <w:tcW w:w="1089" w:type="dxa"/>
            <w:noWrap/>
            <w:vAlign w:val="center"/>
          </w:tcPr>
          <w:p w14:paraId="6235A717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1..1</w:t>
            </w:r>
          </w:p>
        </w:tc>
        <w:tc>
          <w:tcPr>
            <w:tcW w:w="1249" w:type="dxa"/>
            <w:vAlign w:val="center"/>
          </w:tcPr>
          <w:p w14:paraId="3F57FCD1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661" w:type="dxa"/>
            <w:vAlign w:val="center"/>
          </w:tcPr>
          <w:p w14:paraId="2D8AA123" w14:textId="77777777" w:rsidR="007F25AC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dokumentin luontihetki</w:t>
            </w:r>
          </w:p>
        </w:tc>
      </w:tr>
      <w:tr w:rsidR="007F25AC" w14:paraId="1E88BDB6" w14:textId="77777777" w:rsidTr="008F6071">
        <w:trPr>
          <w:trHeight w:val="255"/>
        </w:trPr>
        <w:tc>
          <w:tcPr>
            <w:tcW w:w="3257" w:type="dxa"/>
            <w:noWrap/>
            <w:vAlign w:val="center"/>
          </w:tcPr>
          <w:p w14:paraId="59959EC8" w14:textId="77777777" w:rsidR="007F25AC" w:rsidRPr="00170878" w:rsidRDefault="006F0C32" w:rsidP="009E430D">
            <w:pPr>
              <w:pStyle w:val="CDA-headertext"/>
              <w:ind w:firstLine="110"/>
              <w:rPr>
                <w:color w:val="A6A6A6" w:themeColor="background1" w:themeShade="A6"/>
                <w:lang w:eastAsia="en-US"/>
              </w:rPr>
            </w:pPr>
            <w:hyperlink r:id="rId48" w:anchor="Act-availabilityTime-att" w:tooltip="../../../infrastructure/rim/rim.htm#Act-availabilityTime-att" w:history="1">
              <w:r w:rsidR="007F25AC" w:rsidRPr="00170878">
                <w:rPr>
                  <w:color w:val="A6A6A6" w:themeColor="background1" w:themeShade="A6"/>
                  <w:lang w:eastAsia="en-US"/>
                </w:rPr>
                <w:t>availabilityTime</w:t>
              </w:r>
            </w:hyperlink>
          </w:p>
        </w:tc>
        <w:tc>
          <w:tcPr>
            <w:tcW w:w="1089" w:type="dxa"/>
            <w:noWrap/>
            <w:vAlign w:val="center"/>
          </w:tcPr>
          <w:p w14:paraId="5BF95531" w14:textId="77777777" w:rsidR="007F25AC" w:rsidRPr="00170878" w:rsidRDefault="007F25AC" w:rsidP="009E430D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170878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249" w:type="dxa"/>
            <w:vAlign w:val="center"/>
          </w:tcPr>
          <w:p w14:paraId="07462048" w14:textId="77777777" w:rsidR="007F25AC" w:rsidRPr="00170878" w:rsidRDefault="007F25AC" w:rsidP="009E430D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661" w:type="dxa"/>
            <w:vAlign w:val="center"/>
          </w:tcPr>
          <w:p w14:paraId="285117B7" w14:textId="77777777" w:rsidR="007F25AC" w:rsidRPr="00170878" w:rsidRDefault="007F25AC" w:rsidP="009E430D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170878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 tässä vaiheessa,</w:t>
            </w:r>
          </w:p>
          <w:p w14:paraId="4A078BBD" w14:textId="77777777" w:rsidR="007F25AC" w:rsidRPr="00170878" w:rsidRDefault="007F25AC" w:rsidP="009E430D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170878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voidaan ottaa käyttöön jos MR-sanomilla ruvetaan hallinnoimaan myös keskeneräisiä dokumentteja (kenttään tulee ajankohta jolloin dokumentti muuttuu tilaan ACTIVE tai COMPLETED)</w:t>
            </w:r>
          </w:p>
        </w:tc>
      </w:tr>
      <w:tr w:rsidR="007F25AC" w14:paraId="07F3E339" w14:textId="77777777" w:rsidTr="008F6071">
        <w:trPr>
          <w:trHeight w:val="255"/>
        </w:trPr>
        <w:tc>
          <w:tcPr>
            <w:tcW w:w="3257" w:type="dxa"/>
            <w:noWrap/>
            <w:vAlign w:val="center"/>
          </w:tcPr>
          <w:p w14:paraId="7EE29FBE" w14:textId="77777777" w:rsidR="007F25AC" w:rsidRDefault="006F0C32" w:rsidP="009E430D">
            <w:pPr>
              <w:pStyle w:val="CDA-headertext"/>
              <w:ind w:firstLine="110"/>
              <w:rPr>
                <w:lang w:eastAsia="en-US"/>
              </w:rPr>
            </w:pPr>
            <w:hyperlink r:id="rId49" w:anchor="Act-confidentialityCode-att" w:tooltip="../../../infrastructure/rim/rim.htm#Act-confidentialityCode-att" w:history="1">
              <w:r w:rsidR="007F25AC">
                <w:rPr>
                  <w:lang w:eastAsia="en-US"/>
                </w:rPr>
                <w:t>confidentialityCode</w:t>
              </w:r>
            </w:hyperlink>
          </w:p>
        </w:tc>
        <w:tc>
          <w:tcPr>
            <w:tcW w:w="1089" w:type="dxa"/>
            <w:noWrap/>
            <w:vAlign w:val="center"/>
          </w:tcPr>
          <w:p w14:paraId="571737CE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1..1</w:t>
            </w:r>
          </w:p>
        </w:tc>
        <w:tc>
          <w:tcPr>
            <w:tcW w:w="1249" w:type="dxa"/>
            <w:vAlign w:val="center"/>
          </w:tcPr>
          <w:p w14:paraId="30C4B660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661" w:type="dxa"/>
            <w:vAlign w:val="center"/>
          </w:tcPr>
          <w:p w14:paraId="059540DE" w14:textId="77777777" w:rsidR="007F25AC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Asiakirjan luottamuksellisuus, esimerkiksi:</w:t>
            </w:r>
          </w:p>
          <w:p w14:paraId="49E63CC5" w14:textId="77777777" w:rsidR="007F25AC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&lt;confidentialityCode code="5" codeSystem="1.2.246.777.5.99902.2006" codeSystemName="</w:t>
            </w:r>
            <w:r w:rsidRPr="00BC0ED7">
              <w:rPr>
                <w:rFonts w:ascii="Microsoft Sans Serif" w:hAnsi="Microsoft Sans Serif" w:cs="Microsoft Sans Serif"/>
                <w:sz w:val="18"/>
                <w:szCs w:val="18"/>
              </w:rPr>
              <w:t>KanTa-palvelut - Asiakirjan luottamuksellisuus</w:t>
            </w:r>
            <w:r>
              <w:rPr>
                <w:rFonts w:ascii="Microsoft Sans Serif" w:hAnsi="Microsoft Sans Serif" w:cs="Microsoft Sans Serif"/>
                <w:sz w:val="18"/>
                <w:szCs w:val="18"/>
              </w:rPr>
              <w:t xml:space="preserve">" </w:t>
            </w:r>
          </w:p>
          <w:p w14:paraId="20B62D48" w14:textId="77777777" w:rsidR="007F25AC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displayName="</w:t>
            </w:r>
            <w:r w:rsidRPr="00BC0ED7">
              <w:rPr>
                <w:rFonts w:ascii="Microsoft Sans Serif" w:hAnsi="Microsoft Sans Serif" w:cs="Microsoft Sans Serif"/>
                <w:sz w:val="18"/>
                <w:szCs w:val="18"/>
              </w:rPr>
              <w:t>Terveydenhuollon salassapidettävä</w:t>
            </w:r>
            <w:r>
              <w:rPr>
                <w:rFonts w:ascii="Microsoft Sans Serif" w:hAnsi="Microsoft Sans Serif" w:cs="Microsoft Sans Serif"/>
                <w:sz w:val="18"/>
                <w:szCs w:val="18"/>
              </w:rPr>
              <w:t>"/&gt;</w:t>
            </w:r>
          </w:p>
        </w:tc>
      </w:tr>
      <w:tr w:rsidR="007F25AC" w14:paraId="70CEB803" w14:textId="77777777" w:rsidTr="008F6071">
        <w:trPr>
          <w:trHeight w:val="255"/>
        </w:trPr>
        <w:tc>
          <w:tcPr>
            <w:tcW w:w="3257" w:type="dxa"/>
            <w:noWrap/>
            <w:vAlign w:val="center"/>
          </w:tcPr>
          <w:p w14:paraId="3260C0CC" w14:textId="77777777" w:rsidR="007F25AC" w:rsidRPr="00170878" w:rsidRDefault="006F0C32" w:rsidP="009E430D">
            <w:pPr>
              <w:pStyle w:val="CDA-headertext"/>
              <w:ind w:firstLine="110"/>
              <w:rPr>
                <w:color w:val="A6A6A6" w:themeColor="background1" w:themeShade="A6"/>
                <w:lang w:eastAsia="en-US"/>
              </w:rPr>
            </w:pPr>
            <w:hyperlink r:id="rId50" w:anchor="Act-reasonCode-att" w:tooltip="../../../infrastructure/rim/rim.htm#Act-reasonCode-att" w:history="1">
              <w:r w:rsidR="007F25AC" w:rsidRPr="00170878">
                <w:rPr>
                  <w:color w:val="A6A6A6" w:themeColor="background1" w:themeShade="A6"/>
                  <w:lang w:eastAsia="en-US"/>
                </w:rPr>
                <w:t>reasonCode</w:t>
              </w:r>
            </w:hyperlink>
          </w:p>
        </w:tc>
        <w:tc>
          <w:tcPr>
            <w:tcW w:w="1089" w:type="dxa"/>
            <w:noWrap/>
            <w:vAlign w:val="center"/>
          </w:tcPr>
          <w:p w14:paraId="44D129B3" w14:textId="77777777" w:rsidR="007F25AC" w:rsidRPr="00170878" w:rsidRDefault="007F25AC" w:rsidP="009E430D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170878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249" w:type="dxa"/>
            <w:vAlign w:val="center"/>
          </w:tcPr>
          <w:p w14:paraId="27399ED5" w14:textId="77777777" w:rsidR="007F25AC" w:rsidRPr="00170878" w:rsidRDefault="007F25AC" w:rsidP="009E430D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661" w:type="dxa"/>
            <w:vAlign w:val="center"/>
          </w:tcPr>
          <w:p w14:paraId="688F0CF2" w14:textId="77777777" w:rsidR="007F25AC" w:rsidRPr="00170878" w:rsidRDefault="007F25AC" w:rsidP="009E430D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170878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 xml:space="preserve">ei käytössä </w:t>
            </w:r>
          </w:p>
          <w:p w14:paraId="52F08943" w14:textId="77777777" w:rsidR="007F25AC" w:rsidRPr="00170878" w:rsidRDefault="007F25AC" w:rsidP="009E430D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170878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(tässä voitaisiin ilmaista mitätöinnin syy jos se haluttaisiin koodattuna)</w:t>
            </w:r>
          </w:p>
        </w:tc>
      </w:tr>
      <w:tr w:rsidR="007F25AC" w14:paraId="3B481C11" w14:textId="77777777" w:rsidTr="008F6071">
        <w:trPr>
          <w:trHeight w:val="255"/>
        </w:trPr>
        <w:tc>
          <w:tcPr>
            <w:tcW w:w="3257" w:type="dxa"/>
            <w:noWrap/>
            <w:vAlign w:val="center"/>
          </w:tcPr>
          <w:p w14:paraId="457641C7" w14:textId="77777777" w:rsidR="007F25AC" w:rsidRDefault="006F0C32" w:rsidP="009E430D">
            <w:pPr>
              <w:pStyle w:val="CDA-headertext"/>
              <w:ind w:firstLine="110"/>
              <w:rPr>
                <w:lang w:eastAsia="en-US"/>
              </w:rPr>
            </w:pPr>
            <w:hyperlink r:id="rId51" w:anchor="Act-languageCode-att" w:tooltip="../../../infrastructure/rim/rim.htm#Act-languageCode-att" w:history="1">
              <w:r w:rsidR="007F25AC">
                <w:rPr>
                  <w:lang w:eastAsia="en-US"/>
                </w:rPr>
                <w:t>languageCode</w:t>
              </w:r>
            </w:hyperlink>
          </w:p>
        </w:tc>
        <w:tc>
          <w:tcPr>
            <w:tcW w:w="1089" w:type="dxa"/>
            <w:noWrap/>
            <w:vAlign w:val="center"/>
          </w:tcPr>
          <w:p w14:paraId="64C63E57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1..1</w:t>
            </w:r>
          </w:p>
        </w:tc>
        <w:tc>
          <w:tcPr>
            <w:tcW w:w="1249" w:type="dxa"/>
            <w:vAlign w:val="center"/>
          </w:tcPr>
          <w:p w14:paraId="245281A6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fi</w:t>
            </w:r>
          </w:p>
        </w:tc>
        <w:tc>
          <w:tcPr>
            <w:tcW w:w="2661" w:type="dxa"/>
            <w:vAlign w:val="center"/>
          </w:tcPr>
          <w:p w14:paraId="0C448251" w14:textId="77777777" w:rsidR="007F25AC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 xml:space="preserve">Asiakirjan kieli. </w:t>
            </w:r>
            <w:r>
              <w:rPr>
                <w:rFonts w:ascii="Microsoft Sans Serif" w:hAnsi="Microsoft Sans Serif" w:cs="Microsoft Sans Serif"/>
                <w:b/>
                <w:sz w:val="18"/>
                <w:szCs w:val="18"/>
              </w:rPr>
              <w:t>Pakollinen.</w:t>
            </w:r>
            <w:r>
              <w:rPr>
                <w:rFonts w:ascii="Microsoft Sans Serif" w:hAnsi="Microsoft Sans Serif" w:cs="Microsoft Sans Serif"/>
                <w:sz w:val="18"/>
                <w:szCs w:val="18"/>
              </w:rPr>
              <w:t xml:space="preserve"> </w:t>
            </w:r>
          </w:p>
        </w:tc>
      </w:tr>
      <w:tr w:rsidR="007F25AC" w14:paraId="16B07F0D" w14:textId="77777777" w:rsidTr="008F6071">
        <w:trPr>
          <w:trHeight w:val="255"/>
        </w:trPr>
        <w:tc>
          <w:tcPr>
            <w:tcW w:w="3257" w:type="dxa"/>
            <w:noWrap/>
            <w:vAlign w:val="center"/>
          </w:tcPr>
          <w:p w14:paraId="58698C52" w14:textId="77777777" w:rsidR="007F25AC" w:rsidRDefault="006F0C32" w:rsidP="009E430D">
            <w:pPr>
              <w:pStyle w:val="CDA-headertext"/>
              <w:ind w:firstLine="110"/>
              <w:rPr>
                <w:lang w:eastAsia="en-US"/>
              </w:rPr>
            </w:pPr>
            <w:hyperlink r:id="rId52" w:anchor="ContextStructure-setId-att" w:tooltip="../../../infrastructure/rim/rim.htm#ContextStructure-setId-att" w:history="1">
              <w:r w:rsidR="007F25AC">
                <w:rPr>
                  <w:lang w:eastAsia="en-US"/>
                </w:rPr>
                <w:t>setId</w:t>
              </w:r>
            </w:hyperlink>
          </w:p>
        </w:tc>
        <w:tc>
          <w:tcPr>
            <w:tcW w:w="1089" w:type="dxa"/>
            <w:noWrap/>
            <w:vAlign w:val="center"/>
          </w:tcPr>
          <w:p w14:paraId="6438FEF4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1..1</w:t>
            </w:r>
          </w:p>
        </w:tc>
        <w:tc>
          <w:tcPr>
            <w:tcW w:w="1249" w:type="dxa"/>
            <w:vAlign w:val="center"/>
          </w:tcPr>
          <w:p w14:paraId="7999B652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661" w:type="dxa"/>
            <w:vAlign w:val="center"/>
          </w:tcPr>
          <w:p w14:paraId="18F46645" w14:textId="77777777" w:rsidR="007F25AC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 xml:space="preserve">Alkuperäisen juuriasiakirjan OID-tunnus, ts. mihin asiakirjajoukkoon tämä asiakirja kuuluu. </w:t>
            </w:r>
          </w:p>
          <w:p w14:paraId="02AF35D3" w14:textId="7AD48BE4" w:rsidR="007F25AC" w:rsidRPr="00977412" w:rsidRDefault="00977412" w:rsidP="009E430D">
            <w:pPr>
              <w:rPr>
                <w:rFonts w:ascii="Microsoft Sans Serif" w:hAnsi="Microsoft Sans Serif" w:cs="Microsoft Sans Serif"/>
                <w:b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b/>
                <w:sz w:val="18"/>
                <w:szCs w:val="18"/>
              </w:rPr>
              <w:t>Pakollinen.</w:t>
            </w:r>
          </w:p>
        </w:tc>
      </w:tr>
      <w:tr w:rsidR="007F25AC" w14:paraId="1E30BD40" w14:textId="77777777" w:rsidTr="008F6071">
        <w:trPr>
          <w:trHeight w:val="255"/>
        </w:trPr>
        <w:tc>
          <w:tcPr>
            <w:tcW w:w="3257" w:type="dxa"/>
            <w:noWrap/>
            <w:vAlign w:val="center"/>
          </w:tcPr>
          <w:p w14:paraId="0C06CD53" w14:textId="77777777" w:rsidR="007F25AC" w:rsidRDefault="006F0C32" w:rsidP="009E430D">
            <w:pPr>
              <w:pStyle w:val="CDA-headertext"/>
              <w:ind w:firstLine="110"/>
              <w:rPr>
                <w:lang w:eastAsia="en-US"/>
              </w:rPr>
            </w:pPr>
            <w:hyperlink r:id="rId53" w:anchor="ContextStructure-versionNumber-att" w:tooltip="../../../infrastructure/rim/rim.htm#ContextStructure-versionNumber-att" w:history="1">
              <w:r w:rsidR="007F25AC">
                <w:rPr>
                  <w:lang w:eastAsia="en-US"/>
                </w:rPr>
                <w:t>versionNumber</w:t>
              </w:r>
            </w:hyperlink>
          </w:p>
        </w:tc>
        <w:tc>
          <w:tcPr>
            <w:tcW w:w="1089" w:type="dxa"/>
            <w:noWrap/>
            <w:vAlign w:val="center"/>
          </w:tcPr>
          <w:p w14:paraId="7BFFAB16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1..1</w:t>
            </w:r>
          </w:p>
        </w:tc>
        <w:tc>
          <w:tcPr>
            <w:tcW w:w="1249" w:type="dxa"/>
            <w:vAlign w:val="center"/>
          </w:tcPr>
          <w:p w14:paraId="1A536534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661" w:type="dxa"/>
            <w:vAlign w:val="center"/>
          </w:tcPr>
          <w:p w14:paraId="15C769C1" w14:textId="7216CE82" w:rsidR="007F25AC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 xml:space="preserve">Asiakirjan versionumero, </w:t>
            </w:r>
            <w:r>
              <w:rPr>
                <w:rFonts w:ascii="Microsoft Sans Serif" w:hAnsi="Microsoft Sans Serif" w:cs="Microsoft Sans Serif"/>
                <w:b/>
                <w:sz w:val="18"/>
                <w:szCs w:val="18"/>
              </w:rPr>
              <w:t>Pakollinen.</w:t>
            </w:r>
            <w:r>
              <w:rPr>
                <w:rFonts w:ascii="Microsoft Sans Serif" w:hAnsi="Microsoft Sans Serif" w:cs="Microsoft Sans Serif"/>
                <w:sz w:val="18"/>
                <w:szCs w:val="18"/>
              </w:rPr>
              <w:t xml:space="preserve"> </w:t>
            </w:r>
          </w:p>
        </w:tc>
      </w:tr>
      <w:tr w:rsidR="007F25AC" w:rsidRPr="000C15FF" w14:paraId="6BC685F0" w14:textId="77777777" w:rsidTr="008F6071">
        <w:trPr>
          <w:trHeight w:val="255"/>
        </w:trPr>
        <w:tc>
          <w:tcPr>
            <w:tcW w:w="3257" w:type="dxa"/>
            <w:noWrap/>
            <w:vAlign w:val="center"/>
          </w:tcPr>
          <w:p w14:paraId="4ED8F333" w14:textId="77777777" w:rsidR="007F25AC" w:rsidRPr="008A5C89" w:rsidRDefault="006F0C32" w:rsidP="009E430D">
            <w:pPr>
              <w:pStyle w:val="CDA-headertext"/>
              <w:ind w:firstLine="110"/>
              <w:rPr>
                <w:color w:val="A6A6A6" w:themeColor="background1" w:themeShade="A6"/>
                <w:lang w:eastAsia="en-US"/>
              </w:rPr>
            </w:pPr>
            <w:hyperlink r:id="rId54" w:anchor="Document-completionCode-att" w:tooltip="../../../infrastructure/rim/rim.htm#Document-completionCode-att" w:history="1">
              <w:r w:rsidR="007F25AC" w:rsidRPr="008A5C89">
                <w:rPr>
                  <w:color w:val="A6A6A6" w:themeColor="background1" w:themeShade="A6"/>
                  <w:lang w:eastAsia="en-US"/>
                </w:rPr>
                <w:t>completionCode</w:t>
              </w:r>
            </w:hyperlink>
          </w:p>
        </w:tc>
        <w:tc>
          <w:tcPr>
            <w:tcW w:w="1089" w:type="dxa"/>
            <w:noWrap/>
            <w:vAlign w:val="center"/>
          </w:tcPr>
          <w:p w14:paraId="73F6D925" w14:textId="77777777" w:rsidR="007F25AC" w:rsidRPr="008A5C89" w:rsidRDefault="007F25AC" w:rsidP="009E430D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8A5C89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249" w:type="dxa"/>
            <w:vAlign w:val="center"/>
          </w:tcPr>
          <w:p w14:paraId="5FF556AD" w14:textId="77777777" w:rsidR="007F25AC" w:rsidRPr="008A5C89" w:rsidRDefault="007F25AC" w:rsidP="009E430D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661" w:type="dxa"/>
            <w:vAlign w:val="center"/>
          </w:tcPr>
          <w:p w14:paraId="25B354BC" w14:textId="75DCA009" w:rsidR="007F25AC" w:rsidRPr="008A5C89" w:rsidRDefault="008A5C89" w:rsidP="009E430D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  <w:lang w:val="en-US"/>
              </w:rPr>
            </w:pPr>
            <w:r w:rsidRPr="008A5C89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7F25AC" w14:paraId="2D777F72" w14:textId="77777777" w:rsidTr="008F6071">
        <w:trPr>
          <w:trHeight w:val="255"/>
        </w:trPr>
        <w:tc>
          <w:tcPr>
            <w:tcW w:w="3257" w:type="dxa"/>
            <w:noWrap/>
            <w:vAlign w:val="center"/>
          </w:tcPr>
          <w:p w14:paraId="3A0D39A1" w14:textId="77777777" w:rsidR="007F25AC" w:rsidRPr="008A5C89" w:rsidRDefault="006F0C32" w:rsidP="009E430D">
            <w:pPr>
              <w:pStyle w:val="CDA-headertext"/>
              <w:ind w:firstLine="110"/>
              <w:rPr>
                <w:color w:val="A6A6A6" w:themeColor="background1" w:themeShade="A6"/>
                <w:lang w:eastAsia="en-US"/>
              </w:rPr>
            </w:pPr>
            <w:hyperlink r:id="rId55" w:anchor="Document-storageCode-att" w:tooltip="../../../infrastructure/rim/rim.htm#Document-storageCode-att" w:history="1">
              <w:r w:rsidR="007F25AC" w:rsidRPr="008A5C89">
                <w:rPr>
                  <w:color w:val="A6A6A6" w:themeColor="background1" w:themeShade="A6"/>
                  <w:lang w:eastAsia="en-US"/>
                </w:rPr>
                <w:t>storageCode</w:t>
              </w:r>
            </w:hyperlink>
          </w:p>
        </w:tc>
        <w:tc>
          <w:tcPr>
            <w:tcW w:w="1089" w:type="dxa"/>
            <w:noWrap/>
            <w:vAlign w:val="center"/>
          </w:tcPr>
          <w:p w14:paraId="2868AFA1" w14:textId="77777777" w:rsidR="007F25AC" w:rsidRPr="008A5C89" w:rsidRDefault="007F25AC" w:rsidP="009E430D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8A5C89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249" w:type="dxa"/>
            <w:vAlign w:val="center"/>
          </w:tcPr>
          <w:p w14:paraId="53267AAB" w14:textId="77777777" w:rsidR="007F25AC" w:rsidRPr="008A5C89" w:rsidRDefault="007F25AC" w:rsidP="009E430D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661" w:type="dxa"/>
            <w:vAlign w:val="center"/>
          </w:tcPr>
          <w:p w14:paraId="42E02EFD" w14:textId="412DF289" w:rsidR="007F25AC" w:rsidRPr="008A5C89" w:rsidRDefault="008A5C89" w:rsidP="009E430D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8A5C89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  <w:r w:rsidR="007F25AC" w:rsidRPr="008A5C89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 xml:space="preserve"> </w:t>
            </w:r>
          </w:p>
        </w:tc>
      </w:tr>
      <w:tr w:rsidR="007F25AC" w14:paraId="313C88A5" w14:textId="77777777" w:rsidTr="008F6071">
        <w:trPr>
          <w:trHeight w:val="255"/>
        </w:trPr>
        <w:tc>
          <w:tcPr>
            <w:tcW w:w="3257" w:type="dxa"/>
            <w:noWrap/>
            <w:vAlign w:val="center"/>
          </w:tcPr>
          <w:p w14:paraId="5C610297" w14:textId="77777777" w:rsidR="007F25AC" w:rsidRPr="008A5C89" w:rsidRDefault="006F0C32" w:rsidP="009E430D">
            <w:pPr>
              <w:pStyle w:val="CDA-headertext"/>
              <w:ind w:firstLine="110"/>
              <w:rPr>
                <w:color w:val="A6A6A6" w:themeColor="background1" w:themeShade="A6"/>
                <w:lang w:eastAsia="en-US"/>
              </w:rPr>
            </w:pPr>
            <w:hyperlink r:id="rId56" w:anchor="Document-copyTime-att" w:tooltip="../../../infrastructure/rim/rim.htm#Document-copyTime-att" w:history="1">
              <w:r w:rsidR="007F25AC" w:rsidRPr="008A5C89">
                <w:rPr>
                  <w:color w:val="A6A6A6" w:themeColor="background1" w:themeShade="A6"/>
                  <w:lang w:eastAsia="en-US"/>
                </w:rPr>
                <w:t>copyTime</w:t>
              </w:r>
            </w:hyperlink>
          </w:p>
        </w:tc>
        <w:tc>
          <w:tcPr>
            <w:tcW w:w="1089" w:type="dxa"/>
            <w:noWrap/>
            <w:vAlign w:val="center"/>
          </w:tcPr>
          <w:p w14:paraId="10AD5451" w14:textId="77777777" w:rsidR="007F25AC" w:rsidRPr="008A5C89" w:rsidRDefault="007F25AC" w:rsidP="009E430D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8A5C89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249" w:type="dxa"/>
            <w:vAlign w:val="center"/>
          </w:tcPr>
          <w:p w14:paraId="64886BC2" w14:textId="77777777" w:rsidR="007F25AC" w:rsidRPr="008A5C89" w:rsidRDefault="007F25AC" w:rsidP="009E430D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661" w:type="dxa"/>
            <w:vAlign w:val="center"/>
          </w:tcPr>
          <w:p w14:paraId="609AE47D" w14:textId="4F7FD262" w:rsidR="007F25AC" w:rsidRPr="008A5C89" w:rsidRDefault="008A5C89" w:rsidP="009E430D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8A5C89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7F25AC" w14:paraId="1873E70E" w14:textId="77777777" w:rsidTr="008F6071">
        <w:trPr>
          <w:trHeight w:val="255"/>
        </w:trPr>
        <w:tc>
          <w:tcPr>
            <w:tcW w:w="3257" w:type="dxa"/>
            <w:shd w:val="clear" w:color="auto" w:fill="C0C0C0"/>
            <w:noWrap/>
            <w:vAlign w:val="center"/>
          </w:tcPr>
          <w:p w14:paraId="7A52F7BB" w14:textId="4AD15351" w:rsidR="007F25AC" w:rsidRPr="002356F8" w:rsidRDefault="007F25AC" w:rsidP="009E430D">
            <w:pPr>
              <w:ind w:firstLine="110"/>
              <w:rPr>
                <w:rFonts w:ascii="Microsoft Sans Serif" w:hAnsi="Microsoft Sans Serif" w:cs="Microsoft Sans Serif"/>
                <w:b/>
                <w:bCs/>
                <w:color w:val="A6A6A6" w:themeColor="background1" w:themeShade="A6"/>
                <w:sz w:val="18"/>
                <w:szCs w:val="18"/>
              </w:rPr>
            </w:pPr>
            <w:bookmarkStart w:id="61" w:name="RANGE!D23"/>
            <w:r w:rsidRPr="002356F8">
              <w:rPr>
                <w:rFonts w:ascii="Microsoft Sans Serif" w:hAnsi="Microsoft Sans Serif" w:cs="Microsoft Sans Serif"/>
                <w:b/>
                <w:bCs/>
                <w:color w:val="A6A6A6" w:themeColor="background1" w:themeShade="A6"/>
                <w:sz w:val="18"/>
                <w:szCs w:val="18"/>
              </w:rPr>
              <w:t>subject</w:t>
            </w:r>
            <w:bookmarkEnd w:id="61"/>
          </w:p>
        </w:tc>
        <w:tc>
          <w:tcPr>
            <w:tcW w:w="1089" w:type="dxa"/>
            <w:shd w:val="clear" w:color="auto" w:fill="C0C0C0"/>
            <w:noWrap/>
            <w:vAlign w:val="center"/>
          </w:tcPr>
          <w:p w14:paraId="5BF6C04F" w14:textId="77777777" w:rsidR="007F25AC" w:rsidRPr="002356F8" w:rsidRDefault="007F25AC" w:rsidP="009E430D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2356F8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0..*</w:t>
            </w:r>
          </w:p>
        </w:tc>
        <w:tc>
          <w:tcPr>
            <w:tcW w:w="1249" w:type="dxa"/>
            <w:shd w:val="clear" w:color="auto" w:fill="C0C0C0"/>
            <w:vAlign w:val="center"/>
          </w:tcPr>
          <w:p w14:paraId="243C8ED0" w14:textId="77777777" w:rsidR="007F25AC" w:rsidRPr="002356F8" w:rsidRDefault="007F25AC" w:rsidP="009E430D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661" w:type="dxa"/>
            <w:shd w:val="clear" w:color="auto" w:fill="C0C0C0"/>
            <w:vAlign w:val="center"/>
          </w:tcPr>
          <w:p w14:paraId="423F7B8F" w14:textId="77777777" w:rsidR="007F25AC" w:rsidRPr="002356F8" w:rsidRDefault="007F25AC" w:rsidP="009E430D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2356F8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 xml:space="preserve">ei käytössä </w:t>
            </w:r>
          </w:p>
        </w:tc>
      </w:tr>
      <w:tr w:rsidR="007F25AC" w14:paraId="4D5CE3A9" w14:textId="77777777" w:rsidTr="008F6071">
        <w:trPr>
          <w:trHeight w:val="255"/>
        </w:trPr>
        <w:tc>
          <w:tcPr>
            <w:tcW w:w="3257" w:type="dxa"/>
            <w:shd w:val="clear" w:color="auto" w:fill="C0C0C0"/>
            <w:noWrap/>
            <w:vAlign w:val="center"/>
          </w:tcPr>
          <w:p w14:paraId="3173D037" w14:textId="4C587D80" w:rsidR="007F25AC" w:rsidRDefault="007F25AC" w:rsidP="009E430D">
            <w:pPr>
              <w:ind w:firstLine="110"/>
              <w:rPr>
                <w:rFonts w:ascii="Microsoft Sans Serif" w:hAnsi="Microsoft Sans Serif" w:cs="Microsoft Sans Serif"/>
                <w:b/>
                <w:bCs/>
                <w:sz w:val="18"/>
                <w:szCs w:val="18"/>
              </w:rPr>
            </w:pPr>
            <w:bookmarkStart w:id="62" w:name="RANGE!D36"/>
            <w:r>
              <w:rPr>
                <w:rFonts w:ascii="Microsoft Sans Serif" w:hAnsi="Microsoft Sans Serif" w:cs="Microsoft Sans Serif"/>
                <w:b/>
                <w:bCs/>
                <w:sz w:val="18"/>
                <w:szCs w:val="18"/>
              </w:rPr>
              <w:t>recordTarget</w:t>
            </w:r>
            <w:bookmarkEnd w:id="62"/>
          </w:p>
        </w:tc>
        <w:tc>
          <w:tcPr>
            <w:tcW w:w="1089" w:type="dxa"/>
            <w:shd w:val="clear" w:color="auto" w:fill="C0C0C0"/>
            <w:noWrap/>
            <w:vAlign w:val="center"/>
          </w:tcPr>
          <w:p w14:paraId="43079670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1..*</w:t>
            </w:r>
          </w:p>
        </w:tc>
        <w:tc>
          <w:tcPr>
            <w:tcW w:w="1249" w:type="dxa"/>
            <w:shd w:val="clear" w:color="auto" w:fill="C0C0C0"/>
            <w:vAlign w:val="center"/>
          </w:tcPr>
          <w:p w14:paraId="152312F8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661" w:type="dxa"/>
            <w:shd w:val="clear" w:color="auto" w:fill="C0C0C0"/>
            <w:vAlign w:val="center"/>
          </w:tcPr>
          <w:p w14:paraId="7D9B641F" w14:textId="77777777" w:rsidR="007F25AC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Potilaan tiedot</w:t>
            </w:r>
          </w:p>
        </w:tc>
      </w:tr>
      <w:tr w:rsidR="007F25AC" w14:paraId="19D31255" w14:textId="77777777" w:rsidTr="008F6071">
        <w:trPr>
          <w:trHeight w:val="255"/>
        </w:trPr>
        <w:tc>
          <w:tcPr>
            <w:tcW w:w="3257" w:type="dxa"/>
            <w:noWrap/>
            <w:vAlign w:val="center"/>
          </w:tcPr>
          <w:p w14:paraId="7F96A188" w14:textId="77777777" w:rsidR="007F25AC" w:rsidRDefault="006F0C32" w:rsidP="009E430D">
            <w:pPr>
              <w:pStyle w:val="CDA-headertext"/>
              <w:ind w:firstLine="290"/>
              <w:rPr>
                <w:lang w:val="sv-SE" w:eastAsia="en-US"/>
              </w:rPr>
            </w:pPr>
            <w:hyperlink r:id="rId57" w:anchor="Participation-typeCode-att" w:tooltip="../../../infrastructure/rim/rim.htm#Participation-typeCode-att" w:history="1">
              <w:r w:rsidR="007F25AC">
                <w:rPr>
                  <w:lang w:val="sv-SE" w:eastAsia="en-US"/>
                </w:rPr>
                <w:t>typeCode</w:t>
              </w:r>
            </w:hyperlink>
          </w:p>
        </w:tc>
        <w:tc>
          <w:tcPr>
            <w:tcW w:w="1089" w:type="dxa"/>
            <w:noWrap/>
            <w:vAlign w:val="center"/>
          </w:tcPr>
          <w:p w14:paraId="50BFE820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  <w:lang w:val="sv-SE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  <w:lang w:val="sv-SE"/>
              </w:rPr>
              <w:t>1..1</w:t>
            </w:r>
          </w:p>
        </w:tc>
        <w:tc>
          <w:tcPr>
            <w:tcW w:w="1249" w:type="dxa"/>
            <w:vAlign w:val="center"/>
          </w:tcPr>
          <w:p w14:paraId="6D38E811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  <w:lang w:val="sv-SE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  <w:lang w:val="sv-SE"/>
              </w:rPr>
              <w:t>RCT</w:t>
            </w:r>
          </w:p>
        </w:tc>
        <w:tc>
          <w:tcPr>
            <w:tcW w:w="2661" w:type="dxa"/>
            <w:vAlign w:val="center"/>
          </w:tcPr>
          <w:p w14:paraId="3B2BC937" w14:textId="77777777" w:rsidR="007F25AC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  <w:lang w:val="sv-SE"/>
              </w:rPr>
            </w:pPr>
          </w:p>
        </w:tc>
      </w:tr>
      <w:tr w:rsidR="007F25AC" w14:paraId="1FC74485" w14:textId="77777777" w:rsidTr="008F6071">
        <w:trPr>
          <w:trHeight w:val="255"/>
        </w:trPr>
        <w:tc>
          <w:tcPr>
            <w:tcW w:w="3257" w:type="dxa"/>
            <w:shd w:val="clear" w:color="FFFF99" w:fill="C0C0C0"/>
            <w:noWrap/>
            <w:vAlign w:val="center"/>
          </w:tcPr>
          <w:p w14:paraId="51730811" w14:textId="77777777" w:rsidR="007F25AC" w:rsidRDefault="007F25AC" w:rsidP="009E430D">
            <w:pPr>
              <w:ind w:firstLine="290"/>
              <w:rPr>
                <w:rFonts w:ascii="Microsoft Sans Serif" w:hAnsi="Microsoft Sans Serif" w:cs="Microsoft Sans Serif"/>
                <w:b/>
                <w:bCs/>
                <w:i/>
                <w:iCs/>
                <w:sz w:val="18"/>
                <w:szCs w:val="18"/>
                <w:lang w:val="sv-SE"/>
              </w:rPr>
            </w:pPr>
            <w:r>
              <w:rPr>
                <w:rFonts w:ascii="Microsoft Sans Serif" w:hAnsi="Microsoft Sans Serif" w:cs="Microsoft Sans Serif"/>
                <w:b/>
                <w:bCs/>
                <w:iCs/>
                <w:sz w:val="18"/>
                <w:szCs w:val="18"/>
                <w:lang w:val="sv-SE"/>
              </w:rPr>
              <w:t>patient</w:t>
            </w:r>
          </w:p>
        </w:tc>
        <w:tc>
          <w:tcPr>
            <w:tcW w:w="1089" w:type="dxa"/>
            <w:shd w:val="clear" w:color="FFFF99" w:fill="C0C0C0"/>
            <w:noWrap/>
            <w:vAlign w:val="center"/>
          </w:tcPr>
          <w:p w14:paraId="45094F10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1..1</w:t>
            </w:r>
          </w:p>
        </w:tc>
        <w:tc>
          <w:tcPr>
            <w:tcW w:w="1249" w:type="dxa"/>
            <w:shd w:val="clear" w:color="FFFF99" w:fill="C0C0C0"/>
            <w:vAlign w:val="center"/>
          </w:tcPr>
          <w:p w14:paraId="112AFF51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661" w:type="dxa"/>
            <w:shd w:val="clear" w:color="FFFF99" w:fill="C0C0C0"/>
            <w:vAlign w:val="center"/>
          </w:tcPr>
          <w:p w14:paraId="39918C7C" w14:textId="77777777" w:rsidR="007F25AC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</w:tr>
      <w:tr w:rsidR="007F25AC" w14:paraId="2132BB07" w14:textId="77777777" w:rsidTr="008F6071">
        <w:trPr>
          <w:trHeight w:val="255"/>
        </w:trPr>
        <w:tc>
          <w:tcPr>
            <w:tcW w:w="3257" w:type="dxa"/>
            <w:shd w:val="clear" w:color="FFFF99" w:fill="auto"/>
            <w:noWrap/>
            <w:vAlign w:val="center"/>
          </w:tcPr>
          <w:p w14:paraId="3A9C6321" w14:textId="77777777" w:rsidR="007F25AC" w:rsidRDefault="007F25AC" w:rsidP="009E430D">
            <w:pPr>
              <w:ind w:firstLine="470"/>
              <w:rPr>
                <w:rFonts w:ascii="Microsoft Sans Serif" w:hAnsi="Microsoft Sans Serif" w:cs="Microsoft Sans Serif"/>
                <w:bCs/>
                <w:iCs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bCs/>
                <w:iCs/>
                <w:sz w:val="18"/>
                <w:szCs w:val="18"/>
              </w:rPr>
              <w:t>id</w:t>
            </w:r>
          </w:p>
        </w:tc>
        <w:tc>
          <w:tcPr>
            <w:tcW w:w="1089" w:type="dxa"/>
            <w:shd w:val="clear" w:color="FFFF99" w:fill="auto"/>
            <w:noWrap/>
            <w:vAlign w:val="center"/>
          </w:tcPr>
          <w:p w14:paraId="1C93C767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1..1</w:t>
            </w:r>
          </w:p>
        </w:tc>
        <w:tc>
          <w:tcPr>
            <w:tcW w:w="1249" w:type="dxa"/>
            <w:shd w:val="clear" w:color="FFFF99" w:fill="auto"/>
            <w:vAlign w:val="center"/>
          </w:tcPr>
          <w:p w14:paraId="6C5568CC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661" w:type="dxa"/>
            <w:shd w:val="clear" w:color="FFFF99" w:fill="auto"/>
            <w:vAlign w:val="center"/>
          </w:tcPr>
          <w:p w14:paraId="23A244A9" w14:textId="77777777" w:rsidR="007F25AC" w:rsidRPr="002F285B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2F285B">
              <w:rPr>
                <w:rFonts w:ascii="Microsoft Sans Serif" w:hAnsi="Microsoft Sans Serif" w:cs="Microsoft Sans Serif"/>
                <w:sz w:val="18"/>
                <w:szCs w:val="18"/>
              </w:rPr>
              <w:t>Potilaan yksilöintitunnus.</w:t>
            </w:r>
          </w:p>
          <w:p w14:paraId="2330C643" w14:textId="7DD4B509" w:rsidR="007F25AC" w:rsidRDefault="004F5AE0" w:rsidP="004F5AE0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Yksilöintitunnus</w:t>
            </w:r>
            <w:r w:rsidR="007F25AC" w:rsidRPr="002F285B">
              <w:rPr>
                <w:rFonts w:ascii="Microsoft Sans Serif" w:hAnsi="Microsoft Sans Serif" w:cs="Microsoft Sans Serif"/>
                <w:sz w:val="18"/>
                <w:szCs w:val="18"/>
              </w:rPr>
              <w:t xml:space="preserve"> vaihtelee maakohtaisesti.</w:t>
            </w:r>
          </w:p>
        </w:tc>
      </w:tr>
      <w:tr w:rsidR="007F25AC" w14:paraId="11978F81" w14:textId="77777777" w:rsidTr="008F6071">
        <w:trPr>
          <w:trHeight w:val="255"/>
        </w:trPr>
        <w:tc>
          <w:tcPr>
            <w:tcW w:w="3257" w:type="dxa"/>
            <w:shd w:val="clear" w:color="FFFF99" w:fill="auto"/>
            <w:noWrap/>
            <w:vAlign w:val="center"/>
          </w:tcPr>
          <w:p w14:paraId="323DC858" w14:textId="77777777" w:rsidR="007F25AC" w:rsidRPr="0068027A" w:rsidRDefault="007F25AC" w:rsidP="009E430D">
            <w:pPr>
              <w:ind w:firstLine="470"/>
              <w:rPr>
                <w:rFonts w:ascii="Microsoft Sans Serif" w:hAnsi="Microsoft Sans Serif" w:cs="Microsoft Sans Serif"/>
                <w:bCs/>
                <w:iCs/>
                <w:color w:val="A6A6A6" w:themeColor="background1" w:themeShade="A6"/>
                <w:sz w:val="18"/>
                <w:szCs w:val="18"/>
              </w:rPr>
            </w:pPr>
            <w:r w:rsidRPr="0068027A">
              <w:rPr>
                <w:rFonts w:ascii="Microsoft Sans Serif" w:hAnsi="Microsoft Sans Serif" w:cs="Microsoft Sans Serif"/>
                <w:bCs/>
                <w:iCs/>
                <w:color w:val="A6A6A6" w:themeColor="background1" w:themeShade="A6"/>
                <w:sz w:val="18"/>
                <w:szCs w:val="18"/>
              </w:rPr>
              <w:t>addr</w:t>
            </w:r>
          </w:p>
        </w:tc>
        <w:tc>
          <w:tcPr>
            <w:tcW w:w="1089" w:type="dxa"/>
            <w:shd w:val="clear" w:color="FFFF99" w:fill="auto"/>
            <w:noWrap/>
            <w:vAlign w:val="center"/>
          </w:tcPr>
          <w:p w14:paraId="073BB8C8" w14:textId="77777777" w:rsidR="007F25AC" w:rsidRPr="0068027A" w:rsidRDefault="007F25AC" w:rsidP="009E430D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68027A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249" w:type="dxa"/>
            <w:shd w:val="clear" w:color="FFFF99" w:fill="auto"/>
            <w:vAlign w:val="center"/>
          </w:tcPr>
          <w:p w14:paraId="192C77D9" w14:textId="77777777" w:rsidR="007F25AC" w:rsidRPr="0068027A" w:rsidRDefault="007F25AC" w:rsidP="009E430D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661" w:type="dxa"/>
            <w:shd w:val="clear" w:color="FFFF99" w:fill="auto"/>
            <w:vAlign w:val="center"/>
          </w:tcPr>
          <w:p w14:paraId="59FE733B" w14:textId="77777777" w:rsidR="007F25AC" w:rsidRPr="0068027A" w:rsidRDefault="007F25AC" w:rsidP="009E430D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68027A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7F25AC" w14:paraId="029924DA" w14:textId="77777777" w:rsidTr="008F6071">
        <w:trPr>
          <w:trHeight w:val="255"/>
        </w:trPr>
        <w:tc>
          <w:tcPr>
            <w:tcW w:w="3257" w:type="dxa"/>
            <w:shd w:val="clear" w:color="FFFF99" w:fill="auto"/>
            <w:noWrap/>
            <w:vAlign w:val="center"/>
          </w:tcPr>
          <w:p w14:paraId="7E68FF02" w14:textId="77777777" w:rsidR="007F25AC" w:rsidRPr="0068027A" w:rsidRDefault="007F25AC" w:rsidP="009E430D">
            <w:pPr>
              <w:ind w:firstLine="470"/>
              <w:rPr>
                <w:rFonts w:ascii="Microsoft Sans Serif" w:hAnsi="Microsoft Sans Serif" w:cs="Microsoft Sans Serif"/>
                <w:bCs/>
                <w:iCs/>
                <w:color w:val="A6A6A6" w:themeColor="background1" w:themeShade="A6"/>
                <w:sz w:val="18"/>
                <w:szCs w:val="18"/>
              </w:rPr>
            </w:pPr>
            <w:r w:rsidRPr="0068027A">
              <w:rPr>
                <w:rFonts w:ascii="Microsoft Sans Serif" w:hAnsi="Microsoft Sans Serif" w:cs="Microsoft Sans Serif"/>
                <w:bCs/>
                <w:iCs/>
                <w:color w:val="A6A6A6" w:themeColor="background1" w:themeShade="A6"/>
                <w:sz w:val="18"/>
                <w:szCs w:val="18"/>
              </w:rPr>
              <w:t>telecom</w:t>
            </w:r>
          </w:p>
        </w:tc>
        <w:tc>
          <w:tcPr>
            <w:tcW w:w="1089" w:type="dxa"/>
            <w:shd w:val="clear" w:color="FFFF99" w:fill="auto"/>
            <w:noWrap/>
            <w:vAlign w:val="center"/>
          </w:tcPr>
          <w:p w14:paraId="1D0BE3F1" w14:textId="77777777" w:rsidR="007F25AC" w:rsidRPr="0068027A" w:rsidRDefault="007F25AC" w:rsidP="009E430D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68027A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0..*</w:t>
            </w:r>
          </w:p>
        </w:tc>
        <w:tc>
          <w:tcPr>
            <w:tcW w:w="1249" w:type="dxa"/>
            <w:shd w:val="clear" w:color="FFFF99" w:fill="auto"/>
            <w:vAlign w:val="center"/>
          </w:tcPr>
          <w:p w14:paraId="6C3463E6" w14:textId="77777777" w:rsidR="007F25AC" w:rsidRPr="0068027A" w:rsidRDefault="007F25AC" w:rsidP="009E430D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661" w:type="dxa"/>
            <w:shd w:val="clear" w:color="FFFF99" w:fill="auto"/>
            <w:vAlign w:val="center"/>
          </w:tcPr>
          <w:p w14:paraId="30E9561B" w14:textId="77777777" w:rsidR="007F25AC" w:rsidRPr="0068027A" w:rsidRDefault="007F25AC" w:rsidP="009E430D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68027A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7F25AC" w14:paraId="60F9089F" w14:textId="77777777" w:rsidTr="008F6071">
        <w:trPr>
          <w:trHeight w:val="255"/>
        </w:trPr>
        <w:tc>
          <w:tcPr>
            <w:tcW w:w="3257" w:type="dxa"/>
            <w:shd w:val="clear" w:color="FFFF99" w:fill="auto"/>
            <w:noWrap/>
            <w:vAlign w:val="center"/>
          </w:tcPr>
          <w:p w14:paraId="482766E8" w14:textId="77777777" w:rsidR="007F25AC" w:rsidRDefault="007F25AC" w:rsidP="009E430D">
            <w:pPr>
              <w:ind w:firstLine="470"/>
              <w:rPr>
                <w:rFonts w:ascii="Microsoft Sans Serif" w:hAnsi="Microsoft Sans Serif" w:cs="Microsoft Sans Serif"/>
                <w:bCs/>
                <w:iCs/>
                <w:sz w:val="18"/>
                <w:szCs w:val="18"/>
                <w:lang w:val="en-US"/>
              </w:rPr>
            </w:pPr>
            <w:r>
              <w:rPr>
                <w:rFonts w:ascii="Microsoft Sans Serif" w:hAnsi="Microsoft Sans Serif" w:cs="Microsoft Sans Serif"/>
                <w:bCs/>
                <w:iCs/>
                <w:sz w:val="18"/>
                <w:szCs w:val="18"/>
                <w:lang w:val="en-US"/>
              </w:rPr>
              <w:t>statusCode</w:t>
            </w:r>
          </w:p>
        </w:tc>
        <w:tc>
          <w:tcPr>
            <w:tcW w:w="1089" w:type="dxa"/>
            <w:shd w:val="clear" w:color="FFFF99" w:fill="auto"/>
            <w:noWrap/>
            <w:vAlign w:val="center"/>
          </w:tcPr>
          <w:p w14:paraId="2AA3B677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  <w:t>1..1</w:t>
            </w:r>
          </w:p>
        </w:tc>
        <w:tc>
          <w:tcPr>
            <w:tcW w:w="1249" w:type="dxa"/>
            <w:shd w:val="clear" w:color="FFFF99" w:fill="auto"/>
            <w:vAlign w:val="center"/>
          </w:tcPr>
          <w:p w14:paraId="659BB816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  <w:t>active</w:t>
            </w:r>
          </w:p>
        </w:tc>
        <w:tc>
          <w:tcPr>
            <w:tcW w:w="2661" w:type="dxa"/>
            <w:shd w:val="clear" w:color="FFFF99" w:fill="auto"/>
            <w:vAlign w:val="center"/>
          </w:tcPr>
          <w:p w14:paraId="21F2216D" w14:textId="77777777" w:rsidR="007F25AC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</w:p>
        </w:tc>
      </w:tr>
      <w:tr w:rsidR="007F25AC" w14:paraId="15DB6B6B" w14:textId="77777777" w:rsidTr="008F6071">
        <w:trPr>
          <w:trHeight w:val="255"/>
        </w:trPr>
        <w:tc>
          <w:tcPr>
            <w:tcW w:w="3257" w:type="dxa"/>
            <w:shd w:val="clear" w:color="FFFF99" w:fill="C0C0C0"/>
            <w:noWrap/>
            <w:vAlign w:val="center"/>
          </w:tcPr>
          <w:p w14:paraId="4CCC942D" w14:textId="77777777" w:rsidR="007F25AC" w:rsidRDefault="007F25AC" w:rsidP="009E430D">
            <w:pPr>
              <w:ind w:firstLine="470"/>
              <w:rPr>
                <w:rFonts w:ascii="Microsoft Sans Serif" w:hAnsi="Microsoft Sans Serif" w:cs="Microsoft Sans Serif"/>
                <w:bCs/>
                <w:iCs/>
                <w:sz w:val="18"/>
                <w:szCs w:val="18"/>
                <w:lang w:val="en-US"/>
              </w:rPr>
            </w:pPr>
            <w:r>
              <w:rPr>
                <w:rFonts w:ascii="Microsoft Sans Serif" w:hAnsi="Microsoft Sans Serif" w:cs="Microsoft Sans Serif"/>
                <w:b/>
                <w:bCs/>
                <w:iCs/>
                <w:sz w:val="18"/>
                <w:szCs w:val="18"/>
                <w:lang w:val="en-US"/>
              </w:rPr>
              <w:t>patientPerson</w:t>
            </w:r>
          </w:p>
        </w:tc>
        <w:tc>
          <w:tcPr>
            <w:tcW w:w="1089" w:type="dxa"/>
            <w:shd w:val="clear" w:color="FFFF99" w:fill="C0C0C0"/>
            <w:noWrap/>
            <w:vAlign w:val="center"/>
          </w:tcPr>
          <w:p w14:paraId="5F5D6913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</w:p>
        </w:tc>
        <w:tc>
          <w:tcPr>
            <w:tcW w:w="1249" w:type="dxa"/>
            <w:shd w:val="clear" w:color="FFFF99" w:fill="C0C0C0"/>
            <w:vAlign w:val="center"/>
          </w:tcPr>
          <w:p w14:paraId="1D94D8DE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</w:p>
        </w:tc>
        <w:tc>
          <w:tcPr>
            <w:tcW w:w="2661" w:type="dxa"/>
            <w:shd w:val="clear" w:color="FFFF99" w:fill="C0C0C0"/>
            <w:vAlign w:val="center"/>
          </w:tcPr>
          <w:p w14:paraId="725083C1" w14:textId="77777777" w:rsidR="007F25AC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</w:p>
        </w:tc>
      </w:tr>
      <w:tr w:rsidR="007F25AC" w14:paraId="0F2E39E3" w14:textId="77777777" w:rsidTr="008F6071">
        <w:trPr>
          <w:trHeight w:val="255"/>
        </w:trPr>
        <w:tc>
          <w:tcPr>
            <w:tcW w:w="3257" w:type="dxa"/>
            <w:shd w:val="clear" w:color="FFFF99" w:fill="C0C0C0"/>
            <w:noWrap/>
            <w:vAlign w:val="center"/>
          </w:tcPr>
          <w:p w14:paraId="1DB4955B" w14:textId="77777777" w:rsidR="007F25AC" w:rsidRDefault="007F25AC" w:rsidP="009E430D">
            <w:pPr>
              <w:ind w:firstLine="650"/>
              <w:rPr>
                <w:rFonts w:ascii="Microsoft Sans Serif" w:hAnsi="Microsoft Sans Serif" w:cs="Microsoft Sans Serif"/>
                <w:b/>
                <w:bCs/>
                <w:iCs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b/>
                <w:bCs/>
                <w:iCs/>
                <w:sz w:val="18"/>
                <w:szCs w:val="18"/>
              </w:rPr>
              <w:t>name</w:t>
            </w:r>
          </w:p>
        </w:tc>
        <w:tc>
          <w:tcPr>
            <w:tcW w:w="1089" w:type="dxa"/>
            <w:shd w:val="clear" w:color="FFFF99" w:fill="C0C0C0"/>
            <w:noWrap/>
            <w:vAlign w:val="center"/>
          </w:tcPr>
          <w:p w14:paraId="33D2815A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0..*</w:t>
            </w:r>
          </w:p>
        </w:tc>
        <w:tc>
          <w:tcPr>
            <w:tcW w:w="1249" w:type="dxa"/>
            <w:shd w:val="clear" w:color="FFFF99" w:fill="C0C0C0"/>
            <w:vAlign w:val="center"/>
          </w:tcPr>
          <w:p w14:paraId="2DB92380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661" w:type="dxa"/>
            <w:shd w:val="clear" w:color="FFFF99" w:fill="C0C0C0"/>
            <w:vAlign w:val="center"/>
          </w:tcPr>
          <w:p w14:paraId="3293BC1E" w14:textId="77777777" w:rsidR="007F25AC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Potilaan nimi, potilaan perustiedot kopioituvat MR viestien tasolle ja niitä voidaan käyttää karkean luokan tietojen näyttämisessä.</w:t>
            </w:r>
          </w:p>
          <w:p w14:paraId="68A4A3D6" w14:textId="77777777" w:rsidR="007F25AC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lastRenderedPageBreak/>
              <w:t>HUOM. nimen esittämisessä käytetään HL7 Finlandin tietotyyppioppaassa määriteltyä tapaa</w:t>
            </w:r>
          </w:p>
        </w:tc>
      </w:tr>
      <w:tr w:rsidR="007F25AC" w14:paraId="16FB8CB9" w14:textId="77777777" w:rsidTr="008F6071">
        <w:trPr>
          <w:trHeight w:val="255"/>
        </w:trPr>
        <w:tc>
          <w:tcPr>
            <w:tcW w:w="3257" w:type="dxa"/>
            <w:shd w:val="clear" w:color="FFFF99" w:fill="auto"/>
            <w:noWrap/>
            <w:vAlign w:val="center"/>
          </w:tcPr>
          <w:p w14:paraId="7B6F7794" w14:textId="77777777" w:rsidR="007F25AC" w:rsidRDefault="007F25AC" w:rsidP="009E430D">
            <w:pPr>
              <w:ind w:firstLine="807"/>
              <w:rPr>
                <w:rFonts w:ascii="Microsoft Sans Serif" w:hAnsi="Microsoft Sans Serif" w:cs="Microsoft Sans Serif"/>
                <w:bCs/>
                <w:iCs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bCs/>
                <w:iCs/>
                <w:sz w:val="18"/>
                <w:szCs w:val="18"/>
              </w:rPr>
              <w:lastRenderedPageBreak/>
              <w:t>given</w:t>
            </w:r>
          </w:p>
        </w:tc>
        <w:tc>
          <w:tcPr>
            <w:tcW w:w="1089" w:type="dxa"/>
            <w:shd w:val="clear" w:color="FFFF99" w:fill="auto"/>
            <w:noWrap/>
            <w:vAlign w:val="center"/>
          </w:tcPr>
          <w:p w14:paraId="7E4B58DB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0..*</w:t>
            </w:r>
          </w:p>
        </w:tc>
        <w:tc>
          <w:tcPr>
            <w:tcW w:w="1249" w:type="dxa"/>
            <w:shd w:val="clear" w:color="FFFF99" w:fill="auto"/>
            <w:vAlign w:val="center"/>
          </w:tcPr>
          <w:p w14:paraId="2B9CBF92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661" w:type="dxa"/>
            <w:shd w:val="clear" w:color="FFFF99" w:fill="auto"/>
            <w:vAlign w:val="center"/>
          </w:tcPr>
          <w:p w14:paraId="376E212D" w14:textId="77777777" w:rsidR="007F25AC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Potilaan etunimi</w:t>
            </w:r>
          </w:p>
        </w:tc>
      </w:tr>
      <w:tr w:rsidR="007F25AC" w14:paraId="0750CA05" w14:textId="77777777" w:rsidTr="008F6071">
        <w:trPr>
          <w:trHeight w:val="255"/>
        </w:trPr>
        <w:tc>
          <w:tcPr>
            <w:tcW w:w="3257" w:type="dxa"/>
            <w:shd w:val="clear" w:color="FFFF99" w:fill="auto"/>
            <w:noWrap/>
            <w:vAlign w:val="center"/>
          </w:tcPr>
          <w:p w14:paraId="4B5252B9" w14:textId="77777777" w:rsidR="007F25AC" w:rsidRDefault="007F25AC" w:rsidP="009E430D">
            <w:pPr>
              <w:ind w:firstLine="807"/>
              <w:rPr>
                <w:rFonts w:ascii="Microsoft Sans Serif" w:hAnsi="Microsoft Sans Serif" w:cs="Microsoft Sans Serif"/>
                <w:bCs/>
                <w:iCs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bCs/>
                <w:iCs/>
                <w:sz w:val="18"/>
                <w:szCs w:val="18"/>
              </w:rPr>
              <w:t>family</w:t>
            </w:r>
          </w:p>
        </w:tc>
        <w:tc>
          <w:tcPr>
            <w:tcW w:w="1089" w:type="dxa"/>
            <w:shd w:val="clear" w:color="FFFF99" w:fill="auto"/>
            <w:noWrap/>
            <w:vAlign w:val="center"/>
          </w:tcPr>
          <w:p w14:paraId="303C61EB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0..*</w:t>
            </w:r>
          </w:p>
        </w:tc>
        <w:tc>
          <w:tcPr>
            <w:tcW w:w="1249" w:type="dxa"/>
            <w:shd w:val="clear" w:color="FFFF99" w:fill="auto"/>
            <w:vAlign w:val="center"/>
          </w:tcPr>
          <w:p w14:paraId="17853EA1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661" w:type="dxa"/>
            <w:shd w:val="clear" w:color="FFFF99" w:fill="auto"/>
            <w:vAlign w:val="center"/>
          </w:tcPr>
          <w:p w14:paraId="6DC05A30" w14:textId="77777777" w:rsidR="007F25AC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Potilaan sukunimi</w:t>
            </w:r>
          </w:p>
        </w:tc>
      </w:tr>
      <w:tr w:rsidR="007F25AC" w14:paraId="35E69934" w14:textId="77777777" w:rsidTr="008F6071">
        <w:trPr>
          <w:trHeight w:val="255"/>
        </w:trPr>
        <w:tc>
          <w:tcPr>
            <w:tcW w:w="3257" w:type="dxa"/>
            <w:shd w:val="clear" w:color="FFFF99" w:fill="auto"/>
            <w:noWrap/>
            <w:vAlign w:val="center"/>
          </w:tcPr>
          <w:p w14:paraId="4162C88E" w14:textId="77777777" w:rsidR="007F25AC" w:rsidRDefault="007F25AC" w:rsidP="009E430D">
            <w:pPr>
              <w:ind w:firstLine="807"/>
              <w:rPr>
                <w:rFonts w:ascii="Microsoft Sans Serif" w:hAnsi="Microsoft Sans Serif" w:cs="Microsoft Sans Serif"/>
                <w:bCs/>
                <w:iCs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bCs/>
                <w:iCs/>
                <w:sz w:val="18"/>
                <w:szCs w:val="18"/>
              </w:rPr>
              <w:t>prefix</w:t>
            </w:r>
          </w:p>
        </w:tc>
        <w:tc>
          <w:tcPr>
            <w:tcW w:w="1089" w:type="dxa"/>
            <w:shd w:val="clear" w:color="FFFF99" w:fill="auto"/>
            <w:noWrap/>
            <w:vAlign w:val="center"/>
          </w:tcPr>
          <w:p w14:paraId="05B4C5E8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0..*</w:t>
            </w:r>
          </w:p>
        </w:tc>
        <w:tc>
          <w:tcPr>
            <w:tcW w:w="1249" w:type="dxa"/>
            <w:shd w:val="clear" w:color="FFFF99" w:fill="auto"/>
            <w:vAlign w:val="center"/>
          </w:tcPr>
          <w:p w14:paraId="0319125A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661" w:type="dxa"/>
            <w:shd w:val="clear" w:color="FFFF99" w:fill="auto"/>
            <w:vAlign w:val="center"/>
          </w:tcPr>
          <w:p w14:paraId="73E1BB98" w14:textId="77777777" w:rsidR="007F25AC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Potilaan nimen etuliite</w:t>
            </w:r>
          </w:p>
        </w:tc>
      </w:tr>
      <w:tr w:rsidR="007F25AC" w14:paraId="426A7FC2" w14:textId="77777777" w:rsidTr="008F6071">
        <w:trPr>
          <w:trHeight w:val="255"/>
        </w:trPr>
        <w:tc>
          <w:tcPr>
            <w:tcW w:w="3257" w:type="dxa"/>
            <w:shd w:val="clear" w:color="FFFF99" w:fill="auto"/>
            <w:noWrap/>
            <w:vAlign w:val="center"/>
          </w:tcPr>
          <w:p w14:paraId="6A902858" w14:textId="77777777" w:rsidR="007F25AC" w:rsidRPr="0068027A" w:rsidRDefault="007F25AC" w:rsidP="009E430D">
            <w:pPr>
              <w:ind w:firstLine="807"/>
              <w:rPr>
                <w:rFonts w:ascii="Microsoft Sans Serif" w:hAnsi="Microsoft Sans Serif" w:cs="Microsoft Sans Serif"/>
                <w:bCs/>
                <w:iCs/>
                <w:color w:val="A6A6A6" w:themeColor="background1" w:themeShade="A6"/>
                <w:sz w:val="18"/>
                <w:szCs w:val="18"/>
              </w:rPr>
            </w:pPr>
            <w:r w:rsidRPr="0068027A">
              <w:rPr>
                <w:rFonts w:ascii="Microsoft Sans Serif" w:hAnsi="Microsoft Sans Serif" w:cs="Microsoft Sans Serif"/>
                <w:bCs/>
                <w:iCs/>
                <w:color w:val="A6A6A6" w:themeColor="background1" w:themeShade="A6"/>
                <w:sz w:val="18"/>
                <w:szCs w:val="18"/>
              </w:rPr>
              <w:t>suffix</w:t>
            </w:r>
          </w:p>
        </w:tc>
        <w:tc>
          <w:tcPr>
            <w:tcW w:w="1089" w:type="dxa"/>
            <w:shd w:val="clear" w:color="FFFF99" w:fill="auto"/>
            <w:noWrap/>
            <w:vAlign w:val="center"/>
          </w:tcPr>
          <w:p w14:paraId="3768AA9C" w14:textId="77777777" w:rsidR="007F25AC" w:rsidRPr="0068027A" w:rsidRDefault="007F25AC" w:rsidP="009E430D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68027A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0..*</w:t>
            </w:r>
          </w:p>
        </w:tc>
        <w:tc>
          <w:tcPr>
            <w:tcW w:w="1249" w:type="dxa"/>
            <w:shd w:val="clear" w:color="FFFF99" w:fill="auto"/>
            <w:vAlign w:val="center"/>
          </w:tcPr>
          <w:p w14:paraId="4565F910" w14:textId="77777777" w:rsidR="007F25AC" w:rsidRPr="0068027A" w:rsidRDefault="007F25AC" w:rsidP="009E430D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661" w:type="dxa"/>
            <w:shd w:val="clear" w:color="FFFF99" w:fill="auto"/>
            <w:vAlign w:val="center"/>
          </w:tcPr>
          <w:p w14:paraId="7410C535" w14:textId="77777777" w:rsidR="007F25AC" w:rsidRPr="0068027A" w:rsidRDefault="007F25AC" w:rsidP="009E430D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68027A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7F25AC" w14:paraId="2E7D1305" w14:textId="77777777" w:rsidTr="008F6071">
        <w:trPr>
          <w:trHeight w:val="255"/>
        </w:trPr>
        <w:tc>
          <w:tcPr>
            <w:tcW w:w="3257" w:type="dxa"/>
            <w:shd w:val="clear" w:color="FFFF99" w:fill="auto"/>
            <w:noWrap/>
            <w:vAlign w:val="center"/>
          </w:tcPr>
          <w:p w14:paraId="0AB418E9" w14:textId="77777777" w:rsidR="007F25AC" w:rsidRDefault="006F0C32" w:rsidP="009E430D">
            <w:pPr>
              <w:pStyle w:val="CDA-headertext"/>
              <w:ind w:firstLine="290"/>
              <w:rPr>
                <w:lang w:eastAsia="en-US"/>
              </w:rPr>
            </w:pPr>
            <w:hyperlink r:id="rId58" w:anchor="LivingSubject-administrativeGenderCode-att" w:tooltip="../../../infrastructure/rim/rim.htm#LivingSubject-administrativeGenderCode-att" w:history="1">
              <w:r w:rsidR="007F25AC">
                <w:rPr>
                  <w:lang w:eastAsia="en-US"/>
                </w:rPr>
                <w:t>administrativeGenderCode</w:t>
              </w:r>
            </w:hyperlink>
          </w:p>
        </w:tc>
        <w:tc>
          <w:tcPr>
            <w:tcW w:w="1089" w:type="dxa"/>
            <w:shd w:val="clear" w:color="FFFF99" w:fill="auto"/>
            <w:noWrap/>
            <w:vAlign w:val="center"/>
          </w:tcPr>
          <w:p w14:paraId="3A2C578B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0..1</w:t>
            </w:r>
          </w:p>
        </w:tc>
        <w:tc>
          <w:tcPr>
            <w:tcW w:w="1249" w:type="dxa"/>
            <w:shd w:val="clear" w:color="FFFF99" w:fill="auto"/>
            <w:vAlign w:val="center"/>
          </w:tcPr>
          <w:p w14:paraId="5227527A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661" w:type="dxa"/>
            <w:shd w:val="clear" w:color="FFFF99" w:fill="auto"/>
            <w:vAlign w:val="center"/>
          </w:tcPr>
          <w:p w14:paraId="4993EA23" w14:textId="77777777" w:rsidR="007F25AC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Potilaan sukupuoli, esimerkiksi:</w:t>
            </w:r>
          </w:p>
          <w:p w14:paraId="4A8A160F" w14:textId="77777777" w:rsidR="007F25AC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&lt;administrativeGenderCode code="1" codeSystem="</w:t>
            </w:r>
            <w:r w:rsidRPr="00B303E9">
              <w:rPr>
                <w:rFonts w:ascii="Microsoft Sans Serif" w:hAnsi="Microsoft Sans Serif" w:cs="Microsoft Sans Serif"/>
                <w:sz w:val="18"/>
                <w:szCs w:val="18"/>
              </w:rPr>
              <w:t>1.2.246.537.5.1.1997</w:t>
            </w:r>
            <w:r>
              <w:rPr>
                <w:rFonts w:ascii="Microsoft Sans Serif" w:hAnsi="Microsoft Sans Serif" w:cs="Microsoft Sans Serif"/>
                <w:sz w:val="18"/>
                <w:szCs w:val="18"/>
              </w:rPr>
              <w:t>"/&gt;</w:t>
            </w:r>
          </w:p>
        </w:tc>
      </w:tr>
      <w:tr w:rsidR="007F25AC" w14:paraId="43CED6B7" w14:textId="77777777" w:rsidTr="008F6071">
        <w:trPr>
          <w:trHeight w:val="255"/>
        </w:trPr>
        <w:tc>
          <w:tcPr>
            <w:tcW w:w="3257" w:type="dxa"/>
            <w:shd w:val="clear" w:color="FFFF99" w:fill="auto"/>
            <w:noWrap/>
            <w:vAlign w:val="center"/>
          </w:tcPr>
          <w:p w14:paraId="0F4F6AEE" w14:textId="77777777" w:rsidR="007F25AC" w:rsidRDefault="006F0C32" w:rsidP="009E430D">
            <w:pPr>
              <w:pStyle w:val="CDA-headertext"/>
              <w:ind w:firstLine="290"/>
              <w:rPr>
                <w:lang w:eastAsia="en-US"/>
              </w:rPr>
            </w:pPr>
            <w:hyperlink r:id="rId59" w:anchor="LivingSubject-birthTime-att" w:tooltip="../../../infrastructure/rim/rim.htm#LivingSubject-birthTime-att" w:history="1">
              <w:r w:rsidR="007F25AC">
                <w:rPr>
                  <w:lang w:eastAsia="en-US"/>
                </w:rPr>
                <w:t>birthTime</w:t>
              </w:r>
            </w:hyperlink>
          </w:p>
        </w:tc>
        <w:tc>
          <w:tcPr>
            <w:tcW w:w="1089" w:type="dxa"/>
            <w:shd w:val="clear" w:color="FFFF99" w:fill="auto"/>
            <w:noWrap/>
            <w:vAlign w:val="center"/>
          </w:tcPr>
          <w:p w14:paraId="74C5E434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0..1</w:t>
            </w:r>
          </w:p>
        </w:tc>
        <w:tc>
          <w:tcPr>
            <w:tcW w:w="1249" w:type="dxa"/>
            <w:shd w:val="clear" w:color="FFFF99" w:fill="auto"/>
            <w:vAlign w:val="center"/>
          </w:tcPr>
          <w:p w14:paraId="66D0A47C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661" w:type="dxa"/>
            <w:shd w:val="clear" w:color="FFFF99" w:fill="auto"/>
            <w:vAlign w:val="center"/>
          </w:tcPr>
          <w:p w14:paraId="6D432427" w14:textId="77777777" w:rsidR="007F25AC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Potilaan syntymäaika</w:t>
            </w:r>
          </w:p>
        </w:tc>
      </w:tr>
      <w:tr w:rsidR="007F25AC" w14:paraId="0F718784" w14:textId="77777777" w:rsidTr="008F6071">
        <w:trPr>
          <w:trHeight w:val="255"/>
        </w:trPr>
        <w:tc>
          <w:tcPr>
            <w:tcW w:w="3257" w:type="dxa"/>
            <w:shd w:val="clear" w:color="auto" w:fill="C0C0C0"/>
            <w:noWrap/>
            <w:vAlign w:val="center"/>
          </w:tcPr>
          <w:p w14:paraId="71100FB5" w14:textId="0A3C645E" w:rsidR="007F25AC" w:rsidRDefault="007F25AC" w:rsidP="009E430D">
            <w:pPr>
              <w:ind w:firstLine="110"/>
              <w:rPr>
                <w:rFonts w:ascii="Microsoft Sans Serif" w:hAnsi="Microsoft Sans Serif" w:cs="Microsoft Sans Serif"/>
                <w:b/>
                <w:bCs/>
                <w:sz w:val="18"/>
                <w:szCs w:val="18"/>
              </w:rPr>
            </w:pPr>
            <w:bookmarkStart w:id="63" w:name="RANGE!D39"/>
            <w:r>
              <w:rPr>
                <w:rFonts w:ascii="Microsoft Sans Serif" w:hAnsi="Microsoft Sans Serif" w:cs="Microsoft Sans Serif"/>
                <w:b/>
                <w:bCs/>
                <w:sz w:val="18"/>
                <w:szCs w:val="18"/>
              </w:rPr>
              <w:t>author</w:t>
            </w:r>
            <w:bookmarkEnd w:id="63"/>
          </w:p>
        </w:tc>
        <w:tc>
          <w:tcPr>
            <w:tcW w:w="1089" w:type="dxa"/>
            <w:shd w:val="clear" w:color="auto" w:fill="C0C0C0"/>
            <w:noWrap/>
            <w:vAlign w:val="center"/>
          </w:tcPr>
          <w:p w14:paraId="10377BCE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1..*</w:t>
            </w:r>
          </w:p>
        </w:tc>
        <w:tc>
          <w:tcPr>
            <w:tcW w:w="1249" w:type="dxa"/>
            <w:shd w:val="clear" w:color="auto" w:fill="C0C0C0"/>
            <w:vAlign w:val="center"/>
          </w:tcPr>
          <w:p w14:paraId="3B955ACA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661" w:type="dxa"/>
            <w:shd w:val="clear" w:color="auto" w:fill="C0C0C0"/>
            <w:vAlign w:val="center"/>
          </w:tcPr>
          <w:p w14:paraId="6BC8BFC3" w14:textId="77777777" w:rsidR="007F25AC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Dokumentin laatija</w:t>
            </w:r>
          </w:p>
        </w:tc>
      </w:tr>
      <w:tr w:rsidR="007F25AC" w14:paraId="7BCB9A22" w14:textId="77777777" w:rsidTr="008F6071">
        <w:trPr>
          <w:trHeight w:val="255"/>
        </w:trPr>
        <w:tc>
          <w:tcPr>
            <w:tcW w:w="3257" w:type="dxa"/>
            <w:noWrap/>
            <w:vAlign w:val="center"/>
          </w:tcPr>
          <w:p w14:paraId="1168872E" w14:textId="77777777" w:rsidR="007F25AC" w:rsidRDefault="006F0C32" w:rsidP="009E430D">
            <w:pPr>
              <w:pStyle w:val="CDA-headertext"/>
              <w:ind w:firstLine="290"/>
              <w:rPr>
                <w:lang w:val="en-US" w:eastAsia="en-US"/>
              </w:rPr>
            </w:pPr>
            <w:hyperlink r:id="rId60" w:anchor="Participation-typeCode-att" w:tooltip="../../../infrastructure/rim/rim.htm#Participation-typeCode-att" w:history="1">
              <w:r w:rsidR="007F25AC">
                <w:rPr>
                  <w:lang w:val="en-US" w:eastAsia="en-US"/>
                </w:rPr>
                <w:t>typeCode</w:t>
              </w:r>
            </w:hyperlink>
          </w:p>
        </w:tc>
        <w:tc>
          <w:tcPr>
            <w:tcW w:w="1089" w:type="dxa"/>
            <w:noWrap/>
            <w:vAlign w:val="center"/>
          </w:tcPr>
          <w:p w14:paraId="7216BA56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  <w:t>1..1</w:t>
            </w:r>
          </w:p>
        </w:tc>
        <w:tc>
          <w:tcPr>
            <w:tcW w:w="1249" w:type="dxa"/>
            <w:vAlign w:val="center"/>
          </w:tcPr>
          <w:p w14:paraId="6CF77225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  <w:t>AUT</w:t>
            </w:r>
          </w:p>
        </w:tc>
        <w:tc>
          <w:tcPr>
            <w:tcW w:w="2661" w:type="dxa"/>
            <w:vAlign w:val="center"/>
          </w:tcPr>
          <w:p w14:paraId="6BE2EDD9" w14:textId="77777777" w:rsidR="007F25AC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</w:p>
        </w:tc>
      </w:tr>
      <w:tr w:rsidR="007F25AC" w14:paraId="09316FC7" w14:textId="77777777" w:rsidTr="008F6071">
        <w:trPr>
          <w:trHeight w:val="255"/>
        </w:trPr>
        <w:tc>
          <w:tcPr>
            <w:tcW w:w="3257" w:type="dxa"/>
            <w:noWrap/>
            <w:vAlign w:val="center"/>
          </w:tcPr>
          <w:p w14:paraId="4CE517BE" w14:textId="77777777" w:rsidR="007F25AC" w:rsidRPr="0068027A" w:rsidRDefault="006F0C32" w:rsidP="009E430D">
            <w:pPr>
              <w:pStyle w:val="CDA-headertext"/>
              <w:ind w:firstLine="290"/>
              <w:rPr>
                <w:color w:val="A6A6A6" w:themeColor="background1" w:themeShade="A6"/>
                <w:lang w:val="en-US" w:eastAsia="en-US"/>
              </w:rPr>
            </w:pPr>
            <w:hyperlink r:id="rId61" w:anchor="Participation-functionCode-att" w:tooltip="../../../infrastructure/rim/rim.htm#Participation-functionCode-att" w:history="1">
              <w:r w:rsidR="007F25AC" w:rsidRPr="0068027A">
                <w:rPr>
                  <w:color w:val="A6A6A6" w:themeColor="background1" w:themeShade="A6"/>
                  <w:lang w:val="en-US" w:eastAsia="en-US"/>
                </w:rPr>
                <w:t>functionCode</w:t>
              </w:r>
            </w:hyperlink>
          </w:p>
        </w:tc>
        <w:tc>
          <w:tcPr>
            <w:tcW w:w="1089" w:type="dxa"/>
            <w:noWrap/>
            <w:vAlign w:val="center"/>
          </w:tcPr>
          <w:p w14:paraId="0BCCA493" w14:textId="77777777" w:rsidR="007F25AC" w:rsidRPr="0068027A" w:rsidRDefault="007F25AC" w:rsidP="009E430D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68027A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249" w:type="dxa"/>
            <w:vAlign w:val="center"/>
          </w:tcPr>
          <w:p w14:paraId="44D258FE" w14:textId="77777777" w:rsidR="007F25AC" w:rsidRPr="0068027A" w:rsidRDefault="007F25AC" w:rsidP="009E430D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661" w:type="dxa"/>
            <w:vAlign w:val="center"/>
          </w:tcPr>
          <w:p w14:paraId="54ACEDF3" w14:textId="77777777" w:rsidR="007F25AC" w:rsidRPr="0068027A" w:rsidRDefault="007F25AC" w:rsidP="009E430D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68027A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7F25AC" w14:paraId="744C457B" w14:textId="77777777" w:rsidTr="008F6071">
        <w:trPr>
          <w:trHeight w:val="255"/>
        </w:trPr>
        <w:tc>
          <w:tcPr>
            <w:tcW w:w="3257" w:type="dxa"/>
            <w:noWrap/>
            <w:vAlign w:val="center"/>
          </w:tcPr>
          <w:p w14:paraId="4899D95E" w14:textId="77777777" w:rsidR="007F25AC" w:rsidRPr="0068027A" w:rsidRDefault="006F0C32" w:rsidP="009E430D">
            <w:pPr>
              <w:pStyle w:val="CDA-headertext"/>
              <w:ind w:firstLine="290"/>
              <w:rPr>
                <w:color w:val="A6A6A6" w:themeColor="background1" w:themeShade="A6"/>
                <w:lang w:eastAsia="en-US"/>
              </w:rPr>
            </w:pPr>
            <w:hyperlink r:id="rId62" w:anchor="Participation-time-att" w:tooltip="../../../infrastructure/rim/rim.htm#Participation-time-att" w:history="1">
              <w:r w:rsidR="007F25AC" w:rsidRPr="0068027A">
                <w:rPr>
                  <w:color w:val="A6A6A6" w:themeColor="background1" w:themeShade="A6"/>
                  <w:lang w:eastAsia="en-US"/>
                </w:rPr>
                <w:t>time</w:t>
              </w:r>
            </w:hyperlink>
          </w:p>
        </w:tc>
        <w:tc>
          <w:tcPr>
            <w:tcW w:w="1089" w:type="dxa"/>
            <w:noWrap/>
            <w:vAlign w:val="center"/>
          </w:tcPr>
          <w:p w14:paraId="5134CE34" w14:textId="77777777" w:rsidR="007F25AC" w:rsidRPr="0068027A" w:rsidRDefault="007F25AC" w:rsidP="009E430D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68027A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1..1</w:t>
            </w:r>
          </w:p>
        </w:tc>
        <w:tc>
          <w:tcPr>
            <w:tcW w:w="1249" w:type="dxa"/>
            <w:vAlign w:val="center"/>
          </w:tcPr>
          <w:p w14:paraId="71D77FAC" w14:textId="77777777" w:rsidR="007F25AC" w:rsidRPr="0068027A" w:rsidRDefault="007F25AC" w:rsidP="009E430D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661" w:type="dxa"/>
            <w:vAlign w:val="center"/>
          </w:tcPr>
          <w:p w14:paraId="7349E111" w14:textId="77777777" w:rsidR="007F25AC" w:rsidRPr="0068027A" w:rsidRDefault="007F25AC" w:rsidP="009E430D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68027A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 xml:space="preserve">ei käytössä </w:t>
            </w:r>
          </w:p>
        </w:tc>
      </w:tr>
      <w:tr w:rsidR="007F25AC" w14:paraId="63F4B051" w14:textId="77777777" w:rsidTr="008F6071">
        <w:trPr>
          <w:trHeight w:val="255"/>
        </w:trPr>
        <w:tc>
          <w:tcPr>
            <w:tcW w:w="3257" w:type="dxa"/>
            <w:shd w:val="clear" w:color="auto" w:fill="C0C0C0"/>
            <w:noWrap/>
            <w:vAlign w:val="center"/>
          </w:tcPr>
          <w:p w14:paraId="2D1266B6" w14:textId="0DD7EE83" w:rsidR="007F25AC" w:rsidRDefault="007F25AC" w:rsidP="009E430D">
            <w:pPr>
              <w:ind w:firstLineChars="207" w:firstLine="373"/>
              <w:rPr>
                <w:rFonts w:ascii="Microsoft Sans Serif" w:hAnsi="Microsoft Sans Serif" w:cs="Microsoft Sans Serif"/>
                <w:b/>
                <w:bCs/>
                <w:sz w:val="18"/>
                <w:szCs w:val="18"/>
              </w:rPr>
            </w:pPr>
            <w:bookmarkStart w:id="64" w:name="RANGE!D43"/>
            <w:r>
              <w:rPr>
                <w:rFonts w:ascii="Microsoft Sans Serif" w:hAnsi="Microsoft Sans Serif" w:cs="Microsoft Sans Serif"/>
                <w:b/>
                <w:bCs/>
                <w:sz w:val="18"/>
                <w:szCs w:val="18"/>
              </w:rPr>
              <w:t>assignedAuthor</w:t>
            </w:r>
            <w:bookmarkEnd w:id="64"/>
          </w:p>
        </w:tc>
        <w:tc>
          <w:tcPr>
            <w:tcW w:w="1089" w:type="dxa"/>
            <w:shd w:val="clear" w:color="auto" w:fill="C0C0C0"/>
            <w:noWrap/>
            <w:vAlign w:val="center"/>
          </w:tcPr>
          <w:p w14:paraId="35FB24AB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  <w:t>1..1</w:t>
            </w:r>
          </w:p>
        </w:tc>
        <w:tc>
          <w:tcPr>
            <w:tcW w:w="1249" w:type="dxa"/>
            <w:shd w:val="clear" w:color="auto" w:fill="C0C0C0"/>
            <w:vAlign w:val="center"/>
          </w:tcPr>
          <w:p w14:paraId="7EBA71B5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</w:p>
        </w:tc>
        <w:tc>
          <w:tcPr>
            <w:tcW w:w="2661" w:type="dxa"/>
            <w:shd w:val="clear" w:color="auto" w:fill="C0C0C0"/>
            <w:vAlign w:val="center"/>
          </w:tcPr>
          <w:p w14:paraId="51A938CB" w14:textId="77777777" w:rsidR="007F25AC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</w:p>
        </w:tc>
      </w:tr>
      <w:tr w:rsidR="007F25AC" w14:paraId="705D577B" w14:textId="77777777" w:rsidTr="008F6071">
        <w:trPr>
          <w:trHeight w:val="255"/>
        </w:trPr>
        <w:tc>
          <w:tcPr>
            <w:tcW w:w="3257" w:type="dxa"/>
            <w:noWrap/>
            <w:vAlign w:val="center"/>
          </w:tcPr>
          <w:p w14:paraId="3D1CF4D5" w14:textId="77777777" w:rsidR="007F25AC" w:rsidRDefault="006F0C32" w:rsidP="009E430D">
            <w:pPr>
              <w:pStyle w:val="CDA-headertext"/>
              <w:ind w:firstLine="470"/>
              <w:rPr>
                <w:lang w:val="en-US" w:eastAsia="en-US"/>
              </w:rPr>
            </w:pPr>
            <w:hyperlink r:id="rId63" w:anchor="Role-classCode-att" w:tooltip="../../../infrastructure/rim/rim.htm#Role-classCode-att" w:history="1">
              <w:r w:rsidR="007F25AC">
                <w:rPr>
                  <w:lang w:val="en-US" w:eastAsia="en-US"/>
                </w:rPr>
                <w:t>classCode</w:t>
              </w:r>
            </w:hyperlink>
          </w:p>
        </w:tc>
        <w:tc>
          <w:tcPr>
            <w:tcW w:w="1089" w:type="dxa"/>
            <w:noWrap/>
            <w:vAlign w:val="center"/>
          </w:tcPr>
          <w:p w14:paraId="1AE96E51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  <w:t>1..1</w:t>
            </w:r>
          </w:p>
        </w:tc>
        <w:tc>
          <w:tcPr>
            <w:tcW w:w="1249" w:type="dxa"/>
            <w:vAlign w:val="center"/>
          </w:tcPr>
          <w:p w14:paraId="0839D23A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  <w:t>ASSIGNED</w:t>
            </w:r>
          </w:p>
        </w:tc>
        <w:tc>
          <w:tcPr>
            <w:tcW w:w="2661" w:type="dxa"/>
            <w:vAlign w:val="center"/>
          </w:tcPr>
          <w:p w14:paraId="2D42A269" w14:textId="77777777" w:rsidR="007F25AC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</w:p>
        </w:tc>
      </w:tr>
      <w:tr w:rsidR="007F25AC" w14:paraId="5CFDFC96" w14:textId="77777777" w:rsidTr="008F6071">
        <w:trPr>
          <w:trHeight w:val="255"/>
        </w:trPr>
        <w:tc>
          <w:tcPr>
            <w:tcW w:w="3257" w:type="dxa"/>
            <w:noWrap/>
            <w:vAlign w:val="center"/>
          </w:tcPr>
          <w:p w14:paraId="47F1F282" w14:textId="77777777" w:rsidR="007F25AC" w:rsidRDefault="006F0C32" w:rsidP="009E430D">
            <w:pPr>
              <w:pStyle w:val="CDA-headertext"/>
              <w:ind w:firstLine="470"/>
              <w:rPr>
                <w:lang w:val="en-US" w:eastAsia="en-US"/>
              </w:rPr>
            </w:pPr>
            <w:hyperlink r:id="rId64" w:anchor="Role-id-att" w:tooltip="../../../infrastructure/rim/rim.htm#Role-id-att" w:history="1">
              <w:r w:rsidR="007F25AC">
                <w:rPr>
                  <w:lang w:val="en-US" w:eastAsia="en-US"/>
                </w:rPr>
                <w:t>id</w:t>
              </w:r>
            </w:hyperlink>
          </w:p>
        </w:tc>
        <w:tc>
          <w:tcPr>
            <w:tcW w:w="1089" w:type="dxa"/>
            <w:noWrap/>
            <w:vAlign w:val="center"/>
          </w:tcPr>
          <w:p w14:paraId="27F14390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1..*</w:t>
            </w:r>
          </w:p>
        </w:tc>
        <w:tc>
          <w:tcPr>
            <w:tcW w:w="1249" w:type="dxa"/>
            <w:vAlign w:val="center"/>
          </w:tcPr>
          <w:p w14:paraId="6DB9B916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661" w:type="dxa"/>
            <w:vAlign w:val="center"/>
          </w:tcPr>
          <w:p w14:paraId="08FE6FAA" w14:textId="77777777" w:rsidR="007F25AC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Dokumentin laatijan tunniste</w:t>
            </w:r>
          </w:p>
          <w:p w14:paraId="240E8B2D" w14:textId="3B05B5DB" w:rsidR="007F25AC" w:rsidRDefault="007F13B5" w:rsidP="009E430D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Rajat ylittävässä reseptissä tätä</w:t>
            </w:r>
            <w:r w:rsidR="004C5110">
              <w:rPr>
                <w:rFonts w:ascii="Microsoft Sans Serif" w:hAnsi="Microsoft Sans Serif" w:cs="Microsoft Sans Serif"/>
                <w:sz w:val="18"/>
                <w:szCs w:val="18"/>
              </w:rPr>
              <w:t xml:space="preserve"> tietoa</w:t>
            </w:r>
            <w:r>
              <w:rPr>
                <w:rFonts w:ascii="Microsoft Sans Serif" w:hAnsi="Microsoft Sans Serif" w:cs="Microsoft Sans Serif"/>
                <w:sz w:val="18"/>
                <w:szCs w:val="18"/>
              </w:rPr>
              <w:t xml:space="preserve"> </w:t>
            </w:r>
            <w:r w:rsidR="004C5110">
              <w:rPr>
                <w:rFonts w:ascii="Microsoft Sans Serif" w:hAnsi="Microsoft Sans Serif" w:cs="Microsoft Sans Serif"/>
                <w:sz w:val="18"/>
                <w:szCs w:val="18"/>
              </w:rPr>
              <w:t>ei välttämättä saada ulkomailta. Tällöin annetaan nullFlavor.</w:t>
            </w:r>
          </w:p>
        </w:tc>
      </w:tr>
      <w:tr w:rsidR="007F25AC" w14:paraId="1A6FE4A9" w14:textId="77777777" w:rsidTr="008F6071">
        <w:trPr>
          <w:trHeight w:val="255"/>
        </w:trPr>
        <w:tc>
          <w:tcPr>
            <w:tcW w:w="3257" w:type="dxa"/>
            <w:noWrap/>
            <w:vAlign w:val="center"/>
          </w:tcPr>
          <w:p w14:paraId="16CFEC06" w14:textId="77777777" w:rsidR="007F25AC" w:rsidRPr="009E4BD0" w:rsidRDefault="006F0C32" w:rsidP="009E430D">
            <w:pPr>
              <w:pStyle w:val="CDA-headertext"/>
              <w:ind w:firstLine="470"/>
              <w:rPr>
                <w:color w:val="A6A6A6" w:themeColor="background1" w:themeShade="A6"/>
                <w:lang w:eastAsia="en-US"/>
              </w:rPr>
            </w:pPr>
            <w:hyperlink r:id="rId65" w:anchor="Role-code-att" w:tooltip="../../../infrastructure/rim/rim.htm#Role-code-att" w:history="1">
              <w:r w:rsidR="007F25AC" w:rsidRPr="009E4BD0">
                <w:rPr>
                  <w:color w:val="A6A6A6" w:themeColor="background1" w:themeShade="A6"/>
                  <w:lang w:eastAsia="en-US"/>
                </w:rPr>
                <w:t>code</w:t>
              </w:r>
            </w:hyperlink>
          </w:p>
        </w:tc>
        <w:tc>
          <w:tcPr>
            <w:tcW w:w="1089" w:type="dxa"/>
            <w:noWrap/>
            <w:vAlign w:val="center"/>
          </w:tcPr>
          <w:p w14:paraId="419E5A60" w14:textId="77777777" w:rsidR="007F25AC" w:rsidRPr="009E4BD0" w:rsidRDefault="007F25AC" w:rsidP="009E430D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9E4BD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249" w:type="dxa"/>
            <w:vAlign w:val="center"/>
          </w:tcPr>
          <w:p w14:paraId="72FDF78E" w14:textId="77777777" w:rsidR="007F25AC" w:rsidRPr="009E4BD0" w:rsidRDefault="007F25AC" w:rsidP="009E430D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661" w:type="dxa"/>
            <w:vAlign w:val="center"/>
          </w:tcPr>
          <w:p w14:paraId="140EE4E5" w14:textId="77777777" w:rsidR="007F25AC" w:rsidRPr="009E4BD0" w:rsidRDefault="007F25AC" w:rsidP="009E430D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9E4BD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7F25AC" w14:paraId="6928F057" w14:textId="77777777" w:rsidTr="008F6071">
        <w:trPr>
          <w:trHeight w:val="255"/>
        </w:trPr>
        <w:tc>
          <w:tcPr>
            <w:tcW w:w="3257" w:type="dxa"/>
            <w:noWrap/>
            <w:vAlign w:val="center"/>
          </w:tcPr>
          <w:p w14:paraId="51A3D51A" w14:textId="77777777" w:rsidR="007F25AC" w:rsidRPr="009E4BD0" w:rsidRDefault="006F0C32" w:rsidP="009E430D">
            <w:pPr>
              <w:pStyle w:val="CDA-headertext"/>
              <w:ind w:firstLine="470"/>
              <w:rPr>
                <w:color w:val="A6A6A6" w:themeColor="background1" w:themeShade="A6"/>
                <w:lang w:eastAsia="en-US"/>
              </w:rPr>
            </w:pPr>
            <w:hyperlink r:id="rId66" w:anchor="Role-addr-att" w:tooltip="../../../infrastructure/rim/rim.htm#Role-addr-att" w:history="1">
              <w:r w:rsidR="007F25AC" w:rsidRPr="009E4BD0">
                <w:rPr>
                  <w:color w:val="A6A6A6" w:themeColor="background1" w:themeShade="A6"/>
                  <w:lang w:eastAsia="en-US"/>
                </w:rPr>
                <w:t>addr</w:t>
              </w:r>
            </w:hyperlink>
          </w:p>
        </w:tc>
        <w:tc>
          <w:tcPr>
            <w:tcW w:w="1089" w:type="dxa"/>
            <w:noWrap/>
            <w:vAlign w:val="center"/>
          </w:tcPr>
          <w:p w14:paraId="153318A5" w14:textId="77777777" w:rsidR="007F25AC" w:rsidRPr="009E4BD0" w:rsidRDefault="007F25AC" w:rsidP="009E430D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9E4BD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0..*</w:t>
            </w:r>
          </w:p>
        </w:tc>
        <w:tc>
          <w:tcPr>
            <w:tcW w:w="1249" w:type="dxa"/>
            <w:vAlign w:val="center"/>
          </w:tcPr>
          <w:p w14:paraId="64452F61" w14:textId="77777777" w:rsidR="007F25AC" w:rsidRPr="009E4BD0" w:rsidRDefault="007F25AC" w:rsidP="009E430D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661" w:type="dxa"/>
            <w:vAlign w:val="center"/>
          </w:tcPr>
          <w:p w14:paraId="4D379A58" w14:textId="77777777" w:rsidR="007F25AC" w:rsidRPr="009E4BD0" w:rsidRDefault="007F25AC" w:rsidP="009E430D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9E4BD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7F25AC" w14:paraId="41CD1AF5" w14:textId="77777777" w:rsidTr="008F6071">
        <w:trPr>
          <w:trHeight w:val="255"/>
        </w:trPr>
        <w:tc>
          <w:tcPr>
            <w:tcW w:w="3257" w:type="dxa"/>
            <w:noWrap/>
            <w:vAlign w:val="center"/>
          </w:tcPr>
          <w:p w14:paraId="629939A8" w14:textId="77777777" w:rsidR="007F25AC" w:rsidRPr="009E4BD0" w:rsidRDefault="006F0C32" w:rsidP="009E430D">
            <w:pPr>
              <w:pStyle w:val="CDA-headertext"/>
              <w:ind w:firstLine="470"/>
              <w:rPr>
                <w:color w:val="A6A6A6" w:themeColor="background1" w:themeShade="A6"/>
                <w:lang w:eastAsia="en-US"/>
              </w:rPr>
            </w:pPr>
            <w:hyperlink r:id="rId67" w:anchor="Role-telecom-att" w:tooltip="../../../infrastructure/rim/rim.htm#Role-telecom-att" w:history="1">
              <w:r w:rsidR="007F25AC" w:rsidRPr="009E4BD0">
                <w:rPr>
                  <w:color w:val="A6A6A6" w:themeColor="background1" w:themeShade="A6"/>
                  <w:lang w:eastAsia="en-US"/>
                </w:rPr>
                <w:t>telecom</w:t>
              </w:r>
            </w:hyperlink>
          </w:p>
        </w:tc>
        <w:tc>
          <w:tcPr>
            <w:tcW w:w="1089" w:type="dxa"/>
            <w:noWrap/>
            <w:vAlign w:val="center"/>
          </w:tcPr>
          <w:p w14:paraId="2B45CC22" w14:textId="77777777" w:rsidR="007F25AC" w:rsidRPr="009E4BD0" w:rsidRDefault="007F25AC" w:rsidP="009E430D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9E4BD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0..*</w:t>
            </w:r>
          </w:p>
        </w:tc>
        <w:tc>
          <w:tcPr>
            <w:tcW w:w="1249" w:type="dxa"/>
            <w:vAlign w:val="center"/>
          </w:tcPr>
          <w:p w14:paraId="2FB4EF9F" w14:textId="77777777" w:rsidR="007F25AC" w:rsidRPr="009E4BD0" w:rsidRDefault="007F25AC" w:rsidP="009E430D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661" w:type="dxa"/>
            <w:vAlign w:val="center"/>
          </w:tcPr>
          <w:p w14:paraId="4B59743D" w14:textId="77777777" w:rsidR="007F25AC" w:rsidRPr="009E4BD0" w:rsidRDefault="007F25AC" w:rsidP="009E430D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9E4BD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7F25AC" w14:paraId="61F647B0" w14:textId="77777777" w:rsidTr="008F6071">
        <w:trPr>
          <w:trHeight w:val="255"/>
        </w:trPr>
        <w:tc>
          <w:tcPr>
            <w:tcW w:w="3257" w:type="dxa"/>
            <w:shd w:val="clear" w:color="FFFF99" w:fill="C0C0C0"/>
            <w:noWrap/>
            <w:vAlign w:val="center"/>
          </w:tcPr>
          <w:p w14:paraId="748FF7D3" w14:textId="77777777" w:rsidR="007F25AC" w:rsidRDefault="007F25AC" w:rsidP="009E430D">
            <w:pPr>
              <w:ind w:firstLineChars="335" w:firstLine="603"/>
              <w:rPr>
                <w:rFonts w:ascii="Microsoft Sans Serif" w:hAnsi="Microsoft Sans Serif" w:cs="Microsoft Sans Serif"/>
                <w:b/>
                <w:bCs/>
                <w:iCs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b/>
                <w:bCs/>
                <w:iCs/>
                <w:sz w:val="18"/>
                <w:szCs w:val="18"/>
              </w:rPr>
              <w:t>assignedPerson</w:t>
            </w:r>
          </w:p>
        </w:tc>
        <w:tc>
          <w:tcPr>
            <w:tcW w:w="1089" w:type="dxa"/>
            <w:shd w:val="clear" w:color="FFFF99" w:fill="C0C0C0"/>
            <w:noWrap/>
            <w:vAlign w:val="center"/>
          </w:tcPr>
          <w:p w14:paraId="52235D27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0..1</w:t>
            </w:r>
          </w:p>
        </w:tc>
        <w:tc>
          <w:tcPr>
            <w:tcW w:w="1249" w:type="dxa"/>
            <w:shd w:val="clear" w:color="FFFF99" w:fill="C0C0C0"/>
            <w:vAlign w:val="center"/>
          </w:tcPr>
          <w:p w14:paraId="31B9729E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661" w:type="dxa"/>
            <w:shd w:val="clear" w:color="FFFF99" w:fill="C0C0C0"/>
            <w:vAlign w:val="center"/>
          </w:tcPr>
          <w:p w14:paraId="326EDBE2" w14:textId="77777777" w:rsidR="007F25AC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</w:tr>
      <w:tr w:rsidR="007F25AC" w14:paraId="27413B2F" w14:textId="77777777" w:rsidTr="008F6071">
        <w:trPr>
          <w:trHeight w:val="255"/>
        </w:trPr>
        <w:tc>
          <w:tcPr>
            <w:tcW w:w="3257" w:type="dxa"/>
            <w:shd w:val="clear" w:color="FFFF99" w:fill="auto"/>
            <w:noWrap/>
            <w:vAlign w:val="center"/>
          </w:tcPr>
          <w:p w14:paraId="40291BEE" w14:textId="77777777" w:rsidR="007F25AC" w:rsidRDefault="007F25AC" w:rsidP="009E430D">
            <w:pPr>
              <w:ind w:firstLine="650"/>
              <w:rPr>
                <w:rFonts w:ascii="Microsoft Sans Serif" w:hAnsi="Microsoft Sans Serif" w:cs="Microsoft Sans Serif"/>
                <w:b/>
                <w:bCs/>
                <w:iCs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b/>
                <w:bCs/>
                <w:iCs/>
                <w:sz w:val="18"/>
                <w:szCs w:val="18"/>
              </w:rPr>
              <w:t>name</w:t>
            </w:r>
          </w:p>
        </w:tc>
        <w:tc>
          <w:tcPr>
            <w:tcW w:w="1089" w:type="dxa"/>
            <w:shd w:val="clear" w:color="FFFF99" w:fill="auto"/>
            <w:noWrap/>
            <w:vAlign w:val="center"/>
          </w:tcPr>
          <w:p w14:paraId="04215002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0..*</w:t>
            </w:r>
          </w:p>
        </w:tc>
        <w:tc>
          <w:tcPr>
            <w:tcW w:w="1249" w:type="dxa"/>
            <w:shd w:val="clear" w:color="FFFF99" w:fill="auto"/>
            <w:vAlign w:val="center"/>
          </w:tcPr>
          <w:p w14:paraId="0D070857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661" w:type="dxa"/>
            <w:shd w:val="clear" w:color="FFFF99" w:fill="auto"/>
            <w:vAlign w:val="center"/>
          </w:tcPr>
          <w:p w14:paraId="61D79A24" w14:textId="77777777" w:rsidR="007F25AC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Henkilön nimi</w:t>
            </w:r>
          </w:p>
        </w:tc>
      </w:tr>
      <w:tr w:rsidR="007F25AC" w14:paraId="3E16A0BF" w14:textId="77777777" w:rsidTr="008F6071">
        <w:trPr>
          <w:trHeight w:val="255"/>
        </w:trPr>
        <w:tc>
          <w:tcPr>
            <w:tcW w:w="3257" w:type="dxa"/>
            <w:shd w:val="clear" w:color="FFFF99" w:fill="auto"/>
            <w:noWrap/>
            <w:vAlign w:val="center"/>
          </w:tcPr>
          <w:p w14:paraId="0C884754" w14:textId="77777777" w:rsidR="007F25AC" w:rsidRDefault="007F25AC" w:rsidP="009E430D">
            <w:pPr>
              <w:ind w:firstLine="807"/>
              <w:rPr>
                <w:rFonts w:ascii="Microsoft Sans Serif" w:hAnsi="Microsoft Sans Serif" w:cs="Microsoft Sans Serif"/>
                <w:bCs/>
                <w:iCs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bCs/>
                <w:iCs/>
                <w:sz w:val="18"/>
                <w:szCs w:val="18"/>
              </w:rPr>
              <w:t>given</w:t>
            </w:r>
          </w:p>
        </w:tc>
        <w:tc>
          <w:tcPr>
            <w:tcW w:w="1089" w:type="dxa"/>
            <w:shd w:val="clear" w:color="FFFF99" w:fill="auto"/>
            <w:noWrap/>
            <w:vAlign w:val="center"/>
          </w:tcPr>
          <w:p w14:paraId="63251F68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0..*</w:t>
            </w:r>
          </w:p>
        </w:tc>
        <w:tc>
          <w:tcPr>
            <w:tcW w:w="1249" w:type="dxa"/>
            <w:shd w:val="clear" w:color="FFFF99" w:fill="auto"/>
            <w:vAlign w:val="center"/>
          </w:tcPr>
          <w:p w14:paraId="2232B3F9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661" w:type="dxa"/>
            <w:shd w:val="clear" w:color="FFFF99" w:fill="auto"/>
            <w:vAlign w:val="center"/>
          </w:tcPr>
          <w:p w14:paraId="0E2F0D1C" w14:textId="77777777" w:rsidR="007F25AC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Henkilön etunimi</w:t>
            </w:r>
          </w:p>
        </w:tc>
      </w:tr>
      <w:tr w:rsidR="007F25AC" w14:paraId="5AD20E10" w14:textId="77777777" w:rsidTr="008F6071">
        <w:trPr>
          <w:trHeight w:val="255"/>
        </w:trPr>
        <w:tc>
          <w:tcPr>
            <w:tcW w:w="3257" w:type="dxa"/>
            <w:shd w:val="clear" w:color="FFFF99" w:fill="auto"/>
            <w:noWrap/>
            <w:vAlign w:val="center"/>
          </w:tcPr>
          <w:p w14:paraId="0521945C" w14:textId="77777777" w:rsidR="007F25AC" w:rsidRDefault="007F25AC" w:rsidP="009E430D">
            <w:pPr>
              <w:ind w:firstLine="807"/>
              <w:rPr>
                <w:rFonts w:ascii="Microsoft Sans Serif" w:hAnsi="Microsoft Sans Serif" w:cs="Microsoft Sans Serif"/>
                <w:bCs/>
                <w:iCs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bCs/>
                <w:iCs/>
                <w:sz w:val="18"/>
                <w:szCs w:val="18"/>
              </w:rPr>
              <w:t>family</w:t>
            </w:r>
          </w:p>
        </w:tc>
        <w:tc>
          <w:tcPr>
            <w:tcW w:w="1089" w:type="dxa"/>
            <w:shd w:val="clear" w:color="FFFF99" w:fill="auto"/>
            <w:noWrap/>
            <w:vAlign w:val="center"/>
          </w:tcPr>
          <w:p w14:paraId="74454025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0..*</w:t>
            </w:r>
          </w:p>
        </w:tc>
        <w:tc>
          <w:tcPr>
            <w:tcW w:w="1249" w:type="dxa"/>
            <w:shd w:val="clear" w:color="FFFF99" w:fill="auto"/>
            <w:vAlign w:val="center"/>
          </w:tcPr>
          <w:p w14:paraId="1FBACA86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661" w:type="dxa"/>
            <w:shd w:val="clear" w:color="FFFF99" w:fill="auto"/>
            <w:vAlign w:val="center"/>
          </w:tcPr>
          <w:p w14:paraId="5BF82C8D" w14:textId="77777777" w:rsidR="007F25AC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Henkilön sukunimi</w:t>
            </w:r>
          </w:p>
        </w:tc>
      </w:tr>
      <w:tr w:rsidR="007F25AC" w14:paraId="72AFAB3E" w14:textId="77777777" w:rsidTr="008F6071">
        <w:trPr>
          <w:trHeight w:val="255"/>
        </w:trPr>
        <w:tc>
          <w:tcPr>
            <w:tcW w:w="3257" w:type="dxa"/>
            <w:shd w:val="clear" w:color="FFFF99" w:fill="auto"/>
            <w:noWrap/>
            <w:vAlign w:val="center"/>
          </w:tcPr>
          <w:p w14:paraId="47726AC8" w14:textId="77777777" w:rsidR="007F25AC" w:rsidRDefault="007F25AC" w:rsidP="009E430D">
            <w:pPr>
              <w:ind w:firstLine="807"/>
              <w:rPr>
                <w:rFonts w:ascii="Microsoft Sans Serif" w:hAnsi="Microsoft Sans Serif" w:cs="Microsoft Sans Serif"/>
                <w:bCs/>
                <w:iCs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bCs/>
                <w:iCs/>
                <w:sz w:val="18"/>
                <w:szCs w:val="18"/>
              </w:rPr>
              <w:t>prefix</w:t>
            </w:r>
          </w:p>
        </w:tc>
        <w:tc>
          <w:tcPr>
            <w:tcW w:w="1089" w:type="dxa"/>
            <w:shd w:val="clear" w:color="FFFF99" w:fill="auto"/>
            <w:noWrap/>
            <w:vAlign w:val="center"/>
          </w:tcPr>
          <w:p w14:paraId="0B7754E0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0..*</w:t>
            </w:r>
          </w:p>
        </w:tc>
        <w:tc>
          <w:tcPr>
            <w:tcW w:w="1249" w:type="dxa"/>
            <w:shd w:val="clear" w:color="FFFF99" w:fill="auto"/>
            <w:vAlign w:val="center"/>
          </w:tcPr>
          <w:p w14:paraId="7BFFBD29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661" w:type="dxa"/>
            <w:shd w:val="clear" w:color="FFFF99" w:fill="auto"/>
            <w:vAlign w:val="center"/>
          </w:tcPr>
          <w:p w14:paraId="1D08B90B" w14:textId="77777777" w:rsidR="007F25AC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Henkilön nimen etuliite</w:t>
            </w:r>
          </w:p>
        </w:tc>
      </w:tr>
      <w:tr w:rsidR="007F25AC" w14:paraId="25BEB381" w14:textId="77777777" w:rsidTr="008F6071">
        <w:trPr>
          <w:trHeight w:val="255"/>
        </w:trPr>
        <w:tc>
          <w:tcPr>
            <w:tcW w:w="3257" w:type="dxa"/>
            <w:shd w:val="clear" w:color="FFFF99" w:fill="auto"/>
            <w:noWrap/>
            <w:vAlign w:val="center"/>
          </w:tcPr>
          <w:p w14:paraId="584957F7" w14:textId="77777777" w:rsidR="007F25AC" w:rsidRDefault="007F25AC" w:rsidP="009E430D">
            <w:pPr>
              <w:ind w:firstLine="807"/>
              <w:rPr>
                <w:rFonts w:ascii="Microsoft Sans Serif" w:hAnsi="Microsoft Sans Serif" w:cs="Microsoft Sans Serif"/>
                <w:bCs/>
                <w:iCs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bCs/>
                <w:iCs/>
                <w:sz w:val="18"/>
                <w:szCs w:val="18"/>
              </w:rPr>
              <w:t>suffix</w:t>
            </w:r>
          </w:p>
        </w:tc>
        <w:tc>
          <w:tcPr>
            <w:tcW w:w="1089" w:type="dxa"/>
            <w:shd w:val="clear" w:color="FFFF99" w:fill="auto"/>
            <w:noWrap/>
            <w:vAlign w:val="center"/>
          </w:tcPr>
          <w:p w14:paraId="10C0950C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0..*</w:t>
            </w:r>
          </w:p>
        </w:tc>
        <w:tc>
          <w:tcPr>
            <w:tcW w:w="1249" w:type="dxa"/>
            <w:shd w:val="clear" w:color="FFFF99" w:fill="auto"/>
            <w:vAlign w:val="center"/>
          </w:tcPr>
          <w:p w14:paraId="47229991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661" w:type="dxa"/>
            <w:shd w:val="clear" w:color="FFFF99" w:fill="auto"/>
            <w:vAlign w:val="center"/>
          </w:tcPr>
          <w:p w14:paraId="156A2FF6" w14:textId="77777777" w:rsidR="007F25AC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Henkilön titteli, esimerkiksi “farmaseutti”.</w:t>
            </w:r>
          </w:p>
        </w:tc>
      </w:tr>
      <w:tr w:rsidR="007F25AC" w14:paraId="1F78E36C" w14:textId="77777777" w:rsidTr="008F6071">
        <w:trPr>
          <w:trHeight w:val="255"/>
        </w:trPr>
        <w:tc>
          <w:tcPr>
            <w:tcW w:w="3257" w:type="dxa"/>
            <w:shd w:val="clear" w:color="FFFF99" w:fill="C0C0C0"/>
            <w:noWrap/>
            <w:vAlign w:val="center"/>
          </w:tcPr>
          <w:p w14:paraId="1FF92C1D" w14:textId="77777777" w:rsidR="007F25AC" w:rsidRDefault="007F25AC" w:rsidP="009E430D">
            <w:pPr>
              <w:ind w:firstLineChars="335" w:firstLine="603"/>
              <w:rPr>
                <w:rFonts w:ascii="Microsoft Sans Serif" w:hAnsi="Microsoft Sans Serif" w:cs="Microsoft Sans Serif"/>
                <w:b/>
                <w:bCs/>
                <w:iCs/>
                <w:sz w:val="18"/>
                <w:szCs w:val="18"/>
                <w:lang w:val="en-US"/>
              </w:rPr>
            </w:pPr>
            <w:r>
              <w:rPr>
                <w:rFonts w:ascii="Microsoft Sans Serif" w:hAnsi="Microsoft Sans Serif" w:cs="Microsoft Sans Serif"/>
                <w:b/>
                <w:bCs/>
                <w:iCs/>
                <w:sz w:val="18"/>
                <w:szCs w:val="18"/>
                <w:lang w:val="en-US"/>
              </w:rPr>
              <w:t>assignedAuthoringDevice</w:t>
            </w:r>
          </w:p>
        </w:tc>
        <w:tc>
          <w:tcPr>
            <w:tcW w:w="1089" w:type="dxa"/>
            <w:shd w:val="clear" w:color="FFFF99" w:fill="C0C0C0"/>
            <w:noWrap/>
            <w:vAlign w:val="center"/>
          </w:tcPr>
          <w:p w14:paraId="351E1C9E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  <w:t>0..1</w:t>
            </w:r>
          </w:p>
        </w:tc>
        <w:tc>
          <w:tcPr>
            <w:tcW w:w="1249" w:type="dxa"/>
            <w:shd w:val="clear" w:color="FFFF99" w:fill="C0C0C0"/>
            <w:vAlign w:val="center"/>
          </w:tcPr>
          <w:p w14:paraId="5F3CA932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</w:p>
        </w:tc>
        <w:tc>
          <w:tcPr>
            <w:tcW w:w="2661" w:type="dxa"/>
            <w:shd w:val="clear" w:color="FFFF99" w:fill="C0C0C0"/>
            <w:vAlign w:val="center"/>
          </w:tcPr>
          <w:p w14:paraId="3533CE2A" w14:textId="77777777" w:rsidR="007F25AC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  <w:t>ei käytössä</w:t>
            </w:r>
          </w:p>
        </w:tc>
      </w:tr>
      <w:tr w:rsidR="007F25AC" w14:paraId="6CCC9A9A" w14:textId="77777777" w:rsidTr="008F6071">
        <w:trPr>
          <w:trHeight w:val="255"/>
        </w:trPr>
        <w:tc>
          <w:tcPr>
            <w:tcW w:w="3257" w:type="dxa"/>
            <w:shd w:val="clear" w:color="FFFF99" w:fill="C0C0C0"/>
            <w:noWrap/>
            <w:vAlign w:val="center"/>
          </w:tcPr>
          <w:p w14:paraId="7BB9689E" w14:textId="77777777" w:rsidR="007F25AC" w:rsidRDefault="007F25AC" w:rsidP="009E430D">
            <w:pPr>
              <w:ind w:firstLineChars="335" w:firstLine="603"/>
              <w:rPr>
                <w:rFonts w:ascii="Microsoft Sans Serif" w:hAnsi="Microsoft Sans Serif" w:cs="Microsoft Sans Serif"/>
                <w:b/>
                <w:bCs/>
                <w:iCs/>
                <w:sz w:val="18"/>
                <w:szCs w:val="18"/>
                <w:lang w:val="en-US"/>
              </w:rPr>
            </w:pPr>
            <w:r>
              <w:rPr>
                <w:rFonts w:ascii="Microsoft Sans Serif" w:hAnsi="Microsoft Sans Serif" w:cs="Microsoft Sans Serif"/>
                <w:b/>
                <w:bCs/>
                <w:iCs/>
                <w:sz w:val="18"/>
                <w:szCs w:val="18"/>
                <w:lang w:val="en-US"/>
              </w:rPr>
              <w:t>representedOrganization</w:t>
            </w:r>
          </w:p>
        </w:tc>
        <w:tc>
          <w:tcPr>
            <w:tcW w:w="1089" w:type="dxa"/>
            <w:shd w:val="clear" w:color="FFFF99" w:fill="C0C0C0"/>
            <w:noWrap/>
            <w:vAlign w:val="center"/>
          </w:tcPr>
          <w:p w14:paraId="12EF730E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0..1</w:t>
            </w:r>
          </w:p>
        </w:tc>
        <w:tc>
          <w:tcPr>
            <w:tcW w:w="1249" w:type="dxa"/>
            <w:shd w:val="clear" w:color="FFFF99" w:fill="C0C0C0"/>
            <w:vAlign w:val="center"/>
          </w:tcPr>
          <w:p w14:paraId="071DAB18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661" w:type="dxa"/>
            <w:shd w:val="clear" w:color="FFFF99" w:fill="C0C0C0"/>
            <w:vAlign w:val="center"/>
          </w:tcPr>
          <w:p w14:paraId="18396461" w14:textId="77777777" w:rsidR="007F25AC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</w:tr>
      <w:tr w:rsidR="007F25AC" w14:paraId="01E159A7" w14:textId="77777777" w:rsidTr="008F6071">
        <w:trPr>
          <w:trHeight w:val="255"/>
        </w:trPr>
        <w:tc>
          <w:tcPr>
            <w:tcW w:w="3257" w:type="dxa"/>
            <w:shd w:val="clear" w:color="FFFF99" w:fill="FFFFFF"/>
            <w:noWrap/>
            <w:vAlign w:val="center"/>
          </w:tcPr>
          <w:p w14:paraId="0053FD16" w14:textId="77777777" w:rsidR="007F25AC" w:rsidRDefault="007F25AC" w:rsidP="009E430D">
            <w:pPr>
              <w:ind w:firstLineChars="464" w:firstLine="835"/>
              <w:rPr>
                <w:rFonts w:ascii="Microsoft Sans Serif" w:hAnsi="Microsoft Sans Serif" w:cs="Microsoft Sans Serif"/>
                <w:bCs/>
                <w:iCs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bCs/>
                <w:iCs/>
                <w:sz w:val="18"/>
                <w:szCs w:val="18"/>
              </w:rPr>
              <w:lastRenderedPageBreak/>
              <w:t>id</w:t>
            </w:r>
          </w:p>
        </w:tc>
        <w:tc>
          <w:tcPr>
            <w:tcW w:w="1089" w:type="dxa"/>
            <w:shd w:val="clear" w:color="FFFF99" w:fill="FFFFFF"/>
            <w:noWrap/>
            <w:vAlign w:val="center"/>
          </w:tcPr>
          <w:p w14:paraId="3120E147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1..1</w:t>
            </w:r>
          </w:p>
        </w:tc>
        <w:tc>
          <w:tcPr>
            <w:tcW w:w="1249" w:type="dxa"/>
            <w:shd w:val="clear" w:color="FFFF99" w:fill="FFFFFF"/>
            <w:vAlign w:val="center"/>
          </w:tcPr>
          <w:p w14:paraId="556F21AE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661" w:type="dxa"/>
            <w:shd w:val="clear" w:color="FFFF99" w:fill="FFFFFF"/>
            <w:vAlign w:val="center"/>
          </w:tcPr>
          <w:p w14:paraId="74EC19FD" w14:textId="77777777" w:rsidR="007F25AC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Organisaation OID-tunnus</w:t>
            </w:r>
          </w:p>
          <w:p w14:paraId="236C03FA" w14:textId="05D8D1DE" w:rsidR="007F13B5" w:rsidRDefault="007F13B5" w:rsidP="009E430D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Rajat ylittävässä reseptissä tätä ei välttämättä saada ulkomailta.</w:t>
            </w:r>
          </w:p>
        </w:tc>
      </w:tr>
      <w:tr w:rsidR="007F25AC" w14:paraId="5CC52577" w14:textId="77777777" w:rsidTr="008F6071">
        <w:trPr>
          <w:trHeight w:val="255"/>
        </w:trPr>
        <w:tc>
          <w:tcPr>
            <w:tcW w:w="3257" w:type="dxa"/>
            <w:shd w:val="clear" w:color="auto" w:fill="C0C0C0"/>
            <w:noWrap/>
            <w:vAlign w:val="center"/>
          </w:tcPr>
          <w:p w14:paraId="3D390840" w14:textId="77777777" w:rsidR="007F25AC" w:rsidRPr="001801B1" w:rsidRDefault="007F25AC" w:rsidP="009E430D">
            <w:pPr>
              <w:ind w:firstLineChars="464" w:firstLine="835"/>
              <w:rPr>
                <w:rFonts w:ascii="Microsoft Sans Serif" w:hAnsi="Microsoft Sans Serif" w:cs="Microsoft Sans Serif"/>
                <w:bCs/>
                <w:iCs/>
                <w:color w:val="A6A6A6" w:themeColor="background1" w:themeShade="A6"/>
                <w:sz w:val="18"/>
                <w:szCs w:val="18"/>
              </w:rPr>
            </w:pPr>
            <w:r w:rsidRPr="001801B1">
              <w:rPr>
                <w:rFonts w:ascii="Microsoft Sans Serif" w:hAnsi="Microsoft Sans Serif" w:cs="Microsoft Sans Serif"/>
                <w:b/>
                <w:bCs/>
                <w:iCs/>
                <w:color w:val="A6A6A6" w:themeColor="background1" w:themeShade="A6"/>
                <w:sz w:val="18"/>
                <w:szCs w:val="18"/>
              </w:rPr>
              <w:t>asOrganizationPartOf</w:t>
            </w:r>
          </w:p>
        </w:tc>
        <w:tc>
          <w:tcPr>
            <w:tcW w:w="1089" w:type="dxa"/>
            <w:shd w:val="clear" w:color="auto" w:fill="C0C0C0"/>
            <w:noWrap/>
            <w:vAlign w:val="center"/>
          </w:tcPr>
          <w:p w14:paraId="4FFE5C03" w14:textId="77777777" w:rsidR="007F25AC" w:rsidRPr="001801B1" w:rsidRDefault="007F25AC" w:rsidP="009E430D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1249" w:type="dxa"/>
            <w:shd w:val="clear" w:color="auto" w:fill="C0C0C0"/>
            <w:vAlign w:val="center"/>
          </w:tcPr>
          <w:p w14:paraId="6C1CCAFC" w14:textId="77777777" w:rsidR="007F25AC" w:rsidRPr="001801B1" w:rsidRDefault="007F25AC" w:rsidP="009E430D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661" w:type="dxa"/>
            <w:shd w:val="clear" w:color="auto" w:fill="C0C0C0"/>
            <w:vAlign w:val="center"/>
          </w:tcPr>
          <w:p w14:paraId="27A414F8" w14:textId="77777777" w:rsidR="007F25AC" w:rsidRPr="001801B1" w:rsidRDefault="007F25AC" w:rsidP="009E430D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7F25AC" w14:paraId="1C84EF4F" w14:textId="77777777" w:rsidTr="008F6071">
        <w:trPr>
          <w:trHeight w:val="255"/>
        </w:trPr>
        <w:tc>
          <w:tcPr>
            <w:tcW w:w="3257" w:type="dxa"/>
            <w:shd w:val="clear" w:color="auto" w:fill="C0C0C0"/>
            <w:noWrap/>
            <w:vAlign w:val="center"/>
          </w:tcPr>
          <w:p w14:paraId="123B28FD" w14:textId="77777777" w:rsidR="007F25AC" w:rsidRPr="001801B1" w:rsidRDefault="007F25AC" w:rsidP="009E430D">
            <w:pPr>
              <w:ind w:firstLineChars="575" w:firstLine="1035"/>
              <w:rPr>
                <w:rFonts w:ascii="Microsoft Sans Serif" w:hAnsi="Microsoft Sans Serif" w:cs="Microsoft Sans Serif"/>
                <w:b/>
                <w:bCs/>
                <w:iCs/>
                <w:color w:val="A6A6A6" w:themeColor="background1" w:themeShade="A6"/>
                <w:sz w:val="18"/>
                <w:szCs w:val="18"/>
              </w:rPr>
            </w:pPr>
            <w:r w:rsidRPr="001801B1">
              <w:rPr>
                <w:rFonts w:ascii="Microsoft Sans Serif" w:hAnsi="Microsoft Sans Serif" w:cs="Microsoft Sans Serif"/>
                <w:b/>
                <w:bCs/>
                <w:iCs/>
                <w:color w:val="A6A6A6" w:themeColor="background1" w:themeShade="A6"/>
                <w:sz w:val="18"/>
                <w:szCs w:val="18"/>
              </w:rPr>
              <w:t>wholeOrganization</w:t>
            </w:r>
          </w:p>
        </w:tc>
        <w:tc>
          <w:tcPr>
            <w:tcW w:w="1089" w:type="dxa"/>
            <w:shd w:val="clear" w:color="auto" w:fill="C0C0C0"/>
            <w:noWrap/>
            <w:vAlign w:val="center"/>
          </w:tcPr>
          <w:p w14:paraId="02A034D3" w14:textId="77777777" w:rsidR="007F25AC" w:rsidRPr="001801B1" w:rsidRDefault="007F25AC" w:rsidP="009E430D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1249" w:type="dxa"/>
            <w:shd w:val="clear" w:color="auto" w:fill="C0C0C0"/>
            <w:vAlign w:val="center"/>
          </w:tcPr>
          <w:p w14:paraId="57173DFF" w14:textId="77777777" w:rsidR="007F25AC" w:rsidRPr="001801B1" w:rsidRDefault="007F25AC" w:rsidP="009E430D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661" w:type="dxa"/>
            <w:shd w:val="clear" w:color="auto" w:fill="C0C0C0"/>
            <w:vAlign w:val="center"/>
          </w:tcPr>
          <w:p w14:paraId="31B23416" w14:textId="77777777" w:rsidR="007F25AC" w:rsidRPr="001801B1" w:rsidRDefault="007F25AC" w:rsidP="009E430D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7F25AC" w14:paraId="1E21B60F" w14:textId="77777777" w:rsidTr="008F6071">
        <w:trPr>
          <w:trHeight w:val="255"/>
        </w:trPr>
        <w:tc>
          <w:tcPr>
            <w:tcW w:w="3257" w:type="dxa"/>
            <w:shd w:val="clear" w:color="auto" w:fill="C0C0C0"/>
            <w:noWrap/>
            <w:vAlign w:val="center"/>
          </w:tcPr>
          <w:p w14:paraId="32DD6FD5" w14:textId="77777777" w:rsidR="007F25AC" w:rsidRPr="001801B1" w:rsidRDefault="007F25AC" w:rsidP="009E430D">
            <w:pPr>
              <w:ind w:firstLineChars="657" w:firstLine="1183"/>
              <w:rPr>
                <w:rFonts w:ascii="Microsoft Sans Serif" w:hAnsi="Microsoft Sans Serif" w:cs="Microsoft Sans Serif"/>
                <w:bCs/>
                <w:iCs/>
                <w:color w:val="A6A6A6" w:themeColor="background1" w:themeShade="A6"/>
                <w:sz w:val="18"/>
                <w:szCs w:val="18"/>
              </w:rPr>
            </w:pPr>
            <w:r w:rsidRPr="001801B1">
              <w:rPr>
                <w:rFonts w:ascii="Microsoft Sans Serif" w:hAnsi="Microsoft Sans Serif" w:cs="Microsoft Sans Serif"/>
                <w:bCs/>
                <w:iCs/>
                <w:color w:val="A6A6A6" w:themeColor="background1" w:themeShade="A6"/>
                <w:sz w:val="18"/>
                <w:szCs w:val="18"/>
              </w:rPr>
              <w:t>id</w:t>
            </w:r>
          </w:p>
        </w:tc>
        <w:tc>
          <w:tcPr>
            <w:tcW w:w="1089" w:type="dxa"/>
            <w:shd w:val="clear" w:color="auto" w:fill="C0C0C0"/>
            <w:noWrap/>
            <w:vAlign w:val="center"/>
          </w:tcPr>
          <w:p w14:paraId="741818D1" w14:textId="77777777" w:rsidR="007F25AC" w:rsidRPr="001801B1" w:rsidRDefault="007F25AC" w:rsidP="009E430D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1801B1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1..1</w:t>
            </w:r>
          </w:p>
        </w:tc>
        <w:tc>
          <w:tcPr>
            <w:tcW w:w="1249" w:type="dxa"/>
            <w:shd w:val="clear" w:color="auto" w:fill="C0C0C0"/>
            <w:vAlign w:val="center"/>
          </w:tcPr>
          <w:p w14:paraId="5B7CECFB" w14:textId="77777777" w:rsidR="007F25AC" w:rsidRPr="001801B1" w:rsidRDefault="007F25AC" w:rsidP="009E430D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661" w:type="dxa"/>
            <w:shd w:val="clear" w:color="auto" w:fill="C0C0C0"/>
            <w:vAlign w:val="center"/>
          </w:tcPr>
          <w:p w14:paraId="629C381E" w14:textId="77777777" w:rsidR="007F25AC" w:rsidRPr="001801B1" w:rsidRDefault="007F25AC" w:rsidP="009E430D">
            <w:pPr>
              <w:rPr>
                <w:rFonts w:ascii="Microsoft Sans Serif" w:hAnsi="Microsoft Sans Serif" w:cs="Microsoft Sans Serif"/>
                <w:b/>
                <w:color w:val="A6A6A6" w:themeColor="background1" w:themeShade="A6"/>
                <w:sz w:val="18"/>
                <w:szCs w:val="18"/>
              </w:rPr>
            </w:pPr>
            <w:r w:rsidRPr="001801B1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 xml:space="preserve">Palvelunantajan OID-tunnus (vuokralaistapauksessa vuokralainen) </w:t>
            </w:r>
            <w:r w:rsidRPr="001801B1">
              <w:rPr>
                <w:rFonts w:ascii="Microsoft Sans Serif" w:hAnsi="Microsoft Sans Serif" w:cs="Microsoft Sans Serif"/>
                <w:b/>
                <w:color w:val="A6A6A6" w:themeColor="background1" w:themeShade="A6"/>
                <w:sz w:val="18"/>
                <w:szCs w:val="18"/>
              </w:rPr>
              <w:t>(ei käytössä)</w:t>
            </w:r>
          </w:p>
        </w:tc>
      </w:tr>
      <w:tr w:rsidR="007F25AC" w14:paraId="3229F9D6" w14:textId="77777777" w:rsidTr="008F6071">
        <w:trPr>
          <w:trHeight w:val="255"/>
        </w:trPr>
        <w:tc>
          <w:tcPr>
            <w:tcW w:w="3257" w:type="dxa"/>
            <w:shd w:val="clear" w:color="auto" w:fill="C0C0C0"/>
            <w:noWrap/>
            <w:vAlign w:val="center"/>
          </w:tcPr>
          <w:p w14:paraId="0E522B27" w14:textId="2D57EDFE" w:rsidR="007F25AC" w:rsidRDefault="007F25AC" w:rsidP="009E430D">
            <w:pPr>
              <w:ind w:firstLineChars="100" w:firstLine="180"/>
              <w:rPr>
                <w:rFonts w:ascii="Microsoft Sans Serif" w:hAnsi="Microsoft Sans Serif" w:cs="Microsoft Sans Serif"/>
                <w:b/>
                <w:bCs/>
                <w:sz w:val="18"/>
                <w:szCs w:val="18"/>
              </w:rPr>
            </w:pPr>
            <w:bookmarkStart w:id="65" w:name="RANGE!D67"/>
            <w:r>
              <w:rPr>
                <w:rFonts w:ascii="Microsoft Sans Serif" w:hAnsi="Microsoft Sans Serif" w:cs="Microsoft Sans Serif"/>
                <w:b/>
                <w:bCs/>
                <w:sz w:val="18"/>
                <w:szCs w:val="18"/>
              </w:rPr>
              <w:t>custodian</w:t>
            </w:r>
            <w:bookmarkEnd w:id="65"/>
          </w:p>
        </w:tc>
        <w:tc>
          <w:tcPr>
            <w:tcW w:w="1089" w:type="dxa"/>
            <w:shd w:val="clear" w:color="auto" w:fill="C0C0C0"/>
            <w:noWrap/>
            <w:vAlign w:val="center"/>
          </w:tcPr>
          <w:p w14:paraId="014E3882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1..1</w:t>
            </w:r>
          </w:p>
        </w:tc>
        <w:tc>
          <w:tcPr>
            <w:tcW w:w="1249" w:type="dxa"/>
            <w:shd w:val="clear" w:color="auto" w:fill="C0C0C0"/>
            <w:vAlign w:val="center"/>
          </w:tcPr>
          <w:p w14:paraId="30DA95B0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661" w:type="dxa"/>
            <w:shd w:val="clear" w:color="auto" w:fill="C0C0C0"/>
            <w:vAlign w:val="center"/>
          </w:tcPr>
          <w:p w14:paraId="4CAD5F33" w14:textId="77777777" w:rsidR="007F25AC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Asiakirjan rekisterinpitäjä</w:t>
            </w:r>
          </w:p>
        </w:tc>
      </w:tr>
      <w:tr w:rsidR="007F25AC" w14:paraId="0A4F689E" w14:textId="77777777" w:rsidTr="008F6071">
        <w:trPr>
          <w:trHeight w:val="255"/>
        </w:trPr>
        <w:tc>
          <w:tcPr>
            <w:tcW w:w="3257" w:type="dxa"/>
            <w:noWrap/>
            <w:vAlign w:val="center"/>
          </w:tcPr>
          <w:p w14:paraId="0F6261DC" w14:textId="77777777" w:rsidR="007F25AC" w:rsidRDefault="006F0C32" w:rsidP="009E430D">
            <w:pPr>
              <w:pStyle w:val="CDA-headertext"/>
              <w:ind w:firstLine="290"/>
              <w:rPr>
                <w:lang w:val="en-US" w:eastAsia="en-US"/>
              </w:rPr>
            </w:pPr>
            <w:hyperlink r:id="rId68" w:anchor="Participation-typeCode-att" w:tooltip="../../../infrastructure/rim/rim.htm#Participation-typeCode-att" w:history="1">
              <w:r w:rsidR="007F25AC">
                <w:rPr>
                  <w:lang w:val="en-US" w:eastAsia="en-US"/>
                </w:rPr>
                <w:t>typeCode</w:t>
              </w:r>
            </w:hyperlink>
          </w:p>
        </w:tc>
        <w:tc>
          <w:tcPr>
            <w:tcW w:w="1089" w:type="dxa"/>
            <w:noWrap/>
            <w:vAlign w:val="center"/>
          </w:tcPr>
          <w:p w14:paraId="4C50E39A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  <w:t>1..1</w:t>
            </w:r>
          </w:p>
        </w:tc>
        <w:tc>
          <w:tcPr>
            <w:tcW w:w="1249" w:type="dxa"/>
            <w:vAlign w:val="center"/>
          </w:tcPr>
          <w:p w14:paraId="56386B01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  <w:t>CST</w:t>
            </w:r>
          </w:p>
        </w:tc>
        <w:tc>
          <w:tcPr>
            <w:tcW w:w="2661" w:type="dxa"/>
            <w:vAlign w:val="center"/>
          </w:tcPr>
          <w:p w14:paraId="4D6DD9F5" w14:textId="77777777" w:rsidR="007F25AC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</w:p>
        </w:tc>
      </w:tr>
      <w:tr w:rsidR="007F25AC" w14:paraId="3F3F8983" w14:textId="77777777" w:rsidTr="008F6071">
        <w:trPr>
          <w:trHeight w:val="451"/>
        </w:trPr>
        <w:tc>
          <w:tcPr>
            <w:tcW w:w="3257" w:type="dxa"/>
            <w:shd w:val="clear" w:color="auto" w:fill="C0C0C0"/>
            <w:noWrap/>
            <w:vAlign w:val="center"/>
          </w:tcPr>
          <w:p w14:paraId="236D3C5C" w14:textId="094E33FB" w:rsidR="007F25AC" w:rsidRDefault="007F25AC" w:rsidP="009E430D">
            <w:pPr>
              <w:ind w:firstLineChars="200" w:firstLine="360"/>
              <w:rPr>
                <w:rFonts w:ascii="Microsoft Sans Serif" w:hAnsi="Microsoft Sans Serif" w:cs="Microsoft Sans Serif"/>
                <w:b/>
                <w:bCs/>
                <w:sz w:val="18"/>
                <w:szCs w:val="18"/>
                <w:lang w:val="en-US"/>
              </w:rPr>
            </w:pPr>
            <w:bookmarkStart w:id="66" w:name="RANGE!D69"/>
            <w:r>
              <w:rPr>
                <w:rFonts w:ascii="Microsoft Sans Serif" w:hAnsi="Microsoft Sans Serif" w:cs="Microsoft Sans Serif"/>
                <w:b/>
                <w:bCs/>
                <w:sz w:val="18"/>
                <w:szCs w:val="18"/>
                <w:lang w:val="en-US"/>
              </w:rPr>
              <w:t>assignedCustodian</w:t>
            </w:r>
            <w:bookmarkEnd w:id="66"/>
          </w:p>
        </w:tc>
        <w:tc>
          <w:tcPr>
            <w:tcW w:w="1089" w:type="dxa"/>
            <w:shd w:val="clear" w:color="auto" w:fill="C0C0C0"/>
            <w:noWrap/>
            <w:vAlign w:val="center"/>
          </w:tcPr>
          <w:p w14:paraId="30B1496C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1..1</w:t>
            </w:r>
          </w:p>
        </w:tc>
        <w:tc>
          <w:tcPr>
            <w:tcW w:w="1249" w:type="dxa"/>
            <w:shd w:val="clear" w:color="auto" w:fill="C0C0C0"/>
            <w:vAlign w:val="center"/>
          </w:tcPr>
          <w:p w14:paraId="1C5A9053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661" w:type="dxa"/>
            <w:shd w:val="clear" w:color="auto" w:fill="C0C0C0"/>
            <w:vAlign w:val="center"/>
          </w:tcPr>
          <w:p w14:paraId="595F7CB1" w14:textId="77777777" w:rsidR="007F25AC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Reseptin osalta kiinteä arvo, Kela</w:t>
            </w:r>
          </w:p>
        </w:tc>
      </w:tr>
      <w:tr w:rsidR="007F25AC" w14:paraId="7F8BF5BB" w14:textId="77777777" w:rsidTr="008F6071">
        <w:trPr>
          <w:trHeight w:val="255"/>
        </w:trPr>
        <w:tc>
          <w:tcPr>
            <w:tcW w:w="3257" w:type="dxa"/>
            <w:noWrap/>
            <w:vAlign w:val="center"/>
          </w:tcPr>
          <w:p w14:paraId="038B400F" w14:textId="77777777" w:rsidR="007F25AC" w:rsidRDefault="006F0C32" w:rsidP="009E430D">
            <w:pPr>
              <w:pStyle w:val="CDA-headertext"/>
              <w:ind w:firstLine="470"/>
              <w:rPr>
                <w:lang w:val="en-US" w:eastAsia="en-US"/>
              </w:rPr>
            </w:pPr>
            <w:hyperlink r:id="rId69" w:anchor="Role-classCode-att" w:tooltip="../../../infrastructure/rim/rim.htm#Role-classCode-att" w:history="1">
              <w:r w:rsidR="007F25AC">
                <w:rPr>
                  <w:lang w:val="en-US" w:eastAsia="en-US"/>
                </w:rPr>
                <w:t>classCode</w:t>
              </w:r>
            </w:hyperlink>
          </w:p>
        </w:tc>
        <w:tc>
          <w:tcPr>
            <w:tcW w:w="1089" w:type="dxa"/>
            <w:noWrap/>
            <w:vAlign w:val="center"/>
          </w:tcPr>
          <w:p w14:paraId="10252E48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  <w:t>1..1</w:t>
            </w:r>
          </w:p>
        </w:tc>
        <w:tc>
          <w:tcPr>
            <w:tcW w:w="1249" w:type="dxa"/>
            <w:vAlign w:val="center"/>
          </w:tcPr>
          <w:p w14:paraId="7D6D47C9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  <w:t>ASSIGNED</w:t>
            </w:r>
          </w:p>
        </w:tc>
        <w:tc>
          <w:tcPr>
            <w:tcW w:w="2661" w:type="dxa"/>
            <w:vAlign w:val="center"/>
          </w:tcPr>
          <w:p w14:paraId="6467DCBC" w14:textId="77777777" w:rsidR="007F25AC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</w:p>
        </w:tc>
      </w:tr>
      <w:tr w:rsidR="007F25AC" w14:paraId="484BFF65" w14:textId="77777777" w:rsidTr="008F6071">
        <w:trPr>
          <w:trHeight w:val="255"/>
        </w:trPr>
        <w:tc>
          <w:tcPr>
            <w:tcW w:w="3257" w:type="dxa"/>
            <w:noWrap/>
            <w:vAlign w:val="center"/>
          </w:tcPr>
          <w:p w14:paraId="375EF42E" w14:textId="77777777" w:rsidR="007F25AC" w:rsidRDefault="007F25AC" w:rsidP="009E430D">
            <w:pPr>
              <w:ind w:firstLineChars="335" w:firstLine="603"/>
              <w:rPr>
                <w:rFonts w:ascii="Microsoft Sans Serif" w:hAnsi="Microsoft Sans Serif" w:cs="Microsoft Sans Serif"/>
                <w:b/>
                <w:bCs/>
                <w:iCs/>
                <w:sz w:val="18"/>
                <w:szCs w:val="18"/>
                <w:lang w:val="en-US"/>
              </w:rPr>
            </w:pPr>
            <w:r>
              <w:rPr>
                <w:rFonts w:ascii="Microsoft Sans Serif" w:hAnsi="Microsoft Sans Serif" w:cs="Microsoft Sans Serif"/>
                <w:b/>
                <w:bCs/>
                <w:iCs/>
                <w:sz w:val="18"/>
                <w:szCs w:val="18"/>
                <w:lang w:val="en-US"/>
              </w:rPr>
              <w:t>representedOrganization</w:t>
            </w:r>
          </w:p>
        </w:tc>
        <w:tc>
          <w:tcPr>
            <w:tcW w:w="1089" w:type="dxa"/>
            <w:noWrap/>
            <w:vAlign w:val="center"/>
          </w:tcPr>
          <w:p w14:paraId="50CA5C41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0..1</w:t>
            </w:r>
          </w:p>
        </w:tc>
        <w:tc>
          <w:tcPr>
            <w:tcW w:w="1249" w:type="dxa"/>
            <w:vAlign w:val="center"/>
          </w:tcPr>
          <w:p w14:paraId="7E4217C1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661" w:type="dxa"/>
            <w:vAlign w:val="center"/>
          </w:tcPr>
          <w:p w14:paraId="489647C4" w14:textId="77777777" w:rsidR="007F25AC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 xml:space="preserve"> </w:t>
            </w:r>
          </w:p>
        </w:tc>
      </w:tr>
      <w:tr w:rsidR="007F25AC" w14:paraId="0D38D3BF" w14:textId="77777777" w:rsidTr="008F6071">
        <w:trPr>
          <w:trHeight w:val="255"/>
        </w:trPr>
        <w:tc>
          <w:tcPr>
            <w:tcW w:w="3257" w:type="dxa"/>
            <w:noWrap/>
            <w:vAlign w:val="center"/>
          </w:tcPr>
          <w:p w14:paraId="2691B3B0" w14:textId="77777777" w:rsidR="007F25AC" w:rsidRDefault="007F25AC" w:rsidP="009E430D">
            <w:pPr>
              <w:ind w:firstLineChars="464" w:firstLine="835"/>
              <w:rPr>
                <w:rFonts w:ascii="Microsoft Sans Serif" w:hAnsi="Microsoft Sans Serif" w:cs="Microsoft Sans Serif"/>
                <w:bCs/>
                <w:iCs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bCs/>
                <w:iCs/>
                <w:sz w:val="18"/>
                <w:szCs w:val="18"/>
              </w:rPr>
              <w:t>id</w:t>
            </w:r>
          </w:p>
        </w:tc>
        <w:tc>
          <w:tcPr>
            <w:tcW w:w="1089" w:type="dxa"/>
            <w:noWrap/>
            <w:vAlign w:val="center"/>
          </w:tcPr>
          <w:p w14:paraId="3EA7334A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1..1</w:t>
            </w:r>
          </w:p>
        </w:tc>
        <w:tc>
          <w:tcPr>
            <w:tcW w:w="1249" w:type="dxa"/>
            <w:vAlign w:val="center"/>
          </w:tcPr>
          <w:p w14:paraId="2F677B3F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661" w:type="dxa"/>
            <w:vAlign w:val="center"/>
          </w:tcPr>
          <w:p w14:paraId="2FEFDFCD" w14:textId="77777777" w:rsidR="007F25AC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Organisaation OID-tunnus</w:t>
            </w:r>
          </w:p>
          <w:p w14:paraId="206992FE" w14:textId="77777777" w:rsidR="007F25AC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 xml:space="preserve">Reseptidokumenteissa aina Kelan OID </w:t>
            </w:r>
            <w:r w:rsidRPr="00360B4D">
              <w:rPr>
                <w:rFonts w:ascii="Microsoft Sans Serif" w:hAnsi="Microsoft Sans Serif" w:cs="Microsoft Sans Serif"/>
                <w:sz w:val="18"/>
                <w:szCs w:val="18"/>
              </w:rPr>
              <w:t>1.2.246.10.2462460.19.1</w:t>
            </w:r>
          </w:p>
        </w:tc>
      </w:tr>
      <w:tr w:rsidR="007F25AC" w14:paraId="78C72C80" w14:textId="77777777" w:rsidTr="008F6071">
        <w:trPr>
          <w:trHeight w:val="255"/>
        </w:trPr>
        <w:tc>
          <w:tcPr>
            <w:tcW w:w="3257" w:type="dxa"/>
            <w:noWrap/>
            <w:vAlign w:val="center"/>
          </w:tcPr>
          <w:p w14:paraId="58200613" w14:textId="77777777" w:rsidR="007F25AC" w:rsidRDefault="007F25AC" w:rsidP="009E430D">
            <w:pPr>
              <w:ind w:firstLineChars="464" w:firstLine="835"/>
              <w:rPr>
                <w:rFonts w:ascii="Microsoft Sans Serif" w:hAnsi="Microsoft Sans Serif" w:cs="Microsoft Sans Serif"/>
                <w:bCs/>
                <w:iCs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bCs/>
                <w:iCs/>
                <w:sz w:val="18"/>
                <w:szCs w:val="18"/>
              </w:rPr>
              <w:t>name</w:t>
            </w:r>
          </w:p>
        </w:tc>
        <w:tc>
          <w:tcPr>
            <w:tcW w:w="1089" w:type="dxa"/>
            <w:noWrap/>
            <w:vAlign w:val="center"/>
          </w:tcPr>
          <w:p w14:paraId="5F95EFE0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0..*</w:t>
            </w:r>
          </w:p>
        </w:tc>
        <w:tc>
          <w:tcPr>
            <w:tcW w:w="1249" w:type="dxa"/>
            <w:vAlign w:val="center"/>
          </w:tcPr>
          <w:p w14:paraId="16205093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661" w:type="dxa"/>
            <w:vAlign w:val="center"/>
          </w:tcPr>
          <w:p w14:paraId="70BFD5F7" w14:textId="77777777" w:rsidR="007F25AC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Organisaation nimi</w:t>
            </w:r>
          </w:p>
          <w:p w14:paraId="0A805846" w14:textId="77777777" w:rsidR="007F25AC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Reseptidokumenteissa aina Kela</w:t>
            </w:r>
          </w:p>
        </w:tc>
      </w:tr>
      <w:tr w:rsidR="007F25AC" w14:paraId="66BFF0B4" w14:textId="77777777" w:rsidTr="008F6071">
        <w:trPr>
          <w:trHeight w:val="255"/>
        </w:trPr>
        <w:tc>
          <w:tcPr>
            <w:tcW w:w="3257" w:type="dxa"/>
            <w:shd w:val="clear" w:color="auto" w:fill="C0C0C0"/>
            <w:noWrap/>
            <w:vAlign w:val="center"/>
          </w:tcPr>
          <w:p w14:paraId="0C0317C0" w14:textId="445F157A" w:rsidR="007F25AC" w:rsidRPr="009E4BD0" w:rsidRDefault="007F25AC" w:rsidP="009E430D">
            <w:pPr>
              <w:ind w:firstLineChars="100" w:firstLine="180"/>
              <w:rPr>
                <w:rFonts w:ascii="Microsoft Sans Serif" w:hAnsi="Microsoft Sans Serif" w:cs="Microsoft Sans Serif"/>
                <w:b/>
                <w:bCs/>
                <w:color w:val="A6A6A6" w:themeColor="background1" w:themeShade="A6"/>
                <w:sz w:val="18"/>
                <w:szCs w:val="18"/>
              </w:rPr>
            </w:pPr>
            <w:bookmarkStart w:id="67" w:name="RANGE!D72"/>
            <w:r w:rsidRPr="009E4BD0">
              <w:rPr>
                <w:rFonts w:ascii="Microsoft Sans Serif" w:hAnsi="Microsoft Sans Serif" w:cs="Microsoft Sans Serif"/>
                <w:b/>
                <w:bCs/>
                <w:color w:val="A6A6A6" w:themeColor="background1" w:themeShade="A6"/>
                <w:sz w:val="18"/>
                <w:szCs w:val="18"/>
              </w:rPr>
              <w:t>informationRecipient</w:t>
            </w:r>
            <w:bookmarkEnd w:id="67"/>
          </w:p>
        </w:tc>
        <w:tc>
          <w:tcPr>
            <w:tcW w:w="1089" w:type="dxa"/>
            <w:shd w:val="clear" w:color="auto" w:fill="C0C0C0"/>
            <w:noWrap/>
            <w:vAlign w:val="center"/>
          </w:tcPr>
          <w:p w14:paraId="6DB2CDEE" w14:textId="77777777" w:rsidR="007F25AC" w:rsidRPr="009E4BD0" w:rsidRDefault="007F25AC" w:rsidP="009E430D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9E4BD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0..*</w:t>
            </w:r>
          </w:p>
        </w:tc>
        <w:tc>
          <w:tcPr>
            <w:tcW w:w="1249" w:type="dxa"/>
            <w:shd w:val="clear" w:color="auto" w:fill="C0C0C0"/>
            <w:vAlign w:val="center"/>
          </w:tcPr>
          <w:p w14:paraId="7F93119A" w14:textId="77777777" w:rsidR="007F25AC" w:rsidRPr="009E4BD0" w:rsidRDefault="007F25AC" w:rsidP="009E430D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661" w:type="dxa"/>
            <w:shd w:val="clear" w:color="auto" w:fill="C0C0C0"/>
            <w:vAlign w:val="center"/>
          </w:tcPr>
          <w:p w14:paraId="481741BF" w14:textId="77777777" w:rsidR="007F25AC" w:rsidRPr="009E4BD0" w:rsidRDefault="007F25AC" w:rsidP="009E430D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9E4BD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Kokonaisuus käytössä uusimispyyntö sanomassa</w:t>
            </w:r>
          </w:p>
          <w:p w14:paraId="3F421F84" w14:textId="77777777" w:rsidR="007F25AC" w:rsidRPr="009E4BD0" w:rsidRDefault="007F25AC" w:rsidP="009E430D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9E4BD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7F25AC" w14:paraId="0684FDD6" w14:textId="77777777" w:rsidTr="008F6071">
        <w:trPr>
          <w:trHeight w:val="255"/>
        </w:trPr>
        <w:tc>
          <w:tcPr>
            <w:tcW w:w="3257" w:type="dxa"/>
            <w:noWrap/>
            <w:vAlign w:val="center"/>
          </w:tcPr>
          <w:p w14:paraId="6C821CDA" w14:textId="77777777" w:rsidR="007F25AC" w:rsidRPr="009E4BD0" w:rsidRDefault="007F25AC" w:rsidP="009E430D">
            <w:pPr>
              <w:ind w:firstLineChars="200" w:firstLine="400"/>
              <w:rPr>
                <w:rFonts w:ascii="Arial" w:hAnsi="Arial" w:cs="Arial"/>
                <w:color w:val="A6A6A6" w:themeColor="background1" w:themeShade="A6"/>
                <w:szCs w:val="20"/>
              </w:rPr>
            </w:pPr>
            <w:r w:rsidRPr="009E4BD0">
              <w:rPr>
                <w:rFonts w:ascii="Arial" w:hAnsi="Arial" w:cs="Arial"/>
                <w:color w:val="A6A6A6" w:themeColor="background1" w:themeShade="A6"/>
                <w:szCs w:val="20"/>
              </w:rPr>
              <w:t>typeCode</w:t>
            </w:r>
          </w:p>
        </w:tc>
        <w:tc>
          <w:tcPr>
            <w:tcW w:w="1089" w:type="dxa"/>
            <w:noWrap/>
            <w:vAlign w:val="center"/>
          </w:tcPr>
          <w:p w14:paraId="5699D3E0" w14:textId="77777777" w:rsidR="007F25AC" w:rsidRPr="009E4BD0" w:rsidRDefault="007F25AC" w:rsidP="009E430D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9E4BD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1..1</w:t>
            </w:r>
          </w:p>
        </w:tc>
        <w:tc>
          <w:tcPr>
            <w:tcW w:w="1249" w:type="dxa"/>
            <w:vAlign w:val="center"/>
          </w:tcPr>
          <w:p w14:paraId="66621BCE" w14:textId="77777777" w:rsidR="007F25AC" w:rsidRPr="009E4BD0" w:rsidRDefault="007F25AC" w:rsidP="009E430D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9E4BD0">
              <w:rPr>
                <w:rFonts w:ascii="Verdana" w:hAnsi="Verdana"/>
                <w:color w:val="A6A6A6" w:themeColor="background1" w:themeShade="A6"/>
                <w:sz w:val="17"/>
                <w:szCs w:val="17"/>
              </w:rPr>
              <w:t>PRCP</w:t>
            </w:r>
          </w:p>
        </w:tc>
        <w:tc>
          <w:tcPr>
            <w:tcW w:w="2661" w:type="dxa"/>
            <w:vAlign w:val="center"/>
          </w:tcPr>
          <w:p w14:paraId="5CD18919" w14:textId="77777777" w:rsidR="007F25AC" w:rsidRPr="009E4BD0" w:rsidRDefault="007F25AC" w:rsidP="009E430D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9E4BD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PRCP = varsinainen vastaanottaja</w:t>
            </w:r>
          </w:p>
          <w:p w14:paraId="6D85670F" w14:textId="77777777" w:rsidR="007F25AC" w:rsidRPr="009E4BD0" w:rsidRDefault="007F25AC" w:rsidP="009E430D">
            <w:pPr>
              <w:rPr>
                <w:rFonts w:ascii="Verdana" w:hAnsi="Verdana"/>
                <w:color w:val="A6A6A6" w:themeColor="background1" w:themeShade="A6"/>
                <w:sz w:val="17"/>
                <w:szCs w:val="17"/>
              </w:rPr>
            </w:pPr>
            <w:r w:rsidRPr="009E4BD0">
              <w:rPr>
                <w:rFonts w:ascii="Verdana" w:hAnsi="Verdana"/>
                <w:color w:val="A6A6A6" w:themeColor="background1" w:themeShade="A6"/>
                <w:sz w:val="17"/>
                <w:szCs w:val="17"/>
              </w:rPr>
              <w:t xml:space="preserve">TRC = tracker (ei käytössä) </w:t>
            </w:r>
          </w:p>
          <w:p w14:paraId="31CFA8A1" w14:textId="77777777" w:rsidR="007F25AC" w:rsidRPr="009E4BD0" w:rsidRDefault="007F25AC" w:rsidP="009E430D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9E4BD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7F25AC" w14:paraId="05551E76" w14:textId="77777777" w:rsidTr="008F6071">
        <w:trPr>
          <w:trHeight w:val="255"/>
        </w:trPr>
        <w:tc>
          <w:tcPr>
            <w:tcW w:w="3257" w:type="dxa"/>
            <w:shd w:val="clear" w:color="auto" w:fill="C0C0C0"/>
            <w:noWrap/>
            <w:vAlign w:val="center"/>
          </w:tcPr>
          <w:p w14:paraId="370AA9F3" w14:textId="71FEE2CF" w:rsidR="007F25AC" w:rsidRPr="009E4BD0" w:rsidRDefault="007F25AC" w:rsidP="009E430D">
            <w:pPr>
              <w:ind w:firstLineChars="200" w:firstLine="360"/>
              <w:rPr>
                <w:rFonts w:ascii="Microsoft Sans Serif" w:hAnsi="Microsoft Sans Serif" w:cs="Microsoft Sans Serif"/>
                <w:b/>
                <w:bCs/>
                <w:color w:val="A6A6A6" w:themeColor="background1" w:themeShade="A6"/>
                <w:sz w:val="18"/>
                <w:szCs w:val="18"/>
                <w:lang w:val="en-US"/>
              </w:rPr>
            </w:pPr>
            <w:bookmarkStart w:id="68" w:name="RANGE!D74"/>
            <w:r w:rsidRPr="009E4BD0">
              <w:rPr>
                <w:rFonts w:ascii="Microsoft Sans Serif" w:hAnsi="Microsoft Sans Serif" w:cs="Microsoft Sans Serif"/>
                <w:b/>
                <w:bCs/>
                <w:color w:val="A6A6A6" w:themeColor="background1" w:themeShade="A6"/>
                <w:sz w:val="18"/>
                <w:szCs w:val="18"/>
                <w:lang w:val="en-US"/>
              </w:rPr>
              <w:t>intendedRecipient</w:t>
            </w:r>
            <w:bookmarkEnd w:id="68"/>
          </w:p>
        </w:tc>
        <w:tc>
          <w:tcPr>
            <w:tcW w:w="1089" w:type="dxa"/>
            <w:shd w:val="clear" w:color="auto" w:fill="C0C0C0"/>
            <w:noWrap/>
            <w:vAlign w:val="center"/>
          </w:tcPr>
          <w:p w14:paraId="2F269363" w14:textId="77777777" w:rsidR="007F25AC" w:rsidRPr="009E4BD0" w:rsidRDefault="007F25AC" w:rsidP="009E430D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  <w:lang w:val="en-US"/>
              </w:rPr>
            </w:pPr>
            <w:r w:rsidRPr="009E4BD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  <w:lang w:val="en-US"/>
              </w:rPr>
              <w:t>1..1</w:t>
            </w:r>
          </w:p>
        </w:tc>
        <w:tc>
          <w:tcPr>
            <w:tcW w:w="1249" w:type="dxa"/>
            <w:shd w:val="clear" w:color="auto" w:fill="C0C0C0"/>
            <w:vAlign w:val="center"/>
          </w:tcPr>
          <w:p w14:paraId="75F11B12" w14:textId="77777777" w:rsidR="007F25AC" w:rsidRPr="009E4BD0" w:rsidRDefault="007F25AC" w:rsidP="009E430D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  <w:lang w:val="en-US"/>
              </w:rPr>
            </w:pPr>
          </w:p>
        </w:tc>
        <w:tc>
          <w:tcPr>
            <w:tcW w:w="2661" w:type="dxa"/>
            <w:shd w:val="clear" w:color="auto" w:fill="C0C0C0"/>
            <w:vAlign w:val="center"/>
          </w:tcPr>
          <w:p w14:paraId="3DA88723" w14:textId="77777777" w:rsidR="007F25AC" w:rsidRPr="009E4BD0" w:rsidRDefault="007F25AC" w:rsidP="009E430D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  <w:lang w:val="en-US"/>
              </w:rPr>
            </w:pPr>
            <w:r w:rsidRPr="009E4BD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7F25AC" w14:paraId="50A461D4" w14:textId="77777777" w:rsidTr="008F6071">
        <w:trPr>
          <w:trHeight w:val="255"/>
        </w:trPr>
        <w:tc>
          <w:tcPr>
            <w:tcW w:w="3257" w:type="dxa"/>
            <w:noWrap/>
            <w:vAlign w:val="center"/>
          </w:tcPr>
          <w:p w14:paraId="2D7E590E" w14:textId="77777777" w:rsidR="007F25AC" w:rsidRPr="009E4BD0" w:rsidRDefault="007F25AC" w:rsidP="009E430D">
            <w:pPr>
              <w:ind w:firstLineChars="300" w:firstLine="600"/>
              <w:rPr>
                <w:rFonts w:ascii="Arial" w:hAnsi="Arial" w:cs="Arial"/>
                <w:color w:val="A6A6A6" w:themeColor="background1" w:themeShade="A6"/>
                <w:szCs w:val="20"/>
                <w:lang w:val="en-US"/>
              </w:rPr>
            </w:pPr>
            <w:r w:rsidRPr="009E4BD0">
              <w:rPr>
                <w:rFonts w:ascii="Arial" w:hAnsi="Arial" w:cs="Arial"/>
                <w:color w:val="A6A6A6" w:themeColor="background1" w:themeShade="A6"/>
                <w:szCs w:val="20"/>
                <w:lang w:val="en-US"/>
              </w:rPr>
              <w:t>classCode</w:t>
            </w:r>
          </w:p>
        </w:tc>
        <w:tc>
          <w:tcPr>
            <w:tcW w:w="1089" w:type="dxa"/>
            <w:noWrap/>
            <w:vAlign w:val="center"/>
          </w:tcPr>
          <w:p w14:paraId="632B2CCD" w14:textId="77777777" w:rsidR="007F25AC" w:rsidRPr="009E4BD0" w:rsidRDefault="007F25AC" w:rsidP="009E430D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  <w:lang w:val="en-US"/>
              </w:rPr>
            </w:pPr>
            <w:r w:rsidRPr="009E4BD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  <w:lang w:val="en-US"/>
              </w:rPr>
              <w:t>1..1</w:t>
            </w:r>
          </w:p>
        </w:tc>
        <w:tc>
          <w:tcPr>
            <w:tcW w:w="1249" w:type="dxa"/>
            <w:vAlign w:val="center"/>
          </w:tcPr>
          <w:p w14:paraId="0A628F97" w14:textId="77777777" w:rsidR="007F25AC" w:rsidRPr="009E4BD0" w:rsidRDefault="007F25AC" w:rsidP="009E430D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  <w:lang w:val="en-US"/>
              </w:rPr>
            </w:pPr>
            <w:r w:rsidRPr="009E4BD0">
              <w:rPr>
                <w:rFonts w:ascii="Verdana" w:hAnsi="Verdana"/>
                <w:color w:val="A6A6A6" w:themeColor="background1" w:themeShade="A6"/>
                <w:sz w:val="17"/>
                <w:szCs w:val="17"/>
                <w:lang w:val="en-US"/>
              </w:rPr>
              <w:t>ASSIGNED</w:t>
            </w:r>
          </w:p>
        </w:tc>
        <w:tc>
          <w:tcPr>
            <w:tcW w:w="2661" w:type="dxa"/>
            <w:vAlign w:val="center"/>
          </w:tcPr>
          <w:p w14:paraId="022B428A" w14:textId="77777777" w:rsidR="007F25AC" w:rsidRPr="009E4BD0" w:rsidRDefault="007F25AC" w:rsidP="009E430D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  <w:lang w:val="en-US"/>
              </w:rPr>
            </w:pPr>
            <w:r w:rsidRPr="009E4BD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7F25AC" w14:paraId="58F74D95" w14:textId="77777777" w:rsidTr="008F6071">
        <w:trPr>
          <w:trHeight w:val="255"/>
        </w:trPr>
        <w:tc>
          <w:tcPr>
            <w:tcW w:w="3257" w:type="dxa"/>
            <w:noWrap/>
            <w:vAlign w:val="center"/>
          </w:tcPr>
          <w:p w14:paraId="4D49D69D" w14:textId="77777777" w:rsidR="007F25AC" w:rsidRPr="009E4BD0" w:rsidRDefault="007F25AC" w:rsidP="009E430D">
            <w:pPr>
              <w:ind w:firstLineChars="300" w:firstLine="600"/>
              <w:rPr>
                <w:rFonts w:ascii="Arial" w:hAnsi="Arial" w:cs="Arial"/>
                <w:color w:val="A6A6A6" w:themeColor="background1" w:themeShade="A6"/>
                <w:szCs w:val="20"/>
              </w:rPr>
            </w:pPr>
            <w:r w:rsidRPr="009E4BD0">
              <w:rPr>
                <w:rFonts w:ascii="Arial" w:hAnsi="Arial" w:cs="Arial"/>
                <w:color w:val="A6A6A6" w:themeColor="background1" w:themeShade="A6"/>
                <w:szCs w:val="20"/>
              </w:rPr>
              <w:t>id</w:t>
            </w:r>
          </w:p>
        </w:tc>
        <w:tc>
          <w:tcPr>
            <w:tcW w:w="1089" w:type="dxa"/>
            <w:noWrap/>
            <w:vAlign w:val="center"/>
          </w:tcPr>
          <w:p w14:paraId="24BB124A" w14:textId="77777777" w:rsidR="007F25AC" w:rsidRPr="009E4BD0" w:rsidRDefault="007F25AC" w:rsidP="009E430D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9E4BD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0..*</w:t>
            </w:r>
          </w:p>
        </w:tc>
        <w:tc>
          <w:tcPr>
            <w:tcW w:w="1249" w:type="dxa"/>
            <w:vAlign w:val="center"/>
          </w:tcPr>
          <w:p w14:paraId="37B95EC6" w14:textId="77777777" w:rsidR="007F25AC" w:rsidRPr="009E4BD0" w:rsidRDefault="007F25AC" w:rsidP="009E430D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661" w:type="dxa"/>
            <w:vAlign w:val="center"/>
          </w:tcPr>
          <w:p w14:paraId="5D75AD1E" w14:textId="77777777" w:rsidR="007F25AC" w:rsidRPr="009E4BD0" w:rsidRDefault="007F25AC" w:rsidP="009E430D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9E4BD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Tämä kenttä on siirretty alla olevaan organisaation CMETiin.</w:t>
            </w:r>
          </w:p>
          <w:p w14:paraId="067F33EA" w14:textId="77777777" w:rsidR="007F25AC" w:rsidRPr="009E4BD0" w:rsidRDefault="007F25AC" w:rsidP="009E430D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9E4BD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7F25AC" w14:paraId="0B33382F" w14:textId="77777777" w:rsidTr="008F6071">
        <w:trPr>
          <w:trHeight w:val="255"/>
        </w:trPr>
        <w:tc>
          <w:tcPr>
            <w:tcW w:w="3257" w:type="dxa"/>
            <w:noWrap/>
            <w:vAlign w:val="center"/>
          </w:tcPr>
          <w:p w14:paraId="2268221A" w14:textId="77777777" w:rsidR="007F25AC" w:rsidRPr="009E4BD0" w:rsidRDefault="007F25AC" w:rsidP="009E430D">
            <w:pPr>
              <w:ind w:firstLineChars="300" w:firstLine="600"/>
              <w:rPr>
                <w:rFonts w:ascii="Arial" w:hAnsi="Arial" w:cs="Arial"/>
                <w:color w:val="A6A6A6" w:themeColor="background1" w:themeShade="A6"/>
                <w:szCs w:val="20"/>
                <w:lang w:val="en-US"/>
              </w:rPr>
            </w:pPr>
            <w:r w:rsidRPr="009E4BD0">
              <w:rPr>
                <w:rFonts w:ascii="Arial" w:hAnsi="Arial" w:cs="Arial"/>
                <w:color w:val="A6A6A6" w:themeColor="background1" w:themeShade="A6"/>
                <w:szCs w:val="20"/>
                <w:lang w:val="en-US"/>
              </w:rPr>
              <w:t>addr</w:t>
            </w:r>
          </w:p>
        </w:tc>
        <w:tc>
          <w:tcPr>
            <w:tcW w:w="1089" w:type="dxa"/>
            <w:noWrap/>
            <w:vAlign w:val="center"/>
          </w:tcPr>
          <w:p w14:paraId="0FF0F22D" w14:textId="77777777" w:rsidR="007F25AC" w:rsidRPr="009E4BD0" w:rsidRDefault="007F25AC" w:rsidP="009E430D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  <w:lang w:val="en-US"/>
              </w:rPr>
            </w:pPr>
            <w:r w:rsidRPr="009E4BD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  <w:lang w:val="en-US"/>
              </w:rPr>
              <w:t>0..*</w:t>
            </w:r>
          </w:p>
        </w:tc>
        <w:tc>
          <w:tcPr>
            <w:tcW w:w="1249" w:type="dxa"/>
            <w:vAlign w:val="center"/>
          </w:tcPr>
          <w:p w14:paraId="29875AB3" w14:textId="77777777" w:rsidR="007F25AC" w:rsidRPr="009E4BD0" w:rsidRDefault="007F25AC" w:rsidP="009E430D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  <w:lang w:val="en-US"/>
              </w:rPr>
            </w:pPr>
          </w:p>
        </w:tc>
        <w:tc>
          <w:tcPr>
            <w:tcW w:w="2661" w:type="dxa"/>
            <w:vAlign w:val="center"/>
          </w:tcPr>
          <w:p w14:paraId="48AF6144" w14:textId="77777777" w:rsidR="007F25AC" w:rsidRPr="009E4BD0" w:rsidRDefault="007F25AC" w:rsidP="009E430D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  <w:lang w:val="en-US"/>
              </w:rPr>
            </w:pPr>
            <w:r w:rsidRPr="009E4BD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7F25AC" w14:paraId="55F5B104" w14:textId="77777777" w:rsidTr="008F6071">
        <w:trPr>
          <w:trHeight w:val="255"/>
        </w:trPr>
        <w:tc>
          <w:tcPr>
            <w:tcW w:w="3257" w:type="dxa"/>
            <w:noWrap/>
            <w:vAlign w:val="center"/>
          </w:tcPr>
          <w:p w14:paraId="46FF2BAE" w14:textId="77777777" w:rsidR="007F25AC" w:rsidRPr="009E4BD0" w:rsidRDefault="007F25AC" w:rsidP="009E430D">
            <w:pPr>
              <w:ind w:firstLineChars="300" w:firstLine="600"/>
              <w:rPr>
                <w:rFonts w:ascii="Arial" w:hAnsi="Arial" w:cs="Arial"/>
                <w:color w:val="A6A6A6" w:themeColor="background1" w:themeShade="A6"/>
                <w:szCs w:val="20"/>
                <w:lang w:val="en-US"/>
              </w:rPr>
            </w:pPr>
            <w:r w:rsidRPr="009E4BD0">
              <w:rPr>
                <w:rFonts w:ascii="Arial" w:hAnsi="Arial" w:cs="Arial"/>
                <w:color w:val="A6A6A6" w:themeColor="background1" w:themeShade="A6"/>
                <w:szCs w:val="20"/>
                <w:lang w:val="en-US"/>
              </w:rPr>
              <w:t>telecom</w:t>
            </w:r>
          </w:p>
        </w:tc>
        <w:tc>
          <w:tcPr>
            <w:tcW w:w="1089" w:type="dxa"/>
            <w:noWrap/>
            <w:vAlign w:val="center"/>
          </w:tcPr>
          <w:p w14:paraId="463B8C6D" w14:textId="77777777" w:rsidR="007F25AC" w:rsidRPr="009E4BD0" w:rsidRDefault="007F25AC" w:rsidP="009E430D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  <w:lang w:val="en-US"/>
              </w:rPr>
            </w:pPr>
            <w:r w:rsidRPr="009E4BD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  <w:lang w:val="en-US"/>
              </w:rPr>
              <w:t>0..*</w:t>
            </w:r>
          </w:p>
        </w:tc>
        <w:tc>
          <w:tcPr>
            <w:tcW w:w="1249" w:type="dxa"/>
            <w:vAlign w:val="center"/>
          </w:tcPr>
          <w:p w14:paraId="7586FFBF" w14:textId="77777777" w:rsidR="007F25AC" w:rsidRPr="009E4BD0" w:rsidRDefault="007F25AC" w:rsidP="009E430D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  <w:lang w:val="en-US"/>
              </w:rPr>
            </w:pPr>
          </w:p>
        </w:tc>
        <w:tc>
          <w:tcPr>
            <w:tcW w:w="2661" w:type="dxa"/>
            <w:vAlign w:val="center"/>
          </w:tcPr>
          <w:p w14:paraId="570E2D88" w14:textId="77777777" w:rsidR="007F25AC" w:rsidRPr="009E4BD0" w:rsidRDefault="007F25AC" w:rsidP="009E430D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  <w:lang w:val="en-US"/>
              </w:rPr>
            </w:pPr>
            <w:r w:rsidRPr="009E4BD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7F25AC" w14:paraId="711FCD94" w14:textId="77777777" w:rsidTr="008F6071">
        <w:trPr>
          <w:trHeight w:val="255"/>
        </w:trPr>
        <w:tc>
          <w:tcPr>
            <w:tcW w:w="3257" w:type="dxa"/>
            <w:shd w:val="clear" w:color="auto" w:fill="C0C0C0"/>
            <w:noWrap/>
            <w:vAlign w:val="center"/>
          </w:tcPr>
          <w:p w14:paraId="4D94D4E6" w14:textId="77777777" w:rsidR="007F25AC" w:rsidRPr="009E4BD0" w:rsidRDefault="007F25AC" w:rsidP="009E430D">
            <w:pPr>
              <w:ind w:firstLineChars="300" w:firstLine="540"/>
              <w:rPr>
                <w:rFonts w:ascii="Microsoft Sans Serif" w:hAnsi="Microsoft Sans Serif" w:cs="Microsoft Sans Serif"/>
                <w:b/>
                <w:bCs/>
                <w:i/>
                <w:iCs/>
                <w:color w:val="A6A6A6" w:themeColor="background1" w:themeShade="A6"/>
                <w:sz w:val="18"/>
                <w:szCs w:val="18"/>
                <w:lang w:val="en-US"/>
              </w:rPr>
            </w:pPr>
            <w:r w:rsidRPr="009E4BD0">
              <w:rPr>
                <w:rFonts w:ascii="Microsoft Sans Serif" w:hAnsi="Microsoft Sans Serif" w:cs="Microsoft Sans Serif"/>
                <w:b/>
                <w:bCs/>
                <w:i/>
                <w:iCs/>
                <w:color w:val="A6A6A6" w:themeColor="background1" w:themeShade="A6"/>
                <w:sz w:val="18"/>
                <w:szCs w:val="18"/>
                <w:lang w:val="en-US"/>
              </w:rPr>
              <w:lastRenderedPageBreak/>
              <w:t>informationRecipient</w:t>
            </w:r>
          </w:p>
        </w:tc>
        <w:tc>
          <w:tcPr>
            <w:tcW w:w="1089" w:type="dxa"/>
            <w:shd w:val="clear" w:color="auto" w:fill="C0C0C0"/>
            <w:noWrap/>
            <w:vAlign w:val="center"/>
          </w:tcPr>
          <w:p w14:paraId="61B84B5A" w14:textId="77777777" w:rsidR="007F25AC" w:rsidRPr="009E4BD0" w:rsidRDefault="007F25AC" w:rsidP="009E430D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9E4BD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249" w:type="dxa"/>
            <w:shd w:val="clear" w:color="auto" w:fill="C0C0C0"/>
            <w:vAlign w:val="center"/>
          </w:tcPr>
          <w:p w14:paraId="762FA6B1" w14:textId="77777777" w:rsidR="007F25AC" w:rsidRPr="009E4BD0" w:rsidRDefault="007F25AC" w:rsidP="009E430D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661" w:type="dxa"/>
            <w:shd w:val="clear" w:color="auto" w:fill="C0C0C0"/>
            <w:vAlign w:val="center"/>
          </w:tcPr>
          <w:p w14:paraId="1D1ABCD4" w14:textId="77777777" w:rsidR="007F25AC" w:rsidRPr="009E4BD0" w:rsidRDefault="007F25AC" w:rsidP="009E430D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9E4BD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Voidaan käyttää jos uusimispyynnössä on nimetty pyynnön käsittelijä (Person CMET)</w:t>
            </w:r>
          </w:p>
          <w:p w14:paraId="25CAD37B" w14:textId="77777777" w:rsidR="007F25AC" w:rsidRPr="009E4BD0" w:rsidRDefault="007F25AC" w:rsidP="009E430D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9E4BD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7F25AC" w14:paraId="0FA7D7D4" w14:textId="77777777" w:rsidTr="008F6071">
        <w:trPr>
          <w:trHeight w:val="255"/>
        </w:trPr>
        <w:tc>
          <w:tcPr>
            <w:tcW w:w="3257" w:type="dxa"/>
            <w:tcBorders>
              <w:bottom w:val="single" w:sz="12" w:space="0" w:color="auto"/>
            </w:tcBorders>
            <w:shd w:val="clear" w:color="auto" w:fill="C0C0C0"/>
            <w:noWrap/>
            <w:vAlign w:val="center"/>
          </w:tcPr>
          <w:p w14:paraId="6C1E93EF" w14:textId="77777777" w:rsidR="007F25AC" w:rsidRPr="009E4BD0" w:rsidRDefault="007F25AC" w:rsidP="009E430D">
            <w:pPr>
              <w:ind w:firstLineChars="300" w:firstLine="540"/>
              <w:rPr>
                <w:rFonts w:ascii="Microsoft Sans Serif" w:hAnsi="Microsoft Sans Serif" w:cs="Microsoft Sans Serif"/>
                <w:b/>
                <w:bCs/>
                <w:i/>
                <w:iCs/>
                <w:color w:val="A6A6A6" w:themeColor="background1" w:themeShade="A6"/>
                <w:sz w:val="18"/>
                <w:szCs w:val="18"/>
              </w:rPr>
            </w:pPr>
            <w:r w:rsidRPr="009E4BD0">
              <w:rPr>
                <w:rFonts w:ascii="Microsoft Sans Serif" w:hAnsi="Microsoft Sans Serif" w:cs="Microsoft Sans Serif"/>
                <w:b/>
                <w:bCs/>
                <w:i/>
                <w:iCs/>
                <w:color w:val="A6A6A6" w:themeColor="background1" w:themeShade="A6"/>
                <w:sz w:val="18"/>
                <w:szCs w:val="18"/>
              </w:rPr>
              <w:t>receivedOrganization</w:t>
            </w:r>
          </w:p>
        </w:tc>
        <w:tc>
          <w:tcPr>
            <w:tcW w:w="1089" w:type="dxa"/>
            <w:tcBorders>
              <w:bottom w:val="single" w:sz="12" w:space="0" w:color="auto"/>
            </w:tcBorders>
            <w:shd w:val="clear" w:color="auto" w:fill="C0C0C0"/>
            <w:noWrap/>
            <w:vAlign w:val="center"/>
          </w:tcPr>
          <w:p w14:paraId="6C1E2AB0" w14:textId="77777777" w:rsidR="007F25AC" w:rsidRPr="009E4BD0" w:rsidRDefault="007F25AC" w:rsidP="009E430D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9E4BD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249" w:type="dxa"/>
            <w:tcBorders>
              <w:bottom w:val="single" w:sz="12" w:space="0" w:color="auto"/>
            </w:tcBorders>
            <w:shd w:val="clear" w:color="auto" w:fill="C0C0C0"/>
            <w:vAlign w:val="center"/>
          </w:tcPr>
          <w:p w14:paraId="5C588D4F" w14:textId="77777777" w:rsidR="007F25AC" w:rsidRPr="009E4BD0" w:rsidRDefault="007F25AC" w:rsidP="009E430D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661" w:type="dxa"/>
            <w:tcBorders>
              <w:bottom w:val="single" w:sz="12" w:space="0" w:color="auto"/>
            </w:tcBorders>
            <w:shd w:val="clear" w:color="auto" w:fill="C0C0C0"/>
            <w:vAlign w:val="center"/>
          </w:tcPr>
          <w:p w14:paraId="4C31F4C7" w14:textId="77777777" w:rsidR="007F25AC" w:rsidRPr="009E4BD0" w:rsidRDefault="007F25AC" w:rsidP="009E430D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9E4BD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Voidaan käyttää antamaan täsmällisempiä tietoja uusimispyynnön vastaanottavasta organisaatiosta (Organisaation CMET) Huom. Tästä CMETistä käytetään vain id-kenttää.</w:t>
            </w:r>
          </w:p>
          <w:p w14:paraId="33885168" w14:textId="77777777" w:rsidR="007F25AC" w:rsidRPr="009E4BD0" w:rsidRDefault="007F25AC" w:rsidP="009E430D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9E4BD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7F25AC" w14:paraId="23E3B9E4" w14:textId="77777777" w:rsidTr="008F6071">
        <w:trPr>
          <w:trHeight w:val="255"/>
        </w:trPr>
        <w:tc>
          <w:tcPr>
            <w:tcW w:w="3257" w:type="dxa"/>
            <w:shd w:val="clear" w:color="auto" w:fill="FFFFFF"/>
            <w:noWrap/>
            <w:vAlign w:val="center"/>
          </w:tcPr>
          <w:p w14:paraId="350F99B6" w14:textId="77777777" w:rsidR="007F25AC" w:rsidRPr="009E4BD0" w:rsidRDefault="007F25AC" w:rsidP="009E430D">
            <w:pPr>
              <w:ind w:left="1304" w:firstLineChars="100" w:firstLine="200"/>
              <w:rPr>
                <w:rFonts w:ascii="Microsoft Sans Serif" w:hAnsi="Microsoft Sans Serif" w:cs="Microsoft Sans Serif"/>
                <w:b/>
                <w:bCs/>
                <w:color w:val="A6A6A6" w:themeColor="background1" w:themeShade="A6"/>
                <w:sz w:val="18"/>
                <w:szCs w:val="18"/>
              </w:rPr>
            </w:pPr>
            <w:r w:rsidRPr="009E4BD0">
              <w:rPr>
                <w:rFonts w:ascii="Arial" w:hAnsi="Arial" w:cs="Arial"/>
                <w:color w:val="A6A6A6" w:themeColor="background1" w:themeShade="A6"/>
                <w:szCs w:val="20"/>
              </w:rPr>
              <w:t>id</w:t>
            </w:r>
          </w:p>
        </w:tc>
        <w:tc>
          <w:tcPr>
            <w:tcW w:w="1089" w:type="dxa"/>
            <w:shd w:val="clear" w:color="auto" w:fill="FFFFFF"/>
            <w:noWrap/>
            <w:vAlign w:val="center"/>
          </w:tcPr>
          <w:p w14:paraId="3288AFB6" w14:textId="77777777" w:rsidR="007F25AC" w:rsidRPr="009E4BD0" w:rsidRDefault="007F25AC" w:rsidP="009E430D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9E4BD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1..*</w:t>
            </w:r>
          </w:p>
        </w:tc>
        <w:tc>
          <w:tcPr>
            <w:tcW w:w="1249" w:type="dxa"/>
            <w:shd w:val="clear" w:color="auto" w:fill="FFFFFF"/>
            <w:vAlign w:val="center"/>
          </w:tcPr>
          <w:p w14:paraId="40C9B5BB" w14:textId="77777777" w:rsidR="007F25AC" w:rsidRPr="009E4BD0" w:rsidRDefault="007F25AC" w:rsidP="009E430D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661" w:type="dxa"/>
            <w:shd w:val="clear" w:color="auto" w:fill="FFFFFF"/>
            <w:vAlign w:val="center"/>
          </w:tcPr>
          <w:p w14:paraId="154D8DE5" w14:textId="77777777" w:rsidR="007F25AC" w:rsidRPr="009E4BD0" w:rsidRDefault="007F25AC" w:rsidP="009E430D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9E4BD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Uusimispyynnön vastaanottajan OID-tunnus (organisaatiotaso)</w:t>
            </w:r>
          </w:p>
          <w:p w14:paraId="5B493E31" w14:textId="77777777" w:rsidR="007F25AC" w:rsidRPr="009E4BD0" w:rsidRDefault="007F25AC" w:rsidP="009E430D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9E4BD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7F25AC" w14:paraId="31C3A8EB" w14:textId="77777777" w:rsidTr="008F6071">
        <w:trPr>
          <w:trHeight w:val="255"/>
        </w:trPr>
        <w:tc>
          <w:tcPr>
            <w:tcW w:w="3257" w:type="dxa"/>
            <w:shd w:val="clear" w:color="auto" w:fill="C0C0C0"/>
            <w:noWrap/>
            <w:vAlign w:val="center"/>
          </w:tcPr>
          <w:p w14:paraId="725F1C5E" w14:textId="11FA96D2" w:rsidR="007F25AC" w:rsidRPr="009E4BD0" w:rsidRDefault="007F25AC" w:rsidP="009E430D">
            <w:pPr>
              <w:ind w:firstLineChars="100" w:firstLine="180"/>
              <w:rPr>
                <w:rFonts w:ascii="Microsoft Sans Serif" w:hAnsi="Microsoft Sans Serif" w:cs="Microsoft Sans Serif"/>
                <w:b/>
                <w:bCs/>
                <w:color w:val="A6A6A6" w:themeColor="background1" w:themeShade="A6"/>
                <w:sz w:val="18"/>
                <w:szCs w:val="18"/>
              </w:rPr>
            </w:pPr>
            <w:bookmarkStart w:id="69" w:name="RANGE!D81"/>
            <w:r w:rsidRPr="009E4BD0">
              <w:rPr>
                <w:rFonts w:ascii="Microsoft Sans Serif" w:hAnsi="Microsoft Sans Serif" w:cs="Microsoft Sans Serif"/>
                <w:b/>
                <w:bCs/>
                <w:color w:val="A6A6A6" w:themeColor="background1" w:themeShade="A6"/>
                <w:sz w:val="18"/>
                <w:szCs w:val="18"/>
              </w:rPr>
              <w:t>legalAuthenticator</w:t>
            </w:r>
            <w:bookmarkEnd w:id="69"/>
          </w:p>
        </w:tc>
        <w:tc>
          <w:tcPr>
            <w:tcW w:w="1089" w:type="dxa"/>
            <w:shd w:val="clear" w:color="auto" w:fill="C0C0C0"/>
            <w:noWrap/>
            <w:vAlign w:val="center"/>
          </w:tcPr>
          <w:p w14:paraId="45D0395C" w14:textId="77777777" w:rsidR="007F25AC" w:rsidRPr="009E4BD0" w:rsidRDefault="007F25AC" w:rsidP="009E430D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9E4BD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249" w:type="dxa"/>
            <w:shd w:val="clear" w:color="auto" w:fill="C0C0C0"/>
            <w:vAlign w:val="center"/>
          </w:tcPr>
          <w:p w14:paraId="603557F6" w14:textId="77777777" w:rsidR="007F25AC" w:rsidRPr="009E4BD0" w:rsidRDefault="007F25AC" w:rsidP="009E430D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661" w:type="dxa"/>
            <w:shd w:val="clear" w:color="auto" w:fill="C0C0C0"/>
            <w:vAlign w:val="center"/>
          </w:tcPr>
          <w:p w14:paraId="797C5487" w14:textId="77777777" w:rsidR="007F25AC" w:rsidRPr="009E4BD0" w:rsidRDefault="007F25AC" w:rsidP="009E430D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9E4BD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7F25AC" w14:paraId="6B721B72" w14:textId="77777777" w:rsidTr="008F6071">
        <w:trPr>
          <w:trHeight w:val="255"/>
        </w:trPr>
        <w:tc>
          <w:tcPr>
            <w:tcW w:w="3257" w:type="dxa"/>
            <w:shd w:val="clear" w:color="auto" w:fill="C0C0C0"/>
            <w:noWrap/>
            <w:vAlign w:val="center"/>
          </w:tcPr>
          <w:p w14:paraId="3A340C2C" w14:textId="0F01678C" w:rsidR="007F25AC" w:rsidRPr="009E4BD0" w:rsidRDefault="007F25AC" w:rsidP="009E430D">
            <w:pPr>
              <w:ind w:firstLineChars="100" w:firstLine="180"/>
              <w:rPr>
                <w:rFonts w:ascii="Microsoft Sans Serif" w:hAnsi="Microsoft Sans Serif" w:cs="Microsoft Sans Serif"/>
                <w:b/>
                <w:bCs/>
                <w:color w:val="A6A6A6" w:themeColor="background1" w:themeShade="A6"/>
                <w:sz w:val="18"/>
                <w:szCs w:val="18"/>
              </w:rPr>
            </w:pPr>
            <w:bookmarkStart w:id="70" w:name="RANGE!D86"/>
            <w:r w:rsidRPr="009E4BD0">
              <w:rPr>
                <w:rFonts w:ascii="Microsoft Sans Serif" w:hAnsi="Microsoft Sans Serif" w:cs="Microsoft Sans Serif"/>
                <w:b/>
                <w:bCs/>
                <w:color w:val="A6A6A6" w:themeColor="background1" w:themeShade="A6"/>
                <w:sz w:val="18"/>
                <w:szCs w:val="18"/>
              </w:rPr>
              <w:t>authenticator</w:t>
            </w:r>
            <w:bookmarkEnd w:id="70"/>
          </w:p>
        </w:tc>
        <w:tc>
          <w:tcPr>
            <w:tcW w:w="1089" w:type="dxa"/>
            <w:shd w:val="clear" w:color="auto" w:fill="C0C0C0"/>
            <w:noWrap/>
            <w:vAlign w:val="center"/>
          </w:tcPr>
          <w:p w14:paraId="79C3D4CA" w14:textId="77777777" w:rsidR="007F25AC" w:rsidRPr="009E4BD0" w:rsidRDefault="007F25AC" w:rsidP="009E430D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9E4BD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0..*</w:t>
            </w:r>
          </w:p>
        </w:tc>
        <w:tc>
          <w:tcPr>
            <w:tcW w:w="1249" w:type="dxa"/>
            <w:shd w:val="clear" w:color="auto" w:fill="C0C0C0"/>
            <w:vAlign w:val="center"/>
          </w:tcPr>
          <w:p w14:paraId="68C73D4B" w14:textId="77777777" w:rsidR="007F25AC" w:rsidRPr="009E4BD0" w:rsidRDefault="007F25AC" w:rsidP="009E430D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661" w:type="dxa"/>
            <w:shd w:val="clear" w:color="auto" w:fill="C0C0C0"/>
            <w:vAlign w:val="center"/>
          </w:tcPr>
          <w:p w14:paraId="3E876673" w14:textId="77777777" w:rsidR="007F25AC" w:rsidRPr="009E4BD0" w:rsidRDefault="007F25AC" w:rsidP="009E430D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9E4BD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7F25AC" w14:paraId="2B54C9C1" w14:textId="77777777" w:rsidTr="008F6071">
        <w:trPr>
          <w:trHeight w:val="255"/>
        </w:trPr>
        <w:tc>
          <w:tcPr>
            <w:tcW w:w="3257" w:type="dxa"/>
            <w:shd w:val="clear" w:color="auto" w:fill="C0C0C0"/>
            <w:noWrap/>
            <w:vAlign w:val="center"/>
          </w:tcPr>
          <w:p w14:paraId="1393E42B" w14:textId="2BEB0368" w:rsidR="007F25AC" w:rsidRPr="009E4BD0" w:rsidRDefault="007F25AC" w:rsidP="009E430D">
            <w:pPr>
              <w:ind w:firstLineChars="100" w:firstLine="180"/>
              <w:rPr>
                <w:rFonts w:ascii="Microsoft Sans Serif" w:hAnsi="Microsoft Sans Serif" w:cs="Microsoft Sans Serif"/>
                <w:b/>
                <w:bCs/>
                <w:color w:val="A6A6A6" w:themeColor="background1" w:themeShade="A6"/>
                <w:sz w:val="18"/>
                <w:szCs w:val="18"/>
              </w:rPr>
            </w:pPr>
            <w:bookmarkStart w:id="71" w:name="RANGE!D91"/>
            <w:r w:rsidRPr="009E4BD0">
              <w:rPr>
                <w:rFonts w:ascii="Microsoft Sans Serif" w:hAnsi="Microsoft Sans Serif" w:cs="Microsoft Sans Serif"/>
                <w:b/>
                <w:bCs/>
                <w:color w:val="A6A6A6" w:themeColor="background1" w:themeShade="A6"/>
                <w:sz w:val="18"/>
                <w:szCs w:val="18"/>
              </w:rPr>
              <w:t>participant</w:t>
            </w:r>
            <w:bookmarkEnd w:id="71"/>
          </w:p>
        </w:tc>
        <w:tc>
          <w:tcPr>
            <w:tcW w:w="1089" w:type="dxa"/>
            <w:shd w:val="clear" w:color="auto" w:fill="C0C0C0"/>
            <w:noWrap/>
            <w:vAlign w:val="center"/>
          </w:tcPr>
          <w:p w14:paraId="2BA513EC" w14:textId="77777777" w:rsidR="007F25AC" w:rsidRPr="009E4BD0" w:rsidRDefault="007F25AC" w:rsidP="009E430D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9E4BD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0..*</w:t>
            </w:r>
          </w:p>
        </w:tc>
        <w:tc>
          <w:tcPr>
            <w:tcW w:w="1249" w:type="dxa"/>
            <w:shd w:val="clear" w:color="auto" w:fill="C0C0C0"/>
            <w:vAlign w:val="center"/>
          </w:tcPr>
          <w:p w14:paraId="76FA1774" w14:textId="77777777" w:rsidR="007F25AC" w:rsidRPr="009E4BD0" w:rsidRDefault="007F25AC" w:rsidP="009E430D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661" w:type="dxa"/>
            <w:shd w:val="clear" w:color="auto" w:fill="C0C0C0"/>
            <w:vAlign w:val="center"/>
          </w:tcPr>
          <w:p w14:paraId="7362AB5B" w14:textId="77777777" w:rsidR="007F25AC" w:rsidRPr="009E4BD0" w:rsidRDefault="007F25AC" w:rsidP="009E430D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9E4BD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7F25AC" w14:paraId="7126CED3" w14:textId="77777777" w:rsidTr="008F6071">
        <w:trPr>
          <w:trHeight w:val="255"/>
        </w:trPr>
        <w:tc>
          <w:tcPr>
            <w:tcW w:w="3257" w:type="dxa"/>
            <w:shd w:val="clear" w:color="auto" w:fill="C0C0C0"/>
            <w:noWrap/>
            <w:vAlign w:val="center"/>
          </w:tcPr>
          <w:p w14:paraId="6ECCC927" w14:textId="0C578135" w:rsidR="007F25AC" w:rsidRPr="009E4BD0" w:rsidRDefault="007F25AC" w:rsidP="009E430D">
            <w:pPr>
              <w:ind w:firstLineChars="100" w:firstLine="180"/>
              <w:rPr>
                <w:rFonts w:ascii="Microsoft Sans Serif" w:hAnsi="Microsoft Sans Serif" w:cs="Microsoft Sans Serif"/>
                <w:b/>
                <w:bCs/>
                <w:color w:val="A6A6A6" w:themeColor="background1" w:themeShade="A6"/>
                <w:sz w:val="18"/>
                <w:szCs w:val="18"/>
              </w:rPr>
            </w:pPr>
            <w:bookmarkStart w:id="72" w:name="RANGE!D103"/>
            <w:r w:rsidRPr="009E4BD0">
              <w:rPr>
                <w:rFonts w:ascii="Microsoft Sans Serif" w:hAnsi="Microsoft Sans Serif" w:cs="Microsoft Sans Serif"/>
                <w:b/>
                <w:bCs/>
                <w:color w:val="A6A6A6" w:themeColor="background1" w:themeShade="A6"/>
                <w:sz w:val="18"/>
                <w:szCs w:val="18"/>
              </w:rPr>
              <w:t>inFulfillmentOf</w:t>
            </w:r>
            <w:bookmarkEnd w:id="72"/>
          </w:p>
        </w:tc>
        <w:tc>
          <w:tcPr>
            <w:tcW w:w="1089" w:type="dxa"/>
            <w:shd w:val="clear" w:color="auto" w:fill="C0C0C0"/>
            <w:noWrap/>
            <w:vAlign w:val="center"/>
          </w:tcPr>
          <w:p w14:paraId="414DC76B" w14:textId="77777777" w:rsidR="007F25AC" w:rsidRPr="009E4BD0" w:rsidRDefault="007F25AC" w:rsidP="009E430D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9E4BD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0..*</w:t>
            </w:r>
          </w:p>
        </w:tc>
        <w:tc>
          <w:tcPr>
            <w:tcW w:w="1249" w:type="dxa"/>
            <w:shd w:val="clear" w:color="auto" w:fill="C0C0C0"/>
            <w:vAlign w:val="center"/>
          </w:tcPr>
          <w:p w14:paraId="5FE81D39" w14:textId="77777777" w:rsidR="007F25AC" w:rsidRPr="009E4BD0" w:rsidRDefault="007F25AC" w:rsidP="009E430D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661" w:type="dxa"/>
            <w:shd w:val="clear" w:color="auto" w:fill="C0C0C0"/>
            <w:vAlign w:val="center"/>
          </w:tcPr>
          <w:p w14:paraId="66B60D3D" w14:textId="77777777" w:rsidR="007F25AC" w:rsidRPr="009E4BD0" w:rsidRDefault="007F25AC" w:rsidP="009E430D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9E4BD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7F25AC" w14:paraId="4BE4E625" w14:textId="77777777" w:rsidTr="008F6071">
        <w:trPr>
          <w:trHeight w:val="255"/>
        </w:trPr>
        <w:tc>
          <w:tcPr>
            <w:tcW w:w="3257" w:type="dxa"/>
            <w:shd w:val="clear" w:color="auto" w:fill="C0C0C0"/>
            <w:noWrap/>
            <w:vAlign w:val="center"/>
          </w:tcPr>
          <w:p w14:paraId="78D9638B" w14:textId="1AFEB6FC" w:rsidR="007F25AC" w:rsidRPr="009E4BD0" w:rsidRDefault="007F25AC" w:rsidP="009E430D">
            <w:pPr>
              <w:ind w:firstLineChars="100" w:firstLine="180"/>
              <w:rPr>
                <w:rFonts w:ascii="Microsoft Sans Serif" w:hAnsi="Microsoft Sans Serif" w:cs="Microsoft Sans Serif"/>
                <w:b/>
                <w:bCs/>
                <w:color w:val="A6A6A6" w:themeColor="background1" w:themeShade="A6"/>
                <w:sz w:val="18"/>
                <w:szCs w:val="18"/>
              </w:rPr>
            </w:pPr>
            <w:bookmarkStart w:id="73" w:name="RANGE!D111"/>
            <w:r w:rsidRPr="009E4BD0">
              <w:rPr>
                <w:rFonts w:ascii="Microsoft Sans Serif" w:hAnsi="Microsoft Sans Serif" w:cs="Microsoft Sans Serif"/>
                <w:b/>
                <w:bCs/>
                <w:color w:val="A6A6A6" w:themeColor="background1" w:themeShade="A6"/>
                <w:sz w:val="18"/>
                <w:szCs w:val="18"/>
              </w:rPr>
              <w:t>documentationOf</w:t>
            </w:r>
            <w:bookmarkEnd w:id="73"/>
          </w:p>
        </w:tc>
        <w:tc>
          <w:tcPr>
            <w:tcW w:w="1089" w:type="dxa"/>
            <w:shd w:val="clear" w:color="auto" w:fill="C0C0C0"/>
            <w:noWrap/>
            <w:vAlign w:val="center"/>
          </w:tcPr>
          <w:p w14:paraId="46CCC51B" w14:textId="77777777" w:rsidR="007F25AC" w:rsidRPr="009E4BD0" w:rsidRDefault="007F25AC" w:rsidP="009E430D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9E4BD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0..*</w:t>
            </w:r>
          </w:p>
        </w:tc>
        <w:tc>
          <w:tcPr>
            <w:tcW w:w="1249" w:type="dxa"/>
            <w:shd w:val="clear" w:color="auto" w:fill="C0C0C0"/>
            <w:vAlign w:val="center"/>
          </w:tcPr>
          <w:p w14:paraId="38B26F28" w14:textId="77777777" w:rsidR="007F25AC" w:rsidRPr="009E4BD0" w:rsidRDefault="007F25AC" w:rsidP="009E430D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661" w:type="dxa"/>
            <w:shd w:val="clear" w:color="auto" w:fill="C0C0C0"/>
            <w:vAlign w:val="center"/>
          </w:tcPr>
          <w:p w14:paraId="305F1CE9" w14:textId="77777777" w:rsidR="007F25AC" w:rsidRPr="009E4BD0" w:rsidRDefault="007F25AC" w:rsidP="009E430D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9E4BD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7F25AC" w14:paraId="7FD28EE8" w14:textId="77777777" w:rsidTr="008F6071">
        <w:trPr>
          <w:trHeight w:val="255"/>
        </w:trPr>
        <w:tc>
          <w:tcPr>
            <w:tcW w:w="3257" w:type="dxa"/>
            <w:shd w:val="clear" w:color="auto" w:fill="C0C0C0"/>
            <w:noWrap/>
            <w:vAlign w:val="center"/>
          </w:tcPr>
          <w:p w14:paraId="275DE891" w14:textId="133FF6C0" w:rsidR="007F25AC" w:rsidRDefault="007F25AC" w:rsidP="009E430D">
            <w:pPr>
              <w:ind w:firstLineChars="100" w:firstLine="180"/>
              <w:rPr>
                <w:rFonts w:ascii="Microsoft Sans Serif" w:hAnsi="Microsoft Sans Serif" w:cs="Microsoft Sans Serif"/>
                <w:b/>
                <w:bCs/>
                <w:sz w:val="18"/>
                <w:szCs w:val="18"/>
              </w:rPr>
            </w:pPr>
            <w:bookmarkStart w:id="74" w:name="RANGE!D124"/>
            <w:r>
              <w:rPr>
                <w:rFonts w:ascii="Microsoft Sans Serif" w:hAnsi="Microsoft Sans Serif" w:cs="Microsoft Sans Serif"/>
                <w:b/>
                <w:bCs/>
                <w:sz w:val="18"/>
                <w:szCs w:val="18"/>
              </w:rPr>
              <w:t>relatedDocument</w:t>
            </w:r>
            <w:bookmarkEnd w:id="74"/>
          </w:p>
        </w:tc>
        <w:tc>
          <w:tcPr>
            <w:tcW w:w="1089" w:type="dxa"/>
            <w:shd w:val="clear" w:color="auto" w:fill="C0C0C0"/>
            <w:noWrap/>
            <w:vAlign w:val="center"/>
          </w:tcPr>
          <w:p w14:paraId="58AFD552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0..*</w:t>
            </w:r>
          </w:p>
        </w:tc>
        <w:tc>
          <w:tcPr>
            <w:tcW w:w="1249" w:type="dxa"/>
            <w:shd w:val="clear" w:color="auto" w:fill="C0C0C0"/>
            <w:vAlign w:val="center"/>
          </w:tcPr>
          <w:p w14:paraId="6C97920A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661" w:type="dxa"/>
            <w:shd w:val="clear" w:color="auto" w:fill="C0C0C0"/>
            <w:vAlign w:val="center"/>
          </w:tcPr>
          <w:p w14:paraId="0DCA6F04" w14:textId="77777777" w:rsidR="007F25AC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Käytetään dokumenttien versionhallintaan</w:t>
            </w:r>
          </w:p>
          <w:p w14:paraId="2A1196CA" w14:textId="77777777" w:rsidR="007F25AC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Rakenteen käyttö ja kentissä saamat arvot on kuvattu tarkemmin dokumentissa "Lääkemääräyksen CDA R2 header"</w:t>
            </w:r>
          </w:p>
        </w:tc>
      </w:tr>
      <w:tr w:rsidR="007F25AC" w14:paraId="338BC3D9" w14:textId="77777777" w:rsidTr="008F6071">
        <w:trPr>
          <w:trHeight w:val="255"/>
        </w:trPr>
        <w:tc>
          <w:tcPr>
            <w:tcW w:w="3257" w:type="dxa"/>
            <w:noWrap/>
            <w:vAlign w:val="center"/>
          </w:tcPr>
          <w:p w14:paraId="4BC15E14" w14:textId="77777777" w:rsidR="007F25AC" w:rsidRDefault="007F25AC" w:rsidP="009E430D">
            <w:pPr>
              <w:ind w:firstLineChars="190" w:firstLine="342"/>
              <w:rPr>
                <w:rFonts w:ascii="Microsoft Sans Serif" w:hAnsi="Microsoft Sans Serif" w:cs="Microsoft Sans Serif"/>
                <w:bCs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bCs/>
                <w:sz w:val="18"/>
                <w:szCs w:val="18"/>
              </w:rPr>
              <w:t>typeCode</w:t>
            </w:r>
          </w:p>
        </w:tc>
        <w:tc>
          <w:tcPr>
            <w:tcW w:w="1089" w:type="dxa"/>
            <w:noWrap/>
            <w:vAlign w:val="center"/>
          </w:tcPr>
          <w:p w14:paraId="54431296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1..1</w:t>
            </w:r>
          </w:p>
        </w:tc>
        <w:tc>
          <w:tcPr>
            <w:tcW w:w="1249" w:type="dxa"/>
            <w:vAlign w:val="center"/>
          </w:tcPr>
          <w:p w14:paraId="2C2CDEDB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661" w:type="dxa"/>
            <w:vAlign w:val="center"/>
          </w:tcPr>
          <w:p w14:paraId="506E53A5" w14:textId="77777777" w:rsidR="007F25AC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APND (alkuperäiseen dokumenttiin lisäys)</w:t>
            </w:r>
          </w:p>
        </w:tc>
      </w:tr>
      <w:tr w:rsidR="007F25AC" w14:paraId="27285FD8" w14:textId="77777777" w:rsidTr="008F6071">
        <w:trPr>
          <w:trHeight w:val="255"/>
        </w:trPr>
        <w:tc>
          <w:tcPr>
            <w:tcW w:w="3257" w:type="dxa"/>
            <w:shd w:val="clear" w:color="auto" w:fill="C0C0C0"/>
            <w:noWrap/>
            <w:vAlign w:val="center"/>
          </w:tcPr>
          <w:p w14:paraId="13E52CAF" w14:textId="77777777" w:rsidR="007F25AC" w:rsidRDefault="007F25AC" w:rsidP="009E430D">
            <w:pPr>
              <w:ind w:firstLineChars="190" w:firstLine="342"/>
              <w:rPr>
                <w:rFonts w:ascii="Microsoft Sans Serif" w:hAnsi="Microsoft Sans Serif" w:cs="Microsoft Sans Serif"/>
                <w:b/>
                <w:bCs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b/>
                <w:bCs/>
                <w:sz w:val="18"/>
                <w:szCs w:val="18"/>
              </w:rPr>
              <w:t>parentDocument</w:t>
            </w:r>
          </w:p>
        </w:tc>
        <w:tc>
          <w:tcPr>
            <w:tcW w:w="1089" w:type="dxa"/>
            <w:shd w:val="clear" w:color="auto" w:fill="C0C0C0"/>
            <w:noWrap/>
            <w:vAlign w:val="center"/>
          </w:tcPr>
          <w:p w14:paraId="59EFE8AD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1..1</w:t>
            </w:r>
          </w:p>
        </w:tc>
        <w:tc>
          <w:tcPr>
            <w:tcW w:w="1249" w:type="dxa"/>
            <w:shd w:val="clear" w:color="auto" w:fill="C0C0C0"/>
            <w:vAlign w:val="center"/>
          </w:tcPr>
          <w:p w14:paraId="63BE0A0A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661" w:type="dxa"/>
            <w:shd w:val="clear" w:color="auto" w:fill="C0C0C0"/>
            <w:vAlign w:val="center"/>
          </w:tcPr>
          <w:p w14:paraId="0C940FA2" w14:textId="77777777" w:rsidR="007F25AC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</w:tr>
      <w:tr w:rsidR="007F25AC" w14:paraId="09A6D9A6" w14:textId="77777777" w:rsidTr="008F6071">
        <w:trPr>
          <w:trHeight w:val="255"/>
        </w:trPr>
        <w:tc>
          <w:tcPr>
            <w:tcW w:w="3257" w:type="dxa"/>
            <w:noWrap/>
            <w:vAlign w:val="center"/>
          </w:tcPr>
          <w:p w14:paraId="52F19877" w14:textId="77777777" w:rsidR="007F25AC" w:rsidRDefault="007F25AC" w:rsidP="009E430D">
            <w:pPr>
              <w:ind w:firstLineChars="319" w:firstLine="574"/>
              <w:rPr>
                <w:rFonts w:ascii="Microsoft Sans Serif" w:hAnsi="Microsoft Sans Serif" w:cs="Microsoft Sans Serif"/>
                <w:bCs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bCs/>
                <w:sz w:val="18"/>
                <w:szCs w:val="18"/>
              </w:rPr>
              <w:t>id</w:t>
            </w:r>
          </w:p>
        </w:tc>
        <w:tc>
          <w:tcPr>
            <w:tcW w:w="1089" w:type="dxa"/>
            <w:noWrap/>
            <w:vAlign w:val="center"/>
          </w:tcPr>
          <w:p w14:paraId="1972F383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1..*</w:t>
            </w:r>
          </w:p>
        </w:tc>
        <w:tc>
          <w:tcPr>
            <w:tcW w:w="1249" w:type="dxa"/>
            <w:vAlign w:val="center"/>
          </w:tcPr>
          <w:p w14:paraId="69F499BE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661" w:type="dxa"/>
            <w:vAlign w:val="center"/>
          </w:tcPr>
          <w:p w14:paraId="67BAEDDB" w14:textId="77777777" w:rsidR="007F25AC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Dokumentin OID-tunniste</w:t>
            </w:r>
          </w:p>
          <w:p w14:paraId="0943D09D" w14:textId="77777777" w:rsidR="007F25AC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Tässä voidaan antaa vain yksi tunniste.</w:t>
            </w:r>
          </w:p>
        </w:tc>
      </w:tr>
      <w:tr w:rsidR="007F25AC" w:rsidRPr="009E4134" w14:paraId="5A18BE1C" w14:textId="77777777" w:rsidTr="008F6071">
        <w:trPr>
          <w:trHeight w:val="255"/>
        </w:trPr>
        <w:tc>
          <w:tcPr>
            <w:tcW w:w="3257" w:type="dxa"/>
            <w:noWrap/>
            <w:vAlign w:val="center"/>
          </w:tcPr>
          <w:p w14:paraId="60F87B23" w14:textId="77777777" w:rsidR="007F25AC" w:rsidRDefault="007F25AC" w:rsidP="009E430D">
            <w:pPr>
              <w:ind w:firstLineChars="319" w:firstLine="574"/>
              <w:rPr>
                <w:rFonts w:ascii="Microsoft Sans Serif" w:hAnsi="Microsoft Sans Serif" w:cs="Microsoft Sans Serif"/>
                <w:bCs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bCs/>
                <w:sz w:val="18"/>
                <w:szCs w:val="18"/>
              </w:rPr>
              <w:t>code</w:t>
            </w:r>
          </w:p>
        </w:tc>
        <w:tc>
          <w:tcPr>
            <w:tcW w:w="1089" w:type="dxa"/>
            <w:noWrap/>
            <w:vAlign w:val="center"/>
          </w:tcPr>
          <w:p w14:paraId="3798D2A5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1..1</w:t>
            </w:r>
          </w:p>
        </w:tc>
        <w:tc>
          <w:tcPr>
            <w:tcW w:w="1249" w:type="dxa"/>
            <w:vAlign w:val="center"/>
          </w:tcPr>
          <w:p w14:paraId="7CD5D11D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661" w:type="dxa"/>
            <w:vAlign w:val="center"/>
          </w:tcPr>
          <w:p w14:paraId="31C4492F" w14:textId="77777777" w:rsidR="007F25AC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Viitatun dokumentin tyyppi, esimerkiksi:</w:t>
            </w:r>
          </w:p>
          <w:p w14:paraId="52386F75" w14:textId="77777777" w:rsidR="007F25AC" w:rsidRPr="009E4134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9E4134">
              <w:rPr>
                <w:rFonts w:ascii="Microsoft Sans Serif" w:hAnsi="Microsoft Sans Serif" w:cs="Microsoft Sans Serif"/>
                <w:sz w:val="18"/>
                <w:szCs w:val="18"/>
              </w:rPr>
              <w:t>&lt;code code="1" codeSystem=”1.2.246.537.5.40105.2006” codeSystemName=”Reseptisanoman tyyppi” displayName=”Lääkemääräys”/&gt;</w:t>
            </w:r>
          </w:p>
        </w:tc>
      </w:tr>
      <w:tr w:rsidR="007F25AC" w14:paraId="1F6783E7" w14:textId="77777777" w:rsidTr="008F6071">
        <w:trPr>
          <w:trHeight w:val="255"/>
        </w:trPr>
        <w:tc>
          <w:tcPr>
            <w:tcW w:w="3257" w:type="dxa"/>
            <w:noWrap/>
            <w:vAlign w:val="center"/>
          </w:tcPr>
          <w:p w14:paraId="02421383" w14:textId="77777777" w:rsidR="007F25AC" w:rsidRDefault="007F25AC" w:rsidP="009E430D">
            <w:pPr>
              <w:ind w:firstLineChars="319" w:firstLine="574"/>
              <w:rPr>
                <w:rFonts w:ascii="Microsoft Sans Serif" w:hAnsi="Microsoft Sans Serif" w:cs="Microsoft Sans Serif"/>
                <w:bCs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bCs/>
                <w:sz w:val="18"/>
                <w:szCs w:val="18"/>
              </w:rPr>
              <w:t>setId</w:t>
            </w:r>
          </w:p>
        </w:tc>
        <w:tc>
          <w:tcPr>
            <w:tcW w:w="1089" w:type="dxa"/>
            <w:noWrap/>
            <w:vAlign w:val="center"/>
          </w:tcPr>
          <w:p w14:paraId="3BF34C2D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1..1</w:t>
            </w:r>
          </w:p>
        </w:tc>
        <w:tc>
          <w:tcPr>
            <w:tcW w:w="1249" w:type="dxa"/>
            <w:vAlign w:val="center"/>
          </w:tcPr>
          <w:p w14:paraId="7FBE2E0B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661" w:type="dxa"/>
            <w:vAlign w:val="center"/>
          </w:tcPr>
          <w:p w14:paraId="3DF948B8" w14:textId="77777777" w:rsidR="007F25AC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 xml:space="preserve">Viitatun dokumentin setId eli juuriasiakirjan/asiakirjajoukon tunniste </w:t>
            </w:r>
          </w:p>
        </w:tc>
      </w:tr>
      <w:tr w:rsidR="007F25AC" w14:paraId="25E893FA" w14:textId="77777777" w:rsidTr="008F6071">
        <w:trPr>
          <w:trHeight w:val="255"/>
        </w:trPr>
        <w:tc>
          <w:tcPr>
            <w:tcW w:w="3257" w:type="dxa"/>
            <w:shd w:val="clear" w:color="auto" w:fill="C0C0C0"/>
            <w:noWrap/>
            <w:vAlign w:val="center"/>
          </w:tcPr>
          <w:p w14:paraId="613BEC37" w14:textId="2DB03062" w:rsidR="007F25AC" w:rsidRPr="0085048D" w:rsidRDefault="007F25AC" w:rsidP="009E430D">
            <w:pPr>
              <w:ind w:firstLineChars="100" w:firstLine="180"/>
              <w:rPr>
                <w:rFonts w:ascii="Microsoft Sans Serif" w:hAnsi="Microsoft Sans Serif" w:cs="Microsoft Sans Serif"/>
                <w:b/>
                <w:bCs/>
                <w:color w:val="A6A6A6" w:themeColor="background1" w:themeShade="A6"/>
                <w:sz w:val="18"/>
                <w:szCs w:val="18"/>
              </w:rPr>
            </w:pPr>
            <w:bookmarkStart w:id="75" w:name="RANGE!D134"/>
            <w:r w:rsidRPr="0085048D">
              <w:rPr>
                <w:rFonts w:ascii="Microsoft Sans Serif" w:hAnsi="Microsoft Sans Serif" w:cs="Microsoft Sans Serif"/>
                <w:b/>
                <w:bCs/>
                <w:color w:val="A6A6A6" w:themeColor="background1" w:themeShade="A6"/>
                <w:sz w:val="18"/>
                <w:szCs w:val="18"/>
              </w:rPr>
              <w:lastRenderedPageBreak/>
              <w:t>authorization</w:t>
            </w:r>
            <w:bookmarkEnd w:id="75"/>
          </w:p>
        </w:tc>
        <w:tc>
          <w:tcPr>
            <w:tcW w:w="1089" w:type="dxa"/>
            <w:shd w:val="clear" w:color="auto" w:fill="C0C0C0"/>
            <w:noWrap/>
            <w:vAlign w:val="center"/>
          </w:tcPr>
          <w:p w14:paraId="52E1D5C4" w14:textId="77777777" w:rsidR="007F25AC" w:rsidRPr="0085048D" w:rsidRDefault="007F25AC" w:rsidP="009E430D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85048D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0..*</w:t>
            </w:r>
          </w:p>
        </w:tc>
        <w:tc>
          <w:tcPr>
            <w:tcW w:w="1249" w:type="dxa"/>
            <w:shd w:val="clear" w:color="auto" w:fill="C0C0C0"/>
            <w:vAlign w:val="center"/>
          </w:tcPr>
          <w:p w14:paraId="3CD2AD99" w14:textId="77777777" w:rsidR="007F25AC" w:rsidRPr="0085048D" w:rsidRDefault="007F25AC" w:rsidP="009E430D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661" w:type="dxa"/>
            <w:shd w:val="clear" w:color="auto" w:fill="C0C0C0"/>
            <w:vAlign w:val="center"/>
          </w:tcPr>
          <w:p w14:paraId="795AA7E9" w14:textId="77777777" w:rsidR="007F25AC" w:rsidRPr="0085048D" w:rsidRDefault="007F25AC" w:rsidP="009E430D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85048D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7F25AC" w14:paraId="317D30FB" w14:textId="77777777" w:rsidTr="008F6071">
        <w:trPr>
          <w:trHeight w:val="255"/>
        </w:trPr>
        <w:tc>
          <w:tcPr>
            <w:tcW w:w="3257" w:type="dxa"/>
            <w:shd w:val="clear" w:color="auto" w:fill="C0C0C0"/>
            <w:noWrap/>
            <w:vAlign w:val="center"/>
          </w:tcPr>
          <w:p w14:paraId="66819AE3" w14:textId="09E9AA09" w:rsidR="007F25AC" w:rsidRDefault="007F25AC" w:rsidP="009E430D">
            <w:pPr>
              <w:ind w:firstLineChars="100" w:firstLine="180"/>
              <w:rPr>
                <w:rFonts w:ascii="Microsoft Sans Serif" w:hAnsi="Microsoft Sans Serif" w:cs="Microsoft Sans Serif"/>
                <w:b/>
                <w:bCs/>
                <w:sz w:val="18"/>
                <w:szCs w:val="18"/>
              </w:rPr>
            </w:pPr>
            <w:bookmarkStart w:id="76" w:name="RANGE!D142"/>
            <w:r>
              <w:rPr>
                <w:rFonts w:ascii="Microsoft Sans Serif" w:hAnsi="Microsoft Sans Serif" w:cs="Microsoft Sans Serif"/>
                <w:b/>
                <w:bCs/>
                <w:sz w:val="18"/>
                <w:szCs w:val="18"/>
              </w:rPr>
              <w:t>componentOf</w:t>
            </w:r>
            <w:bookmarkEnd w:id="76"/>
          </w:p>
        </w:tc>
        <w:tc>
          <w:tcPr>
            <w:tcW w:w="1089" w:type="dxa"/>
            <w:shd w:val="clear" w:color="auto" w:fill="C0C0C0"/>
            <w:noWrap/>
            <w:vAlign w:val="center"/>
          </w:tcPr>
          <w:p w14:paraId="151FD1BB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0..1</w:t>
            </w:r>
          </w:p>
        </w:tc>
        <w:tc>
          <w:tcPr>
            <w:tcW w:w="1249" w:type="dxa"/>
            <w:shd w:val="clear" w:color="auto" w:fill="C0C0C0"/>
            <w:vAlign w:val="center"/>
          </w:tcPr>
          <w:p w14:paraId="00BDAF8E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661" w:type="dxa"/>
            <w:shd w:val="clear" w:color="auto" w:fill="C0C0C0"/>
            <w:vAlign w:val="center"/>
          </w:tcPr>
          <w:p w14:paraId="08048C0B" w14:textId="77777777" w:rsidR="007F25AC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</w:tr>
      <w:tr w:rsidR="007F25AC" w14:paraId="3442C6D1" w14:textId="77777777" w:rsidTr="008F6071">
        <w:trPr>
          <w:trHeight w:val="255"/>
        </w:trPr>
        <w:tc>
          <w:tcPr>
            <w:tcW w:w="3257" w:type="dxa"/>
            <w:noWrap/>
            <w:vAlign w:val="center"/>
          </w:tcPr>
          <w:p w14:paraId="2ACCC7E4" w14:textId="77777777" w:rsidR="007F25AC" w:rsidRDefault="007F25AC" w:rsidP="009E430D">
            <w:pPr>
              <w:ind w:firstLineChars="190" w:firstLine="342"/>
              <w:rPr>
                <w:rFonts w:ascii="Microsoft Sans Serif" w:hAnsi="Microsoft Sans Serif" w:cs="Microsoft Sans Serif"/>
                <w:bCs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bCs/>
                <w:sz w:val="18"/>
                <w:szCs w:val="18"/>
              </w:rPr>
              <w:t>encompassingEncounter</w:t>
            </w:r>
          </w:p>
        </w:tc>
        <w:tc>
          <w:tcPr>
            <w:tcW w:w="1089" w:type="dxa"/>
            <w:noWrap/>
            <w:vAlign w:val="center"/>
          </w:tcPr>
          <w:p w14:paraId="0D1D4897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1..1</w:t>
            </w:r>
          </w:p>
        </w:tc>
        <w:tc>
          <w:tcPr>
            <w:tcW w:w="1249" w:type="dxa"/>
            <w:vAlign w:val="center"/>
          </w:tcPr>
          <w:p w14:paraId="37768104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661" w:type="dxa"/>
            <w:vAlign w:val="center"/>
          </w:tcPr>
          <w:p w14:paraId="58404277" w14:textId="77777777" w:rsidR="007F25AC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Hoitopaikka ja -aikatiedot, eli missä ja milloin resepti on luotu.</w:t>
            </w:r>
          </w:p>
        </w:tc>
      </w:tr>
      <w:tr w:rsidR="007F25AC" w14:paraId="77C6B0A2" w14:textId="77777777" w:rsidTr="008F6071">
        <w:trPr>
          <w:trHeight w:val="255"/>
        </w:trPr>
        <w:tc>
          <w:tcPr>
            <w:tcW w:w="3257" w:type="dxa"/>
            <w:noWrap/>
            <w:vAlign w:val="center"/>
          </w:tcPr>
          <w:p w14:paraId="00D215DF" w14:textId="77777777" w:rsidR="007F25AC" w:rsidRDefault="007F25AC" w:rsidP="009E430D">
            <w:pPr>
              <w:ind w:firstLineChars="319" w:firstLine="574"/>
              <w:rPr>
                <w:rFonts w:ascii="Microsoft Sans Serif" w:hAnsi="Microsoft Sans Serif" w:cs="Microsoft Sans Serif"/>
                <w:bCs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bCs/>
                <w:sz w:val="18"/>
                <w:szCs w:val="18"/>
              </w:rPr>
              <w:t>effectiveTime</w:t>
            </w:r>
          </w:p>
        </w:tc>
        <w:tc>
          <w:tcPr>
            <w:tcW w:w="1089" w:type="dxa"/>
            <w:noWrap/>
            <w:vAlign w:val="center"/>
          </w:tcPr>
          <w:p w14:paraId="169DCC9A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1..1</w:t>
            </w:r>
          </w:p>
        </w:tc>
        <w:tc>
          <w:tcPr>
            <w:tcW w:w="1249" w:type="dxa"/>
            <w:vAlign w:val="center"/>
          </w:tcPr>
          <w:p w14:paraId="3EBEF974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661" w:type="dxa"/>
            <w:vAlign w:val="center"/>
          </w:tcPr>
          <w:p w14:paraId="3F749D63" w14:textId="77777777" w:rsidR="007F25AC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Lääkemääräyksen määräämisajankohta</w:t>
            </w:r>
          </w:p>
        </w:tc>
      </w:tr>
      <w:tr w:rsidR="007F25AC" w14:paraId="49D22731" w14:textId="77777777" w:rsidTr="008F6071">
        <w:trPr>
          <w:trHeight w:val="255"/>
        </w:trPr>
        <w:tc>
          <w:tcPr>
            <w:tcW w:w="3257" w:type="dxa"/>
            <w:shd w:val="clear" w:color="auto" w:fill="C0C0C0"/>
            <w:noWrap/>
            <w:vAlign w:val="center"/>
          </w:tcPr>
          <w:p w14:paraId="1C73369B" w14:textId="77777777" w:rsidR="007F25AC" w:rsidRPr="00D35D31" w:rsidRDefault="007F25AC" w:rsidP="009E430D">
            <w:pPr>
              <w:ind w:firstLineChars="319" w:firstLine="574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D35D31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location</w:t>
            </w:r>
          </w:p>
        </w:tc>
        <w:tc>
          <w:tcPr>
            <w:tcW w:w="1089" w:type="dxa"/>
            <w:shd w:val="clear" w:color="auto" w:fill="C0C0C0"/>
            <w:noWrap/>
            <w:vAlign w:val="center"/>
          </w:tcPr>
          <w:p w14:paraId="0B02A69D" w14:textId="77777777" w:rsidR="007F25AC" w:rsidRPr="00D35D31" w:rsidRDefault="007F25AC" w:rsidP="009E430D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D35D31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249" w:type="dxa"/>
            <w:shd w:val="clear" w:color="auto" w:fill="C0C0C0"/>
            <w:vAlign w:val="center"/>
          </w:tcPr>
          <w:p w14:paraId="7FBE8164" w14:textId="77777777" w:rsidR="007F25AC" w:rsidRPr="00D35D31" w:rsidRDefault="007F25AC" w:rsidP="009E430D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661" w:type="dxa"/>
            <w:shd w:val="clear" w:color="auto" w:fill="C0C0C0"/>
            <w:vAlign w:val="center"/>
          </w:tcPr>
          <w:p w14:paraId="76C74752" w14:textId="77777777" w:rsidR="007F25AC" w:rsidRDefault="007F25AC" w:rsidP="009E430D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D35D31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Luontipaikka</w:t>
            </w:r>
            <w:r w:rsidRPr="00D35D31">
              <w:rPr>
                <w:rFonts w:ascii="Microsoft Sans Serif" w:hAnsi="Microsoft Sans Serif" w:cs="Microsoft Sans Serif"/>
                <w:b/>
                <w:color w:val="A6A6A6" w:themeColor="background1" w:themeShade="A6"/>
                <w:sz w:val="18"/>
                <w:szCs w:val="18"/>
              </w:rPr>
              <w:t>.</w:t>
            </w:r>
            <w:r w:rsidRPr="00D35D31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 xml:space="preserve"> </w:t>
            </w:r>
            <w:r w:rsidRPr="00D35D31">
              <w:rPr>
                <w:rFonts w:ascii="Microsoft Sans Serif" w:hAnsi="Microsoft Sans Serif" w:cs="Microsoft Sans Serif"/>
                <w:b/>
                <w:color w:val="A6A6A6" w:themeColor="background1" w:themeShade="A6"/>
                <w:sz w:val="18"/>
                <w:szCs w:val="18"/>
              </w:rPr>
              <w:t xml:space="preserve">Pakollinen </w:t>
            </w:r>
            <w:r w:rsidRPr="00D35D31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(toistuvuus 0..1 + pakollisuus tarkoittaa V3 käytännön mukaisesti sitä että tietoa ei tarvitse lähettää jos sitä ei ole olemassa ts. nullFlavoria ei tarvitse käyttää, tämä on kuvattu V3 guide conformance osiossa)</w:t>
            </w:r>
          </w:p>
          <w:p w14:paraId="4A76C78C" w14:textId="6E44C4E4" w:rsidR="00D35D31" w:rsidRPr="00D35D31" w:rsidRDefault="00D35D31" w:rsidP="009E430D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7F25AC" w14:paraId="4AC6E45D" w14:textId="77777777" w:rsidTr="008F6071">
        <w:trPr>
          <w:trHeight w:val="255"/>
        </w:trPr>
        <w:tc>
          <w:tcPr>
            <w:tcW w:w="3257" w:type="dxa"/>
            <w:shd w:val="clear" w:color="auto" w:fill="C0C0C0"/>
            <w:noWrap/>
            <w:vAlign w:val="center"/>
          </w:tcPr>
          <w:p w14:paraId="1E365AC5" w14:textId="77777777" w:rsidR="007F25AC" w:rsidRPr="00D35D31" w:rsidRDefault="007F25AC" w:rsidP="009E430D">
            <w:pPr>
              <w:ind w:firstLineChars="342" w:firstLine="616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  <w:lang w:val="en-US"/>
              </w:rPr>
            </w:pPr>
            <w:r w:rsidRPr="00D35D31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  <w:lang w:val="en-US"/>
              </w:rPr>
              <w:t>healthCareFacility</w:t>
            </w:r>
          </w:p>
        </w:tc>
        <w:tc>
          <w:tcPr>
            <w:tcW w:w="1089" w:type="dxa"/>
            <w:shd w:val="clear" w:color="auto" w:fill="C0C0C0"/>
            <w:noWrap/>
            <w:vAlign w:val="center"/>
          </w:tcPr>
          <w:p w14:paraId="2644F47C" w14:textId="77777777" w:rsidR="007F25AC" w:rsidRPr="00D35D31" w:rsidRDefault="007F25AC" w:rsidP="009E430D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  <w:lang w:val="en-US"/>
              </w:rPr>
            </w:pPr>
            <w:r w:rsidRPr="00D35D31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  <w:lang w:val="en-US"/>
              </w:rPr>
              <w:t>1..1</w:t>
            </w:r>
          </w:p>
        </w:tc>
        <w:tc>
          <w:tcPr>
            <w:tcW w:w="1249" w:type="dxa"/>
            <w:shd w:val="clear" w:color="auto" w:fill="C0C0C0"/>
            <w:vAlign w:val="center"/>
          </w:tcPr>
          <w:p w14:paraId="3E640660" w14:textId="77777777" w:rsidR="007F25AC" w:rsidRPr="00D35D31" w:rsidRDefault="007F25AC" w:rsidP="009E430D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  <w:lang w:val="en-US"/>
              </w:rPr>
            </w:pPr>
          </w:p>
        </w:tc>
        <w:tc>
          <w:tcPr>
            <w:tcW w:w="2661" w:type="dxa"/>
            <w:shd w:val="clear" w:color="auto" w:fill="C0C0C0"/>
            <w:vAlign w:val="center"/>
          </w:tcPr>
          <w:p w14:paraId="1E5555BD" w14:textId="77777777" w:rsidR="007F25AC" w:rsidRPr="00D35D31" w:rsidRDefault="007F25AC" w:rsidP="009E430D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  <w:lang w:val="en-US"/>
              </w:rPr>
            </w:pPr>
          </w:p>
        </w:tc>
      </w:tr>
      <w:tr w:rsidR="007F25AC" w:rsidRPr="007E5B9E" w14:paraId="2F3FF8DF" w14:textId="77777777" w:rsidTr="008F6071">
        <w:trPr>
          <w:trHeight w:val="255"/>
        </w:trPr>
        <w:tc>
          <w:tcPr>
            <w:tcW w:w="3257" w:type="dxa"/>
            <w:noWrap/>
            <w:vAlign w:val="center"/>
          </w:tcPr>
          <w:p w14:paraId="4B33A02C" w14:textId="77777777" w:rsidR="007F25AC" w:rsidRPr="00D35D31" w:rsidRDefault="007F25AC" w:rsidP="009E430D">
            <w:pPr>
              <w:ind w:firstLineChars="421" w:firstLine="758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  <w:lang w:val="en-US"/>
              </w:rPr>
            </w:pPr>
            <w:r w:rsidRPr="00D35D31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  <w:lang w:val="en-US"/>
              </w:rPr>
              <w:t>id</w:t>
            </w:r>
          </w:p>
        </w:tc>
        <w:tc>
          <w:tcPr>
            <w:tcW w:w="1089" w:type="dxa"/>
            <w:noWrap/>
            <w:vAlign w:val="center"/>
          </w:tcPr>
          <w:p w14:paraId="16949067" w14:textId="77777777" w:rsidR="007F25AC" w:rsidRPr="00D35D31" w:rsidRDefault="007F25AC" w:rsidP="009E430D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  <w:lang w:val="en-US"/>
              </w:rPr>
            </w:pPr>
            <w:r w:rsidRPr="00D35D31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  <w:lang w:val="en-US"/>
              </w:rPr>
              <w:t>1..1</w:t>
            </w:r>
          </w:p>
        </w:tc>
        <w:tc>
          <w:tcPr>
            <w:tcW w:w="1249" w:type="dxa"/>
            <w:vAlign w:val="center"/>
          </w:tcPr>
          <w:p w14:paraId="5C747FC8" w14:textId="77777777" w:rsidR="007F25AC" w:rsidRPr="00D35D31" w:rsidRDefault="007F25AC" w:rsidP="009E430D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  <w:lang w:val="en-US"/>
              </w:rPr>
            </w:pPr>
          </w:p>
        </w:tc>
        <w:tc>
          <w:tcPr>
            <w:tcW w:w="2661" w:type="dxa"/>
            <w:vAlign w:val="center"/>
          </w:tcPr>
          <w:p w14:paraId="7C56F69E" w14:textId="77777777" w:rsidR="007F25AC" w:rsidRPr="00D35D31" w:rsidRDefault="007F25AC" w:rsidP="009E430D">
            <w:pPr>
              <w:rPr>
                <w:rFonts w:ascii="Microsoft Sans Serif" w:hAnsi="Microsoft Sans Serif" w:cs="Microsoft Sans Serif"/>
                <w:b/>
                <w:color w:val="A6A6A6" w:themeColor="background1" w:themeShade="A6"/>
                <w:sz w:val="18"/>
                <w:szCs w:val="18"/>
              </w:rPr>
            </w:pPr>
            <w:r w:rsidRPr="00D35D31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Luontipaikan OID-tunniste, palveluyksikkö. Vuokralaistapauksessa isäntäorganisaation palveluyksikön tunniste. (ei käytössä)</w:t>
            </w:r>
          </w:p>
        </w:tc>
      </w:tr>
      <w:tr w:rsidR="007F25AC" w14:paraId="739B4B55" w14:textId="77777777" w:rsidTr="008F6071">
        <w:trPr>
          <w:trHeight w:val="255"/>
        </w:trPr>
        <w:tc>
          <w:tcPr>
            <w:tcW w:w="3257" w:type="dxa"/>
            <w:shd w:val="clear" w:color="auto" w:fill="C0C0C0"/>
            <w:noWrap/>
            <w:vAlign w:val="center"/>
          </w:tcPr>
          <w:p w14:paraId="443B4506" w14:textId="77777777" w:rsidR="007F25AC" w:rsidRPr="00D35D31" w:rsidRDefault="007F25AC" w:rsidP="009E430D">
            <w:pPr>
              <w:ind w:firstLineChars="421" w:firstLine="758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D35D31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location</w:t>
            </w:r>
          </w:p>
        </w:tc>
        <w:tc>
          <w:tcPr>
            <w:tcW w:w="1089" w:type="dxa"/>
            <w:shd w:val="clear" w:color="auto" w:fill="C0C0C0"/>
            <w:noWrap/>
            <w:vAlign w:val="center"/>
          </w:tcPr>
          <w:p w14:paraId="30D3D1FE" w14:textId="77777777" w:rsidR="007F25AC" w:rsidRPr="00D35D31" w:rsidRDefault="007F25AC" w:rsidP="009E430D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D35D31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1..1</w:t>
            </w:r>
          </w:p>
        </w:tc>
        <w:tc>
          <w:tcPr>
            <w:tcW w:w="1249" w:type="dxa"/>
            <w:shd w:val="clear" w:color="auto" w:fill="C0C0C0"/>
            <w:vAlign w:val="center"/>
          </w:tcPr>
          <w:p w14:paraId="492BDCCF" w14:textId="77777777" w:rsidR="007F25AC" w:rsidRPr="00D35D31" w:rsidRDefault="007F25AC" w:rsidP="009E430D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661" w:type="dxa"/>
            <w:shd w:val="clear" w:color="auto" w:fill="C0C0C0"/>
            <w:vAlign w:val="center"/>
          </w:tcPr>
          <w:p w14:paraId="32C2BB61" w14:textId="77777777" w:rsidR="007F25AC" w:rsidRPr="00D35D31" w:rsidRDefault="007F25AC" w:rsidP="009E430D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D35D31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Luontipaikka</w:t>
            </w:r>
          </w:p>
        </w:tc>
      </w:tr>
      <w:tr w:rsidR="007F25AC" w14:paraId="5E121BF0" w14:textId="77777777" w:rsidTr="008F6071">
        <w:trPr>
          <w:trHeight w:val="255"/>
        </w:trPr>
        <w:tc>
          <w:tcPr>
            <w:tcW w:w="3257" w:type="dxa"/>
            <w:noWrap/>
            <w:vAlign w:val="center"/>
          </w:tcPr>
          <w:p w14:paraId="27A5E694" w14:textId="77777777" w:rsidR="007F25AC" w:rsidRPr="00D35D31" w:rsidRDefault="007F25AC" w:rsidP="009E430D">
            <w:pPr>
              <w:ind w:firstLineChars="705" w:firstLine="1269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D35D31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name</w:t>
            </w:r>
          </w:p>
        </w:tc>
        <w:tc>
          <w:tcPr>
            <w:tcW w:w="1089" w:type="dxa"/>
            <w:noWrap/>
            <w:vAlign w:val="center"/>
          </w:tcPr>
          <w:p w14:paraId="228B886B" w14:textId="77777777" w:rsidR="007F25AC" w:rsidRPr="00D35D31" w:rsidRDefault="007F25AC" w:rsidP="009E430D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D35D31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1..1</w:t>
            </w:r>
          </w:p>
        </w:tc>
        <w:tc>
          <w:tcPr>
            <w:tcW w:w="1249" w:type="dxa"/>
            <w:vAlign w:val="center"/>
          </w:tcPr>
          <w:p w14:paraId="5DFD43BE" w14:textId="77777777" w:rsidR="007F25AC" w:rsidRPr="00D35D31" w:rsidRDefault="007F25AC" w:rsidP="009E430D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661" w:type="dxa"/>
            <w:vAlign w:val="center"/>
          </w:tcPr>
          <w:p w14:paraId="581CA5D1" w14:textId="77777777" w:rsidR="007F25AC" w:rsidRPr="00D35D31" w:rsidRDefault="007F25AC" w:rsidP="009E430D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D35D31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Luontipaikan nimi  (ei käytössä)</w:t>
            </w:r>
          </w:p>
        </w:tc>
      </w:tr>
      <w:tr w:rsidR="007F25AC" w14:paraId="52A07A44" w14:textId="77777777" w:rsidTr="008F6071">
        <w:trPr>
          <w:trHeight w:val="255"/>
        </w:trPr>
        <w:tc>
          <w:tcPr>
            <w:tcW w:w="3257" w:type="dxa"/>
            <w:tcBorders>
              <w:bottom w:val="single" w:sz="12" w:space="0" w:color="auto"/>
            </w:tcBorders>
            <w:noWrap/>
            <w:vAlign w:val="center"/>
          </w:tcPr>
          <w:p w14:paraId="77C6BE4B" w14:textId="77777777" w:rsidR="007F25AC" w:rsidRPr="00D35D31" w:rsidRDefault="007F25AC" w:rsidP="009E430D">
            <w:pPr>
              <w:ind w:firstLineChars="705" w:firstLine="1269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D35D31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addr</w:t>
            </w:r>
          </w:p>
        </w:tc>
        <w:tc>
          <w:tcPr>
            <w:tcW w:w="1089" w:type="dxa"/>
            <w:tcBorders>
              <w:bottom w:val="single" w:sz="12" w:space="0" w:color="auto"/>
            </w:tcBorders>
            <w:noWrap/>
            <w:vAlign w:val="center"/>
          </w:tcPr>
          <w:p w14:paraId="1E7F49F8" w14:textId="77777777" w:rsidR="007F25AC" w:rsidRPr="00D35D31" w:rsidRDefault="007F25AC" w:rsidP="009E430D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D35D31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1..1</w:t>
            </w:r>
          </w:p>
        </w:tc>
        <w:tc>
          <w:tcPr>
            <w:tcW w:w="1249" w:type="dxa"/>
            <w:tcBorders>
              <w:bottom w:val="single" w:sz="12" w:space="0" w:color="auto"/>
            </w:tcBorders>
            <w:vAlign w:val="center"/>
          </w:tcPr>
          <w:p w14:paraId="1445795A" w14:textId="77777777" w:rsidR="007F25AC" w:rsidRPr="00D35D31" w:rsidRDefault="007F25AC" w:rsidP="009E430D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661" w:type="dxa"/>
            <w:tcBorders>
              <w:bottom w:val="single" w:sz="12" w:space="0" w:color="auto"/>
            </w:tcBorders>
            <w:vAlign w:val="center"/>
          </w:tcPr>
          <w:p w14:paraId="484D2565" w14:textId="77777777" w:rsidR="007F25AC" w:rsidRPr="00D35D31" w:rsidRDefault="007F25AC" w:rsidP="009E430D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D35D31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Luontipaikan osoite  (ei käytössä)</w:t>
            </w:r>
          </w:p>
        </w:tc>
      </w:tr>
      <w:tr w:rsidR="007F25AC" w:rsidRPr="00A87FC0" w14:paraId="28F013E6" w14:textId="77777777" w:rsidTr="008F6071">
        <w:trPr>
          <w:trHeight w:val="255"/>
        </w:trPr>
        <w:tc>
          <w:tcPr>
            <w:tcW w:w="3257" w:type="dxa"/>
            <w:shd w:val="clear" w:color="auto" w:fill="BFBFBF"/>
            <w:noWrap/>
            <w:vAlign w:val="center"/>
          </w:tcPr>
          <w:p w14:paraId="717F7617" w14:textId="77777777" w:rsidR="007F25AC" w:rsidRPr="0085048D" w:rsidRDefault="007F25AC" w:rsidP="009E430D">
            <w:pPr>
              <w:ind w:firstLineChars="421" w:firstLine="758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  <w:lang w:val="en-US"/>
              </w:rPr>
            </w:pPr>
            <w:r w:rsidRPr="0085048D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serviceProviderOrga</w:t>
            </w:r>
            <w:r w:rsidRPr="0085048D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  <w:lang w:val="en-US"/>
              </w:rPr>
              <w:t>nization</w:t>
            </w:r>
          </w:p>
        </w:tc>
        <w:tc>
          <w:tcPr>
            <w:tcW w:w="1089" w:type="dxa"/>
            <w:shd w:val="clear" w:color="auto" w:fill="BFBFBF"/>
            <w:noWrap/>
            <w:vAlign w:val="center"/>
          </w:tcPr>
          <w:p w14:paraId="41E24611" w14:textId="77777777" w:rsidR="007F25AC" w:rsidRPr="0085048D" w:rsidRDefault="007F25AC" w:rsidP="009E430D">
            <w:pPr>
              <w:jc w:val="center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  <w:lang w:val="en-US"/>
              </w:rPr>
            </w:pPr>
            <w:r w:rsidRPr="0085048D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  <w:lang w:val="en-US"/>
              </w:rPr>
              <w:t>1..1</w:t>
            </w:r>
          </w:p>
        </w:tc>
        <w:tc>
          <w:tcPr>
            <w:tcW w:w="1249" w:type="dxa"/>
            <w:shd w:val="clear" w:color="auto" w:fill="BFBFBF"/>
            <w:vAlign w:val="center"/>
          </w:tcPr>
          <w:p w14:paraId="20A6E1CE" w14:textId="77777777" w:rsidR="007F25AC" w:rsidRPr="0085048D" w:rsidRDefault="007F25AC" w:rsidP="009E430D">
            <w:pPr>
              <w:ind w:firstLineChars="576" w:firstLine="1037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  <w:lang w:val="en-US"/>
              </w:rPr>
            </w:pPr>
          </w:p>
        </w:tc>
        <w:tc>
          <w:tcPr>
            <w:tcW w:w="2661" w:type="dxa"/>
            <w:shd w:val="clear" w:color="auto" w:fill="BFBFBF"/>
            <w:vAlign w:val="center"/>
          </w:tcPr>
          <w:p w14:paraId="3D315754" w14:textId="77777777" w:rsidR="007F25AC" w:rsidRPr="0085048D" w:rsidRDefault="007F25AC" w:rsidP="009E430D">
            <w:pPr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  <w:lang w:val="en-US"/>
              </w:rPr>
            </w:pPr>
            <w:r w:rsidRPr="0085048D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  <w:lang w:val="en-US"/>
              </w:rPr>
              <w:t>ei käytössä</w:t>
            </w:r>
          </w:p>
        </w:tc>
      </w:tr>
      <w:tr w:rsidR="007F25AC" w14:paraId="1C511796" w14:textId="77777777" w:rsidTr="008F6071">
        <w:trPr>
          <w:trHeight w:val="255"/>
        </w:trPr>
        <w:tc>
          <w:tcPr>
            <w:tcW w:w="3257" w:type="dxa"/>
            <w:shd w:val="clear" w:color="auto" w:fill="BFBFBF"/>
            <w:noWrap/>
            <w:vAlign w:val="center"/>
          </w:tcPr>
          <w:p w14:paraId="1D3824FD" w14:textId="77777777" w:rsidR="007F25AC" w:rsidRPr="0085048D" w:rsidRDefault="007F25AC" w:rsidP="009E430D">
            <w:pPr>
              <w:ind w:firstLineChars="497" w:firstLine="895"/>
              <w:rPr>
                <w:rFonts w:ascii="Microsoft Sans Serif" w:hAnsi="Microsoft Sans Serif" w:cs="Microsoft Sans Serif"/>
                <w:b/>
                <w:bCs/>
                <w:color w:val="A6A6A6" w:themeColor="background1" w:themeShade="A6"/>
                <w:sz w:val="18"/>
                <w:szCs w:val="18"/>
              </w:rPr>
            </w:pPr>
            <w:r w:rsidRPr="0085048D">
              <w:rPr>
                <w:rFonts w:ascii="Microsoft Sans Serif" w:hAnsi="Microsoft Sans Serif" w:cs="Microsoft Sans Serif"/>
                <w:b/>
                <w:bCs/>
                <w:color w:val="A6A6A6" w:themeColor="background1" w:themeShade="A6"/>
                <w:sz w:val="18"/>
                <w:szCs w:val="18"/>
              </w:rPr>
              <w:t>id</w:t>
            </w:r>
          </w:p>
        </w:tc>
        <w:tc>
          <w:tcPr>
            <w:tcW w:w="1089" w:type="dxa"/>
            <w:shd w:val="clear" w:color="auto" w:fill="BFBFBF"/>
            <w:noWrap/>
            <w:vAlign w:val="center"/>
          </w:tcPr>
          <w:p w14:paraId="0DEFCDDD" w14:textId="77777777" w:rsidR="007F25AC" w:rsidRPr="0085048D" w:rsidRDefault="007F25AC" w:rsidP="009E430D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85048D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1..1</w:t>
            </w:r>
          </w:p>
        </w:tc>
        <w:tc>
          <w:tcPr>
            <w:tcW w:w="1249" w:type="dxa"/>
            <w:shd w:val="clear" w:color="auto" w:fill="BFBFBF"/>
            <w:vAlign w:val="center"/>
          </w:tcPr>
          <w:p w14:paraId="43B9437E" w14:textId="77777777" w:rsidR="007F25AC" w:rsidRPr="0085048D" w:rsidRDefault="007F25AC" w:rsidP="009E430D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661" w:type="dxa"/>
            <w:shd w:val="clear" w:color="auto" w:fill="BFBFBF"/>
            <w:vAlign w:val="center"/>
          </w:tcPr>
          <w:p w14:paraId="355F190F" w14:textId="77777777" w:rsidR="007F25AC" w:rsidRPr="0085048D" w:rsidRDefault="007F25AC" w:rsidP="009E430D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85048D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7F25AC" w14:paraId="1E54AA84" w14:textId="77777777" w:rsidTr="008F6071">
        <w:trPr>
          <w:trHeight w:val="255"/>
        </w:trPr>
        <w:tc>
          <w:tcPr>
            <w:tcW w:w="3257" w:type="dxa"/>
            <w:shd w:val="clear" w:color="auto" w:fill="BFBFBF"/>
            <w:noWrap/>
            <w:vAlign w:val="center"/>
          </w:tcPr>
          <w:p w14:paraId="6E02A5BD" w14:textId="77777777" w:rsidR="007F25AC" w:rsidRPr="00F07C9E" w:rsidRDefault="007F25AC" w:rsidP="009E430D">
            <w:pPr>
              <w:ind w:firstLineChars="27" w:firstLine="49"/>
              <w:rPr>
                <w:rFonts w:ascii="Microsoft Sans Serif" w:hAnsi="Microsoft Sans Serif" w:cs="Microsoft Sans Serif"/>
                <w:bCs/>
                <w:sz w:val="18"/>
                <w:szCs w:val="18"/>
              </w:rPr>
            </w:pPr>
            <w:r w:rsidRPr="00F07C9E">
              <w:rPr>
                <w:rFonts w:ascii="Microsoft Sans Serif" w:hAnsi="Microsoft Sans Serif" w:cs="Microsoft Sans Serif"/>
                <w:b/>
                <w:bCs/>
                <w:sz w:val="18"/>
                <w:szCs w:val="18"/>
              </w:rPr>
              <w:t>hl7fi: localHeader</w:t>
            </w:r>
          </w:p>
        </w:tc>
        <w:tc>
          <w:tcPr>
            <w:tcW w:w="1089" w:type="dxa"/>
            <w:shd w:val="clear" w:color="auto" w:fill="BFBFBF"/>
            <w:noWrap/>
            <w:vAlign w:val="center"/>
          </w:tcPr>
          <w:p w14:paraId="769D321A" w14:textId="77777777" w:rsidR="007F25AC" w:rsidRPr="00F07C9E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F07C9E">
              <w:rPr>
                <w:rFonts w:ascii="Microsoft Sans Serif" w:hAnsi="Microsoft Sans Serif" w:cs="Microsoft Sans Serif"/>
                <w:sz w:val="18"/>
                <w:szCs w:val="18"/>
              </w:rPr>
              <w:t>0..1</w:t>
            </w:r>
          </w:p>
        </w:tc>
        <w:tc>
          <w:tcPr>
            <w:tcW w:w="1249" w:type="dxa"/>
            <w:shd w:val="clear" w:color="auto" w:fill="BFBFBF"/>
            <w:vAlign w:val="center"/>
          </w:tcPr>
          <w:p w14:paraId="079805C3" w14:textId="77777777" w:rsidR="007F25AC" w:rsidRPr="00F07C9E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661" w:type="dxa"/>
            <w:shd w:val="clear" w:color="auto" w:fill="BFBFBF"/>
            <w:vAlign w:val="center"/>
          </w:tcPr>
          <w:p w14:paraId="5D77A07E" w14:textId="77777777" w:rsidR="009E430D" w:rsidRDefault="009E430D" w:rsidP="009E430D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Toimitusasiakirjassa tiloihin liittyviä elementtejä voi käyttää kuten Reseptikeskukseen toimitettavissa toimitusasiakirjoissa.</w:t>
            </w:r>
          </w:p>
          <w:p w14:paraId="6E21B61F" w14:textId="69B23BE4" w:rsidR="007F25AC" w:rsidRPr="00F07C9E" w:rsidRDefault="009E430D" w:rsidP="00312333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Ulkomailta palautuvissa lääkemääräyksissä näitä t</w:t>
            </w:r>
            <w:r w:rsidR="00312333">
              <w:rPr>
                <w:rFonts w:ascii="Microsoft Sans Serif" w:hAnsi="Microsoft Sans Serif" w:cs="Microsoft Sans Serif"/>
                <w:sz w:val="18"/>
                <w:szCs w:val="18"/>
              </w:rPr>
              <w:t>ietoja ei kuitenkaan saada. P</w:t>
            </w:r>
            <w:r>
              <w:rPr>
                <w:rFonts w:ascii="Microsoft Sans Serif" w:hAnsi="Microsoft Sans Serif" w:cs="Microsoft Sans Serif"/>
                <w:sz w:val="18"/>
                <w:szCs w:val="18"/>
              </w:rPr>
              <w:t>akolliseksi merkatut tiedot tullaan ilmoittamaan</w:t>
            </w:r>
            <w:r w:rsidR="00312333">
              <w:rPr>
                <w:rFonts w:ascii="Microsoft Sans Serif" w:hAnsi="Microsoft Sans Serif" w:cs="Microsoft Sans Serif"/>
                <w:sz w:val="18"/>
                <w:szCs w:val="18"/>
              </w:rPr>
              <w:t xml:space="preserve"> näissä asiakirjoissa</w:t>
            </w:r>
            <w:r>
              <w:rPr>
                <w:rFonts w:ascii="Microsoft Sans Serif" w:hAnsi="Microsoft Sans Serif" w:cs="Microsoft Sans Serif"/>
                <w:sz w:val="18"/>
                <w:szCs w:val="18"/>
              </w:rPr>
              <w:t xml:space="preserve"> aina nullFlavorina.</w:t>
            </w:r>
          </w:p>
        </w:tc>
      </w:tr>
      <w:tr w:rsidR="007F25AC" w14:paraId="2381D4F0" w14:textId="77777777" w:rsidTr="008F6071">
        <w:trPr>
          <w:trHeight w:val="255"/>
        </w:trPr>
        <w:tc>
          <w:tcPr>
            <w:tcW w:w="3257" w:type="dxa"/>
            <w:noWrap/>
            <w:vAlign w:val="center"/>
          </w:tcPr>
          <w:p w14:paraId="311E491E" w14:textId="77777777" w:rsidR="007F25AC" w:rsidRPr="001C113E" w:rsidRDefault="007F25AC" w:rsidP="009E430D">
            <w:pPr>
              <w:ind w:firstLineChars="185" w:firstLine="333"/>
              <w:rPr>
                <w:rFonts w:ascii="Microsoft Sans Serif" w:hAnsi="Microsoft Sans Serif" w:cs="Microsoft Sans Serif"/>
                <w:bCs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bCs/>
                <w:sz w:val="18"/>
                <w:szCs w:val="18"/>
              </w:rPr>
              <w:t>dispenseStatus</w:t>
            </w:r>
          </w:p>
        </w:tc>
        <w:tc>
          <w:tcPr>
            <w:tcW w:w="1089" w:type="dxa"/>
            <w:noWrap/>
            <w:vAlign w:val="center"/>
          </w:tcPr>
          <w:p w14:paraId="71E7E275" w14:textId="77777777" w:rsidR="007F25AC" w:rsidRPr="001C113E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1..1</w:t>
            </w:r>
          </w:p>
        </w:tc>
        <w:tc>
          <w:tcPr>
            <w:tcW w:w="1249" w:type="dxa"/>
            <w:vAlign w:val="center"/>
          </w:tcPr>
          <w:p w14:paraId="67E7852F" w14:textId="77777777" w:rsidR="007F25AC" w:rsidRPr="001C113E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661" w:type="dxa"/>
            <w:vAlign w:val="center"/>
          </w:tcPr>
          <w:p w14:paraId="37ED3E75" w14:textId="77777777" w:rsidR="007F25AC" w:rsidRPr="001C113E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Toimituksen tilarakenne</w:t>
            </w:r>
          </w:p>
        </w:tc>
      </w:tr>
      <w:tr w:rsidR="007F25AC" w14:paraId="279AFDB5" w14:textId="77777777" w:rsidTr="008F6071">
        <w:trPr>
          <w:trHeight w:val="255"/>
        </w:trPr>
        <w:tc>
          <w:tcPr>
            <w:tcW w:w="3257" w:type="dxa"/>
            <w:noWrap/>
            <w:vAlign w:val="center"/>
          </w:tcPr>
          <w:p w14:paraId="46D2CB23" w14:textId="77777777" w:rsidR="007F25AC" w:rsidRPr="001C113E" w:rsidRDefault="007F25AC" w:rsidP="009E430D">
            <w:pPr>
              <w:ind w:left="474" w:firstLine="142"/>
              <w:rPr>
                <w:rFonts w:ascii="Microsoft Sans Serif" w:hAnsi="Microsoft Sans Serif" w:cs="Microsoft Sans Serif"/>
                <w:bCs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bCs/>
                <w:sz w:val="18"/>
                <w:szCs w:val="18"/>
              </w:rPr>
              <w:t>relatedDocument</w:t>
            </w:r>
          </w:p>
        </w:tc>
        <w:tc>
          <w:tcPr>
            <w:tcW w:w="1089" w:type="dxa"/>
            <w:noWrap/>
            <w:vAlign w:val="center"/>
          </w:tcPr>
          <w:p w14:paraId="1FC7D04A" w14:textId="77777777" w:rsidR="007F25AC" w:rsidRPr="001C113E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0..1</w:t>
            </w:r>
          </w:p>
        </w:tc>
        <w:tc>
          <w:tcPr>
            <w:tcW w:w="1249" w:type="dxa"/>
            <w:vAlign w:val="center"/>
          </w:tcPr>
          <w:p w14:paraId="4F8E60CD" w14:textId="77777777" w:rsidR="007F25AC" w:rsidRPr="001C113E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661" w:type="dxa"/>
            <w:vAlign w:val="center"/>
          </w:tcPr>
          <w:p w14:paraId="242481F9" w14:textId="77777777" w:rsidR="007F25AC" w:rsidRPr="001C113E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</w:tr>
      <w:tr w:rsidR="007F25AC" w14:paraId="71D66A7A" w14:textId="77777777" w:rsidTr="008F6071">
        <w:trPr>
          <w:trHeight w:val="255"/>
        </w:trPr>
        <w:tc>
          <w:tcPr>
            <w:tcW w:w="3257" w:type="dxa"/>
            <w:noWrap/>
            <w:vAlign w:val="center"/>
          </w:tcPr>
          <w:p w14:paraId="0003D0D7" w14:textId="77777777" w:rsidR="007F25AC" w:rsidRPr="001C113E" w:rsidRDefault="007F25AC" w:rsidP="009E430D">
            <w:pPr>
              <w:ind w:left="900"/>
              <w:rPr>
                <w:rFonts w:ascii="Microsoft Sans Serif" w:hAnsi="Microsoft Sans Serif" w:cs="Microsoft Sans Serif"/>
                <w:bCs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bCs/>
                <w:sz w:val="18"/>
                <w:szCs w:val="18"/>
              </w:rPr>
              <w:t>id</w:t>
            </w:r>
          </w:p>
        </w:tc>
        <w:tc>
          <w:tcPr>
            <w:tcW w:w="1089" w:type="dxa"/>
            <w:noWrap/>
            <w:vAlign w:val="center"/>
          </w:tcPr>
          <w:p w14:paraId="2D6F718B" w14:textId="77777777" w:rsidR="007F25AC" w:rsidRPr="001C113E" w:rsidRDefault="007F25AC" w:rsidP="009E430D">
            <w:pPr>
              <w:ind w:left="52"/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 xml:space="preserve">     0..1</w:t>
            </w:r>
          </w:p>
        </w:tc>
        <w:tc>
          <w:tcPr>
            <w:tcW w:w="1249" w:type="dxa"/>
            <w:vAlign w:val="center"/>
          </w:tcPr>
          <w:p w14:paraId="2763A622" w14:textId="77777777" w:rsidR="007F25AC" w:rsidRPr="001C113E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661" w:type="dxa"/>
            <w:vAlign w:val="center"/>
          </w:tcPr>
          <w:p w14:paraId="34E93657" w14:textId="77777777" w:rsidR="007F25AC" w:rsidRPr="001C113E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Tilamuutossanoman OID</w:t>
            </w:r>
          </w:p>
        </w:tc>
      </w:tr>
      <w:tr w:rsidR="007F25AC" w14:paraId="48B490E5" w14:textId="77777777" w:rsidTr="008F6071">
        <w:trPr>
          <w:trHeight w:val="255"/>
        </w:trPr>
        <w:tc>
          <w:tcPr>
            <w:tcW w:w="3257" w:type="dxa"/>
            <w:noWrap/>
            <w:vAlign w:val="center"/>
          </w:tcPr>
          <w:p w14:paraId="49BFBBB9" w14:textId="77777777" w:rsidR="007F25AC" w:rsidRPr="001C113E" w:rsidRDefault="007F25AC" w:rsidP="009E430D">
            <w:pPr>
              <w:ind w:left="900"/>
              <w:rPr>
                <w:rFonts w:ascii="Microsoft Sans Serif" w:hAnsi="Microsoft Sans Serif" w:cs="Microsoft Sans Serif"/>
                <w:bCs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bCs/>
                <w:sz w:val="18"/>
                <w:szCs w:val="18"/>
              </w:rPr>
              <w:t>setId</w:t>
            </w:r>
          </w:p>
        </w:tc>
        <w:tc>
          <w:tcPr>
            <w:tcW w:w="1089" w:type="dxa"/>
            <w:noWrap/>
            <w:vAlign w:val="center"/>
          </w:tcPr>
          <w:p w14:paraId="5B9191EE" w14:textId="77777777" w:rsidR="007F25AC" w:rsidRPr="001C113E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 xml:space="preserve">      0..1</w:t>
            </w:r>
          </w:p>
        </w:tc>
        <w:tc>
          <w:tcPr>
            <w:tcW w:w="1249" w:type="dxa"/>
            <w:vAlign w:val="center"/>
          </w:tcPr>
          <w:p w14:paraId="7A983C9C" w14:textId="77777777" w:rsidR="007F25AC" w:rsidRPr="001C113E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661" w:type="dxa"/>
            <w:vAlign w:val="center"/>
          </w:tcPr>
          <w:p w14:paraId="3D5A351E" w14:textId="77777777" w:rsidR="007F25AC" w:rsidRPr="001C113E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Tilamuutossanoman setId</w:t>
            </w:r>
          </w:p>
        </w:tc>
      </w:tr>
      <w:tr w:rsidR="007F25AC" w14:paraId="69C83E04" w14:textId="77777777" w:rsidTr="008F6071">
        <w:trPr>
          <w:trHeight w:val="255"/>
        </w:trPr>
        <w:tc>
          <w:tcPr>
            <w:tcW w:w="3257" w:type="dxa"/>
            <w:noWrap/>
            <w:vAlign w:val="center"/>
          </w:tcPr>
          <w:p w14:paraId="52278897" w14:textId="77777777" w:rsidR="007F25AC" w:rsidRPr="001C113E" w:rsidRDefault="007F25AC" w:rsidP="009E430D">
            <w:pPr>
              <w:ind w:left="900"/>
              <w:rPr>
                <w:rFonts w:ascii="Microsoft Sans Serif" w:hAnsi="Microsoft Sans Serif" w:cs="Microsoft Sans Serif"/>
                <w:bCs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bCs/>
                <w:sz w:val="18"/>
                <w:szCs w:val="18"/>
              </w:rPr>
              <w:lastRenderedPageBreak/>
              <w:t>versionNumber</w:t>
            </w:r>
          </w:p>
        </w:tc>
        <w:tc>
          <w:tcPr>
            <w:tcW w:w="1089" w:type="dxa"/>
            <w:noWrap/>
            <w:vAlign w:val="center"/>
          </w:tcPr>
          <w:p w14:paraId="51AFFC2B" w14:textId="77777777" w:rsidR="007F25AC" w:rsidRPr="001C113E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 xml:space="preserve">      0..1</w:t>
            </w:r>
          </w:p>
        </w:tc>
        <w:tc>
          <w:tcPr>
            <w:tcW w:w="1249" w:type="dxa"/>
            <w:vAlign w:val="center"/>
          </w:tcPr>
          <w:p w14:paraId="6769EC5D" w14:textId="77777777" w:rsidR="007F25AC" w:rsidRPr="001C113E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661" w:type="dxa"/>
            <w:vAlign w:val="center"/>
          </w:tcPr>
          <w:p w14:paraId="659D9775" w14:textId="77777777" w:rsidR="007F25AC" w:rsidRPr="001C113E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Tilamuutossanoman versionumero</w:t>
            </w:r>
          </w:p>
        </w:tc>
      </w:tr>
      <w:tr w:rsidR="007F25AC" w14:paraId="04AB473C" w14:textId="77777777" w:rsidTr="008F6071">
        <w:trPr>
          <w:trHeight w:val="255"/>
        </w:trPr>
        <w:tc>
          <w:tcPr>
            <w:tcW w:w="3257" w:type="dxa"/>
            <w:noWrap/>
            <w:vAlign w:val="center"/>
          </w:tcPr>
          <w:p w14:paraId="4200097A" w14:textId="77777777" w:rsidR="007F25AC" w:rsidRPr="001C113E" w:rsidRDefault="007F25AC" w:rsidP="009E430D">
            <w:pPr>
              <w:ind w:left="616"/>
              <w:rPr>
                <w:rFonts w:ascii="Microsoft Sans Serif" w:hAnsi="Microsoft Sans Serif" w:cs="Microsoft Sans Serif"/>
                <w:bCs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bCs/>
                <w:sz w:val="18"/>
                <w:szCs w:val="18"/>
              </w:rPr>
              <w:t>stateStatusCode</w:t>
            </w:r>
          </w:p>
        </w:tc>
        <w:tc>
          <w:tcPr>
            <w:tcW w:w="1089" w:type="dxa"/>
            <w:noWrap/>
            <w:vAlign w:val="center"/>
          </w:tcPr>
          <w:p w14:paraId="167867FD" w14:textId="77777777" w:rsidR="007F25AC" w:rsidRPr="001C113E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1..1</w:t>
            </w:r>
          </w:p>
        </w:tc>
        <w:tc>
          <w:tcPr>
            <w:tcW w:w="1249" w:type="dxa"/>
            <w:vAlign w:val="center"/>
          </w:tcPr>
          <w:p w14:paraId="243A0025" w14:textId="77777777" w:rsidR="007F25AC" w:rsidRPr="001C113E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661" w:type="dxa"/>
            <w:vAlign w:val="center"/>
          </w:tcPr>
          <w:p w14:paraId="6E31B9A1" w14:textId="17B115F1" w:rsidR="007F25AC" w:rsidRPr="001C113E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 xml:space="preserve">Lääkemääräyksen toimitustilat </w:t>
            </w:r>
            <w:r w:rsidR="001C113E" w:rsidRPr="001C113E">
              <w:rPr>
                <w:rFonts w:ascii="Microsoft Sans Serif" w:hAnsi="Microsoft Sans Serif" w:cs="Microsoft Sans Serif"/>
                <w:sz w:val="18"/>
                <w:szCs w:val="18"/>
              </w:rPr>
              <w:t>(OID: 1.2.246.537.5.40123.2006)</w:t>
            </w:r>
          </w:p>
        </w:tc>
      </w:tr>
      <w:tr w:rsidR="007F25AC" w14:paraId="2A5F83AA" w14:textId="77777777" w:rsidTr="008F6071">
        <w:trPr>
          <w:trHeight w:val="255"/>
        </w:trPr>
        <w:tc>
          <w:tcPr>
            <w:tcW w:w="3257" w:type="dxa"/>
            <w:noWrap/>
            <w:vAlign w:val="center"/>
          </w:tcPr>
          <w:p w14:paraId="39D87215" w14:textId="77777777" w:rsidR="007F25AC" w:rsidRPr="001C113E" w:rsidRDefault="007F25AC" w:rsidP="009E430D">
            <w:pPr>
              <w:ind w:left="616"/>
              <w:rPr>
                <w:rFonts w:ascii="Microsoft Sans Serif" w:hAnsi="Microsoft Sans Serif" w:cs="Microsoft Sans Serif"/>
                <w:bCs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bCs/>
                <w:sz w:val="18"/>
                <w:szCs w:val="18"/>
              </w:rPr>
              <w:t>stateAuthor</w:t>
            </w:r>
          </w:p>
        </w:tc>
        <w:tc>
          <w:tcPr>
            <w:tcW w:w="1089" w:type="dxa"/>
            <w:noWrap/>
            <w:vAlign w:val="center"/>
          </w:tcPr>
          <w:p w14:paraId="3F9D6CB1" w14:textId="77777777" w:rsidR="007F25AC" w:rsidRPr="001C113E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0..1</w:t>
            </w:r>
          </w:p>
        </w:tc>
        <w:tc>
          <w:tcPr>
            <w:tcW w:w="1249" w:type="dxa"/>
            <w:vAlign w:val="center"/>
          </w:tcPr>
          <w:p w14:paraId="155F8CB5" w14:textId="77777777" w:rsidR="007F25AC" w:rsidRPr="001C113E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661" w:type="dxa"/>
            <w:vAlign w:val="center"/>
          </w:tcPr>
          <w:p w14:paraId="0DA5BD65" w14:textId="61277CD7" w:rsidR="007F25AC" w:rsidRPr="001C113E" w:rsidRDefault="001C113E" w:rsidP="009E430D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Tilamuutoksen</w:t>
            </w:r>
            <w:r w:rsidR="007F25AC" w:rsidRPr="001C113E">
              <w:rPr>
                <w:rFonts w:ascii="Microsoft Sans Serif" w:hAnsi="Microsoft Sans Serif" w:cs="Microsoft Sans Serif"/>
                <w:sz w:val="18"/>
                <w:szCs w:val="18"/>
              </w:rPr>
              <w:t xml:space="preserve"> tekijästä</w:t>
            </w:r>
          </w:p>
        </w:tc>
      </w:tr>
      <w:tr w:rsidR="007F25AC" w14:paraId="0B59F234" w14:textId="77777777" w:rsidTr="008F6071">
        <w:trPr>
          <w:trHeight w:val="255"/>
        </w:trPr>
        <w:tc>
          <w:tcPr>
            <w:tcW w:w="3257" w:type="dxa"/>
            <w:noWrap/>
            <w:vAlign w:val="center"/>
          </w:tcPr>
          <w:p w14:paraId="2D4ADE89" w14:textId="77777777" w:rsidR="007F25AC" w:rsidRPr="001C113E" w:rsidRDefault="007F25AC" w:rsidP="009E430D">
            <w:pPr>
              <w:ind w:left="616"/>
              <w:rPr>
                <w:rFonts w:ascii="Microsoft Sans Serif" w:hAnsi="Microsoft Sans Serif" w:cs="Microsoft Sans Serif"/>
                <w:bCs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bCs/>
                <w:sz w:val="18"/>
                <w:szCs w:val="18"/>
              </w:rPr>
              <w:t>stateFreetext</w:t>
            </w:r>
          </w:p>
        </w:tc>
        <w:tc>
          <w:tcPr>
            <w:tcW w:w="1089" w:type="dxa"/>
            <w:noWrap/>
            <w:vAlign w:val="center"/>
          </w:tcPr>
          <w:p w14:paraId="2C47F614" w14:textId="77777777" w:rsidR="007F25AC" w:rsidRPr="001C113E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0..1</w:t>
            </w:r>
          </w:p>
        </w:tc>
        <w:tc>
          <w:tcPr>
            <w:tcW w:w="1249" w:type="dxa"/>
            <w:vAlign w:val="center"/>
          </w:tcPr>
          <w:p w14:paraId="5FB81B9B" w14:textId="77777777" w:rsidR="007F25AC" w:rsidRPr="001C113E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661" w:type="dxa"/>
            <w:vAlign w:val="center"/>
          </w:tcPr>
          <w:p w14:paraId="3507E7F2" w14:textId="5D79A654" w:rsidR="007F25AC" w:rsidRPr="001C113E" w:rsidRDefault="007F25AC" w:rsidP="001C11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sz w:val="18"/>
              </w:rPr>
              <w:t>Lääkemääräyksen mitätöinnin tyyppi (1.2.246.537.5.40103.2006) –koodiston koodiarvo.</w:t>
            </w:r>
          </w:p>
        </w:tc>
      </w:tr>
      <w:tr w:rsidR="007F25AC" w14:paraId="521520D7" w14:textId="77777777" w:rsidTr="008F6071">
        <w:trPr>
          <w:trHeight w:val="255"/>
        </w:trPr>
        <w:tc>
          <w:tcPr>
            <w:tcW w:w="3257" w:type="dxa"/>
            <w:noWrap/>
            <w:vAlign w:val="center"/>
          </w:tcPr>
          <w:p w14:paraId="14AD6CB7" w14:textId="77777777" w:rsidR="007F25AC" w:rsidRPr="001C113E" w:rsidRDefault="007F25AC" w:rsidP="009E430D">
            <w:pPr>
              <w:ind w:firstLineChars="185" w:firstLine="333"/>
              <w:rPr>
                <w:rFonts w:ascii="Microsoft Sans Serif" w:hAnsi="Microsoft Sans Serif" w:cs="Microsoft Sans Serif"/>
                <w:bCs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bCs/>
                <w:sz w:val="18"/>
                <w:szCs w:val="18"/>
              </w:rPr>
              <w:t>reservationStatus</w:t>
            </w:r>
          </w:p>
        </w:tc>
        <w:tc>
          <w:tcPr>
            <w:tcW w:w="1089" w:type="dxa"/>
            <w:noWrap/>
            <w:vAlign w:val="center"/>
          </w:tcPr>
          <w:p w14:paraId="5C306851" w14:textId="77777777" w:rsidR="007F25AC" w:rsidRPr="001C113E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1..1</w:t>
            </w:r>
          </w:p>
        </w:tc>
        <w:tc>
          <w:tcPr>
            <w:tcW w:w="1249" w:type="dxa"/>
            <w:vAlign w:val="center"/>
          </w:tcPr>
          <w:p w14:paraId="481EE256" w14:textId="77777777" w:rsidR="007F25AC" w:rsidRPr="001C113E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661" w:type="dxa"/>
            <w:vAlign w:val="center"/>
          </w:tcPr>
          <w:p w14:paraId="63DDE132" w14:textId="77777777" w:rsidR="007F25AC" w:rsidRPr="001C113E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Varauksen tilarakenne</w:t>
            </w:r>
          </w:p>
        </w:tc>
      </w:tr>
      <w:tr w:rsidR="007F25AC" w14:paraId="0D186E27" w14:textId="77777777" w:rsidTr="008F6071">
        <w:trPr>
          <w:trHeight w:val="255"/>
        </w:trPr>
        <w:tc>
          <w:tcPr>
            <w:tcW w:w="3257" w:type="dxa"/>
            <w:noWrap/>
            <w:vAlign w:val="center"/>
          </w:tcPr>
          <w:p w14:paraId="0F99C49B" w14:textId="77777777" w:rsidR="007F25AC" w:rsidRPr="001C113E" w:rsidRDefault="007F25AC" w:rsidP="009E430D">
            <w:pPr>
              <w:ind w:left="616"/>
              <w:rPr>
                <w:rFonts w:ascii="Microsoft Sans Serif" w:hAnsi="Microsoft Sans Serif" w:cs="Microsoft Sans Serif"/>
                <w:bCs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bCs/>
                <w:sz w:val="18"/>
                <w:szCs w:val="18"/>
              </w:rPr>
              <w:t>relatedDocument</w:t>
            </w:r>
          </w:p>
        </w:tc>
        <w:tc>
          <w:tcPr>
            <w:tcW w:w="1089" w:type="dxa"/>
            <w:noWrap/>
            <w:vAlign w:val="center"/>
          </w:tcPr>
          <w:p w14:paraId="19182263" w14:textId="77777777" w:rsidR="007F25AC" w:rsidRPr="001C113E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0..1</w:t>
            </w:r>
          </w:p>
        </w:tc>
        <w:tc>
          <w:tcPr>
            <w:tcW w:w="1249" w:type="dxa"/>
            <w:vAlign w:val="center"/>
          </w:tcPr>
          <w:p w14:paraId="4DEBECA8" w14:textId="77777777" w:rsidR="007F25AC" w:rsidRPr="001C113E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661" w:type="dxa"/>
            <w:vAlign w:val="center"/>
          </w:tcPr>
          <w:p w14:paraId="6EE2C7D0" w14:textId="77777777" w:rsidR="007F25AC" w:rsidRPr="001C113E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</w:tr>
      <w:tr w:rsidR="007F25AC" w14:paraId="480E9E00" w14:textId="77777777" w:rsidTr="008F6071">
        <w:trPr>
          <w:trHeight w:val="255"/>
        </w:trPr>
        <w:tc>
          <w:tcPr>
            <w:tcW w:w="3257" w:type="dxa"/>
            <w:noWrap/>
            <w:vAlign w:val="center"/>
          </w:tcPr>
          <w:p w14:paraId="7D467DBE" w14:textId="77777777" w:rsidR="007F25AC" w:rsidRPr="001C113E" w:rsidRDefault="007F25AC" w:rsidP="009E430D">
            <w:pPr>
              <w:ind w:left="900"/>
              <w:rPr>
                <w:rFonts w:ascii="Microsoft Sans Serif" w:hAnsi="Microsoft Sans Serif" w:cs="Microsoft Sans Serif"/>
                <w:bCs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bCs/>
                <w:sz w:val="18"/>
                <w:szCs w:val="18"/>
              </w:rPr>
              <w:t>id</w:t>
            </w:r>
          </w:p>
        </w:tc>
        <w:tc>
          <w:tcPr>
            <w:tcW w:w="1089" w:type="dxa"/>
            <w:noWrap/>
            <w:vAlign w:val="center"/>
          </w:tcPr>
          <w:p w14:paraId="1452EF57" w14:textId="77777777" w:rsidR="007F25AC" w:rsidRPr="001C113E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0..1</w:t>
            </w:r>
          </w:p>
        </w:tc>
        <w:tc>
          <w:tcPr>
            <w:tcW w:w="1249" w:type="dxa"/>
            <w:vAlign w:val="center"/>
          </w:tcPr>
          <w:p w14:paraId="4CB4A642" w14:textId="77777777" w:rsidR="007F25AC" w:rsidRPr="001C113E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661" w:type="dxa"/>
            <w:vAlign w:val="center"/>
          </w:tcPr>
          <w:p w14:paraId="495B2105" w14:textId="77777777" w:rsidR="007F25AC" w:rsidRPr="001C113E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Tilamuutossanoman OID</w:t>
            </w:r>
          </w:p>
        </w:tc>
      </w:tr>
      <w:tr w:rsidR="007F25AC" w14:paraId="7D1CD567" w14:textId="77777777" w:rsidTr="008F6071">
        <w:trPr>
          <w:trHeight w:val="255"/>
        </w:trPr>
        <w:tc>
          <w:tcPr>
            <w:tcW w:w="3257" w:type="dxa"/>
            <w:noWrap/>
            <w:vAlign w:val="center"/>
          </w:tcPr>
          <w:p w14:paraId="73D03007" w14:textId="77777777" w:rsidR="007F25AC" w:rsidRPr="001C113E" w:rsidRDefault="007F25AC" w:rsidP="009E430D">
            <w:pPr>
              <w:ind w:left="900"/>
              <w:rPr>
                <w:rFonts w:ascii="Microsoft Sans Serif" w:hAnsi="Microsoft Sans Serif" w:cs="Microsoft Sans Serif"/>
                <w:bCs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bCs/>
                <w:sz w:val="18"/>
                <w:szCs w:val="18"/>
              </w:rPr>
              <w:t>setId</w:t>
            </w:r>
          </w:p>
        </w:tc>
        <w:tc>
          <w:tcPr>
            <w:tcW w:w="1089" w:type="dxa"/>
            <w:noWrap/>
            <w:vAlign w:val="center"/>
          </w:tcPr>
          <w:p w14:paraId="14CF6811" w14:textId="77777777" w:rsidR="007F25AC" w:rsidRPr="001C113E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0..1</w:t>
            </w:r>
          </w:p>
        </w:tc>
        <w:tc>
          <w:tcPr>
            <w:tcW w:w="1249" w:type="dxa"/>
            <w:vAlign w:val="center"/>
          </w:tcPr>
          <w:p w14:paraId="73D820D3" w14:textId="77777777" w:rsidR="007F25AC" w:rsidRPr="001C113E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661" w:type="dxa"/>
            <w:vAlign w:val="center"/>
          </w:tcPr>
          <w:p w14:paraId="457037E3" w14:textId="77777777" w:rsidR="007F25AC" w:rsidRPr="001C113E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Tilamuutossanoman setId</w:t>
            </w:r>
          </w:p>
        </w:tc>
      </w:tr>
      <w:tr w:rsidR="007F25AC" w14:paraId="337D737D" w14:textId="77777777" w:rsidTr="008F6071">
        <w:trPr>
          <w:trHeight w:val="255"/>
        </w:trPr>
        <w:tc>
          <w:tcPr>
            <w:tcW w:w="3257" w:type="dxa"/>
            <w:noWrap/>
            <w:vAlign w:val="center"/>
          </w:tcPr>
          <w:p w14:paraId="5633DDBB" w14:textId="77777777" w:rsidR="007F25AC" w:rsidRPr="001C113E" w:rsidRDefault="007F25AC" w:rsidP="009E430D">
            <w:pPr>
              <w:ind w:left="900"/>
              <w:rPr>
                <w:rFonts w:ascii="Microsoft Sans Serif" w:hAnsi="Microsoft Sans Serif" w:cs="Microsoft Sans Serif"/>
                <w:bCs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bCs/>
                <w:sz w:val="18"/>
                <w:szCs w:val="18"/>
              </w:rPr>
              <w:t>versionNumber</w:t>
            </w:r>
          </w:p>
        </w:tc>
        <w:tc>
          <w:tcPr>
            <w:tcW w:w="1089" w:type="dxa"/>
            <w:noWrap/>
            <w:vAlign w:val="center"/>
          </w:tcPr>
          <w:p w14:paraId="1ECE3EF4" w14:textId="77777777" w:rsidR="007F25AC" w:rsidRPr="001C113E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0..1</w:t>
            </w:r>
          </w:p>
        </w:tc>
        <w:tc>
          <w:tcPr>
            <w:tcW w:w="1249" w:type="dxa"/>
            <w:vAlign w:val="center"/>
          </w:tcPr>
          <w:p w14:paraId="6951DF52" w14:textId="77777777" w:rsidR="007F25AC" w:rsidRPr="001C113E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661" w:type="dxa"/>
            <w:vAlign w:val="center"/>
          </w:tcPr>
          <w:p w14:paraId="04F12DFA" w14:textId="77777777" w:rsidR="007F25AC" w:rsidRPr="001C113E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Tilamuutossanoman versionumero</w:t>
            </w:r>
          </w:p>
        </w:tc>
      </w:tr>
      <w:tr w:rsidR="007F25AC" w14:paraId="6EE8E0D4" w14:textId="77777777" w:rsidTr="008F6071">
        <w:trPr>
          <w:trHeight w:val="255"/>
        </w:trPr>
        <w:tc>
          <w:tcPr>
            <w:tcW w:w="3257" w:type="dxa"/>
            <w:noWrap/>
            <w:vAlign w:val="center"/>
          </w:tcPr>
          <w:p w14:paraId="6EC44791" w14:textId="77777777" w:rsidR="007F25AC" w:rsidRPr="001C113E" w:rsidRDefault="007F25AC" w:rsidP="009E430D">
            <w:pPr>
              <w:ind w:left="616"/>
              <w:rPr>
                <w:rFonts w:ascii="Microsoft Sans Serif" w:hAnsi="Microsoft Sans Serif" w:cs="Microsoft Sans Serif"/>
                <w:bCs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bCs/>
                <w:sz w:val="18"/>
                <w:szCs w:val="18"/>
              </w:rPr>
              <w:t>stateStatusCode</w:t>
            </w:r>
          </w:p>
        </w:tc>
        <w:tc>
          <w:tcPr>
            <w:tcW w:w="1089" w:type="dxa"/>
            <w:noWrap/>
            <w:vAlign w:val="center"/>
          </w:tcPr>
          <w:p w14:paraId="7AFA789D" w14:textId="77777777" w:rsidR="007F25AC" w:rsidRPr="001C113E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1..1</w:t>
            </w:r>
          </w:p>
        </w:tc>
        <w:tc>
          <w:tcPr>
            <w:tcW w:w="1249" w:type="dxa"/>
            <w:vAlign w:val="center"/>
          </w:tcPr>
          <w:p w14:paraId="75F21173" w14:textId="77777777" w:rsidR="007F25AC" w:rsidRPr="001C113E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661" w:type="dxa"/>
            <w:vAlign w:val="center"/>
          </w:tcPr>
          <w:p w14:paraId="629450B3" w14:textId="77777777" w:rsidR="007F25AC" w:rsidRPr="001C113E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Lääkemääräyksen varaustilat: (OID: 1.2.246.537.5.40122.2006)</w:t>
            </w:r>
          </w:p>
        </w:tc>
      </w:tr>
      <w:tr w:rsidR="007F25AC" w14:paraId="670653EA" w14:textId="77777777" w:rsidTr="008F6071">
        <w:trPr>
          <w:trHeight w:val="255"/>
        </w:trPr>
        <w:tc>
          <w:tcPr>
            <w:tcW w:w="3257" w:type="dxa"/>
            <w:noWrap/>
            <w:vAlign w:val="center"/>
          </w:tcPr>
          <w:p w14:paraId="7706243E" w14:textId="77777777" w:rsidR="007F25AC" w:rsidRPr="001C113E" w:rsidRDefault="007F25AC" w:rsidP="009E430D">
            <w:pPr>
              <w:ind w:left="616"/>
              <w:rPr>
                <w:rFonts w:ascii="Microsoft Sans Serif" w:hAnsi="Microsoft Sans Serif" w:cs="Microsoft Sans Serif"/>
                <w:bCs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bCs/>
                <w:sz w:val="18"/>
                <w:szCs w:val="18"/>
              </w:rPr>
              <w:t>stateAuthor</w:t>
            </w:r>
          </w:p>
        </w:tc>
        <w:tc>
          <w:tcPr>
            <w:tcW w:w="1089" w:type="dxa"/>
            <w:noWrap/>
            <w:vAlign w:val="center"/>
          </w:tcPr>
          <w:p w14:paraId="41A948D9" w14:textId="77777777" w:rsidR="007F25AC" w:rsidRPr="001C113E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0..1</w:t>
            </w:r>
          </w:p>
        </w:tc>
        <w:tc>
          <w:tcPr>
            <w:tcW w:w="1249" w:type="dxa"/>
            <w:vAlign w:val="center"/>
          </w:tcPr>
          <w:p w14:paraId="165C7D15" w14:textId="77777777" w:rsidR="007F25AC" w:rsidRPr="001C113E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661" w:type="dxa"/>
            <w:vAlign w:val="center"/>
          </w:tcPr>
          <w:p w14:paraId="753756B5" w14:textId="19E0DD1D" w:rsidR="007F25AC" w:rsidRPr="001C113E" w:rsidRDefault="001C113E" w:rsidP="001C11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T</w:t>
            </w:r>
            <w:r w:rsidR="007F25AC" w:rsidRPr="001C113E">
              <w:rPr>
                <w:rFonts w:ascii="Microsoft Sans Serif" w:hAnsi="Microsoft Sans Serif" w:cs="Microsoft Sans Serif"/>
                <w:sz w:val="18"/>
                <w:szCs w:val="18"/>
              </w:rPr>
              <w:t>ilamuutoksen tekijästä</w:t>
            </w:r>
          </w:p>
        </w:tc>
      </w:tr>
      <w:tr w:rsidR="007F25AC" w14:paraId="1DE0AEE1" w14:textId="77777777" w:rsidTr="008F6071">
        <w:trPr>
          <w:trHeight w:val="255"/>
        </w:trPr>
        <w:tc>
          <w:tcPr>
            <w:tcW w:w="3257" w:type="dxa"/>
            <w:noWrap/>
            <w:vAlign w:val="center"/>
          </w:tcPr>
          <w:p w14:paraId="78CE2314" w14:textId="77777777" w:rsidR="007F25AC" w:rsidRPr="001C113E" w:rsidRDefault="007F25AC" w:rsidP="009E430D">
            <w:pPr>
              <w:ind w:left="616"/>
              <w:rPr>
                <w:rFonts w:ascii="Microsoft Sans Serif" w:hAnsi="Microsoft Sans Serif" w:cs="Microsoft Sans Serif"/>
                <w:bCs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bCs/>
                <w:sz w:val="18"/>
                <w:szCs w:val="18"/>
              </w:rPr>
              <w:t>stateFreetext</w:t>
            </w:r>
          </w:p>
        </w:tc>
        <w:tc>
          <w:tcPr>
            <w:tcW w:w="1089" w:type="dxa"/>
            <w:noWrap/>
            <w:vAlign w:val="center"/>
          </w:tcPr>
          <w:p w14:paraId="1724A5C3" w14:textId="77777777" w:rsidR="007F25AC" w:rsidRPr="001C113E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0..1</w:t>
            </w:r>
          </w:p>
        </w:tc>
        <w:tc>
          <w:tcPr>
            <w:tcW w:w="1249" w:type="dxa"/>
            <w:vAlign w:val="center"/>
          </w:tcPr>
          <w:p w14:paraId="73F7E81A" w14:textId="77777777" w:rsidR="007F25AC" w:rsidRPr="001C113E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661" w:type="dxa"/>
            <w:vAlign w:val="center"/>
          </w:tcPr>
          <w:p w14:paraId="08902B7A" w14:textId="762D2C52" w:rsidR="007F25AC" w:rsidRPr="001C113E" w:rsidRDefault="001C113E" w:rsidP="001C11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Tilamuutosta kuvaava teksti</w:t>
            </w:r>
          </w:p>
        </w:tc>
      </w:tr>
      <w:tr w:rsidR="007F25AC" w14:paraId="45AF1EDD" w14:textId="77777777" w:rsidTr="008F6071">
        <w:trPr>
          <w:trHeight w:val="255"/>
        </w:trPr>
        <w:tc>
          <w:tcPr>
            <w:tcW w:w="3257" w:type="dxa"/>
            <w:noWrap/>
            <w:vAlign w:val="center"/>
          </w:tcPr>
          <w:p w14:paraId="4FA1B31F" w14:textId="77777777" w:rsidR="007F25AC" w:rsidRPr="001C113E" w:rsidRDefault="007F25AC" w:rsidP="009E430D">
            <w:pPr>
              <w:ind w:firstLineChars="185" w:firstLine="333"/>
              <w:rPr>
                <w:rFonts w:ascii="Microsoft Sans Serif" w:hAnsi="Microsoft Sans Serif" w:cs="Microsoft Sans Serif"/>
                <w:bCs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bCs/>
                <w:sz w:val="18"/>
                <w:szCs w:val="18"/>
              </w:rPr>
              <w:t>heldStatus</w:t>
            </w:r>
          </w:p>
        </w:tc>
        <w:tc>
          <w:tcPr>
            <w:tcW w:w="1089" w:type="dxa"/>
            <w:noWrap/>
            <w:vAlign w:val="center"/>
          </w:tcPr>
          <w:p w14:paraId="09618DBF" w14:textId="77777777" w:rsidR="007F25AC" w:rsidRPr="001C113E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1..1</w:t>
            </w:r>
          </w:p>
        </w:tc>
        <w:tc>
          <w:tcPr>
            <w:tcW w:w="1249" w:type="dxa"/>
            <w:vAlign w:val="center"/>
          </w:tcPr>
          <w:p w14:paraId="7E8797EC" w14:textId="77777777" w:rsidR="007F25AC" w:rsidRPr="001C113E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661" w:type="dxa"/>
            <w:vAlign w:val="center"/>
          </w:tcPr>
          <w:p w14:paraId="32DC3A23" w14:textId="77777777" w:rsidR="007F25AC" w:rsidRPr="001C113E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Lukitustilan rakenne</w:t>
            </w:r>
          </w:p>
        </w:tc>
      </w:tr>
      <w:tr w:rsidR="007F25AC" w14:paraId="5FF9DD0F" w14:textId="77777777" w:rsidTr="008F6071">
        <w:trPr>
          <w:trHeight w:val="255"/>
        </w:trPr>
        <w:tc>
          <w:tcPr>
            <w:tcW w:w="3257" w:type="dxa"/>
            <w:noWrap/>
            <w:vAlign w:val="center"/>
          </w:tcPr>
          <w:p w14:paraId="6A3FEF6E" w14:textId="77777777" w:rsidR="007F25AC" w:rsidRPr="001C113E" w:rsidRDefault="007F25AC" w:rsidP="009E430D">
            <w:pPr>
              <w:ind w:firstLineChars="342" w:firstLine="616"/>
              <w:rPr>
                <w:rFonts w:ascii="Microsoft Sans Serif" w:hAnsi="Microsoft Sans Serif" w:cs="Microsoft Sans Serif"/>
                <w:bCs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bCs/>
                <w:sz w:val="18"/>
                <w:szCs w:val="18"/>
              </w:rPr>
              <w:t>relatedDocument</w:t>
            </w:r>
          </w:p>
        </w:tc>
        <w:tc>
          <w:tcPr>
            <w:tcW w:w="1089" w:type="dxa"/>
            <w:noWrap/>
            <w:vAlign w:val="center"/>
          </w:tcPr>
          <w:p w14:paraId="31D1456C" w14:textId="77777777" w:rsidR="007F25AC" w:rsidRPr="001C113E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0..1</w:t>
            </w:r>
          </w:p>
        </w:tc>
        <w:tc>
          <w:tcPr>
            <w:tcW w:w="1249" w:type="dxa"/>
            <w:vAlign w:val="center"/>
          </w:tcPr>
          <w:p w14:paraId="446120BE" w14:textId="77777777" w:rsidR="007F25AC" w:rsidRPr="001C113E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661" w:type="dxa"/>
            <w:vAlign w:val="center"/>
          </w:tcPr>
          <w:p w14:paraId="5D31F110" w14:textId="77777777" w:rsidR="007F25AC" w:rsidRPr="001C113E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</w:tr>
      <w:tr w:rsidR="007F25AC" w14:paraId="19E64C20" w14:textId="77777777" w:rsidTr="008F6071">
        <w:trPr>
          <w:trHeight w:val="255"/>
        </w:trPr>
        <w:tc>
          <w:tcPr>
            <w:tcW w:w="3257" w:type="dxa"/>
            <w:noWrap/>
            <w:vAlign w:val="center"/>
          </w:tcPr>
          <w:p w14:paraId="0FA27805" w14:textId="77777777" w:rsidR="007F25AC" w:rsidRPr="001C113E" w:rsidRDefault="007F25AC" w:rsidP="009E430D">
            <w:pPr>
              <w:ind w:firstLineChars="500" w:firstLine="900"/>
              <w:rPr>
                <w:rFonts w:ascii="Microsoft Sans Serif" w:hAnsi="Microsoft Sans Serif" w:cs="Microsoft Sans Serif"/>
                <w:bCs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bCs/>
                <w:sz w:val="18"/>
                <w:szCs w:val="18"/>
              </w:rPr>
              <w:t>id</w:t>
            </w:r>
          </w:p>
        </w:tc>
        <w:tc>
          <w:tcPr>
            <w:tcW w:w="1089" w:type="dxa"/>
            <w:noWrap/>
            <w:vAlign w:val="center"/>
          </w:tcPr>
          <w:p w14:paraId="66E31D0C" w14:textId="77777777" w:rsidR="007F25AC" w:rsidRPr="001C113E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0..1</w:t>
            </w:r>
          </w:p>
        </w:tc>
        <w:tc>
          <w:tcPr>
            <w:tcW w:w="1249" w:type="dxa"/>
            <w:vAlign w:val="center"/>
          </w:tcPr>
          <w:p w14:paraId="31DE4F45" w14:textId="77777777" w:rsidR="007F25AC" w:rsidRPr="001C113E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661" w:type="dxa"/>
            <w:vAlign w:val="center"/>
          </w:tcPr>
          <w:p w14:paraId="3893D1D9" w14:textId="77777777" w:rsidR="007F25AC" w:rsidRPr="001C113E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Tilamuutossanoman OID</w:t>
            </w:r>
          </w:p>
        </w:tc>
      </w:tr>
      <w:tr w:rsidR="007F25AC" w14:paraId="446FE4AD" w14:textId="77777777" w:rsidTr="008F6071">
        <w:trPr>
          <w:trHeight w:val="255"/>
        </w:trPr>
        <w:tc>
          <w:tcPr>
            <w:tcW w:w="3257" w:type="dxa"/>
            <w:noWrap/>
            <w:vAlign w:val="center"/>
          </w:tcPr>
          <w:p w14:paraId="33031662" w14:textId="77777777" w:rsidR="007F25AC" w:rsidRPr="001C113E" w:rsidRDefault="007F25AC" w:rsidP="009E430D">
            <w:pPr>
              <w:ind w:firstLineChars="500" w:firstLine="900"/>
              <w:rPr>
                <w:rFonts w:ascii="Microsoft Sans Serif" w:hAnsi="Microsoft Sans Serif" w:cs="Microsoft Sans Serif"/>
                <w:bCs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bCs/>
                <w:sz w:val="18"/>
                <w:szCs w:val="18"/>
              </w:rPr>
              <w:t>setId</w:t>
            </w:r>
          </w:p>
        </w:tc>
        <w:tc>
          <w:tcPr>
            <w:tcW w:w="1089" w:type="dxa"/>
            <w:noWrap/>
            <w:vAlign w:val="center"/>
          </w:tcPr>
          <w:p w14:paraId="187E6E44" w14:textId="77777777" w:rsidR="007F25AC" w:rsidRPr="001C113E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0..1</w:t>
            </w:r>
          </w:p>
        </w:tc>
        <w:tc>
          <w:tcPr>
            <w:tcW w:w="1249" w:type="dxa"/>
            <w:vAlign w:val="center"/>
          </w:tcPr>
          <w:p w14:paraId="4558F72D" w14:textId="77777777" w:rsidR="007F25AC" w:rsidRPr="001C113E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661" w:type="dxa"/>
            <w:vAlign w:val="center"/>
          </w:tcPr>
          <w:p w14:paraId="010F5656" w14:textId="77777777" w:rsidR="007F25AC" w:rsidRPr="001C113E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Tilamuutossanoman setId</w:t>
            </w:r>
          </w:p>
        </w:tc>
      </w:tr>
      <w:tr w:rsidR="007F25AC" w14:paraId="5BDC9D71" w14:textId="77777777" w:rsidTr="008F6071">
        <w:trPr>
          <w:trHeight w:val="255"/>
        </w:trPr>
        <w:tc>
          <w:tcPr>
            <w:tcW w:w="3257" w:type="dxa"/>
            <w:noWrap/>
            <w:vAlign w:val="center"/>
          </w:tcPr>
          <w:p w14:paraId="13A4ACF9" w14:textId="77777777" w:rsidR="007F25AC" w:rsidRPr="001C113E" w:rsidRDefault="007F25AC" w:rsidP="009E430D">
            <w:pPr>
              <w:ind w:firstLineChars="500" w:firstLine="900"/>
              <w:rPr>
                <w:rFonts w:ascii="Microsoft Sans Serif" w:hAnsi="Microsoft Sans Serif" w:cs="Microsoft Sans Serif"/>
                <w:bCs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bCs/>
                <w:sz w:val="18"/>
                <w:szCs w:val="18"/>
              </w:rPr>
              <w:t>versionNumber</w:t>
            </w:r>
          </w:p>
        </w:tc>
        <w:tc>
          <w:tcPr>
            <w:tcW w:w="1089" w:type="dxa"/>
            <w:noWrap/>
            <w:vAlign w:val="center"/>
          </w:tcPr>
          <w:p w14:paraId="2F8C8F85" w14:textId="77777777" w:rsidR="007F25AC" w:rsidRPr="001C113E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0..1</w:t>
            </w:r>
          </w:p>
        </w:tc>
        <w:tc>
          <w:tcPr>
            <w:tcW w:w="1249" w:type="dxa"/>
            <w:vAlign w:val="center"/>
          </w:tcPr>
          <w:p w14:paraId="3E6AAA99" w14:textId="77777777" w:rsidR="007F25AC" w:rsidRPr="001C113E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661" w:type="dxa"/>
            <w:vAlign w:val="center"/>
          </w:tcPr>
          <w:p w14:paraId="1D1F7BC9" w14:textId="77777777" w:rsidR="007F25AC" w:rsidRPr="001C113E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Tilamuutossanoman versionumero</w:t>
            </w:r>
          </w:p>
        </w:tc>
      </w:tr>
      <w:tr w:rsidR="007F25AC" w14:paraId="17EA97AF" w14:textId="77777777" w:rsidTr="008F6071">
        <w:trPr>
          <w:trHeight w:val="255"/>
        </w:trPr>
        <w:tc>
          <w:tcPr>
            <w:tcW w:w="3257" w:type="dxa"/>
            <w:noWrap/>
            <w:vAlign w:val="center"/>
          </w:tcPr>
          <w:p w14:paraId="3990E692" w14:textId="77777777" w:rsidR="007F25AC" w:rsidRPr="001C113E" w:rsidRDefault="007F25AC" w:rsidP="009E430D">
            <w:pPr>
              <w:ind w:firstLineChars="342" w:firstLine="616"/>
              <w:rPr>
                <w:rFonts w:ascii="Microsoft Sans Serif" w:hAnsi="Microsoft Sans Serif" w:cs="Microsoft Sans Serif"/>
                <w:bCs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bCs/>
                <w:sz w:val="18"/>
                <w:szCs w:val="18"/>
              </w:rPr>
              <w:t>stateStatusCode</w:t>
            </w:r>
          </w:p>
        </w:tc>
        <w:tc>
          <w:tcPr>
            <w:tcW w:w="1089" w:type="dxa"/>
            <w:noWrap/>
            <w:vAlign w:val="center"/>
          </w:tcPr>
          <w:p w14:paraId="06EA45CF" w14:textId="77777777" w:rsidR="007F25AC" w:rsidRPr="001C113E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1..1</w:t>
            </w:r>
          </w:p>
        </w:tc>
        <w:tc>
          <w:tcPr>
            <w:tcW w:w="1249" w:type="dxa"/>
            <w:vAlign w:val="center"/>
          </w:tcPr>
          <w:p w14:paraId="6484D6B6" w14:textId="77777777" w:rsidR="007F25AC" w:rsidRPr="001C113E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661" w:type="dxa"/>
            <w:vAlign w:val="center"/>
          </w:tcPr>
          <w:p w14:paraId="572DED04" w14:textId="77777777" w:rsidR="007F25AC" w:rsidRPr="001C113E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Lääkemääräyksen lukitustilat (OID: 1.2.246.537.5.40124.2006)</w:t>
            </w:r>
          </w:p>
        </w:tc>
      </w:tr>
      <w:tr w:rsidR="007F25AC" w14:paraId="2338A438" w14:textId="77777777" w:rsidTr="008F6071">
        <w:trPr>
          <w:trHeight w:val="255"/>
        </w:trPr>
        <w:tc>
          <w:tcPr>
            <w:tcW w:w="3257" w:type="dxa"/>
            <w:noWrap/>
            <w:vAlign w:val="center"/>
          </w:tcPr>
          <w:p w14:paraId="1DC9D743" w14:textId="77777777" w:rsidR="007F25AC" w:rsidRPr="001C113E" w:rsidRDefault="007F25AC" w:rsidP="009E430D">
            <w:pPr>
              <w:ind w:firstLineChars="342" w:firstLine="616"/>
              <w:rPr>
                <w:rFonts w:ascii="Microsoft Sans Serif" w:hAnsi="Microsoft Sans Serif" w:cs="Microsoft Sans Serif"/>
                <w:bCs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bCs/>
                <w:sz w:val="18"/>
                <w:szCs w:val="18"/>
              </w:rPr>
              <w:t>stateAuthor</w:t>
            </w:r>
          </w:p>
        </w:tc>
        <w:tc>
          <w:tcPr>
            <w:tcW w:w="1089" w:type="dxa"/>
            <w:noWrap/>
            <w:vAlign w:val="center"/>
          </w:tcPr>
          <w:p w14:paraId="6353F224" w14:textId="77777777" w:rsidR="007F25AC" w:rsidRPr="001C113E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0..1</w:t>
            </w:r>
          </w:p>
        </w:tc>
        <w:tc>
          <w:tcPr>
            <w:tcW w:w="1249" w:type="dxa"/>
            <w:vAlign w:val="center"/>
          </w:tcPr>
          <w:p w14:paraId="267D2FE3" w14:textId="77777777" w:rsidR="007F25AC" w:rsidRPr="001C113E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661" w:type="dxa"/>
            <w:vAlign w:val="center"/>
          </w:tcPr>
          <w:p w14:paraId="2BA2E504" w14:textId="22EF72F0" w:rsidR="007F25AC" w:rsidRPr="001C113E" w:rsidRDefault="001C113E" w:rsidP="001C11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T</w:t>
            </w:r>
            <w:r w:rsidR="007F25AC" w:rsidRPr="001C113E">
              <w:rPr>
                <w:rFonts w:ascii="Microsoft Sans Serif" w:hAnsi="Microsoft Sans Serif" w:cs="Microsoft Sans Serif"/>
                <w:sz w:val="18"/>
                <w:szCs w:val="18"/>
              </w:rPr>
              <w:t>ilamuutoksen tekijästä</w:t>
            </w:r>
          </w:p>
        </w:tc>
      </w:tr>
      <w:tr w:rsidR="007F25AC" w14:paraId="7F09BF66" w14:textId="77777777" w:rsidTr="008F6071">
        <w:trPr>
          <w:trHeight w:val="255"/>
        </w:trPr>
        <w:tc>
          <w:tcPr>
            <w:tcW w:w="3257" w:type="dxa"/>
            <w:noWrap/>
            <w:vAlign w:val="center"/>
          </w:tcPr>
          <w:p w14:paraId="4F00C30C" w14:textId="77777777" w:rsidR="007F25AC" w:rsidRPr="001C113E" w:rsidRDefault="007F25AC" w:rsidP="009E430D">
            <w:pPr>
              <w:ind w:firstLineChars="342" w:firstLine="616"/>
              <w:rPr>
                <w:rFonts w:ascii="Microsoft Sans Serif" w:hAnsi="Microsoft Sans Serif" w:cs="Microsoft Sans Serif"/>
                <w:bCs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bCs/>
                <w:sz w:val="18"/>
                <w:szCs w:val="18"/>
              </w:rPr>
              <w:t>stateFreetext</w:t>
            </w:r>
          </w:p>
        </w:tc>
        <w:tc>
          <w:tcPr>
            <w:tcW w:w="1089" w:type="dxa"/>
            <w:noWrap/>
            <w:vAlign w:val="center"/>
          </w:tcPr>
          <w:p w14:paraId="6B4780DE" w14:textId="77777777" w:rsidR="007F25AC" w:rsidRPr="001C113E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0..1</w:t>
            </w:r>
          </w:p>
        </w:tc>
        <w:tc>
          <w:tcPr>
            <w:tcW w:w="1249" w:type="dxa"/>
            <w:vAlign w:val="center"/>
          </w:tcPr>
          <w:p w14:paraId="3127B8DD" w14:textId="77777777" w:rsidR="007F25AC" w:rsidRPr="001C113E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661" w:type="dxa"/>
            <w:vAlign w:val="center"/>
          </w:tcPr>
          <w:p w14:paraId="5BEBC5A2" w14:textId="1A4E69AB" w:rsidR="007F25AC" w:rsidRPr="001C113E" w:rsidRDefault="007F25AC" w:rsidP="001C11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Tilamuutosta kuvaava teksti</w:t>
            </w:r>
          </w:p>
        </w:tc>
      </w:tr>
      <w:tr w:rsidR="007F25AC" w14:paraId="138795F4" w14:textId="77777777" w:rsidTr="008F6071">
        <w:trPr>
          <w:trHeight w:val="255"/>
        </w:trPr>
        <w:tc>
          <w:tcPr>
            <w:tcW w:w="3257" w:type="dxa"/>
            <w:noWrap/>
            <w:vAlign w:val="center"/>
          </w:tcPr>
          <w:p w14:paraId="3400AD4F" w14:textId="77777777" w:rsidR="007F25AC" w:rsidRPr="001C113E" w:rsidRDefault="007F25AC" w:rsidP="009E430D">
            <w:pPr>
              <w:ind w:firstLineChars="185" w:firstLine="333"/>
              <w:rPr>
                <w:rFonts w:ascii="Microsoft Sans Serif" w:hAnsi="Microsoft Sans Serif" w:cs="Microsoft Sans Serif"/>
                <w:bCs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bCs/>
                <w:sz w:val="18"/>
                <w:szCs w:val="18"/>
              </w:rPr>
              <w:t>renewalStatus</w:t>
            </w:r>
          </w:p>
        </w:tc>
        <w:tc>
          <w:tcPr>
            <w:tcW w:w="1089" w:type="dxa"/>
            <w:noWrap/>
            <w:vAlign w:val="center"/>
          </w:tcPr>
          <w:p w14:paraId="19056FEA" w14:textId="77777777" w:rsidR="007F25AC" w:rsidRPr="001C113E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0..1</w:t>
            </w:r>
          </w:p>
        </w:tc>
        <w:tc>
          <w:tcPr>
            <w:tcW w:w="1249" w:type="dxa"/>
            <w:vAlign w:val="center"/>
          </w:tcPr>
          <w:p w14:paraId="00A3310A" w14:textId="77777777" w:rsidR="007F25AC" w:rsidRPr="001C113E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661" w:type="dxa"/>
            <w:vAlign w:val="center"/>
          </w:tcPr>
          <w:p w14:paraId="0F9CF59F" w14:textId="77777777" w:rsidR="007F25AC" w:rsidRPr="001C113E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Uusimistilan rakenne</w:t>
            </w:r>
          </w:p>
        </w:tc>
      </w:tr>
      <w:tr w:rsidR="007F25AC" w14:paraId="13BFA38E" w14:textId="77777777" w:rsidTr="008F6071">
        <w:trPr>
          <w:trHeight w:val="255"/>
        </w:trPr>
        <w:tc>
          <w:tcPr>
            <w:tcW w:w="3257" w:type="dxa"/>
            <w:noWrap/>
            <w:vAlign w:val="center"/>
          </w:tcPr>
          <w:p w14:paraId="539071AA" w14:textId="77777777" w:rsidR="007F25AC" w:rsidRPr="001C113E" w:rsidRDefault="007F25AC" w:rsidP="009E430D">
            <w:pPr>
              <w:ind w:firstLineChars="342" w:firstLine="616"/>
              <w:rPr>
                <w:rFonts w:ascii="Microsoft Sans Serif" w:hAnsi="Microsoft Sans Serif" w:cs="Microsoft Sans Serif"/>
                <w:bCs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bCs/>
                <w:sz w:val="18"/>
                <w:szCs w:val="18"/>
              </w:rPr>
              <w:t>relatedDocument</w:t>
            </w:r>
          </w:p>
        </w:tc>
        <w:tc>
          <w:tcPr>
            <w:tcW w:w="1089" w:type="dxa"/>
            <w:noWrap/>
            <w:vAlign w:val="center"/>
          </w:tcPr>
          <w:p w14:paraId="67657BE8" w14:textId="77777777" w:rsidR="007F25AC" w:rsidRPr="001C113E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0..1</w:t>
            </w:r>
          </w:p>
        </w:tc>
        <w:tc>
          <w:tcPr>
            <w:tcW w:w="1249" w:type="dxa"/>
            <w:vAlign w:val="center"/>
          </w:tcPr>
          <w:p w14:paraId="3B4F6014" w14:textId="77777777" w:rsidR="007F25AC" w:rsidRPr="001C113E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661" w:type="dxa"/>
            <w:vAlign w:val="center"/>
          </w:tcPr>
          <w:p w14:paraId="6F25AF36" w14:textId="77777777" w:rsidR="007F25AC" w:rsidRPr="001C113E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</w:tr>
      <w:tr w:rsidR="007F25AC" w14:paraId="727DA63B" w14:textId="77777777" w:rsidTr="008F6071">
        <w:trPr>
          <w:trHeight w:val="255"/>
        </w:trPr>
        <w:tc>
          <w:tcPr>
            <w:tcW w:w="3257" w:type="dxa"/>
            <w:noWrap/>
            <w:vAlign w:val="center"/>
          </w:tcPr>
          <w:p w14:paraId="39F238A8" w14:textId="77777777" w:rsidR="007F25AC" w:rsidRPr="001C113E" w:rsidRDefault="007F25AC" w:rsidP="009E430D">
            <w:pPr>
              <w:ind w:firstLineChars="500" w:firstLine="900"/>
              <w:rPr>
                <w:rFonts w:ascii="Microsoft Sans Serif" w:hAnsi="Microsoft Sans Serif" w:cs="Microsoft Sans Serif"/>
                <w:bCs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bCs/>
                <w:sz w:val="18"/>
                <w:szCs w:val="18"/>
              </w:rPr>
              <w:t>id</w:t>
            </w:r>
          </w:p>
        </w:tc>
        <w:tc>
          <w:tcPr>
            <w:tcW w:w="1089" w:type="dxa"/>
            <w:noWrap/>
            <w:vAlign w:val="center"/>
          </w:tcPr>
          <w:p w14:paraId="1C74561B" w14:textId="77777777" w:rsidR="007F25AC" w:rsidRPr="001C113E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0..1</w:t>
            </w:r>
          </w:p>
        </w:tc>
        <w:tc>
          <w:tcPr>
            <w:tcW w:w="1249" w:type="dxa"/>
            <w:vAlign w:val="center"/>
          </w:tcPr>
          <w:p w14:paraId="361811D1" w14:textId="77777777" w:rsidR="007F25AC" w:rsidRPr="001C113E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661" w:type="dxa"/>
            <w:vAlign w:val="center"/>
          </w:tcPr>
          <w:p w14:paraId="547047C1" w14:textId="77777777" w:rsidR="007F25AC" w:rsidRPr="001C113E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Tilamuutossanoman OID</w:t>
            </w:r>
          </w:p>
        </w:tc>
      </w:tr>
      <w:tr w:rsidR="007F25AC" w14:paraId="63F130BA" w14:textId="77777777" w:rsidTr="008F6071">
        <w:trPr>
          <w:trHeight w:val="255"/>
        </w:trPr>
        <w:tc>
          <w:tcPr>
            <w:tcW w:w="3257" w:type="dxa"/>
            <w:noWrap/>
            <w:vAlign w:val="center"/>
          </w:tcPr>
          <w:p w14:paraId="595F0D95" w14:textId="77777777" w:rsidR="007F25AC" w:rsidRPr="001C113E" w:rsidRDefault="007F25AC" w:rsidP="009E430D">
            <w:pPr>
              <w:ind w:firstLineChars="500" w:firstLine="900"/>
              <w:rPr>
                <w:rFonts w:ascii="Microsoft Sans Serif" w:hAnsi="Microsoft Sans Serif" w:cs="Microsoft Sans Serif"/>
                <w:bCs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bCs/>
                <w:sz w:val="18"/>
                <w:szCs w:val="18"/>
              </w:rPr>
              <w:t>setId</w:t>
            </w:r>
          </w:p>
        </w:tc>
        <w:tc>
          <w:tcPr>
            <w:tcW w:w="1089" w:type="dxa"/>
            <w:noWrap/>
            <w:vAlign w:val="center"/>
          </w:tcPr>
          <w:p w14:paraId="2E98F98D" w14:textId="77777777" w:rsidR="007F25AC" w:rsidRPr="001C113E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0..1</w:t>
            </w:r>
          </w:p>
        </w:tc>
        <w:tc>
          <w:tcPr>
            <w:tcW w:w="1249" w:type="dxa"/>
            <w:vAlign w:val="center"/>
          </w:tcPr>
          <w:p w14:paraId="3DAA69B1" w14:textId="77777777" w:rsidR="007F25AC" w:rsidRPr="001C113E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661" w:type="dxa"/>
            <w:vAlign w:val="center"/>
          </w:tcPr>
          <w:p w14:paraId="4DA5927A" w14:textId="77777777" w:rsidR="007F25AC" w:rsidRPr="001C113E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Tilamuutossanoman setId</w:t>
            </w:r>
          </w:p>
        </w:tc>
      </w:tr>
      <w:tr w:rsidR="007F25AC" w14:paraId="2D4BE442" w14:textId="77777777" w:rsidTr="008F6071">
        <w:trPr>
          <w:trHeight w:val="255"/>
        </w:trPr>
        <w:tc>
          <w:tcPr>
            <w:tcW w:w="3257" w:type="dxa"/>
            <w:noWrap/>
            <w:vAlign w:val="center"/>
          </w:tcPr>
          <w:p w14:paraId="36E74AAE" w14:textId="77777777" w:rsidR="007F25AC" w:rsidRPr="001C113E" w:rsidRDefault="007F25AC" w:rsidP="009E430D">
            <w:pPr>
              <w:ind w:firstLineChars="500" w:firstLine="900"/>
              <w:rPr>
                <w:rFonts w:ascii="Microsoft Sans Serif" w:hAnsi="Microsoft Sans Serif" w:cs="Microsoft Sans Serif"/>
                <w:bCs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bCs/>
                <w:sz w:val="18"/>
                <w:szCs w:val="18"/>
              </w:rPr>
              <w:t>versionNumber</w:t>
            </w:r>
          </w:p>
        </w:tc>
        <w:tc>
          <w:tcPr>
            <w:tcW w:w="1089" w:type="dxa"/>
            <w:noWrap/>
            <w:vAlign w:val="center"/>
          </w:tcPr>
          <w:p w14:paraId="6228B965" w14:textId="77777777" w:rsidR="007F25AC" w:rsidRPr="001C113E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0..1</w:t>
            </w:r>
          </w:p>
        </w:tc>
        <w:tc>
          <w:tcPr>
            <w:tcW w:w="1249" w:type="dxa"/>
            <w:vAlign w:val="center"/>
          </w:tcPr>
          <w:p w14:paraId="4F5D3CC5" w14:textId="77777777" w:rsidR="007F25AC" w:rsidRPr="001C113E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661" w:type="dxa"/>
            <w:vAlign w:val="center"/>
          </w:tcPr>
          <w:p w14:paraId="46F12CAE" w14:textId="77777777" w:rsidR="007F25AC" w:rsidRPr="001C113E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Tilamuutossanoman versionumero</w:t>
            </w:r>
          </w:p>
        </w:tc>
      </w:tr>
      <w:tr w:rsidR="007F25AC" w14:paraId="260D937E" w14:textId="77777777" w:rsidTr="008F6071">
        <w:trPr>
          <w:trHeight w:val="255"/>
        </w:trPr>
        <w:tc>
          <w:tcPr>
            <w:tcW w:w="3257" w:type="dxa"/>
            <w:noWrap/>
            <w:vAlign w:val="center"/>
          </w:tcPr>
          <w:p w14:paraId="538071AC" w14:textId="77777777" w:rsidR="007F25AC" w:rsidRPr="001C113E" w:rsidRDefault="007F25AC" w:rsidP="009E430D">
            <w:pPr>
              <w:ind w:firstLineChars="342" w:firstLine="616"/>
              <w:rPr>
                <w:rFonts w:ascii="Microsoft Sans Serif" w:hAnsi="Microsoft Sans Serif" w:cs="Microsoft Sans Serif"/>
                <w:bCs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bCs/>
                <w:sz w:val="18"/>
                <w:szCs w:val="18"/>
              </w:rPr>
              <w:lastRenderedPageBreak/>
              <w:t>stateStatusCode</w:t>
            </w:r>
          </w:p>
        </w:tc>
        <w:tc>
          <w:tcPr>
            <w:tcW w:w="1089" w:type="dxa"/>
            <w:noWrap/>
            <w:vAlign w:val="center"/>
          </w:tcPr>
          <w:p w14:paraId="0195A815" w14:textId="77777777" w:rsidR="007F25AC" w:rsidRPr="001C113E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1..1</w:t>
            </w:r>
          </w:p>
        </w:tc>
        <w:tc>
          <w:tcPr>
            <w:tcW w:w="1249" w:type="dxa"/>
            <w:vAlign w:val="center"/>
          </w:tcPr>
          <w:p w14:paraId="655DE3E0" w14:textId="77777777" w:rsidR="007F25AC" w:rsidRPr="001C113E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661" w:type="dxa"/>
            <w:vAlign w:val="center"/>
          </w:tcPr>
          <w:p w14:paraId="5DFBF5B2" w14:textId="77777777" w:rsidR="007F25AC" w:rsidRPr="001C113E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Uusimispyynnön tila (OID: 1.2.246.537.5.40106.2006)</w:t>
            </w:r>
          </w:p>
        </w:tc>
      </w:tr>
      <w:tr w:rsidR="007F25AC" w14:paraId="10435E5B" w14:textId="77777777" w:rsidTr="008F6071">
        <w:trPr>
          <w:trHeight w:val="255"/>
        </w:trPr>
        <w:tc>
          <w:tcPr>
            <w:tcW w:w="3257" w:type="dxa"/>
            <w:noWrap/>
            <w:vAlign w:val="center"/>
          </w:tcPr>
          <w:p w14:paraId="71E01CD7" w14:textId="77777777" w:rsidR="007F25AC" w:rsidRPr="001C113E" w:rsidRDefault="007F25AC" w:rsidP="009E430D">
            <w:pPr>
              <w:ind w:firstLineChars="342" w:firstLine="616"/>
              <w:rPr>
                <w:rFonts w:ascii="Microsoft Sans Serif" w:hAnsi="Microsoft Sans Serif" w:cs="Microsoft Sans Serif"/>
                <w:bCs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bCs/>
                <w:sz w:val="18"/>
                <w:szCs w:val="18"/>
              </w:rPr>
              <w:t>stateAuthor</w:t>
            </w:r>
          </w:p>
        </w:tc>
        <w:tc>
          <w:tcPr>
            <w:tcW w:w="1089" w:type="dxa"/>
            <w:noWrap/>
            <w:vAlign w:val="center"/>
          </w:tcPr>
          <w:p w14:paraId="3DBF5CAA" w14:textId="77777777" w:rsidR="007F25AC" w:rsidRPr="001C113E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0..1</w:t>
            </w:r>
          </w:p>
        </w:tc>
        <w:tc>
          <w:tcPr>
            <w:tcW w:w="1249" w:type="dxa"/>
            <w:vAlign w:val="center"/>
          </w:tcPr>
          <w:p w14:paraId="7152C9A2" w14:textId="77777777" w:rsidR="007F25AC" w:rsidRPr="001C113E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661" w:type="dxa"/>
            <w:vAlign w:val="center"/>
          </w:tcPr>
          <w:p w14:paraId="100E50ED" w14:textId="0CC1A5AC" w:rsidR="007F25AC" w:rsidRPr="001C113E" w:rsidRDefault="001C113E" w:rsidP="001C11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T</w:t>
            </w:r>
            <w:r w:rsidR="007F25AC" w:rsidRPr="001C113E">
              <w:rPr>
                <w:rFonts w:ascii="Microsoft Sans Serif" w:hAnsi="Microsoft Sans Serif" w:cs="Microsoft Sans Serif"/>
                <w:sz w:val="18"/>
                <w:szCs w:val="18"/>
              </w:rPr>
              <w:t>ilamuutoksen tekijästä</w:t>
            </w:r>
          </w:p>
        </w:tc>
      </w:tr>
      <w:tr w:rsidR="007F25AC" w14:paraId="468E9FA7" w14:textId="77777777" w:rsidTr="008F6071">
        <w:trPr>
          <w:trHeight w:val="255"/>
        </w:trPr>
        <w:tc>
          <w:tcPr>
            <w:tcW w:w="3257" w:type="dxa"/>
            <w:noWrap/>
            <w:vAlign w:val="center"/>
          </w:tcPr>
          <w:p w14:paraId="03877CC3" w14:textId="77777777" w:rsidR="007F25AC" w:rsidRPr="001C113E" w:rsidRDefault="007F25AC" w:rsidP="009E430D">
            <w:pPr>
              <w:ind w:firstLineChars="342" w:firstLine="616"/>
              <w:rPr>
                <w:rFonts w:ascii="Microsoft Sans Serif" w:hAnsi="Microsoft Sans Serif" w:cs="Microsoft Sans Serif"/>
                <w:bCs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bCs/>
                <w:sz w:val="18"/>
                <w:szCs w:val="18"/>
              </w:rPr>
              <w:t>stateFreetext</w:t>
            </w:r>
          </w:p>
        </w:tc>
        <w:tc>
          <w:tcPr>
            <w:tcW w:w="1089" w:type="dxa"/>
            <w:noWrap/>
            <w:vAlign w:val="center"/>
          </w:tcPr>
          <w:p w14:paraId="7FCA050D" w14:textId="77777777" w:rsidR="007F25AC" w:rsidRPr="001C113E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0..1</w:t>
            </w:r>
          </w:p>
        </w:tc>
        <w:tc>
          <w:tcPr>
            <w:tcW w:w="1249" w:type="dxa"/>
            <w:vAlign w:val="center"/>
          </w:tcPr>
          <w:p w14:paraId="0430B71E" w14:textId="77777777" w:rsidR="007F25AC" w:rsidRPr="001C113E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661" w:type="dxa"/>
            <w:vAlign w:val="center"/>
          </w:tcPr>
          <w:p w14:paraId="5BEDA2E2" w14:textId="3A5877D7" w:rsidR="007F25AC" w:rsidRPr="001C113E" w:rsidRDefault="001C113E" w:rsidP="001C11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Tilamuutosta kuvaava teksti</w:t>
            </w:r>
          </w:p>
        </w:tc>
      </w:tr>
      <w:tr w:rsidR="007F25AC" w14:paraId="066DE100" w14:textId="77777777" w:rsidTr="008F6071">
        <w:trPr>
          <w:trHeight w:val="255"/>
        </w:trPr>
        <w:tc>
          <w:tcPr>
            <w:tcW w:w="3257" w:type="dxa"/>
            <w:noWrap/>
            <w:vAlign w:val="center"/>
          </w:tcPr>
          <w:p w14:paraId="688FA48E" w14:textId="77777777" w:rsidR="007F25AC" w:rsidRPr="001C113E" w:rsidRDefault="007F25AC" w:rsidP="009E430D">
            <w:pPr>
              <w:ind w:firstLineChars="185" w:firstLine="333"/>
              <w:rPr>
                <w:rFonts w:ascii="Microsoft Sans Serif" w:hAnsi="Microsoft Sans Serif" w:cs="Microsoft Sans Serif"/>
                <w:bCs/>
                <w:sz w:val="18"/>
                <w:szCs w:val="18"/>
                <w:highlight w:val="yellow"/>
              </w:rPr>
            </w:pPr>
            <w:r w:rsidRPr="001C113E">
              <w:rPr>
                <w:rFonts w:ascii="Microsoft Sans Serif" w:hAnsi="Microsoft Sans Serif" w:cs="Microsoft Sans Serif"/>
                <w:bCs/>
                <w:sz w:val="18"/>
                <w:szCs w:val="18"/>
              </w:rPr>
              <w:t>realDispenseStatus</w:t>
            </w:r>
          </w:p>
        </w:tc>
        <w:tc>
          <w:tcPr>
            <w:tcW w:w="1089" w:type="dxa"/>
            <w:noWrap/>
            <w:vAlign w:val="center"/>
          </w:tcPr>
          <w:p w14:paraId="69A8C216" w14:textId="77777777" w:rsidR="007F25AC" w:rsidRPr="001C113E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  <w:highlight w:val="yellow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0..1</w:t>
            </w:r>
          </w:p>
        </w:tc>
        <w:tc>
          <w:tcPr>
            <w:tcW w:w="1249" w:type="dxa"/>
            <w:vAlign w:val="center"/>
          </w:tcPr>
          <w:p w14:paraId="0A2AB26B" w14:textId="77777777" w:rsidR="007F25AC" w:rsidRPr="001C113E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  <w:highlight w:val="yellow"/>
              </w:rPr>
            </w:pPr>
          </w:p>
        </w:tc>
        <w:tc>
          <w:tcPr>
            <w:tcW w:w="2661" w:type="dxa"/>
            <w:vAlign w:val="center"/>
          </w:tcPr>
          <w:p w14:paraId="230B5FFB" w14:textId="77777777" w:rsidR="007F25AC" w:rsidRPr="001C113E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  <w:highlight w:val="yellow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todellinen toimitustila (CV, OID: 1.2.246.537.5.40123.2006)</w:t>
            </w:r>
          </w:p>
        </w:tc>
      </w:tr>
      <w:tr w:rsidR="007F25AC" w14:paraId="3FC37F1D" w14:textId="77777777" w:rsidTr="008F6071">
        <w:trPr>
          <w:trHeight w:val="255"/>
        </w:trPr>
        <w:tc>
          <w:tcPr>
            <w:tcW w:w="3257" w:type="dxa"/>
            <w:noWrap/>
            <w:vAlign w:val="center"/>
          </w:tcPr>
          <w:p w14:paraId="405D750C" w14:textId="77777777" w:rsidR="007F25AC" w:rsidRPr="001C113E" w:rsidRDefault="007F25AC" w:rsidP="009E430D">
            <w:pPr>
              <w:ind w:firstLineChars="185" w:firstLine="333"/>
              <w:rPr>
                <w:rFonts w:ascii="Microsoft Sans Serif" w:hAnsi="Microsoft Sans Serif" w:cs="Microsoft Sans Serif"/>
                <w:bCs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bCs/>
                <w:sz w:val="18"/>
                <w:szCs w:val="18"/>
              </w:rPr>
              <w:t>activeStatus</w:t>
            </w:r>
          </w:p>
        </w:tc>
        <w:tc>
          <w:tcPr>
            <w:tcW w:w="1089" w:type="dxa"/>
            <w:noWrap/>
            <w:vAlign w:val="center"/>
          </w:tcPr>
          <w:p w14:paraId="5C60221A" w14:textId="77777777" w:rsidR="007F25AC" w:rsidRPr="001C113E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0..1</w:t>
            </w:r>
          </w:p>
        </w:tc>
        <w:tc>
          <w:tcPr>
            <w:tcW w:w="1249" w:type="dxa"/>
            <w:vAlign w:val="center"/>
          </w:tcPr>
          <w:p w14:paraId="6F0929FE" w14:textId="77777777" w:rsidR="007F25AC" w:rsidRPr="001C113E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  <w:highlight w:val="yellow"/>
              </w:rPr>
            </w:pPr>
          </w:p>
        </w:tc>
        <w:tc>
          <w:tcPr>
            <w:tcW w:w="2661" w:type="dxa"/>
            <w:vAlign w:val="center"/>
          </w:tcPr>
          <w:p w14:paraId="4D9CDA5A" w14:textId="77777777" w:rsidR="007F25AC" w:rsidRPr="001C113E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 xml:space="preserve">voimassaolotila (CV, OID </w:t>
            </w:r>
          </w:p>
          <w:p w14:paraId="157189E3" w14:textId="77777777" w:rsidR="007F25AC" w:rsidRPr="001C113E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1.2.246.537.5.40300.2015))</w:t>
            </w:r>
          </w:p>
        </w:tc>
      </w:tr>
      <w:tr w:rsidR="007F25AC" w14:paraId="21FCD043" w14:textId="77777777" w:rsidTr="008F6071">
        <w:trPr>
          <w:trHeight w:val="255"/>
        </w:trPr>
        <w:tc>
          <w:tcPr>
            <w:tcW w:w="3257" w:type="dxa"/>
            <w:noWrap/>
            <w:vAlign w:val="center"/>
          </w:tcPr>
          <w:p w14:paraId="49F05779" w14:textId="77777777" w:rsidR="007F25AC" w:rsidRPr="001C113E" w:rsidRDefault="007F25AC" w:rsidP="009E430D">
            <w:pPr>
              <w:ind w:firstLineChars="185" w:firstLine="333"/>
              <w:rPr>
                <w:rFonts w:ascii="Microsoft Sans Serif" w:hAnsi="Microsoft Sans Serif" w:cs="Microsoft Sans Serif"/>
                <w:bCs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bCs/>
                <w:sz w:val="18"/>
                <w:szCs w:val="18"/>
              </w:rPr>
              <w:t>archiveStatus</w:t>
            </w:r>
          </w:p>
        </w:tc>
        <w:tc>
          <w:tcPr>
            <w:tcW w:w="1089" w:type="dxa"/>
            <w:noWrap/>
            <w:vAlign w:val="center"/>
          </w:tcPr>
          <w:p w14:paraId="245891ED" w14:textId="77777777" w:rsidR="007F25AC" w:rsidRPr="001C113E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0..1</w:t>
            </w:r>
          </w:p>
        </w:tc>
        <w:tc>
          <w:tcPr>
            <w:tcW w:w="1249" w:type="dxa"/>
            <w:vAlign w:val="center"/>
          </w:tcPr>
          <w:p w14:paraId="74E30A2F" w14:textId="77777777" w:rsidR="007F25AC" w:rsidRPr="001C113E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  <w:highlight w:val="yellow"/>
              </w:rPr>
            </w:pPr>
          </w:p>
        </w:tc>
        <w:tc>
          <w:tcPr>
            <w:tcW w:w="2661" w:type="dxa"/>
            <w:vAlign w:val="center"/>
          </w:tcPr>
          <w:p w14:paraId="450AAC27" w14:textId="77777777" w:rsidR="007F25AC" w:rsidRPr="001C113E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 xml:space="preserve">arkistointitila (CV, OID </w:t>
            </w:r>
          </w:p>
          <w:p w14:paraId="457B3068" w14:textId="77777777" w:rsidR="007F25AC" w:rsidRPr="001C113E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1.2.246.537.5.40301.2015)</w:t>
            </w:r>
          </w:p>
        </w:tc>
      </w:tr>
    </w:tbl>
    <w:p w14:paraId="7ACE62F1" w14:textId="43968460" w:rsidR="007F25AC" w:rsidRPr="00E17A35" w:rsidRDefault="007F25AC" w:rsidP="007F25AC">
      <w:pPr>
        <w:pStyle w:val="Kuvateksti"/>
        <w:rPr>
          <w:lang w:val="fi-FI"/>
        </w:rPr>
      </w:pPr>
      <w:r>
        <w:rPr>
          <w:lang w:val="fi-FI"/>
        </w:rPr>
        <w:t>Taulukko 2</w:t>
      </w:r>
      <w:r w:rsidRPr="00E17A35">
        <w:rPr>
          <w:lang w:val="fi-FI"/>
        </w:rPr>
        <w:t>:</w:t>
      </w:r>
      <w:r>
        <w:rPr>
          <w:lang w:val="fi-FI"/>
        </w:rPr>
        <w:t xml:space="preserve"> </w:t>
      </w:r>
      <w:r w:rsidRPr="00E17A35">
        <w:rPr>
          <w:lang w:val="fi-FI"/>
        </w:rPr>
        <w:t>Sanomatyypin RCMR_MT300002FI01 tietosisältö</w:t>
      </w:r>
    </w:p>
    <w:p w14:paraId="3FF054B1" w14:textId="487353E5" w:rsidR="002A3464" w:rsidRDefault="002A3464" w:rsidP="002A3464">
      <w:pPr>
        <w:pStyle w:val="Otsikko2"/>
      </w:pPr>
      <w:bookmarkStart w:id="77" w:name="_Toc513470445"/>
      <w:r>
        <w:t>Dokumenttihallinnan interaktiot</w:t>
      </w:r>
      <w:bookmarkEnd w:id="77"/>
    </w:p>
    <w:p w14:paraId="0B6648D1" w14:textId="4CA896AB" w:rsidR="00F03CBD" w:rsidRPr="00F03CBD" w:rsidRDefault="00F03CBD" w:rsidP="00F03CBD">
      <w:pPr>
        <w:pStyle w:val="Leipteksti"/>
      </w:pPr>
      <w:r>
        <w:t>Tässä luvussa on esitelty Rajat ylittävässä reseptissä käytössä olevat dokumenttihallinnan interaktiot.</w:t>
      </w:r>
    </w:p>
    <w:p w14:paraId="4C03E8EB" w14:textId="618233C7" w:rsidR="002C0502" w:rsidRDefault="002A3464" w:rsidP="002C0502">
      <w:pPr>
        <w:pStyle w:val="Otsikko3"/>
        <w:keepLines w:val="0"/>
        <w:tabs>
          <w:tab w:val="num" w:pos="720"/>
        </w:tabs>
        <w:spacing w:before="240" w:after="60"/>
        <w:rPr>
          <w:lang w:val="en-US"/>
        </w:rPr>
      </w:pPr>
      <w:bookmarkStart w:id="78" w:name="_Ref189449983"/>
      <w:bookmarkStart w:id="79" w:name="_Toc492904220"/>
      <w:bookmarkStart w:id="80" w:name="_Toc513470446"/>
      <w:r w:rsidRPr="003B6FED">
        <w:rPr>
          <w:lang w:val="en-US"/>
        </w:rPr>
        <w:t xml:space="preserve">Original Dispense Document with Content </w:t>
      </w:r>
      <w:r>
        <w:rPr>
          <w:lang w:val="en-US"/>
        </w:rPr>
        <w:t>(RCMR_IN3002</w:t>
      </w:r>
      <w:r w:rsidRPr="00F17DCF">
        <w:rPr>
          <w:lang w:val="en-US"/>
        </w:rPr>
        <w:t>02</w:t>
      </w:r>
      <w:r>
        <w:rPr>
          <w:lang w:val="en-US"/>
        </w:rPr>
        <w:t>FI01</w:t>
      </w:r>
      <w:r w:rsidRPr="00F17DCF">
        <w:rPr>
          <w:lang w:val="en-US"/>
        </w:rPr>
        <w:t>)</w:t>
      </w:r>
      <w:bookmarkEnd w:id="78"/>
      <w:bookmarkEnd w:id="79"/>
      <w:bookmarkEnd w:id="80"/>
      <w:r w:rsidRPr="00F17DCF">
        <w:rPr>
          <w:lang w:val="en-US"/>
        </w:rPr>
        <w:t xml:space="preserve"> </w:t>
      </w:r>
    </w:p>
    <w:p w14:paraId="5B0935C1" w14:textId="77777777" w:rsidR="00B663DA" w:rsidRPr="00B663DA" w:rsidRDefault="00B663DA" w:rsidP="00B663DA">
      <w:pPr>
        <w:pStyle w:val="Leipteksti"/>
        <w:rPr>
          <w:lang w:val="en-US"/>
        </w:rPr>
      </w:pPr>
    </w:p>
    <w:p w14:paraId="16FE3B76" w14:textId="538D5D5F" w:rsidR="002A3464" w:rsidRDefault="002A3464" w:rsidP="002A3464">
      <w:r>
        <w:t>Tällä interaktiolla siir</w:t>
      </w:r>
      <w:r w:rsidR="00B21D06">
        <w:t>retään lääkemääräyksen toimitus</w:t>
      </w:r>
      <w:r>
        <w:t xml:space="preserve"> kansalliselle yhteyspisteelle.</w:t>
      </w:r>
    </w:p>
    <w:tbl>
      <w:tblPr>
        <w:tblW w:w="8356" w:type="dxa"/>
        <w:tblCellSpacing w:w="15" w:type="dxa"/>
        <w:tblBorders>
          <w:top w:val="single" w:sz="6" w:space="0" w:color="C8D999"/>
          <w:left w:val="single" w:sz="6" w:space="0" w:color="C8D999"/>
          <w:bottom w:val="single" w:sz="6" w:space="0" w:color="C8D999"/>
          <w:right w:val="single" w:sz="6" w:space="0" w:color="C8D999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2726"/>
        <w:gridCol w:w="3276"/>
        <w:gridCol w:w="2354"/>
      </w:tblGrid>
      <w:tr w:rsidR="002A3464" w:rsidRPr="00C44A75" w14:paraId="02E3DACE" w14:textId="77777777" w:rsidTr="00C4454D">
        <w:trPr>
          <w:tblCellSpacing w:w="15" w:type="dxa"/>
        </w:trPr>
        <w:tc>
          <w:tcPr>
            <w:tcW w:w="0" w:type="auto"/>
            <w:vAlign w:val="center"/>
          </w:tcPr>
          <w:p w14:paraId="21A75934" w14:textId="77777777" w:rsidR="002A3464" w:rsidRPr="00D627EE" w:rsidRDefault="002A3464" w:rsidP="004271DD">
            <w:pPr>
              <w:rPr>
                <w:rFonts w:ascii="Verdana" w:hAnsi="Verdana"/>
                <w:b/>
                <w:bCs/>
                <w:color w:val="000000"/>
                <w:szCs w:val="20"/>
                <w:lang w:val="en-US"/>
              </w:rPr>
            </w:pPr>
            <w:r w:rsidRPr="00D627EE">
              <w:rPr>
                <w:rFonts w:ascii="Verdana" w:hAnsi="Verdana"/>
                <w:b/>
                <w:bCs/>
                <w:color w:val="000000"/>
                <w:szCs w:val="20"/>
                <w:lang w:val="en-US"/>
              </w:rPr>
              <w:t>Trigger Event</w:t>
            </w:r>
          </w:p>
        </w:tc>
        <w:tc>
          <w:tcPr>
            <w:tcW w:w="0" w:type="auto"/>
          </w:tcPr>
          <w:p w14:paraId="2C15EB45" w14:textId="77777777" w:rsidR="002A3464" w:rsidRPr="00D627EE" w:rsidRDefault="002A3464" w:rsidP="004271DD">
            <w:pPr>
              <w:rPr>
                <w:rFonts w:ascii="Verdana" w:hAnsi="Verdana"/>
                <w:color w:val="000000"/>
                <w:szCs w:val="20"/>
                <w:lang w:val="en-US"/>
              </w:rPr>
            </w:pPr>
            <w:r w:rsidRPr="00D627EE">
              <w:rPr>
                <w:rFonts w:ascii="Verdana" w:hAnsi="Verdana"/>
                <w:color w:val="000000"/>
                <w:szCs w:val="20"/>
                <w:lang w:val="en-US"/>
              </w:rPr>
              <w:t>Original Document Notification</w:t>
            </w:r>
          </w:p>
        </w:tc>
        <w:tc>
          <w:tcPr>
            <w:tcW w:w="1742" w:type="dxa"/>
          </w:tcPr>
          <w:p w14:paraId="5FEF8590" w14:textId="77777777" w:rsidR="002A3464" w:rsidRPr="00D627EE" w:rsidRDefault="002A3464" w:rsidP="004271DD">
            <w:pPr>
              <w:jc w:val="right"/>
              <w:rPr>
                <w:rFonts w:ascii="Verdana" w:hAnsi="Verdana"/>
                <w:color w:val="000000"/>
                <w:szCs w:val="20"/>
                <w:lang w:val="en-US"/>
              </w:rPr>
            </w:pPr>
            <w:r w:rsidRPr="00D627EE">
              <w:rPr>
                <w:rFonts w:ascii="Verdana" w:hAnsi="Verdana"/>
                <w:color w:val="000000"/>
                <w:szCs w:val="20"/>
                <w:lang w:val="en-US"/>
              </w:rPr>
              <w:t>RCMR_TE000102</w:t>
            </w:r>
            <w:r>
              <w:rPr>
                <w:rFonts w:ascii="Verdana" w:hAnsi="Verdana"/>
                <w:color w:val="000000"/>
                <w:szCs w:val="20"/>
                <w:lang w:val="en-US"/>
              </w:rPr>
              <w:t>UV01</w:t>
            </w:r>
          </w:p>
        </w:tc>
      </w:tr>
      <w:tr w:rsidR="002A3464" w14:paraId="4FD7D5DD" w14:textId="77777777" w:rsidTr="00C4454D">
        <w:trPr>
          <w:tblCellSpacing w:w="15" w:type="dxa"/>
        </w:trPr>
        <w:tc>
          <w:tcPr>
            <w:tcW w:w="0" w:type="auto"/>
            <w:vAlign w:val="center"/>
          </w:tcPr>
          <w:p w14:paraId="7A4DBD1E" w14:textId="77777777" w:rsidR="002A3464" w:rsidRDefault="002A3464" w:rsidP="004271DD">
            <w:pPr>
              <w:rPr>
                <w:rFonts w:ascii="Verdana" w:hAnsi="Verdana"/>
                <w:b/>
                <w:bCs/>
                <w:color w:val="000000"/>
                <w:szCs w:val="20"/>
                <w:lang w:val="en-US"/>
              </w:rPr>
            </w:pPr>
            <w:r>
              <w:rPr>
                <w:rFonts w:ascii="Verdana" w:hAnsi="Verdana"/>
                <w:b/>
                <w:bCs/>
                <w:color w:val="000000"/>
                <w:szCs w:val="20"/>
                <w:lang w:val="en-US"/>
              </w:rPr>
              <w:t>Transmission Wrapper</w:t>
            </w:r>
          </w:p>
        </w:tc>
        <w:tc>
          <w:tcPr>
            <w:tcW w:w="0" w:type="auto"/>
          </w:tcPr>
          <w:p w14:paraId="135D0F28" w14:textId="77777777" w:rsidR="002A3464" w:rsidRDefault="002A3464" w:rsidP="004271DD">
            <w:pPr>
              <w:rPr>
                <w:rFonts w:ascii="Verdana" w:hAnsi="Verdana"/>
                <w:color w:val="000000"/>
                <w:szCs w:val="20"/>
                <w:lang w:val="en-US"/>
              </w:rPr>
            </w:pPr>
            <w:r>
              <w:rPr>
                <w:rFonts w:ascii="Verdana" w:hAnsi="Verdana"/>
                <w:color w:val="000000"/>
                <w:szCs w:val="20"/>
                <w:lang w:val="en-US"/>
              </w:rPr>
              <w:t>Send Message Payload</w:t>
            </w:r>
          </w:p>
        </w:tc>
        <w:tc>
          <w:tcPr>
            <w:tcW w:w="1742" w:type="dxa"/>
          </w:tcPr>
          <w:p w14:paraId="741B2142" w14:textId="77777777" w:rsidR="002A3464" w:rsidRDefault="002A3464" w:rsidP="004271DD">
            <w:pPr>
              <w:jc w:val="right"/>
              <w:rPr>
                <w:rFonts w:ascii="Verdana" w:hAnsi="Verdana"/>
                <w:color w:val="000000"/>
                <w:szCs w:val="20"/>
                <w:lang w:val="en-US"/>
              </w:rPr>
            </w:pPr>
            <w:r>
              <w:rPr>
                <w:rFonts w:ascii="Verdana" w:hAnsi="Verdana"/>
                <w:color w:val="000000"/>
                <w:szCs w:val="20"/>
                <w:lang w:val="en-US"/>
              </w:rPr>
              <w:t>MCCI_MT000100UV01</w:t>
            </w:r>
          </w:p>
        </w:tc>
      </w:tr>
      <w:tr w:rsidR="002A3464" w14:paraId="4F0D9E89" w14:textId="77777777" w:rsidTr="00C4454D">
        <w:trPr>
          <w:tblCellSpacing w:w="15" w:type="dxa"/>
        </w:trPr>
        <w:tc>
          <w:tcPr>
            <w:tcW w:w="0" w:type="auto"/>
            <w:vAlign w:val="center"/>
          </w:tcPr>
          <w:p w14:paraId="263466EA" w14:textId="77777777" w:rsidR="002A3464" w:rsidRDefault="002A3464" w:rsidP="004271DD">
            <w:pPr>
              <w:rPr>
                <w:rFonts w:ascii="Verdana" w:hAnsi="Verdana"/>
                <w:b/>
                <w:bCs/>
                <w:color w:val="000000"/>
                <w:szCs w:val="20"/>
                <w:lang w:val="en-US"/>
              </w:rPr>
            </w:pPr>
            <w:r>
              <w:rPr>
                <w:rFonts w:ascii="Verdana" w:hAnsi="Verdana"/>
                <w:b/>
                <w:bCs/>
                <w:color w:val="000000"/>
                <w:szCs w:val="20"/>
                <w:lang w:val="en-US"/>
              </w:rPr>
              <w:t>Control Act Wrapper</w:t>
            </w:r>
          </w:p>
        </w:tc>
        <w:tc>
          <w:tcPr>
            <w:tcW w:w="0" w:type="auto"/>
          </w:tcPr>
          <w:p w14:paraId="435CDA80" w14:textId="77777777" w:rsidR="002A3464" w:rsidRDefault="002A3464" w:rsidP="004271DD">
            <w:pPr>
              <w:rPr>
                <w:rFonts w:ascii="Verdana" w:hAnsi="Verdana"/>
                <w:color w:val="000000"/>
                <w:szCs w:val="20"/>
                <w:lang w:val="en-US"/>
              </w:rPr>
            </w:pPr>
            <w:r>
              <w:rPr>
                <w:rFonts w:ascii="Verdana" w:hAnsi="Verdana"/>
                <w:color w:val="000000"/>
                <w:szCs w:val="20"/>
                <w:lang w:val="en-US"/>
              </w:rPr>
              <w:t>Trigger Event Control Act</w:t>
            </w:r>
          </w:p>
        </w:tc>
        <w:tc>
          <w:tcPr>
            <w:tcW w:w="1742" w:type="dxa"/>
          </w:tcPr>
          <w:p w14:paraId="5C3742E1" w14:textId="77777777" w:rsidR="002A3464" w:rsidRDefault="002A3464" w:rsidP="004271DD">
            <w:pPr>
              <w:jc w:val="right"/>
              <w:rPr>
                <w:rFonts w:ascii="Verdana" w:hAnsi="Verdana"/>
                <w:color w:val="000000"/>
                <w:szCs w:val="20"/>
              </w:rPr>
            </w:pPr>
            <w:r>
              <w:rPr>
                <w:rFonts w:ascii="Verdana" w:hAnsi="Verdana"/>
                <w:color w:val="000000"/>
                <w:szCs w:val="20"/>
              </w:rPr>
              <w:t>MCAI_MT700201UV01</w:t>
            </w:r>
          </w:p>
        </w:tc>
      </w:tr>
      <w:tr w:rsidR="002A3464" w14:paraId="4700A6E2" w14:textId="77777777" w:rsidTr="00C4454D">
        <w:trPr>
          <w:tblCellSpacing w:w="15" w:type="dxa"/>
        </w:trPr>
        <w:tc>
          <w:tcPr>
            <w:tcW w:w="0" w:type="auto"/>
            <w:vAlign w:val="center"/>
          </w:tcPr>
          <w:p w14:paraId="5887BDB8" w14:textId="77777777" w:rsidR="002A3464" w:rsidRDefault="002A3464" w:rsidP="004271DD">
            <w:pPr>
              <w:rPr>
                <w:rFonts w:ascii="Verdana" w:hAnsi="Verdana"/>
                <w:b/>
                <w:bCs/>
                <w:color w:val="000000"/>
                <w:szCs w:val="20"/>
              </w:rPr>
            </w:pPr>
            <w:r>
              <w:rPr>
                <w:rFonts w:ascii="Verdana" w:hAnsi="Verdana"/>
                <w:b/>
                <w:bCs/>
                <w:color w:val="000000"/>
                <w:szCs w:val="20"/>
              </w:rPr>
              <w:t>Message Type</w:t>
            </w:r>
          </w:p>
        </w:tc>
        <w:tc>
          <w:tcPr>
            <w:tcW w:w="0" w:type="auto"/>
          </w:tcPr>
          <w:p w14:paraId="6A860E6A" w14:textId="77777777" w:rsidR="002A3464" w:rsidRDefault="002A3464" w:rsidP="004271DD">
            <w:pPr>
              <w:rPr>
                <w:rFonts w:ascii="Verdana" w:hAnsi="Verdana"/>
                <w:color w:val="000000"/>
                <w:szCs w:val="20"/>
              </w:rPr>
            </w:pPr>
            <w:r>
              <w:rPr>
                <w:rFonts w:ascii="Verdana" w:hAnsi="Verdana"/>
                <w:color w:val="000000"/>
                <w:szCs w:val="20"/>
              </w:rPr>
              <w:t>Document Event, with Content</w:t>
            </w:r>
          </w:p>
        </w:tc>
        <w:tc>
          <w:tcPr>
            <w:tcW w:w="1742" w:type="dxa"/>
          </w:tcPr>
          <w:p w14:paraId="33E3D8CB" w14:textId="18B82990" w:rsidR="002A3464" w:rsidRDefault="002A3464" w:rsidP="004271DD">
            <w:pPr>
              <w:jc w:val="right"/>
              <w:rPr>
                <w:rFonts w:ascii="Verdana" w:hAnsi="Verdana"/>
                <w:color w:val="000000"/>
                <w:szCs w:val="20"/>
              </w:rPr>
            </w:pPr>
            <w:r>
              <w:rPr>
                <w:rFonts w:ascii="Verdana" w:hAnsi="Verdana"/>
                <w:color w:val="000000"/>
                <w:szCs w:val="20"/>
              </w:rPr>
              <w:t>RCMR_MT300002FI01</w:t>
            </w:r>
          </w:p>
        </w:tc>
      </w:tr>
    </w:tbl>
    <w:p w14:paraId="170938EC" w14:textId="0A4BBF80" w:rsidR="002C0502" w:rsidRPr="002A3464" w:rsidRDefault="002A3464" w:rsidP="002A3464">
      <w:r>
        <w:t xml:space="preserve"> </w:t>
      </w:r>
    </w:p>
    <w:tbl>
      <w:tblPr>
        <w:tblW w:w="8364" w:type="dxa"/>
        <w:tblCellSpacing w:w="15" w:type="dxa"/>
        <w:tblBorders>
          <w:top w:val="single" w:sz="6" w:space="0" w:color="C8D999"/>
          <w:left w:val="single" w:sz="6" w:space="0" w:color="C8D999"/>
          <w:bottom w:val="single" w:sz="6" w:space="0" w:color="C8D999"/>
          <w:right w:val="single" w:sz="6" w:space="0" w:color="C8D999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050"/>
        <w:gridCol w:w="4934"/>
        <w:gridCol w:w="2380"/>
      </w:tblGrid>
      <w:tr w:rsidR="002A3464" w14:paraId="2DE44615" w14:textId="77777777" w:rsidTr="00C4454D">
        <w:trPr>
          <w:tblCellSpacing w:w="15" w:type="dxa"/>
        </w:trPr>
        <w:tc>
          <w:tcPr>
            <w:tcW w:w="830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86F150" w14:textId="77777777" w:rsidR="002A3464" w:rsidRDefault="002A3464" w:rsidP="004271DD">
            <w:pPr>
              <w:spacing w:before="150" w:after="45"/>
              <w:rPr>
                <w:rFonts w:ascii="Verdana" w:hAnsi="Verdana" w:cs="Arial"/>
                <w:b/>
                <w:bCs/>
                <w:color w:val="000000"/>
                <w:sz w:val="19"/>
                <w:szCs w:val="19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19"/>
                <w:szCs w:val="19"/>
              </w:rPr>
              <w:t>Sending and Receiving Roles</w:t>
            </w:r>
          </w:p>
        </w:tc>
      </w:tr>
      <w:tr w:rsidR="002A3464" w14:paraId="464CFA6D" w14:textId="77777777" w:rsidTr="00C4454D">
        <w:trPr>
          <w:tblCellSpacing w:w="15" w:type="dxa"/>
        </w:trPr>
        <w:tc>
          <w:tcPr>
            <w:tcW w:w="0" w:type="auto"/>
            <w:vAlign w:val="center"/>
          </w:tcPr>
          <w:p w14:paraId="29615A10" w14:textId="77777777" w:rsidR="002A3464" w:rsidRPr="00BE2358" w:rsidRDefault="002A3464" w:rsidP="004271DD">
            <w:pPr>
              <w:rPr>
                <w:rFonts w:ascii="Verdana" w:hAnsi="Verdana"/>
                <w:b/>
                <w:bCs/>
                <w:szCs w:val="20"/>
              </w:rPr>
            </w:pPr>
            <w:r w:rsidRPr="00BE2358">
              <w:rPr>
                <w:rFonts w:ascii="Verdana" w:hAnsi="Verdana"/>
                <w:b/>
                <w:bCs/>
                <w:szCs w:val="20"/>
              </w:rPr>
              <w:t>Sender</w:t>
            </w:r>
          </w:p>
        </w:tc>
        <w:tc>
          <w:tcPr>
            <w:tcW w:w="0" w:type="auto"/>
          </w:tcPr>
          <w:p w14:paraId="16C8E7C4" w14:textId="77777777" w:rsidR="002A3464" w:rsidRPr="00BE2358" w:rsidRDefault="002A3464" w:rsidP="004271DD">
            <w:pPr>
              <w:rPr>
                <w:rFonts w:ascii="Verdana" w:hAnsi="Verdana"/>
                <w:szCs w:val="20"/>
              </w:rPr>
            </w:pPr>
            <w:r w:rsidRPr="00BE2358">
              <w:rPr>
                <w:rFonts w:ascii="Verdana" w:hAnsi="Verdana"/>
                <w:szCs w:val="20"/>
              </w:rPr>
              <w:t>Document Originator</w:t>
            </w:r>
          </w:p>
        </w:tc>
        <w:tc>
          <w:tcPr>
            <w:tcW w:w="1447" w:type="dxa"/>
          </w:tcPr>
          <w:p w14:paraId="346FF669" w14:textId="77777777" w:rsidR="002A3464" w:rsidRPr="00BE2358" w:rsidRDefault="002A3464" w:rsidP="004271DD">
            <w:pPr>
              <w:jc w:val="right"/>
              <w:rPr>
                <w:rFonts w:ascii="Verdana" w:hAnsi="Verdana"/>
                <w:szCs w:val="20"/>
              </w:rPr>
            </w:pPr>
            <w:r w:rsidRPr="00BE2358">
              <w:rPr>
                <w:rFonts w:ascii="Verdana" w:hAnsi="Verdana"/>
                <w:szCs w:val="20"/>
              </w:rPr>
              <w:t>RCMR_AR000001UV01</w:t>
            </w:r>
          </w:p>
        </w:tc>
      </w:tr>
      <w:tr w:rsidR="002A3464" w14:paraId="52DA3D2A" w14:textId="77777777" w:rsidTr="00C4454D">
        <w:trPr>
          <w:tblCellSpacing w:w="15" w:type="dxa"/>
        </w:trPr>
        <w:tc>
          <w:tcPr>
            <w:tcW w:w="0" w:type="auto"/>
            <w:vAlign w:val="center"/>
          </w:tcPr>
          <w:p w14:paraId="1230111A" w14:textId="77777777" w:rsidR="002A3464" w:rsidRPr="00BE2358" w:rsidRDefault="002A3464" w:rsidP="004271DD">
            <w:pPr>
              <w:rPr>
                <w:rFonts w:ascii="Verdana" w:hAnsi="Verdana"/>
                <w:b/>
                <w:bCs/>
                <w:szCs w:val="20"/>
              </w:rPr>
            </w:pPr>
            <w:r w:rsidRPr="00BE2358">
              <w:rPr>
                <w:rFonts w:ascii="Verdana" w:hAnsi="Verdana"/>
                <w:b/>
                <w:bCs/>
                <w:szCs w:val="20"/>
              </w:rPr>
              <w:t>Receiver</w:t>
            </w:r>
          </w:p>
        </w:tc>
        <w:tc>
          <w:tcPr>
            <w:tcW w:w="0" w:type="auto"/>
          </w:tcPr>
          <w:p w14:paraId="590CBC54" w14:textId="77777777" w:rsidR="002A3464" w:rsidRPr="00BE2358" w:rsidRDefault="002A3464" w:rsidP="004271DD">
            <w:pPr>
              <w:rPr>
                <w:rFonts w:ascii="Verdana" w:hAnsi="Verdana"/>
                <w:szCs w:val="20"/>
                <w:lang w:val="en-US"/>
              </w:rPr>
            </w:pPr>
            <w:r w:rsidRPr="00BE2358">
              <w:rPr>
                <w:rFonts w:ascii="Verdana" w:hAnsi="Verdana"/>
                <w:szCs w:val="20"/>
                <w:lang w:val="en-US"/>
              </w:rPr>
              <w:t>Content Required Document Management System</w:t>
            </w:r>
          </w:p>
        </w:tc>
        <w:tc>
          <w:tcPr>
            <w:tcW w:w="1447" w:type="dxa"/>
          </w:tcPr>
          <w:p w14:paraId="58A1D0F5" w14:textId="77777777" w:rsidR="002A3464" w:rsidRPr="00BE2358" w:rsidRDefault="002A3464" w:rsidP="004271DD">
            <w:pPr>
              <w:jc w:val="right"/>
              <w:rPr>
                <w:rFonts w:ascii="Verdana" w:hAnsi="Verdana"/>
                <w:szCs w:val="20"/>
              </w:rPr>
            </w:pPr>
            <w:r w:rsidRPr="00BE2358">
              <w:rPr>
                <w:rFonts w:ascii="Verdana" w:hAnsi="Verdana"/>
                <w:szCs w:val="20"/>
              </w:rPr>
              <w:t>RCMR_AR000003UV01</w:t>
            </w:r>
          </w:p>
        </w:tc>
      </w:tr>
    </w:tbl>
    <w:p w14:paraId="29C881FE" w14:textId="25E52BA3" w:rsidR="002C0502" w:rsidRDefault="002C0502" w:rsidP="002C0502">
      <w:pPr>
        <w:pStyle w:val="Leipteksti"/>
      </w:pPr>
    </w:p>
    <w:p w14:paraId="5192B40A" w14:textId="77777777" w:rsidR="002A3464" w:rsidRDefault="002A3464" w:rsidP="002A3464">
      <w:r>
        <w:t>Vastaanottajan vastuu:</w:t>
      </w:r>
    </w:p>
    <w:p w14:paraId="1A2AA05F" w14:textId="549CC899" w:rsidR="002A3464" w:rsidRDefault="002A3464" w:rsidP="00331D6C">
      <w:r>
        <w:t>Interaktion käsittelijän tulee lähettää sovellustasonkuittaus i</w:t>
      </w:r>
      <w:r w:rsidR="00DB70BC">
        <w:t>nteraktiolla RCMR_IN320001FI01.</w:t>
      </w:r>
    </w:p>
    <w:p w14:paraId="1DC8878D" w14:textId="77777777" w:rsidR="005D19FB" w:rsidRPr="00331D6C" w:rsidRDefault="005D19FB" w:rsidP="00331D6C"/>
    <w:p w14:paraId="769FDBEE" w14:textId="669A3B3E" w:rsidR="00B663DA" w:rsidRDefault="002A3464" w:rsidP="00D87241">
      <w:pPr>
        <w:pStyle w:val="Otsikko3"/>
        <w:keepLines w:val="0"/>
        <w:tabs>
          <w:tab w:val="num" w:pos="720"/>
        </w:tabs>
        <w:spacing w:before="240" w:after="60"/>
        <w:rPr>
          <w:lang w:val="en-US"/>
        </w:rPr>
      </w:pPr>
      <w:bookmarkStart w:id="81" w:name="_Ref169964325"/>
      <w:bookmarkStart w:id="82" w:name="_Toc170762818"/>
      <w:bookmarkStart w:id="83" w:name="_Toc170763565"/>
      <w:bookmarkStart w:id="84" w:name="_Toc492904237"/>
      <w:bookmarkStart w:id="85" w:name="_Toc513470447"/>
      <w:r w:rsidRPr="00B663DA">
        <w:rPr>
          <w:lang w:val="en-US"/>
        </w:rPr>
        <w:lastRenderedPageBreak/>
        <w:t>Document Transmission Acknowledgement (RCMR_IN320001FI01</w:t>
      </w:r>
      <w:r>
        <w:rPr>
          <w:lang w:val="en-US"/>
        </w:rPr>
        <w:t>)</w:t>
      </w:r>
      <w:bookmarkEnd w:id="81"/>
      <w:bookmarkEnd w:id="82"/>
      <w:bookmarkEnd w:id="83"/>
      <w:bookmarkEnd w:id="84"/>
      <w:bookmarkEnd w:id="85"/>
    </w:p>
    <w:p w14:paraId="7815897D" w14:textId="77777777" w:rsidR="00B663DA" w:rsidRPr="006218B1" w:rsidRDefault="00B663DA" w:rsidP="00B663DA">
      <w:pPr>
        <w:pStyle w:val="Leipteksti"/>
        <w:rPr>
          <w:lang w:val="en-US"/>
        </w:rPr>
      </w:pPr>
    </w:p>
    <w:p w14:paraId="2F3549DA" w14:textId="7DC85983" w:rsidR="007427C3" w:rsidRDefault="00B663DA" w:rsidP="00B663DA">
      <w:pPr>
        <w:pStyle w:val="Leipteksti"/>
      </w:pPr>
      <w:r w:rsidRPr="00B663DA">
        <w:t xml:space="preserve">Sovellustason kuittaussanomaa </w:t>
      </w:r>
      <w:r>
        <w:t>RCMR_IN3</w:t>
      </w:r>
      <w:r w:rsidRPr="00B663DA">
        <w:t>20001FI01 käytetään sovellustason kuittausta vaativissa tilanteissa</w:t>
      </w:r>
      <w:r w:rsidR="005D19FB">
        <w:t>, paitsi ei</w:t>
      </w:r>
      <w:r w:rsidRPr="00B663DA">
        <w:t xml:space="preserve"> kyselyjen vastauksissa.</w:t>
      </w:r>
      <w:r>
        <w:t xml:space="preserve"> Sanoman </w:t>
      </w:r>
      <w:r w:rsidR="0083671D">
        <w:t>määrittelyt kuittauksen sekä mahdollisten varoitusten ja virheiden osalta</w:t>
      </w:r>
      <w:r>
        <w:t xml:space="preserve"> vastaavat </w:t>
      </w:r>
      <w:r w:rsidR="0083671D">
        <w:t xml:space="preserve">suomalaisen </w:t>
      </w:r>
      <w:r w:rsidR="007427C3">
        <w:t>sähköisen reseptin vastaavan sanoma</w:t>
      </w:r>
      <w:r w:rsidR="004957D0">
        <w:t>n</w:t>
      </w:r>
      <w:r w:rsidR="007427C3">
        <w:t xml:space="preserve"> määrittelyjä</w:t>
      </w:r>
      <w:r w:rsidR="00D974D7">
        <w:t xml:space="preserve"> </w:t>
      </w:r>
      <w:r w:rsidR="00D974D7" w:rsidRPr="004D2805">
        <w:t xml:space="preserve">(Lääkemääräyksen Medical Records sanomat v3.50, </w:t>
      </w:r>
      <w:r w:rsidR="00D974D7" w:rsidRPr="00607D37">
        <w:t xml:space="preserve">OID: </w:t>
      </w:r>
      <w:fldSimple w:instr=" DOCPROPERTY  OID  \* MERGEFORMAT ">
        <w:r w:rsidR="00D974D7" w:rsidRPr="00607D37">
          <w:t>1.2.246.777.11.2017.10</w:t>
        </w:r>
      </w:fldSimple>
      <w:r w:rsidR="00D974D7">
        <w:t>)</w:t>
      </w:r>
      <w:r w:rsidR="007427C3">
        <w:t xml:space="preserve">. </w:t>
      </w:r>
    </w:p>
    <w:p w14:paraId="437E0FCF" w14:textId="77777777" w:rsidR="007E4970" w:rsidRDefault="007E4970" w:rsidP="00B663DA">
      <w:pPr>
        <w:pStyle w:val="Leipteksti"/>
      </w:pPr>
    </w:p>
    <w:tbl>
      <w:tblPr>
        <w:tblW w:w="8356" w:type="dxa"/>
        <w:tblCellSpacing w:w="15" w:type="dxa"/>
        <w:tblBorders>
          <w:top w:val="single" w:sz="6" w:space="0" w:color="C8D999"/>
          <w:left w:val="single" w:sz="6" w:space="0" w:color="C8D999"/>
          <w:bottom w:val="single" w:sz="6" w:space="0" w:color="C8D999"/>
          <w:right w:val="single" w:sz="6" w:space="0" w:color="C8D999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2469"/>
        <w:gridCol w:w="3403"/>
        <w:gridCol w:w="2484"/>
      </w:tblGrid>
      <w:tr w:rsidR="007E4970" w14:paraId="172E6CC2" w14:textId="77777777" w:rsidTr="00C4454D">
        <w:trPr>
          <w:tblCellSpacing w:w="15" w:type="dxa"/>
        </w:trPr>
        <w:tc>
          <w:tcPr>
            <w:tcW w:w="0" w:type="auto"/>
            <w:vAlign w:val="center"/>
          </w:tcPr>
          <w:p w14:paraId="655FD512" w14:textId="77777777" w:rsidR="007E4970" w:rsidRDefault="007E4970" w:rsidP="00D87241">
            <w:pPr>
              <w:rPr>
                <w:rFonts w:ascii="Verdana" w:hAnsi="Verdana"/>
                <w:b/>
                <w:bCs/>
                <w:color w:val="000000"/>
                <w:szCs w:val="20"/>
              </w:rPr>
            </w:pPr>
            <w:r>
              <w:rPr>
                <w:rFonts w:ascii="Verdana" w:hAnsi="Verdana"/>
                <w:b/>
                <w:bCs/>
                <w:color w:val="000000"/>
                <w:szCs w:val="20"/>
              </w:rPr>
              <w:t>Trigger Event</w:t>
            </w:r>
          </w:p>
        </w:tc>
        <w:tc>
          <w:tcPr>
            <w:tcW w:w="0" w:type="auto"/>
          </w:tcPr>
          <w:p w14:paraId="287DF46C" w14:textId="77777777" w:rsidR="007E4970" w:rsidRDefault="007E4970" w:rsidP="00D87241">
            <w:pPr>
              <w:rPr>
                <w:rFonts w:ascii="Verdana" w:hAnsi="Verdana"/>
                <w:color w:val="000000"/>
                <w:szCs w:val="20"/>
              </w:rPr>
            </w:pPr>
            <w:r>
              <w:rPr>
                <w:rFonts w:ascii="Verdana" w:hAnsi="Verdana"/>
                <w:color w:val="000000"/>
                <w:szCs w:val="20"/>
              </w:rPr>
              <w:t>Received document event</w:t>
            </w:r>
          </w:p>
        </w:tc>
        <w:tc>
          <w:tcPr>
            <w:tcW w:w="2439" w:type="dxa"/>
          </w:tcPr>
          <w:p w14:paraId="0316A7C2" w14:textId="77777777" w:rsidR="007E4970" w:rsidRDefault="007E4970" w:rsidP="00D87241">
            <w:pPr>
              <w:jc w:val="right"/>
              <w:rPr>
                <w:rFonts w:ascii="Verdana" w:hAnsi="Verdana"/>
                <w:color w:val="000000"/>
                <w:szCs w:val="20"/>
              </w:rPr>
            </w:pPr>
            <w:r>
              <w:rPr>
                <w:rFonts w:ascii="Verdana" w:hAnsi="Verdana"/>
                <w:color w:val="000000"/>
                <w:szCs w:val="20"/>
              </w:rPr>
              <w:t>RCMR_TE000777FI01</w:t>
            </w:r>
          </w:p>
        </w:tc>
      </w:tr>
      <w:tr w:rsidR="007E4970" w14:paraId="007291AD" w14:textId="77777777" w:rsidTr="00C4454D">
        <w:trPr>
          <w:tblCellSpacing w:w="15" w:type="dxa"/>
        </w:trPr>
        <w:tc>
          <w:tcPr>
            <w:tcW w:w="0" w:type="auto"/>
            <w:vAlign w:val="center"/>
          </w:tcPr>
          <w:p w14:paraId="6B0F198E" w14:textId="77777777" w:rsidR="007E4970" w:rsidRDefault="007E4970" w:rsidP="00D87241">
            <w:pPr>
              <w:rPr>
                <w:rFonts w:ascii="Verdana" w:hAnsi="Verdana"/>
                <w:b/>
                <w:bCs/>
                <w:color w:val="000000"/>
                <w:szCs w:val="20"/>
              </w:rPr>
            </w:pPr>
            <w:r>
              <w:rPr>
                <w:rFonts w:ascii="Verdana" w:hAnsi="Verdana"/>
                <w:b/>
                <w:bCs/>
                <w:color w:val="000000"/>
                <w:szCs w:val="20"/>
              </w:rPr>
              <w:t>Transmission Wrapper</w:t>
            </w:r>
          </w:p>
        </w:tc>
        <w:tc>
          <w:tcPr>
            <w:tcW w:w="0" w:type="auto"/>
          </w:tcPr>
          <w:p w14:paraId="3D544D94" w14:textId="77777777" w:rsidR="007E4970" w:rsidRDefault="007E4970" w:rsidP="00D87241">
            <w:pPr>
              <w:rPr>
                <w:rFonts w:ascii="Verdana" w:hAnsi="Verdana"/>
                <w:color w:val="000000"/>
                <w:szCs w:val="20"/>
              </w:rPr>
            </w:pPr>
            <w:r>
              <w:rPr>
                <w:rFonts w:ascii="Verdana" w:hAnsi="Verdana"/>
                <w:color w:val="000000"/>
                <w:szCs w:val="20"/>
              </w:rPr>
              <w:t>Application Level Acknowledgement</w:t>
            </w:r>
          </w:p>
        </w:tc>
        <w:tc>
          <w:tcPr>
            <w:tcW w:w="2439" w:type="dxa"/>
          </w:tcPr>
          <w:p w14:paraId="6630FD4E" w14:textId="77777777" w:rsidR="007E4970" w:rsidRDefault="007E4970" w:rsidP="00D87241">
            <w:pPr>
              <w:jc w:val="right"/>
              <w:rPr>
                <w:rFonts w:ascii="Verdana" w:hAnsi="Verdana"/>
                <w:color w:val="000000"/>
                <w:szCs w:val="20"/>
              </w:rPr>
            </w:pPr>
            <w:r>
              <w:rPr>
                <w:rFonts w:ascii="Verdana" w:hAnsi="Verdana"/>
                <w:color w:val="000000"/>
                <w:szCs w:val="20"/>
              </w:rPr>
              <w:t>MCCI_MT000300UV01</w:t>
            </w:r>
          </w:p>
        </w:tc>
      </w:tr>
      <w:tr w:rsidR="007E4970" w14:paraId="49A9A4D5" w14:textId="77777777" w:rsidTr="00C4454D">
        <w:trPr>
          <w:tblCellSpacing w:w="15" w:type="dxa"/>
        </w:trPr>
        <w:tc>
          <w:tcPr>
            <w:tcW w:w="0" w:type="auto"/>
            <w:vAlign w:val="center"/>
          </w:tcPr>
          <w:p w14:paraId="464B4262" w14:textId="77777777" w:rsidR="007E4970" w:rsidRDefault="007E4970" w:rsidP="00D87241">
            <w:pPr>
              <w:rPr>
                <w:rFonts w:ascii="Verdana" w:hAnsi="Verdana"/>
                <w:b/>
                <w:bCs/>
                <w:color w:val="000000"/>
                <w:szCs w:val="20"/>
              </w:rPr>
            </w:pPr>
            <w:r>
              <w:rPr>
                <w:rFonts w:ascii="Verdana" w:hAnsi="Verdana"/>
                <w:b/>
                <w:bCs/>
                <w:color w:val="000000"/>
                <w:szCs w:val="20"/>
              </w:rPr>
              <w:t>Control Act Wrapper</w:t>
            </w:r>
          </w:p>
        </w:tc>
        <w:tc>
          <w:tcPr>
            <w:tcW w:w="0" w:type="auto"/>
          </w:tcPr>
          <w:p w14:paraId="503E8DB5" w14:textId="77777777" w:rsidR="007E4970" w:rsidRDefault="007E4970" w:rsidP="00D87241">
            <w:pPr>
              <w:rPr>
                <w:rFonts w:ascii="Verdana" w:hAnsi="Verdana"/>
                <w:color w:val="000000"/>
                <w:szCs w:val="20"/>
              </w:rPr>
            </w:pPr>
            <w:r>
              <w:rPr>
                <w:rFonts w:ascii="Verdana" w:hAnsi="Verdana"/>
                <w:color w:val="000000"/>
                <w:szCs w:val="20"/>
              </w:rPr>
              <w:t>Trigger Event Control Act</w:t>
            </w:r>
          </w:p>
        </w:tc>
        <w:tc>
          <w:tcPr>
            <w:tcW w:w="2439" w:type="dxa"/>
          </w:tcPr>
          <w:p w14:paraId="0ACF3179" w14:textId="77777777" w:rsidR="007E4970" w:rsidRDefault="007E4970" w:rsidP="00D87241">
            <w:pPr>
              <w:jc w:val="right"/>
              <w:rPr>
                <w:rFonts w:ascii="Verdana" w:hAnsi="Verdana"/>
                <w:color w:val="000000"/>
                <w:szCs w:val="20"/>
              </w:rPr>
            </w:pPr>
            <w:r>
              <w:rPr>
                <w:rFonts w:ascii="Verdana" w:hAnsi="Verdana"/>
                <w:color w:val="000000"/>
                <w:szCs w:val="20"/>
              </w:rPr>
              <w:t>MCAI_MT700201UV01</w:t>
            </w:r>
          </w:p>
        </w:tc>
      </w:tr>
      <w:tr w:rsidR="007E4970" w14:paraId="45A78020" w14:textId="77777777" w:rsidTr="00C4454D">
        <w:trPr>
          <w:tblCellSpacing w:w="15" w:type="dxa"/>
        </w:trPr>
        <w:tc>
          <w:tcPr>
            <w:tcW w:w="0" w:type="auto"/>
            <w:vAlign w:val="center"/>
          </w:tcPr>
          <w:p w14:paraId="0C2549DC" w14:textId="77777777" w:rsidR="007E4970" w:rsidRPr="009E2BF7" w:rsidRDefault="007E4970" w:rsidP="00D87241">
            <w:pPr>
              <w:rPr>
                <w:rFonts w:ascii="Verdana" w:hAnsi="Verdana"/>
                <w:b/>
                <w:bCs/>
                <w:color w:val="000000"/>
                <w:szCs w:val="20"/>
              </w:rPr>
            </w:pPr>
            <w:r w:rsidRPr="009E2BF7">
              <w:rPr>
                <w:rFonts w:ascii="Verdana" w:hAnsi="Verdana"/>
                <w:b/>
                <w:bCs/>
                <w:color w:val="000000"/>
                <w:szCs w:val="20"/>
              </w:rPr>
              <w:t>Message Type</w:t>
            </w:r>
          </w:p>
        </w:tc>
        <w:tc>
          <w:tcPr>
            <w:tcW w:w="0" w:type="auto"/>
          </w:tcPr>
          <w:p w14:paraId="0D8F4588" w14:textId="77777777" w:rsidR="007E4970" w:rsidRPr="009E2BF7" w:rsidRDefault="007E4970" w:rsidP="00D87241">
            <w:pPr>
              <w:rPr>
                <w:rFonts w:ascii="Verdana" w:hAnsi="Verdana"/>
                <w:color w:val="000000"/>
                <w:szCs w:val="20"/>
              </w:rPr>
            </w:pPr>
            <w:r w:rsidRPr="009E2BF7">
              <w:rPr>
                <w:rFonts w:ascii="Verdana" w:hAnsi="Verdana"/>
                <w:color w:val="000000"/>
                <w:szCs w:val="20"/>
              </w:rPr>
              <w:t>Document Event, with Content</w:t>
            </w:r>
          </w:p>
        </w:tc>
        <w:tc>
          <w:tcPr>
            <w:tcW w:w="2439" w:type="dxa"/>
          </w:tcPr>
          <w:p w14:paraId="4C6B2642" w14:textId="33112548" w:rsidR="007E4970" w:rsidRPr="009E2BF7" w:rsidRDefault="00822672" w:rsidP="00D87241">
            <w:pPr>
              <w:jc w:val="right"/>
              <w:rPr>
                <w:rFonts w:ascii="Verdana" w:hAnsi="Verdana"/>
                <w:color w:val="000000"/>
                <w:szCs w:val="20"/>
              </w:rPr>
            </w:pPr>
            <w:r>
              <w:rPr>
                <w:rFonts w:ascii="Verdana" w:hAnsi="Verdana"/>
                <w:color w:val="000000"/>
                <w:szCs w:val="20"/>
              </w:rPr>
              <w:t>RCMR_MT3</w:t>
            </w:r>
            <w:r w:rsidR="007E4970" w:rsidRPr="009E2BF7">
              <w:rPr>
                <w:rFonts w:ascii="Verdana" w:hAnsi="Verdana"/>
                <w:color w:val="000000"/>
                <w:szCs w:val="20"/>
              </w:rPr>
              <w:t>00002FI01</w:t>
            </w:r>
          </w:p>
        </w:tc>
      </w:tr>
    </w:tbl>
    <w:p w14:paraId="5CB7E805" w14:textId="77777777" w:rsidR="007E4970" w:rsidRDefault="007E4970" w:rsidP="00B663DA">
      <w:pPr>
        <w:pStyle w:val="Leipteksti"/>
      </w:pPr>
    </w:p>
    <w:tbl>
      <w:tblPr>
        <w:tblW w:w="8364" w:type="dxa"/>
        <w:tblCellSpacing w:w="15" w:type="dxa"/>
        <w:tblBorders>
          <w:top w:val="single" w:sz="6" w:space="0" w:color="C8D999"/>
          <w:left w:val="single" w:sz="6" w:space="0" w:color="C8D999"/>
          <w:bottom w:val="single" w:sz="6" w:space="0" w:color="C8D999"/>
          <w:right w:val="single" w:sz="6" w:space="0" w:color="C8D999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545"/>
        <w:gridCol w:w="4439"/>
        <w:gridCol w:w="2380"/>
      </w:tblGrid>
      <w:tr w:rsidR="00EC54A0" w14:paraId="5CB77A68" w14:textId="77777777" w:rsidTr="00C4454D">
        <w:trPr>
          <w:tblCellSpacing w:w="15" w:type="dxa"/>
        </w:trPr>
        <w:tc>
          <w:tcPr>
            <w:tcW w:w="830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D80152" w14:textId="77777777" w:rsidR="00EC54A0" w:rsidRDefault="00EC54A0" w:rsidP="00D87241">
            <w:pPr>
              <w:spacing w:before="150" w:after="45"/>
              <w:rPr>
                <w:rFonts w:ascii="Verdana" w:hAnsi="Verdana" w:cs="Arial"/>
                <w:b/>
                <w:bCs/>
                <w:color w:val="000000"/>
                <w:sz w:val="19"/>
                <w:szCs w:val="19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19"/>
                <w:szCs w:val="19"/>
              </w:rPr>
              <w:t>Sending and Receiving Roles</w:t>
            </w:r>
          </w:p>
        </w:tc>
      </w:tr>
      <w:tr w:rsidR="00EC54A0" w14:paraId="7D5F4596" w14:textId="77777777" w:rsidTr="00C4454D">
        <w:trPr>
          <w:tblCellSpacing w:w="15" w:type="dxa"/>
        </w:trPr>
        <w:tc>
          <w:tcPr>
            <w:tcW w:w="1656" w:type="dxa"/>
            <w:vAlign w:val="center"/>
          </w:tcPr>
          <w:p w14:paraId="05DFDCE6" w14:textId="77777777" w:rsidR="00EC54A0" w:rsidRPr="00BE2358" w:rsidRDefault="00EC54A0" w:rsidP="00D87241">
            <w:pPr>
              <w:rPr>
                <w:rFonts w:ascii="Verdana" w:hAnsi="Verdana"/>
                <w:b/>
                <w:bCs/>
                <w:szCs w:val="20"/>
              </w:rPr>
            </w:pPr>
            <w:r w:rsidRPr="00BE2358">
              <w:rPr>
                <w:rFonts w:ascii="Verdana" w:hAnsi="Verdana"/>
                <w:b/>
                <w:bCs/>
                <w:szCs w:val="20"/>
              </w:rPr>
              <w:t>Sender</w:t>
            </w:r>
          </w:p>
        </w:tc>
        <w:tc>
          <w:tcPr>
            <w:tcW w:w="5167" w:type="dxa"/>
          </w:tcPr>
          <w:p w14:paraId="782A135B" w14:textId="77777777" w:rsidR="00EC54A0" w:rsidRPr="00BE2358" w:rsidRDefault="00EC54A0" w:rsidP="00D87241">
            <w:pPr>
              <w:rPr>
                <w:rFonts w:ascii="Verdana" w:hAnsi="Verdana"/>
                <w:szCs w:val="20"/>
                <w:lang w:val="en-US"/>
              </w:rPr>
            </w:pPr>
            <w:r w:rsidRPr="00BE2358">
              <w:rPr>
                <w:rFonts w:ascii="Verdana" w:hAnsi="Verdana"/>
                <w:szCs w:val="20"/>
                <w:lang w:val="en-US"/>
              </w:rPr>
              <w:t>Content Required Document Management System</w:t>
            </w:r>
          </w:p>
        </w:tc>
        <w:tc>
          <w:tcPr>
            <w:tcW w:w="1421" w:type="dxa"/>
          </w:tcPr>
          <w:p w14:paraId="013585EB" w14:textId="77777777" w:rsidR="00EC54A0" w:rsidRPr="00BE2358" w:rsidRDefault="00EC54A0" w:rsidP="00D87241">
            <w:pPr>
              <w:jc w:val="right"/>
              <w:rPr>
                <w:rFonts w:ascii="Verdana" w:hAnsi="Verdana"/>
                <w:szCs w:val="20"/>
              </w:rPr>
            </w:pPr>
            <w:r w:rsidRPr="00BE2358">
              <w:rPr>
                <w:rFonts w:ascii="Verdana" w:hAnsi="Verdana"/>
                <w:szCs w:val="20"/>
              </w:rPr>
              <w:t>RCMR_AR000003UV01</w:t>
            </w:r>
          </w:p>
        </w:tc>
      </w:tr>
      <w:tr w:rsidR="00EC54A0" w14:paraId="3FD18AFD" w14:textId="77777777" w:rsidTr="00C4454D">
        <w:trPr>
          <w:tblCellSpacing w:w="15" w:type="dxa"/>
        </w:trPr>
        <w:tc>
          <w:tcPr>
            <w:tcW w:w="1656" w:type="dxa"/>
            <w:vAlign w:val="center"/>
          </w:tcPr>
          <w:p w14:paraId="4AFD74B1" w14:textId="77777777" w:rsidR="00EC54A0" w:rsidRDefault="00EC54A0" w:rsidP="00D87241">
            <w:pPr>
              <w:rPr>
                <w:rFonts w:ascii="Verdana" w:hAnsi="Verdana"/>
                <w:b/>
                <w:bCs/>
                <w:color w:val="000000"/>
                <w:szCs w:val="20"/>
              </w:rPr>
            </w:pPr>
            <w:r>
              <w:rPr>
                <w:rFonts w:ascii="Verdana" w:hAnsi="Verdana"/>
                <w:b/>
                <w:bCs/>
                <w:color w:val="000000"/>
                <w:szCs w:val="20"/>
              </w:rPr>
              <w:t>Receiver</w:t>
            </w:r>
          </w:p>
        </w:tc>
        <w:tc>
          <w:tcPr>
            <w:tcW w:w="5167" w:type="dxa"/>
          </w:tcPr>
          <w:p w14:paraId="78729093" w14:textId="77777777" w:rsidR="00EC54A0" w:rsidRDefault="00EC54A0" w:rsidP="00D87241">
            <w:pPr>
              <w:rPr>
                <w:rFonts w:ascii="Verdana" w:hAnsi="Verdana"/>
                <w:color w:val="000000"/>
                <w:szCs w:val="20"/>
              </w:rPr>
            </w:pPr>
            <w:r>
              <w:rPr>
                <w:rFonts w:ascii="Verdana" w:hAnsi="Verdana"/>
                <w:color w:val="000000"/>
                <w:szCs w:val="20"/>
              </w:rPr>
              <w:t xml:space="preserve">Document Originator </w:t>
            </w:r>
          </w:p>
        </w:tc>
        <w:tc>
          <w:tcPr>
            <w:tcW w:w="1421" w:type="dxa"/>
          </w:tcPr>
          <w:p w14:paraId="5E215548" w14:textId="77777777" w:rsidR="00EC54A0" w:rsidRDefault="00EC54A0" w:rsidP="00D87241">
            <w:pPr>
              <w:jc w:val="right"/>
              <w:rPr>
                <w:rFonts w:ascii="Verdana" w:hAnsi="Verdana"/>
                <w:color w:val="000000"/>
                <w:szCs w:val="20"/>
              </w:rPr>
            </w:pPr>
            <w:r>
              <w:rPr>
                <w:rFonts w:ascii="Verdana" w:hAnsi="Verdana"/>
                <w:color w:val="000000"/>
                <w:szCs w:val="20"/>
              </w:rPr>
              <w:t>RCMR_AR000001UV01</w:t>
            </w:r>
          </w:p>
        </w:tc>
      </w:tr>
    </w:tbl>
    <w:p w14:paraId="3EC9E720" w14:textId="614A5E45" w:rsidR="00093224" w:rsidRDefault="00093224" w:rsidP="00B663DA">
      <w:pPr>
        <w:pStyle w:val="Leipteksti"/>
      </w:pPr>
    </w:p>
    <w:p w14:paraId="413BC784" w14:textId="4B306C4B" w:rsidR="00093224" w:rsidRPr="00B663DA" w:rsidRDefault="00093224" w:rsidP="00B663DA">
      <w:pPr>
        <w:pStyle w:val="Leipteksti"/>
      </w:pPr>
    </w:p>
    <w:p w14:paraId="334C7376" w14:textId="6C14CB82" w:rsidR="00E4658F" w:rsidRDefault="00E4658F" w:rsidP="00E4658F">
      <w:pPr>
        <w:pStyle w:val="Otsikko1"/>
      </w:pPr>
      <w:bookmarkStart w:id="86" w:name="_Toc513470448"/>
      <w:r>
        <w:t>Kyselyiden interaktiot ja niissä käytettävä tietosisältö</w:t>
      </w:r>
      <w:bookmarkEnd w:id="86"/>
    </w:p>
    <w:p w14:paraId="5AB997A1" w14:textId="259A5DDA" w:rsidR="00A57A18" w:rsidRDefault="00A57A18" w:rsidP="00A57A18">
      <w:pPr>
        <w:keepNext/>
      </w:pPr>
      <w:r>
        <w:t>Tässä luvussa käydään</w:t>
      </w:r>
      <w:r w:rsidRPr="00A45821">
        <w:t xml:space="preserve"> läpi MR-standardin kysely-aihealue. Luvussa </w:t>
      </w:r>
      <w:r>
        <w:t>määritell</w:t>
      </w:r>
      <w:r w:rsidRPr="00A45821">
        <w:t xml:space="preserve">ään ensin </w:t>
      </w:r>
      <w:r w:rsidR="00DE2AE3">
        <w:t xml:space="preserve">Rajat ylittävässä reseptissä käytettävät </w:t>
      </w:r>
      <w:r>
        <w:t>kyselyparametrit sekä</w:t>
      </w:r>
      <w:r w:rsidRPr="00B0093B">
        <w:t xml:space="preserve"> niiden käyttö</w:t>
      </w:r>
      <w:r>
        <w:t xml:space="preserve">. </w:t>
      </w:r>
      <w:r w:rsidR="00515D08">
        <w:t>Sen</w:t>
      </w:r>
      <w:r w:rsidRPr="00A45821">
        <w:t xml:space="preserve"> jälkeen</w:t>
      </w:r>
      <w:r>
        <w:t xml:space="preserve"> esitellään käytettävät kyselyinteraktiot sekä vastausinteraktiot</w:t>
      </w:r>
      <w:r w:rsidRPr="00A45821">
        <w:t xml:space="preserve"> ja kuinka niiden avulla palautetaan dokumentteja.</w:t>
      </w:r>
    </w:p>
    <w:p w14:paraId="0C169F8B" w14:textId="1E46D3FF" w:rsidR="00F41CB1" w:rsidRDefault="00F41CB1" w:rsidP="00F41CB1">
      <w:pPr>
        <w:pStyle w:val="Otsikko2"/>
      </w:pPr>
      <w:bookmarkStart w:id="87" w:name="_Toc513470449"/>
      <w:r>
        <w:t>Kyselyiden tietosisältö</w:t>
      </w:r>
      <w:bookmarkEnd w:id="87"/>
    </w:p>
    <w:p w14:paraId="1E3FA5B8" w14:textId="413E03EF" w:rsidR="00606852" w:rsidRDefault="00606852" w:rsidP="00606852">
      <w:pPr>
        <w:pStyle w:val="Otsikko3"/>
      </w:pPr>
      <w:bookmarkStart w:id="88" w:name="_Toc513470450"/>
      <w:r>
        <w:t xml:space="preserve">Kyselyparametrien yleiskuvaus </w:t>
      </w:r>
      <w:r w:rsidR="000400D4">
        <w:t xml:space="preserve">- </w:t>
      </w:r>
      <w:r>
        <w:t>sanomatyyppi RCMR_MT300003FI01</w:t>
      </w:r>
      <w:bookmarkEnd w:id="88"/>
    </w:p>
    <w:p w14:paraId="3947EA61" w14:textId="692472CE" w:rsidR="00F65389" w:rsidRDefault="00137B09" w:rsidP="00F65389">
      <w:r>
        <w:t>Tässä luvussa kuvataan kyselyparametrit, joita hyödynnetään sekä pelkkiä kuvailu- eli yksilöinti</w:t>
      </w:r>
      <w:r w:rsidR="00F65389">
        <w:t>tietoja</w:t>
      </w:r>
      <w:r>
        <w:t xml:space="preserve"> että varsinaisia dokumentteja haettaessa. </w:t>
      </w:r>
      <w:r w:rsidR="004373AA">
        <w:t>Sanomatyypin skeemassa on mukana muitakin hakuparametreja, mutta niitä ei käytetä Rajat ylittävän reseptin kyselyissä.</w:t>
      </w:r>
    </w:p>
    <w:p w14:paraId="36552BF8" w14:textId="77777777" w:rsidR="00440718" w:rsidRDefault="00440718" w:rsidP="00F65389"/>
    <w:tbl>
      <w:tblPr>
        <w:tblStyle w:val="TaulukkoRuudukko"/>
        <w:tblW w:w="83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1984"/>
        <w:gridCol w:w="2126"/>
        <w:gridCol w:w="2127"/>
      </w:tblGrid>
      <w:tr w:rsidR="00451014" w:rsidRPr="00C4454D" w14:paraId="3C63903F" w14:textId="421A6BA6" w:rsidTr="00F80C6C">
        <w:trPr>
          <w:trHeight w:val="567"/>
        </w:trPr>
        <w:tc>
          <w:tcPr>
            <w:tcW w:w="2127" w:type="dxa"/>
            <w:tcBorders>
              <w:top w:val="single" w:sz="6" w:space="0" w:color="auto"/>
              <w:bottom w:val="single" w:sz="6" w:space="0" w:color="auto"/>
              <w:right w:val="dotted" w:sz="6" w:space="0" w:color="auto"/>
            </w:tcBorders>
            <w:tcMar>
              <w:top w:w="85" w:type="dxa"/>
              <w:left w:w="0" w:type="dxa"/>
              <w:bottom w:w="85" w:type="dxa"/>
            </w:tcMar>
            <w:vAlign w:val="center"/>
          </w:tcPr>
          <w:p w14:paraId="7CF73A84" w14:textId="1F7EAF60" w:rsidR="00451014" w:rsidRPr="00C4454D" w:rsidRDefault="00451014" w:rsidP="00F80C6C">
            <w:pPr>
              <w:rPr>
                <w:b/>
                <w:sz w:val="18"/>
                <w:szCs w:val="18"/>
              </w:rPr>
            </w:pPr>
            <w:r w:rsidRPr="00C4454D">
              <w:rPr>
                <w:b/>
                <w:sz w:val="18"/>
                <w:szCs w:val="18"/>
              </w:rPr>
              <w:lastRenderedPageBreak/>
              <w:t>Kyselyparametri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  <w:right w:val="dotted" w:sz="6" w:space="0" w:color="auto"/>
            </w:tcBorders>
            <w:vAlign w:val="center"/>
          </w:tcPr>
          <w:p w14:paraId="1245F712" w14:textId="2EB9BA16" w:rsidR="00451014" w:rsidRPr="00C4454D" w:rsidRDefault="00F80C6C" w:rsidP="00F80C6C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</w:t>
            </w:r>
            <w:r w:rsidR="00621175" w:rsidRPr="00C4454D">
              <w:rPr>
                <w:b/>
                <w:sz w:val="18"/>
                <w:szCs w:val="18"/>
              </w:rPr>
              <w:t>arametrin nimi ja käyttö</w:t>
            </w:r>
          </w:p>
        </w:tc>
        <w:tc>
          <w:tcPr>
            <w:tcW w:w="2126" w:type="dxa"/>
            <w:tcBorders>
              <w:top w:val="single" w:sz="6" w:space="0" w:color="auto"/>
              <w:left w:val="dotted" w:sz="6" w:space="0" w:color="auto"/>
              <w:bottom w:val="single" w:sz="6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338CD210" w14:textId="709B07AB" w:rsidR="00451014" w:rsidRPr="00C4454D" w:rsidRDefault="00F80C6C" w:rsidP="00F80C6C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Lääkemääräysten kuvailutietojen haku</w:t>
            </w:r>
          </w:p>
        </w:tc>
        <w:tc>
          <w:tcPr>
            <w:tcW w:w="2127" w:type="dxa"/>
            <w:tcBorders>
              <w:top w:val="single" w:sz="6" w:space="0" w:color="auto"/>
              <w:left w:val="dotted" w:sz="6" w:space="0" w:color="auto"/>
              <w:bottom w:val="single" w:sz="6" w:space="0" w:color="auto"/>
            </w:tcBorders>
            <w:vAlign w:val="center"/>
          </w:tcPr>
          <w:p w14:paraId="0AA0A968" w14:textId="5921347C" w:rsidR="00451014" w:rsidRPr="00C4454D" w:rsidRDefault="00F80C6C" w:rsidP="00F80C6C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Lääkemääräyksen haku toimitettavaksi</w:t>
            </w:r>
          </w:p>
        </w:tc>
      </w:tr>
      <w:tr w:rsidR="000D713E" w:rsidRPr="00255585" w14:paraId="65245F84" w14:textId="77777777" w:rsidTr="00F80C6C">
        <w:trPr>
          <w:trHeight w:val="397"/>
        </w:trPr>
        <w:tc>
          <w:tcPr>
            <w:tcW w:w="2127" w:type="dxa"/>
            <w:tcBorders>
              <w:top w:val="single" w:sz="6" w:space="0" w:color="auto"/>
              <w:bottom w:val="dotted" w:sz="6" w:space="0" w:color="auto"/>
              <w:right w:val="dotted" w:sz="6" w:space="0" w:color="auto"/>
            </w:tcBorders>
            <w:tcMar>
              <w:top w:w="85" w:type="dxa"/>
              <w:left w:w="0" w:type="dxa"/>
              <w:bottom w:w="85" w:type="dxa"/>
            </w:tcMar>
          </w:tcPr>
          <w:p w14:paraId="42D44056" w14:textId="61FC52EC" w:rsidR="000D713E" w:rsidRDefault="000D713E" w:rsidP="004271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ClinicalDocument.code</w:t>
            </w:r>
          </w:p>
        </w:tc>
        <w:tc>
          <w:tcPr>
            <w:tcW w:w="1984" w:type="dxa"/>
            <w:tcBorders>
              <w:top w:val="single" w:sz="6" w:space="0" w:color="auto"/>
              <w:bottom w:val="dotted" w:sz="6" w:space="0" w:color="auto"/>
              <w:right w:val="dotted" w:sz="6" w:space="0" w:color="auto"/>
            </w:tcBorders>
          </w:tcPr>
          <w:p w14:paraId="63B4F523" w14:textId="402DF65D" w:rsidR="000D713E" w:rsidRDefault="00970481" w:rsidP="004271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Reseptisanoman tyyppi</w:t>
            </w:r>
          </w:p>
        </w:tc>
        <w:tc>
          <w:tcPr>
            <w:tcW w:w="2126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</w:tcBorders>
            <w:tcMar>
              <w:top w:w="85" w:type="dxa"/>
              <w:bottom w:w="85" w:type="dxa"/>
            </w:tcMar>
          </w:tcPr>
          <w:p w14:paraId="302D2E03" w14:textId="3390EC73" w:rsidR="000D713E" w:rsidRDefault="000D713E" w:rsidP="004271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vapaaehtoinen</w:t>
            </w:r>
          </w:p>
        </w:tc>
        <w:tc>
          <w:tcPr>
            <w:tcW w:w="2127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</w:tcBorders>
          </w:tcPr>
          <w:p w14:paraId="504AEAF3" w14:textId="4CF3D092" w:rsidR="000D713E" w:rsidRDefault="000D713E" w:rsidP="004271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vapaaehtoinen</w:t>
            </w:r>
          </w:p>
        </w:tc>
      </w:tr>
      <w:tr w:rsidR="00451014" w:rsidRPr="00255585" w14:paraId="39791024" w14:textId="77777777" w:rsidTr="00F80C6C">
        <w:trPr>
          <w:trHeight w:val="397"/>
        </w:trPr>
        <w:tc>
          <w:tcPr>
            <w:tcW w:w="2127" w:type="dxa"/>
            <w:tcBorders>
              <w:top w:val="single" w:sz="6" w:space="0" w:color="auto"/>
              <w:bottom w:val="dotted" w:sz="6" w:space="0" w:color="auto"/>
              <w:right w:val="dotted" w:sz="6" w:space="0" w:color="auto"/>
            </w:tcBorders>
            <w:tcMar>
              <w:top w:w="85" w:type="dxa"/>
              <w:left w:w="0" w:type="dxa"/>
              <w:bottom w:w="85" w:type="dxa"/>
            </w:tcMar>
          </w:tcPr>
          <w:p w14:paraId="052AB93B" w14:textId="39258AEA" w:rsidR="00451014" w:rsidRDefault="00451014" w:rsidP="004271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ClinicalDocument.id</w:t>
            </w:r>
          </w:p>
        </w:tc>
        <w:tc>
          <w:tcPr>
            <w:tcW w:w="1984" w:type="dxa"/>
            <w:tcBorders>
              <w:top w:val="single" w:sz="6" w:space="0" w:color="auto"/>
              <w:bottom w:val="dotted" w:sz="6" w:space="0" w:color="auto"/>
              <w:right w:val="dotted" w:sz="6" w:space="0" w:color="auto"/>
            </w:tcBorders>
          </w:tcPr>
          <w:p w14:paraId="1E04E112" w14:textId="2875B025" w:rsidR="00451014" w:rsidRDefault="004D343D" w:rsidP="004271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Lääkemääräyksen </w:t>
            </w:r>
            <w:r w:rsidR="00451014">
              <w:rPr>
                <w:sz w:val="18"/>
                <w:szCs w:val="18"/>
              </w:rPr>
              <w:t>id</w:t>
            </w:r>
          </w:p>
        </w:tc>
        <w:tc>
          <w:tcPr>
            <w:tcW w:w="2126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</w:tcBorders>
            <w:tcMar>
              <w:top w:w="85" w:type="dxa"/>
              <w:bottom w:w="85" w:type="dxa"/>
            </w:tcMar>
          </w:tcPr>
          <w:p w14:paraId="5310B618" w14:textId="1031E9AD" w:rsidR="00451014" w:rsidRDefault="00440718" w:rsidP="004271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ei käytössä</w:t>
            </w:r>
          </w:p>
        </w:tc>
        <w:tc>
          <w:tcPr>
            <w:tcW w:w="2127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</w:tcBorders>
          </w:tcPr>
          <w:p w14:paraId="43269042" w14:textId="5A03CF54" w:rsidR="00451014" w:rsidRDefault="00451014" w:rsidP="004271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</w:t>
            </w:r>
            <w:r w:rsidR="00440718">
              <w:rPr>
                <w:sz w:val="18"/>
                <w:szCs w:val="18"/>
              </w:rPr>
              <w:t>akollinen</w:t>
            </w:r>
          </w:p>
        </w:tc>
      </w:tr>
      <w:tr w:rsidR="00451014" w:rsidRPr="00255585" w14:paraId="3289F5B5" w14:textId="508FB60D" w:rsidTr="00F80C6C">
        <w:trPr>
          <w:trHeight w:val="397"/>
        </w:trPr>
        <w:tc>
          <w:tcPr>
            <w:tcW w:w="2127" w:type="dxa"/>
            <w:tcBorders>
              <w:top w:val="single" w:sz="6" w:space="0" w:color="auto"/>
              <w:bottom w:val="dotted" w:sz="6" w:space="0" w:color="auto"/>
              <w:right w:val="dotted" w:sz="6" w:space="0" w:color="auto"/>
            </w:tcBorders>
            <w:tcMar>
              <w:top w:w="85" w:type="dxa"/>
              <w:left w:w="0" w:type="dxa"/>
              <w:bottom w:w="85" w:type="dxa"/>
            </w:tcMar>
          </w:tcPr>
          <w:p w14:paraId="6B77F6C5" w14:textId="77777777" w:rsidR="0018177F" w:rsidRPr="00193CBB" w:rsidRDefault="0018177F" w:rsidP="00D71DED">
            <w:pPr>
              <w:rPr>
                <w:sz w:val="18"/>
                <w:szCs w:val="18"/>
              </w:rPr>
            </w:pPr>
            <w:r w:rsidRPr="00193CBB">
              <w:rPr>
                <w:sz w:val="18"/>
                <w:szCs w:val="18"/>
              </w:rPr>
              <w:t>specialQueryCode</w:t>
            </w:r>
          </w:p>
          <w:p w14:paraId="52A191F5" w14:textId="087D7AEA" w:rsidR="00451014" w:rsidRPr="00255585" w:rsidRDefault="0018177F" w:rsidP="00D71DED">
            <w:pPr>
              <w:rPr>
                <w:sz w:val="18"/>
                <w:szCs w:val="18"/>
              </w:rPr>
            </w:pPr>
            <w:r w:rsidRPr="00193CBB">
              <w:rPr>
                <w:sz w:val="18"/>
                <w:szCs w:val="18"/>
              </w:rPr>
              <w:t>code = 3 Haku ulkomailta</w:t>
            </w:r>
          </w:p>
        </w:tc>
        <w:tc>
          <w:tcPr>
            <w:tcW w:w="1984" w:type="dxa"/>
            <w:tcBorders>
              <w:top w:val="single" w:sz="6" w:space="0" w:color="auto"/>
              <w:bottom w:val="dotted" w:sz="6" w:space="0" w:color="auto"/>
              <w:right w:val="dotted" w:sz="6" w:space="0" w:color="auto"/>
            </w:tcBorders>
          </w:tcPr>
          <w:p w14:paraId="2801CF16" w14:textId="77777777" w:rsidR="00451014" w:rsidRPr="00AB6029" w:rsidRDefault="00451014" w:rsidP="004271DD">
            <w:pPr>
              <w:rPr>
                <w:sz w:val="18"/>
                <w:szCs w:val="18"/>
                <w:lang w:val="fi-FI"/>
              </w:rPr>
            </w:pPr>
            <w:r w:rsidRPr="00AB6029">
              <w:rPr>
                <w:sz w:val="18"/>
                <w:szCs w:val="18"/>
                <w:lang w:val="fi-FI"/>
              </w:rPr>
              <w:t>Maakoodi</w:t>
            </w:r>
          </w:p>
          <w:p w14:paraId="08FD3E78" w14:textId="77777777" w:rsidR="00621175" w:rsidRPr="00AB6029" w:rsidRDefault="00621175" w:rsidP="004271DD">
            <w:pPr>
              <w:rPr>
                <w:sz w:val="18"/>
                <w:szCs w:val="18"/>
                <w:lang w:val="fi-FI"/>
              </w:rPr>
            </w:pPr>
          </w:p>
          <w:p w14:paraId="04A3A2B8" w14:textId="07B02EB3" w:rsidR="00621175" w:rsidRPr="00AB6029" w:rsidRDefault="00621175" w:rsidP="004271DD">
            <w:pPr>
              <w:rPr>
                <w:sz w:val="18"/>
                <w:szCs w:val="18"/>
                <w:lang w:val="fi-FI"/>
              </w:rPr>
            </w:pPr>
            <w:r w:rsidRPr="00AB6029">
              <w:rPr>
                <w:sz w:val="18"/>
                <w:szCs w:val="18"/>
                <w:lang w:val="fi-FI"/>
              </w:rPr>
              <w:t>Maa, josta resepti haetaan</w:t>
            </w:r>
          </w:p>
        </w:tc>
        <w:tc>
          <w:tcPr>
            <w:tcW w:w="2126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</w:tcBorders>
            <w:tcMar>
              <w:top w:w="85" w:type="dxa"/>
              <w:bottom w:w="85" w:type="dxa"/>
            </w:tcMar>
          </w:tcPr>
          <w:p w14:paraId="1B695260" w14:textId="3230075B" w:rsidR="00451014" w:rsidRPr="00255585" w:rsidRDefault="00451014" w:rsidP="004271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</w:t>
            </w:r>
            <w:r w:rsidR="00440718">
              <w:rPr>
                <w:sz w:val="18"/>
                <w:szCs w:val="18"/>
              </w:rPr>
              <w:t>akollinen</w:t>
            </w:r>
          </w:p>
        </w:tc>
        <w:tc>
          <w:tcPr>
            <w:tcW w:w="2127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</w:tcBorders>
          </w:tcPr>
          <w:p w14:paraId="3447DE33" w14:textId="15D25D9F" w:rsidR="00451014" w:rsidRDefault="00451014" w:rsidP="004271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</w:t>
            </w:r>
            <w:r w:rsidR="00440718">
              <w:rPr>
                <w:sz w:val="18"/>
                <w:szCs w:val="18"/>
              </w:rPr>
              <w:t>akollinen</w:t>
            </w:r>
          </w:p>
        </w:tc>
      </w:tr>
      <w:tr w:rsidR="00451014" w:rsidRPr="00D77945" w14:paraId="5848374C" w14:textId="44241D53" w:rsidTr="00F80C6C">
        <w:trPr>
          <w:trHeight w:val="397"/>
        </w:trPr>
        <w:tc>
          <w:tcPr>
            <w:tcW w:w="2127" w:type="dxa"/>
            <w:tcBorders>
              <w:top w:val="dotted" w:sz="6" w:space="0" w:color="auto"/>
              <w:bottom w:val="dotted" w:sz="6" w:space="0" w:color="auto"/>
              <w:right w:val="dotted" w:sz="6" w:space="0" w:color="auto"/>
            </w:tcBorders>
            <w:tcMar>
              <w:top w:w="85" w:type="dxa"/>
              <w:left w:w="0" w:type="dxa"/>
              <w:bottom w:w="85" w:type="dxa"/>
            </w:tcMar>
          </w:tcPr>
          <w:p w14:paraId="71A3E982" w14:textId="13E7E9FC" w:rsidR="00451014" w:rsidRPr="00255585" w:rsidRDefault="00451014" w:rsidP="004271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Patient.id</w:t>
            </w:r>
          </w:p>
        </w:tc>
        <w:tc>
          <w:tcPr>
            <w:tcW w:w="1984" w:type="dxa"/>
            <w:tcBorders>
              <w:top w:val="dotted" w:sz="6" w:space="0" w:color="auto"/>
              <w:bottom w:val="dotted" w:sz="6" w:space="0" w:color="auto"/>
              <w:right w:val="dotted" w:sz="6" w:space="0" w:color="auto"/>
            </w:tcBorders>
          </w:tcPr>
          <w:p w14:paraId="46629820" w14:textId="0A83B7A5" w:rsidR="005B051F" w:rsidRDefault="00EA6D4E" w:rsidP="00D63451">
            <w:pPr>
              <w:rPr>
                <w:sz w:val="18"/>
                <w:szCs w:val="18"/>
                <w:lang w:val="fi-FI"/>
              </w:rPr>
            </w:pPr>
            <w:r>
              <w:rPr>
                <w:sz w:val="18"/>
                <w:szCs w:val="18"/>
                <w:lang w:val="fi-FI"/>
              </w:rPr>
              <w:t>Potilaan yksilöivä tunniste</w:t>
            </w:r>
            <w:r w:rsidR="005B051F">
              <w:rPr>
                <w:sz w:val="18"/>
                <w:szCs w:val="18"/>
                <w:lang w:val="fi-FI"/>
              </w:rPr>
              <w:t xml:space="preserve"> tai tunnisteet</w:t>
            </w:r>
            <w:r w:rsidR="000A488D">
              <w:rPr>
                <w:sz w:val="18"/>
                <w:szCs w:val="18"/>
                <w:lang w:val="fi-FI"/>
              </w:rPr>
              <w:t xml:space="preserve"> </w:t>
            </w:r>
          </w:p>
          <w:p w14:paraId="23246B81" w14:textId="77777777" w:rsidR="005B051F" w:rsidRDefault="005B051F" w:rsidP="00D63451">
            <w:pPr>
              <w:rPr>
                <w:sz w:val="18"/>
                <w:szCs w:val="18"/>
                <w:lang w:val="fi-FI"/>
              </w:rPr>
            </w:pPr>
          </w:p>
          <w:p w14:paraId="3A5340A6" w14:textId="1A251A3B" w:rsidR="00451014" w:rsidRPr="00451014" w:rsidRDefault="005B051F" w:rsidP="005B051F">
            <w:pPr>
              <w:rPr>
                <w:sz w:val="18"/>
                <w:szCs w:val="18"/>
                <w:lang w:val="fi-FI"/>
              </w:rPr>
            </w:pPr>
            <w:r>
              <w:rPr>
                <w:sz w:val="18"/>
                <w:szCs w:val="18"/>
                <w:lang w:val="fi-FI"/>
              </w:rPr>
              <w:t>Tunnisteet annetaan koodiston mukaisessa järjestyksessä.</w:t>
            </w:r>
          </w:p>
        </w:tc>
        <w:tc>
          <w:tcPr>
            <w:tcW w:w="2126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</w:tcBorders>
            <w:tcMar>
              <w:top w:w="85" w:type="dxa"/>
              <w:bottom w:w="85" w:type="dxa"/>
            </w:tcMar>
          </w:tcPr>
          <w:p w14:paraId="38420861" w14:textId="7DDD65D8" w:rsidR="00451014" w:rsidRPr="000A488D" w:rsidRDefault="00451014" w:rsidP="000A488D">
            <w:pPr>
              <w:rPr>
                <w:sz w:val="18"/>
                <w:szCs w:val="18"/>
                <w:lang w:val="fi-FI"/>
              </w:rPr>
            </w:pPr>
            <w:r w:rsidRPr="000A488D">
              <w:rPr>
                <w:sz w:val="18"/>
                <w:szCs w:val="18"/>
                <w:lang w:val="fi-FI"/>
              </w:rPr>
              <w:t>p</w:t>
            </w:r>
            <w:r w:rsidR="00440718">
              <w:rPr>
                <w:sz w:val="18"/>
                <w:szCs w:val="18"/>
                <w:lang w:val="fi-FI"/>
              </w:rPr>
              <w:t>akollinen</w:t>
            </w:r>
          </w:p>
        </w:tc>
        <w:tc>
          <w:tcPr>
            <w:tcW w:w="2127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</w:tcBorders>
          </w:tcPr>
          <w:p w14:paraId="3885C7FA" w14:textId="4F692517" w:rsidR="00451014" w:rsidRPr="000A488D" w:rsidRDefault="00451014" w:rsidP="004271DD">
            <w:pPr>
              <w:rPr>
                <w:sz w:val="18"/>
                <w:szCs w:val="18"/>
                <w:lang w:val="fi-FI"/>
              </w:rPr>
            </w:pPr>
            <w:r w:rsidRPr="000A488D">
              <w:rPr>
                <w:sz w:val="18"/>
                <w:szCs w:val="18"/>
                <w:lang w:val="fi-FI"/>
              </w:rPr>
              <w:t>p</w:t>
            </w:r>
            <w:r w:rsidR="00440718">
              <w:rPr>
                <w:sz w:val="18"/>
                <w:szCs w:val="18"/>
                <w:lang w:val="fi-FI"/>
              </w:rPr>
              <w:t>akollinen</w:t>
            </w:r>
          </w:p>
        </w:tc>
      </w:tr>
      <w:tr w:rsidR="00451014" w:rsidRPr="00D77945" w14:paraId="75079D75" w14:textId="7F559EF4" w:rsidTr="00F80C6C">
        <w:trPr>
          <w:trHeight w:val="397"/>
        </w:trPr>
        <w:tc>
          <w:tcPr>
            <w:tcW w:w="2127" w:type="dxa"/>
            <w:tcBorders>
              <w:top w:val="dotted" w:sz="6" w:space="0" w:color="auto"/>
              <w:bottom w:val="dotted" w:sz="6" w:space="0" w:color="auto"/>
              <w:right w:val="dotted" w:sz="6" w:space="0" w:color="auto"/>
            </w:tcBorders>
            <w:tcMar>
              <w:top w:w="85" w:type="dxa"/>
              <w:left w:w="0" w:type="dxa"/>
              <w:bottom w:w="85" w:type="dxa"/>
            </w:tcMar>
          </w:tcPr>
          <w:p w14:paraId="657E3214" w14:textId="4EA9F719" w:rsidR="00451014" w:rsidRPr="000A488D" w:rsidRDefault="00451014" w:rsidP="004271DD">
            <w:pPr>
              <w:rPr>
                <w:color w:val="A6A6A6" w:themeColor="background1" w:themeShade="A6"/>
                <w:sz w:val="18"/>
                <w:szCs w:val="18"/>
                <w:lang w:val="fi-FI"/>
              </w:rPr>
            </w:pPr>
            <w:r w:rsidRPr="000A488D">
              <w:rPr>
                <w:color w:val="A6A6A6" w:themeColor="background1" w:themeShade="A6"/>
                <w:sz w:val="18"/>
                <w:szCs w:val="18"/>
                <w:lang w:val="fi-FI"/>
              </w:rPr>
              <w:t>PatientLivingSubject.administrativeGenderCode</w:t>
            </w:r>
          </w:p>
        </w:tc>
        <w:tc>
          <w:tcPr>
            <w:tcW w:w="1984" w:type="dxa"/>
            <w:tcBorders>
              <w:top w:val="dotted" w:sz="6" w:space="0" w:color="auto"/>
              <w:bottom w:val="dotted" w:sz="6" w:space="0" w:color="auto"/>
              <w:right w:val="dotted" w:sz="6" w:space="0" w:color="auto"/>
            </w:tcBorders>
          </w:tcPr>
          <w:p w14:paraId="16949DD4" w14:textId="205CCC38" w:rsidR="00451014" w:rsidRPr="000A488D" w:rsidRDefault="005B3C52" w:rsidP="004271DD">
            <w:pPr>
              <w:rPr>
                <w:color w:val="A6A6A6" w:themeColor="background1" w:themeShade="A6"/>
                <w:sz w:val="18"/>
                <w:szCs w:val="18"/>
                <w:lang w:val="fi-FI"/>
              </w:rPr>
            </w:pPr>
            <w:r w:rsidRPr="000A488D">
              <w:rPr>
                <w:color w:val="A6A6A6" w:themeColor="background1" w:themeShade="A6"/>
                <w:sz w:val="18"/>
                <w:szCs w:val="18"/>
                <w:lang w:val="fi-FI"/>
              </w:rPr>
              <w:t>Potilaan sukupuoli</w:t>
            </w:r>
          </w:p>
        </w:tc>
        <w:tc>
          <w:tcPr>
            <w:tcW w:w="2126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</w:tcBorders>
            <w:tcMar>
              <w:top w:w="85" w:type="dxa"/>
              <w:bottom w:w="85" w:type="dxa"/>
            </w:tcMar>
          </w:tcPr>
          <w:p w14:paraId="35541071" w14:textId="386FCF2C" w:rsidR="00451014" w:rsidRPr="000B3845" w:rsidRDefault="00451014" w:rsidP="004271DD">
            <w:pPr>
              <w:rPr>
                <w:color w:val="A6A6A6" w:themeColor="background1" w:themeShade="A6"/>
                <w:sz w:val="18"/>
                <w:szCs w:val="18"/>
              </w:rPr>
            </w:pPr>
            <w:r w:rsidRPr="000A488D">
              <w:rPr>
                <w:color w:val="A6A6A6" w:themeColor="background1" w:themeShade="A6"/>
                <w:sz w:val="18"/>
                <w:szCs w:val="18"/>
                <w:lang w:val="fi-FI"/>
              </w:rPr>
              <w:t>varattu käyttöön jatkos</w:t>
            </w:r>
            <w:r>
              <w:rPr>
                <w:color w:val="A6A6A6" w:themeColor="background1" w:themeShade="A6"/>
                <w:sz w:val="18"/>
                <w:szCs w:val="18"/>
              </w:rPr>
              <w:t>sa</w:t>
            </w:r>
          </w:p>
        </w:tc>
        <w:tc>
          <w:tcPr>
            <w:tcW w:w="2127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</w:tcBorders>
          </w:tcPr>
          <w:p w14:paraId="12BFEE61" w14:textId="4B30FE6A" w:rsidR="00451014" w:rsidRPr="000B3845" w:rsidRDefault="00451014" w:rsidP="004271DD">
            <w:pPr>
              <w:rPr>
                <w:color w:val="A6A6A6" w:themeColor="background1" w:themeShade="A6"/>
                <w:sz w:val="18"/>
                <w:szCs w:val="18"/>
              </w:rPr>
            </w:pPr>
            <w:r w:rsidRPr="000B3845">
              <w:rPr>
                <w:color w:val="A6A6A6" w:themeColor="background1" w:themeShade="A6"/>
                <w:sz w:val="18"/>
                <w:szCs w:val="18"/>
              </w:rPr>
              <w:t>-</w:t>
            </w:r>
          </w:p>
        </w:tc>
      </w:tr>
      <w:tr w:rsidR="00451014" w:rsidRPr="00D77945" w14:paraId="0BE3544C" w14:textId="6828BCE7" w:rsidTr="00F80C6C">
        <w:trPr>
          <w:trHeight w:val="397"/>
        </w:trPr>
        <w:tc>
          <w:tcPr>
            <w:tcW w:w="2127" w:type="dxa"/>
            <w:tcBorders>
              <w:top w:val="dotted" w:sz="6" w:space="0" w:color="auto"/>
              <w:bottom w:val="dotted" w:sz="6" w:space="0" w:color="auto"/>
              <w:right w:val="dotted" w:sz="6" w:space="0" w:color="auto"/>
            </w:tcBorders>
            <w:tcMar>
              <w:top w:w="85" w:type="dxa"/>
              <w:left w:w="0" w:type="dxa"/>
              <w:bottom w:w="85" w:type="dxa"/>
            </w:tcMar>
          </w:tcPr>
          <w:p w14:paraId="40308C9D" w14:textId="4C937C31" w:rsidR="00451014" w:rsidRPr="000B3845" w:rsidRDefault="00451014" w:rsidP="004271DD">
            <w:pPr>
              <w:rPr>
                <w:color w:val="A6A6A6" w:themeColor="background1" w:themeShade="A6"/>
                <w:sz w:val="18"/>
                <w:szCs w:val="18"/>
              </w:rPr>
            </w:pPr>
            <w:r w:rsidRPr="000B3845">
              <w:rPr>
                <w:color w:val="A6A6A6" w:themeColor="background1" w:themeShade="A6"/>
                <w:sz w:val="18"/>
                <w:szCs w:val="18"/>
              </w:rPr>
              <w:t>PatientLivingSubject.birthTime</w:t>
            </w:r>
          </w:p>
        </w:tc>
        <w:tc>
          <w:tcPr>
            <w:tcW w:w="1984" w:type="dxa"/>
            <w:tcBorders>
              <w:top w:val="dotted" w:sz="6" w:space="0" w:color="auto"/>
              <w:bottom w:val="dotted" w:sz="6" w:space="0" w:color="auto"/>
              <w:right w:val="dotted" w:sz="6" w:space="0" w:color="auto"/>
            </w:tcBorders>
          </w:tcPr>
          <w:p w14:paraId="40E56BCD" w14:textId="23E4FDD5" w:rsidR="00451014" w:rsidRPr="000B3845" w:rsidRDefault="005B3C52" w:rsidP="004271DD">
            <w:pPr>
              <w:rPr>
                <w:color w:val="A6A6A6" w:themeColor="background1" w:themeShade="A6"/>
                <w:sz w:val="18"/>
                <w:szCs w:val="18"/>
              </w:rPr>
            </w:pPr>
            <w:r>
              <w:rPr>
                <w:color w:val="A6A6A6" w:themeColor="background1" w:themeShade="A6"/>
                <w:sz w:val="18"/>
                <w:szCs w:val="18"/>
              </w:rPr>
              <w:t>Potilaan syntymäaika</w:t>
            </w:r>
          </w:p>
        </w:tc>
        <w:tc>
          <w:tcPr>
            <w:tcW w:w="2126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</w:tcBorders>
            <w:tcMar>
              <w:top w:w="85" w:type="dxa"/>
              <w:bottom w:w="85" w:type="dxa"/>
            </w:tcMar>
          </w:tcPr>
          <w:p w14:paraId="218F274C" w14:textId="024269A0" w:rsidR="00451014" w:rsidRPr="000B3845" w:rsidRDefault="00451014" w:rsidP="004271DD">
            <w:pPr>
              <w:rPr>
                <w:color w:val="A6A6A6" w:themeColor="background1" w:themeShade="A6"/>
                <w:sz w:val="18"/>
                <w:szCs w:val="18"/>
              </w:rPr>
            </w:pPr>
            <w:r w:rsidRPr="000B3845">
              <w:rPr>
                <w:color w:val="A6A6A6" w:themeColor="background1" w:themeShade="A6"/>
                <w:sz w:val="18"/>
                <w:szCs w:val="18"/>
              </w:rPr>
              <w:t>varattu käyttöön</w:t>
            </w:r>
            <w:r>
              <w:rPr>
                <w:color w:val="A6A6A6" w:themeColor="background1" w:themeShade="A6"/>
                <w:sz w:val="18"/>
                <w:szCs w:val="18"/>
              </w:rPr>
              <w:t xml:space="preserve"> jatkossa</w:t>
            </w:r>
          </w:p>
        </w:tc>
        <w:tc>
          <w:tcPr>
            <w:tcW w:w="2127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</w:tcBorders>
          </w:tcPr>
          <w:p w14:paraId="7DE3D68F" w14:textId="0E2B7EEF" w:rsidR="00451014" w:rsidRPr="000B3845" w:rsidRDefault="00451014" w:rsidP="004271DD">
            <w:pPr>
              <w:rPr>
                <w:color w:val="A6A6A6" w:themeColor="background1" w:themeShade="A6"/>
                <w:sz w:val="18"/>
                <w:szCs w:val="18"/>
              </w:rPr>
            </w:pPr>
            <w:r w:rsidRPr="000B3845">
              <w:rPr>
                <w:color w:val="A6A6A6" w:themeColor="background1" w:themeShade="A6"/>
                <w:sz w:val="18"/>
                <w:szCs w:val="18"/>
              </w:rPr>
              <w:t>-</w:t>
            </w:r>
          </w:p>
        </w:tc>
      </w:tr>
      <w:tr w:rsidR="00451014" w:rsidRPr="00D77945" w14:paraId="48F56EA3" w14:textId="28AB3AB0" w:rsidTr="00F80C6C">
        <w:trPr>
          <w:trHeight w:val="397"/>
        </w:trPr>
        <w:tc>
          <w:tcPr>
            <w:tcW w:w="2127" w:type="dxa"/>
            <w:tcBorders>
              <w:top w:val="dotted" w:sz="6" w:space="0" w:color="auto"/>
              <w:bottom w:val="dotted" w:sz="6" w:space="0" w:color="auto"/>
              <w:right w:val="dotted" w:sz="6" w:space="0" w:color="auto"/>
            </w:tcBorders>
            <w:tcMar>
              <w:top w:w="85" w:type="dxa"/>
              <w:left w:w="0" w:type="dxa"/>
              <w:bottom w:w="85" w:type="dxa"/>
            </w:tcMar>
          </w:tcPr>
          <w:p w14:paraId="34B015C5" w14:textId="247803ED" w:rsidR="00451014" w:rsidRPr="000B3845" w:rsidRDefault="00451014" w:rsidP="004271DD">
            <w:pPr>
              <w:rPr>
                <w:color w:val="A6A6A6" w:themeColor="background1" w:themeShade="A6"/>
                <w:sz w:val="18"/>
                <w:szCs w:val="18"/>
              </w:rPr>
            </w:pPr>
            <w:r w:rsidRPr="000B3845">
              <w:rPr>
                <w:color w:val="A6A6A6" w:themeColor="background1" w:themeShade="A6"/>
                <w:sz w:val="18"/>
                <w:szCs w:val="18"/>
              </w:rPr>
              <w:t>PatientLivingSubject.name</w:t>
            </w:r>
          </w:p>
        </w:tc>
        <w:tc>
          <w:tcPr>
            <w:tcW w:w="1984" w:type="dxa"/>
            <w:tcBorders>
              <w:top w:val="dotted" w:sz="6" w:space="0" w:color="auto"/>
              <w:bottom w:val="dotted" w:sz="6" w:space="0" w:color="auto"/>
              <w:right w:val="dotted" w:sz="6" w:space="0" w:color="auto"/>
            </w:tcBorders>
          </w:tcPr>
          <w:p w14:paraId="2D2C175D" w14:textId="5C210B76" w:rsidR="00451014" w:rsidRPr="000B3845" w:rsidRDefault="005B3C52" w:rsidP="004271DD">
            <w:pPr>
              <w:rPr>
                <w:color w:val="A6A6A6" w:themeColor="background1" w:themeShade="A6"/>
                <w:sz w:val="18"/>
                <w:szCs w:val="18"/>
              </w:rPr>
            </w:pPr>
            <w:r>
              <w:rPr>
                <w:color w:val="A6A6A6" w:themeColor="background1" w:themeShade="A6"/>
                <w:sz w:val="18"/>
                <w:szCs w:val="18"/>
              </w:rPr>
              <w:t>Potilaan nimi</w:t>
            </w:r>
          </w:p>
        </w:tc>
        <w:tc>
          <w:tcPr>
            <w:tcW w:w="2126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</w:tcBorders>
            <w:tcMar>
              <w:top w:w="85" w:type="dxa"/>
              <w:bottom w:w="85" w:type="dxa"/>
            </w:tcMar>
          </w:tcPr>
          <w:p w14:paraId="623FE9B3" w14:textId="48C279AE" w:rsidR="00451014" w:rsidRPr="000B3845" w:rsidRDefault="00451014" w:rsidP="004271DD">
            <w:pPr>
              <w:rPr>
                <w:color w:val="A6A6A6" w:themeColor="background1" w:themeShade="A6"/>
                <w:sz w:val="18"/>
                <w:szCs w:val="18"/>
              </w:rPr>
            </w:pPr>
            <w:r w:rsidRPr="000B3845">
              <w:rPr>
                <w:color w:val="A6A6A6" w:themeColor="background1" w:themeShade="A6"/>
                <w:sz w:val="18"/>
                <w:szCs w:val="18"/>
              </w:rPr>
              <w:t>varattu käyttöön</w:t>
            </w:r>
            <w:r>
              <w:rPr>
                <w:color w:val="A6A6A6" w:themeColor="background1" w:themeShade="A6"/>
                <w:sz w:val="18"/>
                <w:szCs w:val="18"/>
              </w:rPr>
              <w:t xml:space="preserve"> jatkossa</w:t>
            </w:r>
          </w:p>
        </w:tc>
        <w:tc>
          <w:tcPr>
            <w:tcW w:w="2127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</w:tcBorders>
          </w:tcPr>
          <w:p w14:paraId="4BF74CD3" w14:textId="41354E61" w:rsidR="00451014" w:rsidRPr="000B3845" w:rsidRDefault="00451014" w:rsidP="004271DD">
            <w:pPr>
              <w:rPr>
                <w:color w:val="A6A6A6" w:themeColor="background1" w:themeShade="A6"/>
                <w:sz w:val="18"/>
                <w:szCs w:val="18"/>
              </w:rPr>
            </w:pPr>
            <w:r w:rsidRPr="000B3845">
              <w:rPr>
                <w:color w:val="A6A6A6" w:themeColor="background1" w:themeShade="A6"/>
                <w:sz w:val="18"/>
                <w:szCs w:val="18"/>
              </w:rPr>
              <w:t>-</w:t>
            </w:r>
          </w:p>
        </w:tc>
      </w:tr>
      <w:tr w:rsidR="00451014" w:rsidRPr="00255585" w14:paraId="41F846A7" w14:textId="77777777" w:rsidTr="00F80C6C">
        <w:trPr>
          <w:trHeight w:val="397"/>
        </w:trPr>
        <w:tc>
          <w:tcPr>
            <w:tcW w:w="2127" w:type="dxa"/>
            <w:tcBorders>
              <w:top w:val="dotted" w:sz="6" w:space="0" w:color="auto"/>
              <w:bottom w:val="dotted" w:sz="6" w:space="0" w:color="auto"/>
              <w:right w:val="dotted" w:sz="6" w:space="0" w:color="auto"/>
            </w:tcBorders>
            <w:tcMar>
              <w:top w:w="85" w:type="dxa"/>
              <w:left w:w="0" w:type="dxa"/>
              <w:bottom w:w="85" w:type="dxa"/>
            </w:tcMar>
          </w:tcPr>
          <w:p w14:paraId="164192B9" w14:textId="77777777" w:rsidR="0018177F" w:rsidRPr="00193CBB" w:rsidRDefault="005B3C52" w:rsidP="004271DD">
            <w:pPr>
              <w:rPr>
                <w:sz w:val="18"/>
                <w:szCs w:val="18"/>
              </w:rPr>
            </w:pPr>
            <w:r w:rsidRPr="00193CBB">
              <w:rPr>
                <w:sz w:val="18"/>
                <w:szCs w:val="18"/>
              </w:rPr>
              <w:t>spec</w:t>
            </w:r>
            <w:r w:rsidR="0018177F" w:rsidRPr="00193CBB">
              <w:rPr>
                <w:sz w:val="18"/>
                <w:szCs w:val="18"/>
              </w:rPr>
              <w:t>ialQueryCode</w:t>
            </w:r>
          </w:p>
          <w:p w14:paraId="4E83DE0D" w14:textId="2F018C29" w:rsidR="00451014" w:rsidRPr="00193CBB" w:rsidRDefault="0018177F" w:rsidP="004271DD">
            <w:pPr>
              <w:rPr>
                <w:sz w:val="18"/>
                <w:szCs w:val="18"/>
              </w:rPr>
            </w:pPr>
            <w:r w:rsidRPr="00193CBB">
              <w:rPr>
                <w:sz w:val="18"/>
                <w:szCs w:val="18"/>
              </w:rPr>
              <w:t>code = 4 Asiakirjan muoto</w:t>
            </w:r>
          </w:p>
        </w:tc>
        <w:tc>
          <w:tcPr>
            <w:tcW w:w="1984" w:type="dxa"/>
            <w:tcBorders>
              <w:top w:val="dotted" w:sz="6" w:space="0" w:color="auto"/>
              <w:bottom w:val="dotted" w:sz="6" w:space="0" w:color="auto"/>
              <w:right w:val="dotted" w:sz="6" w:space="0" w:color="auto"/>
            </w:tcBorders>
          </w:tcPr>
          <w:p w14:paraId="0C784546" w14:textId="5DEBBB29" w:rsidR="00451014" w:rsidRPr="00193CBB" w:rsidRDefault="005B3C52" w:rsidP="00CB0617">
            <w:pPr>
              <w:rPr>
                <w:sz w:val="18"/>
                <w:szCs w:val="18"/>
                <w:lang w:val="fi-FI"/>
              </w:rPr>
            </w:pPr>
            <w:r w:rsidRPr="00193CBB">
              <w:rPr>
                <w:sz w:val="18"/>
                <w:szCs w:val="18"/>
                <w:lang w:val="fi-FI"/>
              </w:rPr>
              <w:t>Kertoo, haeta</w:t>
            </w:r>
            <w:r w:rsidR="00CB0617">
              <w:rPr>
                <w:sz w:val="18"/>
                <w:szCs w:val="18"/>
                <w:lang w:val="fi-FI"/>
              </w:rPr>
              <w:t>anko reseptin xml- vai pdf-muoto</w:t>
            </w:r>
            <w:r w:rsidRPr="00193CBB">
              <w:rPr>
                <w:sz w:val="18"/>
                <w:szCs w:val="18"/>
                <w:lang w:val="fi-FI"/>
              </w:rPr>
              <w:t>.</w:t>
            </w:r>
          </w:p>
        </w:tc>
        <w:tc>
          <w:tcPr>
            <w:tcW w:w="2126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</w:tcBorders>
            <w:tcMar>
              <w:top w:w="85" w:type="dxa"/>
              <w:bottom w:w="85" w:type="dxa"/>
            </w:tcMar>
          </w:tcPr>
          <w:p w14:paraId="33EA6B38" w14:textId="5114C40E" w:rsidR="00451014" w:rsidRPr="005B3C52" w:rsidRDefault="00440718" w:rsidP="004271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ei käytössä</w:t>
            </w:r>
          </w:p>
        </w:tc>
        <w:tc>
          <w:tcPr>
            <w:tcW w:w="2127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</w:tcBorders>
          </w:tcPr>
          <w:p w14:paraId="43201CA9" w14:textId="74B261FD" w:rsidR="00451014" w:rsidRPr="005B3C52" w:rsidRDefault="00451014" w:rsidP="004271DD">
            <w:pPr>
              <w:rPr>
                <w:sz w:val="18"/>
                <w:szCs w:val="18"/>
              </w:rPr>
            </w:pPr>
            <w:r w:rsidRPr="005B3C52">
              <w:rPr>
                <w:sz w:val="18"/>
                <w:szCs w:val="18"/>
              </w:rPr>
              <w:t>p</w:t>
            </w:r>
            <w:r w:rsidR="00440718">
              <w:rPr>
                <w:sz w:val="18"/>
                <w:szCs w:val="18"/>
              </w:rPr>
              <w:t>akollinen</w:t>
            </w:r>
          </w:p>
        </w:tc>
      </w:tr>
    </w:tbl>
    <w:p w14:paraId="4312AA04" w14:textId="03672E67" w:rsidR="00063E9B" w:rsidRDefault="00063E9B" w:rsidP="00063E9B">
      <w:pPr>
        <w:pStyle w:val="Kuvateksti"/>
        <w:rPr>
          <w:lang w:val="fi-FI"/>
        </w:rPr>
      </w:pPr>
      <w:r w:rsidRPr="00C00AF7">
        <w:rPr>
          <w:lang w:val="fi-FI"/>
        </w:rPr>
        <w:t xml:space="preserve">Taulukko </w:t>
      </w:r>
      <w:r w:rsidR="00440718">
        <w:rPr>
          <w:lang w:val="fi-FI"/>
        </w:rPr>
        <w:t>3</w:t>
      </w:r>
      <w:r w:rsidR="000241E4">
        <w:rPr>
          <w:lang w:val="fi-FI"/>
        </w:rPr>
        <w:t>: Y</w:t>
      </w:r>
      <w:r w:rsidRPr="00C00AF7">
        <w:rPr>
          <w:lang w:val="fi-FI"/>
        </w:rPr>
        <w:t xml:space="preserve">hteenveto eri interaktioissa </w:t>
      </w:r>
      <w:r>
        <w:rPr>
          <w:lang w:val="fi-FI"/>
        </w:rPr>
        <w:t>tuetuista hakuparametreista pakollisuuksineen</w:t>
      </w:r>
    </w:p>
    <w:p w14:paraId="63320C29" w14:textId="66E34CCC" w:rsidR="00404C89" w:rsidRDefault="00404C89" w:rsidP="00063E9B">
      <w:pPr>
        <w:pStyle w:val="Kuvateksti"/>
        <w:rPr>
          <w:lang w:val="fi-FI"/>
        </w:rPr>
      </w:pPr>
    </w:p>
    <w:p w14:paraId="45E1F99F" w14:textId="6511F21D" w:rsidR="000D713E" w:rsidRPr="004B1E20" w:rsidRDefault="00970481" w:rsidP="000D713E">
      <w:pPr>
        <w:pStyle w:val="Leipteksti"/>
        <w:rPr>
          <w:b/>
        </w:rPr>
      </w:pPr>
      <w:r>
        <w:rPr>
          <w:b/>
        </w:rPr>
        <w:t>ClinicalDocument.code</w:t>
      </w:r>
    </w:p>
    <w:p w14:paraId="38FEFD30" w14:textId="0DA28D6C" w:rsidR="00970481" w:rsidRDefault="000D713E" w:rsidP="00970481">
      <w:pPr>
        <w:pStyle w:val="Leipteksti"/>
      </w:pPr>
      <w:r>
        <w:t xml:space="preserve">Vapaaehtoinen parametri, jonka voi laittaa kyselyyn. </w:t>
      </w:r>
      <w:r w:rsidR="00970481">
        <w:t xml:space="preserve">Tässä elementissä (tietotyyppiä CE) voidaan ilmoittaa haluttu dokumenttityyppi. Käytettävä koodisto on kansallisessa koodistopalvelussa julkaistu koodisto 1.2.246.537.5.40105 </w:t>
      </w:r>
      <w:r w:rsidR="00970481" w:rsidRPr="00970481">
        <w:rPr>
          <w:i/>
        </w:rPr>
        <w:t>Sähköinen lääkemääräys - Reseptisanoman tyyppi</w:t>
      </w:r>
      <w:r w:rsidR="00970481">
        <w:t xml:space="preserve">. Rajat ylittävässä reseptissä ainoa sallittu arvo tässä on ’1’. </w:t>
      </w:r>
    </w:p>
    <w:p w14:paraId="38EEB660" w14:textId="77777777" w:rsidR="000D713E" w:rsidRDefault="000D713E" w:rsidP="004B1E20">
      <w:pPr>
        <w:pStyle w:val="Leipteksti"/>
        <w:rPr>
          <w:b/>
        </w:rPr>
      </w:pPr>
    </w:p>
    <w:p w14:paraId="3B59546D" w14:textId="2B4609B2" w:rsidR="004B1E20" w:rsidRPr="004B1E20" w:rsidRDefault="004B1E20" w:rsidP="004B1E20">
      <w:pPr>
        <w:pStyle w:val="Leipteksti"/>
        <w:rPr>
          <w:b/>
        </w:rPr>
      </w:pPr>
      <w:r w:rsidRPr="004B1E20">
        <w:rPr>
          <w:b/>
        </w:rPr>
        <w:t>ClinicalDocument.id</w:t>
      </w:r>
    </w:p>
    <w:p w14:paraId="128D7C16" w14:textId="2B059BFB" w:rsidR="004B1E20" w:rsidRDefault="00193CBB" w:rsidP="00CD5DA7">
      <w:pPr>
        <w:pStyle w:val="Leipteksti"/>
      </w:pPr>
      <w:r w:rsidRPr="004B1E20">
        <w:t>Tällä elementillä (tietotyyppiä II) voidaan pyytää yksi asiakirja antamalla halut</w:t>
      </w:r>
      <w:r w:rsidR="00075A9F">
        <w:t>un asiakirja</w:t>
      </w:r>
      <w:r w:rsidRPr="004B1E20">
        <w:t>n</w:t>
      </w:r>
      <w:r w:rsidR="00072FEB" w:rsidRPr="004B1E20">
        <w:t xml:space="preserve"> ainutlaatui</w:t>
      </w:r>
      <w:r w:rsidR="00075A9F">
        <w:t>nen</w:t>
      </w:r>
      <w:r w:rsidR="00072FEB" w:rsidRPr="004B1E20">
        <w:t xml:space="preserve"> OID-tunniste. Rajat ylittävässä reseptissä hakuparametria on tarkoitus käyttää silloin, kun</w:t>
      </w:r>
      <w:r w:rsidR="00072FEB" w:rsidRPr="00794AEB">
        <w:t xml:space="preserve"> ulkomailta on</w:t>
      </w:r>
      <w:r w:rsidR="009E1BFD">
        <w:t xml:space="preserve"> ensin</w:t>
      </w:r>
      <w:r w:rsidR="00072FEB" w:rsidRPr="00794AEB">
        <w:t xml:space="preserve"> kansallisen yhteyspisteen kautta haettu tuoreet kuvailutiedot ja näiden perusteella tiedetään tietty asiakirja, joka halutaan hakea.</w:t>
      </w:r>
      <w:r w:rsidR="00C00AF7">
        <w:t xml:space="preserve"> </w:t>
      </w:r>
    </w:p>
    <w:p w14:paraId="6AAC0BB7" w14:textId="77777777" w:rsidR="00CD5DA7" w:rsidRPr="00CD5DA7" w:rsidRDefault="00CD5DA7" w:rsidP="00CD5DA7">
      <w:pPr>
        <w:pStyle w:val="Leipteksti"/>
        <w:rPr>
          <w:color w:val="FF0000"/>
        </w:rPr>
      </w:pPr>
    </w:p>
    <w:p w14:paraId="7FE81A4C" w14:textId="5C0F512B" w:rsidR="004B1E20" w:rsidRPr="004B1E20" w:rsidRDefault="004B1E20" w:rsidP="004B1E20">
      <w:pPr>
        <w:pStyle w:val="Leipteksti"/>
        <w:rPr>
          <w:b/>
          <w:highlight w:val="white"/>
        </w:rPr>
      </w:pPr>
      <w:r w:rsidRPr="004B1E20">
        <w:rPr>
          <w:b/>
          <w:highlight w:val="white"/>
        </w:rPr>
        <w:t>Patient.id</w:t>
      </w:r>
    </w:p>
    <w:p w14:paraId="217387BE" w14:textId="6EAD1ABD" w:rsidR="004B1E20" w:rsidRDefault="004B1E20" w:rsidP="004B1E20">
      <w:pPr>
        <w:rPr>
          <w:highlight w:val="white"/>
        </w:rPr>
      </w:pPr>
      <w:r>
        <w:rPr>
          <w:highlight w:val="white"/>
        </w:rPr>
        <w:t>Tässä elementissä ilmoitetaan potilas, jonka asiakirjoja pyydetään.</w:t>
      </w:r>
    </w:p>
    <w:p w14:paraId="6FB07E7C" w14:textId="417C5F26" w:rsidR="00B37CC2" w:rsidRDefault="004B1E20" w:rsidP="009B783B">
      <w:pPr>
        <w:pStyle w:val="Leipteksti"/>
        <w:rPr>
          <w:rStyle w:val="LeiptekstiChar"/>
        </w:rPr>
      </w:pPr>
      <w:r>
        <w:rPr>
          <w:highlight w:val="white"/>
        </w:rPr>
        <w:t xml:space="preserve">Kuvailutietojen hakua varten elementissä ilmoitetaan potilaan yksilöivä tunniste tai tunnisteet. </w:t>
      </w:r>
      <w:r w:rsidRPr="009B783B">
        <w:rPr>
          <w:highlight w:val="white"/>
        </w:rPr>
        <w:t>Tarvittavat tunnisteet eroavat maakohtaisesti</w:t>
      </w:r>
      <w:r w:rsidRPr="009B783B">
        <w:t>, ja ne on kuvattu</w:t>
      </w:r>
      <w:r w:rsidR="00710E8D" w:rsidRPr="009B783B">
        <w:t xml:space="preserve"> pakollisuuksineen</w:t>
      </w:r>
      <w:r w:rsidRPr="009B783B">
        <w:t xml:space="preserve"> maakohtaisesti</w:t>
      </w:r>
      <w:r w:rsidR="00B37CC2">
        <w:t xml:space="preserve"> kansallisessa</w:t>
      </w:r>
      <w:r w:rsidRPr="009B783B">
        <w:t xml:space="preserve"> koodistopalvelussa</w:t>
      </w:r>
      <w:r w:rsidR="0019059C">
        <w:t xml:space="preserve"> julkaistussa koodistossa </w:t>
      </w:r>
      <w:r w:rsidR="0019059C" w:rsidRPr="0019059C">
        <w:t>1.2.246.537.5.40304</w:t>
      </w:r>
      <w:r w:rsidR="0019059C">
        <w:t xml:space="preserve"> </w:t>
      </w:r>
      <w:r w:rsidR="0019059C" w:rsidRPr="0019059C">
        <w:rPr>
          <w:i/>
        </w:rPr>
        <w:t>Sähköinen lääkemääräys - Rajat ylittävän reseptin maakohtaiset hakuparametrit</w:t>
      </w:r>
      <w:r w:rsidRPr="00063E9B">
        <w:t>.</w:t>
      </w:r>
      <w:r w:rsidR="000241E4">
        <w:t xml:space="preserve"> </w:t>
      </w:r>
      <w:r w:rsidR="00710E8D" w:rsidRPr="00710E8D">
        <w:rPr>
          <w:rStyle w:val="LeiptekstiChar"/>
        </w:rPr>
        <w:t>Tunnisteet annetaan koodiston mukaisessa järjestyksessä.</w:t>
      </w:r>
      <w:ins w:id="89" w:author="Korpela Anna" w:date="2018-09-12T14:19:00Z">
        <w:r w:rsidR="001F7110">
          <w:rPr>
            <w:rStyle w:val="LeiptekstiChar"/>
          </w:rPr>
          <w:t xml:space="preserve"> </w:t>
        </w:r>
      </w:ins>
      <w:ins w:id="90" w:author="Korpela Anna" w:date="2018-09-12T14:23:00Z">
        <w:r w:rsidR="00F31D32">
          <w:rPr>
            <w:rStyle w:val="LeiptekstiChar"/>
          </w:rPr>
          <w:t>Kysely</w:t>
        </w:r>
      </w:ins>
      <w:ins w:id="91" w:author="Korpela Anna" w:date="2018-09-12T14:19:00Z">
        <w:r w:rsidR="001F7110">
          <w:rPr>
            <w:rStyle w:val="LeiptekstiChar"/>
          </w:rPr>
          <w:t>parametrien @root-</w:t>
        </w:r>
      </w:ins>
      <w:ins w:id="92" w:author="Korpela Anna" w:date="2018-09-12T14:20:00Z">
        <w:r w:rsidR="001F7110">
          <w:rPr>
            <w:rStyle w:val="LeiptekstiChar"/>
          </w:rPr>
          <w:t>attribuuttiin annetaan vakioarvo ’</w:t>
        </w:r>
      </w:ins>
      <w:ins w:id="93" w:author="Korpela Anna" w:date="2018-09-12T14:21:00Z">
        <w:r w:rsidR="001F7110">
          <w:rPr>
            <w:color w:val="1F497D"/>
          </w:rPr>
          <w:t>1.2.246.556.12.4.22</w:t>
        </w:r>
      </w:ins>
      <w:ins w:id="94" w:author="Korpela Anna" w:date="2018-09-12T14:20:00Z">
        <w:r w:rsidR="001F7110">
          <w:rPr>
            <w:rStyle w:val="LeiptekstiChar"/>
          </w:rPr>
          <w:t>’</w:t>
        </w:r>
      </w:ins>
      <w:ins w:id="95" w:author="Korpela Anna" w:date="2018-09-12T14:21:00Z">
        <w:r w:rsidR="001F7110">
          <w:rPr>
            <w:rStyle w:val="LeiptekstiChar"/>
          </w:rPr>
          <w:t>.</w:t>
        </w:r>
      </w:ins>
    </w:p>
    <w:p w14:paraId="7E7288DB" w14:textId="146DFEE3" w:rsidR="00934AF6" w:rsidRPr="00934AF6" w:rsidRDefault="00934AF6" w:rsidP="00B37CC2">
      <w:pPr>
        <w:spacing w:after="0"/>
      </w:pPr>
    </w:p>
    <w:p w14:paraId="2FEAEE1B" w14:textId="1B81DFE8" w:rsidR="004B1E20" w:rsidRPr="001C44E2" w:rsidRDefault="004B1E20" w:rsidP="004B1E20">
      <w:r w:rsidRPr="00193CBB">
        <w:t>Asiakirjan hakua varten apteekkijärjestelmä saa potilaan yksilöivän tunnisteen kuvailutietojen haun vastauksessa.</w:t>
      </w:r>
      <w:r>
        <w:t xml:space="preserve"> Kyseistä yksilöivää tunnistetta käytetään tässä elementissä </w:t>
      </w:r>
      <w:r w:rsidR="00487952">
        <w:t xml:space="preserve">tietyn </w:t>
      </w:r>
      <w:r>
        <w:t>asiakirjan hakuun.</w:t>
      </w:r>
    </w:p>
    <w:p w14:paraId="5553CED0" w14:textId="7964C639" w:rsidR="001C44E2" w:rsidRPr="001958A4" w:rsidRDefault="001C44E2" w:rsidP="001C44E2">
      <w:pPr>
        <w:pStyle w:val="Leipteksti"/>
        <w:rPr>
          <w:b/>
        </w:rPr>
      </w:pPr>
      <w:r w:rsidRPr="001958A4">
        <w:rPr>
          <w:b/>
        </w:rPr>
        <w:t>specialQueryCode</w:t>
      </w:r>
    </w:p>
    <w:p w14:paraId="4440D12F" w14:textId="60B26A0C" w:rsidR="001C44E2" w:rsidRDefault="001C44E2" w:rsidP="001C44E2">
      <w:pPr>
        <w:pStyle w:val="Leipteksti"/>
      </w:pPr>
      <w:r>
        <w:t>Tällä kentällä</w:t>
      </w:r>
      <w:r w:rsidR="001958A4">
        <w:t xml:space="preserve"> ilmoitetaan sen maan </w:t>
      </w:r>
      <w:r>
        <w:t>koodi</w:t>
      </w:r>
      <w:r w:rsidR="001958A4">
        <w:t>, josta tietoja haetaan,</w:t>
      </w:r>
      <w:r>
        <w:t xml:space="preserve"> sekä haettavan asiakirjan muoto.</w:t>
      </w:r>
      <w:r w:rsidR="001958A4">
        <w:t xml:space="preserve"> </w:t>
      </w:r>
      <w:r>
        <w:t>Kentässä käytetään koodistoa KanTa-palvelut - Sisäis</w:t>
      </w:r>
      <w:r w:rsidRPr="009740C3">
        <w:t>en kyselykoodisto</w:t>
      </w:r>
      <w:r>
        <w:t xml:space="preserve">n </w:t>
      </w:r>
      <w:r w:rsidRPr="009740C3">
        <w:t>1.2.246.537.5.40187.2011</w:t>
      </w:r>
      <w:r>
        <w:t xml:space="preserve"> ilmaisemaan, mitä ti</w:t>
      </w:r>
      <w:r w:rsidR="008714F3">
        <w:t>etoa hakuparametrilla tarkoitet</w:t>
      </w:r>
      <w:r>
        <w:t>aan</w:t>
      </w:r>
      <w:r w:rsidRPr="003841D0">
        <w:t xml:space="preserve">. Kenttään code (tietotyyppiä CD) annetaan </w:t>
      </w:r>
      <w:r w:rsidR="001958A4">
        <w:t xml:space="preserve">koodistosta </w:t>
      </w:r>
      <w:r w:rsidRPr="003841D0">
        <w:t>arvo, joka kuvaa min</w:t>
      </w:r>
      <w:r>
        <w:t xml:space="preserve">kälaista tietoa haetaan </w:t>
      </w:r>
      <w:r w:rsidR="00E252EC">
        <w:t>ja value-kenttää</w:t>
      </w:r>
      <w:r w:rsidRPr="003841D0">
        <w:t>n (tietotyyppiä CD</w:t>
      </w:r>
      <w:r w:rsidR="001958A4">
        <w:t>) arvo, jolla haetaan.</w:t>
      </w:r>
    </w:p>
    <w:p w14:paraId="5EF9F813" w14:textId="0AB13B63" w:rsidR="001C44E2" w:rsidRDefault="001C44E2" w:rsidP="001C44E2">
      <w:pPr>
        <w:pStyle w:val="Leipteksti"/>
      </w:pPr>
    </w:p>
    <w:p w14:paraId="4C400C25" w14:textId="48F822DD" w:rsidR="001C44E2" w:rsidRDefault="00487952" w:rsidP="001C44E2">
      <w:pPr>
        <w:pStyle w:val="Leipteksti"/>
      </w:pPr>
      <w:r>
        <w:t>Maakoodi</w:t>
      </w:r>
      <w:r w:rsidR="001C44E2">
        <w:t xml:space="preserve"> </w:t>
      </w:r>
      <w:r w:rsidR="00FE1E9D">
        <w:t xml:space="preserve">ilmoitetaan käyttämällä </w:t>
      </w:r>
      <w:r>
        <w:t xml:space="preserve">elementissä </w:t>
      </w:r>
      <w:r w:rsidR="00FE1E9D">
        <w:t>codea ’3’. V</w:t>
      </w:r>
      <w:r w:rsidR="001C44E2">
        <w:t>alue-kenttään annetaan sen maan koodi, josta tietoja haetaan.</w:t>
      </w:r>
      <w:r w:rsidR="00B84915">
        <w:t xml:space="preserve"> Käytettävissä olevat maakoodit on julkaistu kansallisessa</w:t>
      </w:r>
      <w:r w:rsidR="00B84915" w:rsidRPr="009B783B">
        <w:t xml:space="preserve"> koodistopalvelussa</w:t>
      </w:r>
      <w:r w:rsidR="00B84915">
        <w:t xml:space="preserve"> julkaistussa koodistossa </w:t>
      </w:r>
      <w:r w:rsidR="00B84915" w:rsidRPr="0019059C">
        <w:t>1.2.246.537.5.40304</w:t>
      </w:r>
      <w:r w:rsidR="00B84915">
        <w:t xml:space="preserve"> </w:t>
      </w:r>
      <w:r w:rsidR="00B84915" w:rsidRPr="0019059C">
        <w:rPr>
          <w:i/>
        </w:rPr>
        <w:t>Sähköinen lääkemääräys - Rajat ylittävän reseptin maakohtaiset hakuparametrit</w:t>
      </w:r>
      <w:r w:rsidR="00B84915" w:rsidRPr="00063E9B">
        <w:t>.</w:t>
      </w:r>
    </w:p>
    <w:p w14:paraId="04761B2C" w14:textId="5C2B6474" w:rsidR="00D17217" w:rsidRDefault="00D17217" w:rsidP="001C44E2">
      <w:pPr>
        <w:pStyle w:val="Leipteksti"/>
      </w:pPr>
    </w:p>
    <w:p w14:paraId="07B9A6D6" w14:textId="7BBA2180" w:rsidR="00D17217" w:rsidRDefault="00FE1E9D" w:rsidP="001C44E2">
      <w:pPr>
        <w:pStyle w:val="Leipteksti"/>
      </w:pPr>
      <w:r>
        <w:t xml:space="preserve">Haettavan </w:t>
      </w:r>
      <w:r w:rsidR="00D17217">
        <w:t xml:space="preserve">asiakirja muoto ilmoitetaan käyttämällä </w:t>
      </w:r>
      <w:r w:rsidR="00487952">
        <w:t xml:space="preserve">elementissä </w:t>
      </w:r>
      <w:r w:rsidR="00D17217">
        <w:t xml:space="preserve">codea </w:t>
      </w:r>
      <w:r w:rsidR="00CB4746">
        <w:t>”</w:t>
      </w:r>
      <w:r w:rsidR="00D17217">
        <w:t>4</w:t>
      </w:r>
      <w:r w:rsidR="00CB4746">
        <w:t>”</w:t>
      </w:r>
      <w:r w:rsidR="00D17217">
        <w:t xml:space="preserve">. Value-kenttään annetaan </w:t>
      </w:r>
      <w:r w:rsidR="00B16B0F">
        <w:t>joko ”PDF” tai ”XML”.</w:t>
      </w:r>
    </w:p>
    <w:p w14:paraId="4689A323" w14:textId="4FAECE7E" w:rsidR="001C44E2" w:rsidRDefault="001C44E2" w:rsidP="001C44E2">
      <w:pPr>
        <w:pStyle w:val="Leipteksti"/>
      </w:pPr>
    </w:p>
    <w:p w14:paraId="3A3188D7" w14:textId="38215160" w:rsidR="001C44E2" w:rsidRDefault="00B16B0F" w:rsidP="001C44E2">
      <w:pPr>
        <w:pStyle w:val="Leipteksti"/>
      </w:pPr>
      <w:r>
        <w:t>Esim.</w:t>
      </w:r>
      <w:r w:rsidR="00FE1E9D">
        <w:t xml:space="preserve"> maakoodin ilmoittamisesta</w:t>
      </w:r>
      <w:r w:rsidR="001958A4">
        <w:t>:</w:t>
      </w:r>
    </w:p>
    <w:p w14:paraId="195B6F88" w14:textId="77777777" w:rsidR="001C44E2" w:rsidRPr="00021B1D" w:rsidRDefault="001C44E2" w:rsidP="001C44E2">
      <w:pPr>
        <w:pStyle w:val="Leipteksti"/>
        <w:rPr>
          <w:rFonts w:ascii="Arial" w:hAnsi="Arial" w:cs="Arial"/>
          <w:color w:val="000000"/>
          <w:szCs w:val="20"/>
          <w:highlight w:val="white"/>
        </w:rPr>
      </w:pPr>
      <w:r w:rsidRPr="00021B1D">
        <w:t xml:space="preserve"> </w:t>
      </w:r>
      <w:r w:rsidRPr="00021B1D">
        <w:rPr>
          <w:rFonts w:ascii="Arial" w:hAnsi="Arial" w:cs="Arial"/>
          <w:color w:val="0000FF"/>
          <w:szCs w:val="20"/>
          <w:highlight w:val="white"/>
        </w:rPr>
        <w:t>&lt;</w:t>
      </w:r>
      <w:r w:rsidRPr="00021B1D">
        <w:rPr>
          <w:rFonts w:ascii="Arial" w:hAnsi="Arial" w:cs="Arial"/>
          <w:color w:val="800000"/>
          <w:szCs w:val="20"/>
          <w:highlight w:val="white"/>
        </w:rPr>
        <w:t>queryByParameter</w:t>
      </w:r>
      <w:r w:rsidRPr="00021B1D">
        <w:rPr>
          <w:rFonts w:ascii="Arial" w:hAnsi="Arial" w:cs="Arial"/>
          <w:color w:val="0000FF"/>
          <w:szCs w:val="20"/>
          <w:highlight w:val="white"/>
        </w:rPr>
        <w:t>&gt;</w:t>
      </w:r>
    </w:p>
    <w:p w14:paraId="63D27C8F" w14:textId="21F79F52" w:rsidR="001C44E2" w:rsidRPr="00021B1D" w:rsidRDefault="001C44E2" w:rsidP="001C44E2">
      <w:pPr>
        <w:pStyle w:val="Leipteksti"/>
        <w:ind w:firstLine="1304"/>
        <w:rPr>
          <w:rFonts w:ascii="Arial" w:hAnsi="Arial" w:cs="Arial"/>
          <w:color w:val="000000"/>
          <w:szCs w:val="20"/>
          <w:highlight w:val="white"/>
        </w:rPr>
      </w:pPr>
      <w:r w:rsidRPr="00021B1D">
        <w:rPr>
          <w:rFonts w:ascii="Arial" w:hAnsi="Arial" w:cs="Arial"/>
          <w:color w:val="0000FF"/>
          <w:szCs w:val="20"/>
          <w:highlight w:val="white"/>
        </w:rPr>
        <w:t>&lt;</w:t>
      </w:r>
      <w:r w:rsidRPr="00021B1D">
        <w:rPr>
          <w:rFonts w:ascii="Arial" w:hAnsi="Arial" w:cs="Arial"/>
          <w:color w:val="800000"/>
          <w:szCs w:val="20"/>
          <w:highlight w:val="white"/>
        </w:rPr>
        <w:t>specialQueryCode</w:t>
      </w:r>
      <w:r w:rsidRPr="00021B1D">
        <w:rPr>
          <w:rFonts w:ascii="Arial" w:hAnsi="Arial" w:cs="Arial"/>
          <w:color w:val="0000FF"/>
          <w:szCs w:val="20"/>
          <w:highlight w:val="white"/>
        </w:rPr>
        <w:t>&gt;</w:t>
      </w:r>
    </w:p>
    <w:p w14:paraId="1D017715" w14:textId="43435D35" w:rsidR="001C44E2" w:rsidRPr="009740C3" w:rsidRDefault="001C44E2" w:rsidP="001C44E2">
      <w:pPr>
        <w:pStyle w:val="Leipteksti"/>
        <w:rPr>
          <w:rFonts w:ascii="Arial" w:hAnsi="Arial" w:cs="Arial"/>
          <w:color w:val="000000"/>
          <w:szCs w:val="20"/>
          <w:highlight w:val="white"/>
        </w:rPr>
      </w:pPr>
      <w:r w:rsidRPr="00021B1D">
        <w:rPr>
          <w:rFonts w:ascii="Arial" w:hAnsi="Arial" w:cs="Arial"/>
          <w:color w:val="000000"/>
          <w:szCs w:val="20"/>
          <w:highlight w:val="white"/>
        </w:rPr>
        <w:tab/>
      </w:r>
      <w:r w:rsidRPr="00021B1D">
        <w:rPr>
          <w:rFonts w:ascii="Arial" w:hAnsi="Arial" w:cs="Arial"/>
          <w:color w:val="000000"/>
          <w:szCs w:val="20"/>
          <w:highlight w:val="white"/>
        </w:rPr>
        <w:tab/>
      </w:r>
      <w:r w:rsidRPr="009740C3">
        <w:rPr>
          <w:rFonts w:ascii="Arial" w:hAnsi="Arial" w:cs="Arial"/>
          <w:color w:val="0000FF"/>
          <w:szCs w:val="20"/>
          <w:highlight w:val="white"/>
        </w:rPr>
        <w:t>&lt;</w:t>
      </w:r>
      <w:r w:rsidRPr="009740C3">
        <w:rPr>
          <w:rFonts w:ascii="Arial" w:hAnsi="Arial" w:cs="Arial"/>
          <w:color w:val="800000"/>
          <w:szCs w:val="20"/>
          <w:highlight w:val="white"/>
        </w:rPr>
        <w:t>code</w:t>
      </w:r>
      <w:r w:rsidRPr="009740C3">
        <w:rPr>
          <w:rFonts w:ascii="Arial" w:hAnsi="Arial" w:cs="Arial"/>
          <w:color w:val="FF0000"/>
          <w:szCs w:val="20"/>
          <w:highlight w:val="white"/>
        </w:rPr>
        <w:t xml:space="preserve"> code</w:t>
      </w:r>
      <w:r w:rsidRPr="009740C3">
        <w:rPr>
          <w:rFonts w:ascii="Arial" w:hAnsi="Arial" w:cs="Arial"/>
          <w:color w:val="0000FF"/>
          <w:szCs w:val="20"/>
          <w:highlight w:val="white"/>
        </w:rPr>
        <w:t>="</w:t>
      </w:r>
      <w:r w:rsidR="00B16B0F">
        <w:rPr>
          <w:rFonts w:ascii="Arial" w:hAnsi="Arial" w:cs="Arial"/>
          <w:color w:val="000000"/>
          <w:szCs w:val="20"/>
          <w:highlight w:val="white"/>
        </w:rPr>
        <w:t>3</w:t>
      </w:r>
      <w:r w:rsidRPr="009740C3">
        <w:rPr>
          <w:rFonts w:ascii="Arial" w:hAnsi="Arial" w:cs="Arial"/>
          <w:color w:val="0000FF"/>
          <w:szCs w:val="20"/>
          <w:highlight w:val="white"/>
        </w:rPr>
        <w:t>"</w:t>
      </w:r>
      <w:r w:rsidRPr="009740C3">
        <w:rPr>
          <w:rFonts w:ascii="Arial" w:hAnsi="Arial" w:cs="Arial"/>
          <w:color w:val="FF0000"/>
          <w:szCs w:val="20"/>
          <w:highlight w:val="white"/>
        </w:rPr>
        <w:t xml:space="preserve"> codeSystem</w:t>
      </w:r>
      <w:r w:rsidRPr="009740C3">
        <w:rPr>
          <w:rFonts w:ascii="Arial" w:hAnsi="Arial" w:cs="Arial"/>
          <w:color w:val="0000FF"/>
          <w:szCs w:val="20"/>
          <w:highlight w:val="white"/>
        </w:rPr>
        <w:t>="</w:t>
      </w:r>
      <w:r w:rsidRPr="009740C3">
        <w:rPr>
          <w:rFonts w:ascii="Arial" w:hAnsi="Arial" w:cs="Arial"/>
          <w:color w:val="000000"/>
          <w:szCs w:val="20"/>
        </w:rPr>
        <w:t xml:space="preserve">1.2.246.537.5.40187.2011 </w:t>
      </w:r>
      <w:r w:rsidRPr="009740C3">
        <w:rPr>
          <w:rFonts w:ascii="Arial" w:hAnsi="Arial" w:cs="Arial"/>
          <w:color w:val="0000FF"/>
          <w:szCs w:val="20"/>
          <w:highlight w:val="white"/>
        </w:rPr>
        <w:t>"</w:t>
      </w:r>
      <w:r w:rsidRPr="009740C3">
        <w:rPr>
          <w:rFonts w:ascii="Arial" w:hAnsi="Arial" w:cs="Arial"/>
          <w:color w:val="FF0000"/>
          <w:szCs w:val="20"/>
          <w:highlight w:val="white"/>
        </w:rPr>
        <w:t xml:space="preserve"> codeSystemName</w:t>
      </w:r>
      <w:r w:rsidRPr="009740C3">
        <w:rPr>
          <w:rFonts w:ascii="Arial" w:hAnsi="Arial" w:cs="Arial"/>
          <w:color w:val="0000FF"/>
          <w:szCs w:val="20"/>
          <w:highlight w:val="white"/>
        </w:rPr>
        <w:t>="</w:t>
      </w:r>
      <w:r w:rsidRPr="009740C3">
        <w:rPr>
          <w:rFonts w:ascii="Arial" w:hAnsi="Arial" w:cs="Arial"/>
          <w:color w:val="000000"/>
          <w:szCs w:val="20"/>
        </w:rPr>
        <w:t>KanTa-palvelut - Sisäinen kyselykoodisto</w:t>
      </w:r>
      <w:r w:rsidRPr="009740C3">
        <w:rPr>
          <w:rFonts w:ascii="Arial" w:hAnsi="Arial" w:cs="Arial"/>
          <w:color w:val="0000FF"/>
          <w:szCs w:val="20"/>
          <w:highlight w:val="white"/>
        </w:rPr>
        <w:t>"</w:t>
      </w:r>
      <w:r w:rsidRPr="009740C3">
        <w:rPr>
          <w:rFonts w:ascii="Arial" w:hAnsi="Arial" w:cs="Arial"/>
          <w:color w:val="FF0000"/>
          <w:szCs w:val="20"/>
          <w:highlight w:val="white"/>
        </w:rPr>
        <w:t xml:space="preserve"> displayName</w:t>
      </w:r>
      <w:r w:rsidRPr="009740C3">
        <w:rPr>
          <w:rFonts w:ascii="Arial" w:hAnsi="Arial" w:cs="Arial"/>
          <w:color w:val="0000FF"/>
          <w:szCs w:val="20"/>
          <w:highlight w:val="white"/>
        </w:rPr>
        <w:t>="</w:t>
      </w:r>
      <w:r w:rsidR="00CB4746" w:rsidRPr="00CB4746">
        <w:rPr>
          <w:rFonts w:ascii="Arial" w:hAnsi="Arial" w:cs="Arial"/>
          <w:szCs w:val="20"/>
          <w:highlight w:val="white"/>
        </w:rPr>
        <w:t>maakoodi</w:t>
      </w:r>
      <w:r w:rsidRPr="009740C3">
        <w:rPr>
          <w:rFonts w:ascii="Arial" w:hAnsi="Arial" w:cs="Arial"/>
          <w:color w:val="0000FF"/>
          <w:szCs w:val="20"/>
          <w:highlight w:val="white"/>
        </w:rPr>
        <w:t>"/&gt;</w:t>
      </w:r>
    </w:p>
    <w:p w14:paraId="5C422124" w14:textId="2B75BC0A" w:rsidR="001C44E2" w:rsidRPr="005605F8" w:rsidRDefault="001C44E2" w:rsidP="001C44E2">
      <w:pPr>
        <w:pStyle w:val="Leipteksti"/>
        <w:rPr>
          <w:rFonts w:ascii="Arial" w:hAnsi="Arial" w:cs="Arial"/>
          <w:color w:val="000000"/>
          <w:szCs w:val="20"/>
          <w:highlight w:val="white"/>
          <w:lang w:val="en-US"/>
        </w:rPr>
      </w:pPr>
      <w:r w:rsidRPr="009740C3">
        <w:rPr>
          <w:rFonts w:ascii="Arial" w:hAnsi="Arial" w:cs="Arial"/>
          <w:color w:val="000000"/>
          <w:szCs w:val="20"/>
          <w:highlight w:val="white"/>
        </w:rPr>
        <w:tab/>
      </w:r>
      <w:r w:rsidRPr="009740C3">
        <w:rPr>
          <w:rFonts w:ascii="Arial" w:hAnsi="Arial" w:cs="Arial"/>
          <w:color w:val="000000"/>
          <w:szCs w:val="20"/>
          <w:highlight w:val="white"/>
        </w:rPr>
        <w:tab/>
      </w:r>
      <w:r w:rsidRPr="005605F8">
        <w:rPr>
          <w:rFonts w:ascii="Arial" w:hAnsi="Arial" w:cs="Arial"/>
          <w:color w:val="0000FF"/>
          <w:szCs w:val="20"/>
          <w:highlight w:val="white"/>
          <w:lang w:val="en-US"/>
        </w:rPr>
        <w:t>&lt;</w:t>
      </w:r>
      <w:r w:rsidRPr="005605F8">
        <w:rPr>
          <w:rFonts w:ascii="Arial" w:hAnsi="Arial" w:cs="Arial"/>
          <w:color w:val="800000"/>
          <w:szCs w:val="20"/>
          <w:highlight w:val="white"/>
          <w:lang w:val="en-US"/>
        </w:rPr>
        <w:t>value</w:t>
      </w:r>
      <w:r w:rsidRPr="005605F8">
        <w:rPr>
          <w:rFonts w:ascii="Arial" w:hAnsi="Arial" w:cs="Arial"/>
          <w:color w:val="FF0000"/>
          <w:szCs w:val="20"/>
          <w:highlight w:val="white"/>
          <w:lang w:val="en-US"/>
        </w:rPr>
        <w:t xml:space="preserve"> code</w:t>
      </w:r>
      <w:r w:rsidRPr="005605F8">
        <w:rPr>
          <w:rFonts w:ascii="Arial" w:hAnsi="Arial" w:cs="Arial"/>
          <w:color w:val="0000FF"/>
          <w:szCs w:val="20"/>
          <w:highlight w:val="white"/>
          <w:lang w:val="en-US"/>
        </w:rPr>
        <w:t>="</w:t>
      </w:r>
      <w:r w:rsidR="00B16B0F" w:rsidRPr="00B16B0F">
        <w:rPr>
          <w:rFonts w:ascii="Arial" w:hAnsi="Arial" w:cs="Arial"/>
          <w:szCs w:val="20"/>
          <w:highlight w:val="white"/>
          <w:lang w:val="en-US"/>
        </w:rPr>
        <w:t>PT</w:t>
      </w:r>
      <w:r w:rsidRPr="005605F8">
        <w:rPr>
          <w:rFonts w:ascii="Arial" w:hAnsi="Arial" w:cs="Arial"/>
          <w:color w:val="0000FF"/>
          <w:szCs w:val="20"/>
          <w:highlight w:val="white"/>
          <w:lang w:val="en-US"/>
        </w:rPr>
        <w:t>"&gt;</w:t>
      </w:r>
    </w:p>
    <w:p w14:paraId="6FFE4AFA" w14:textId="77777777" w:rsidR="001C44E2" w:rsidRPr="00021B1D" w:rsidRDefault="001C44E2" w:rsidP="001C44E2">
      <w:pPr>
        <w:pStyle w:val="Leipteksti"/>
        <w:rPr>
          <w:rFonts w:ascii="Arial" w:hAnsi="Arial" w:cs="Arial"/>
          <w:color w:val="000000"/>
          <w:szCs w:val="20"/>
          <w:highlight w:val="white"/>
          <w:lang w:val="en-US"/>
        </w:rPr>
      </w:pPr>
      <w:r w:rsidRPr="005605F8">
        <w:rPr>
          <w:rFonts w:ascii="Arial" w:hAnsi="Arial" w:cs="Arial"/>
          <w:color w:val="000000"/>
          <w:szCs w:val="20"/>
          <w:highlight w:val="white"/>
          <w:lang w:val="en-US"/>
        </w:rPr>
        <w:tab/>
      </w:r>
      <w:r w:rsidRPr="00021B1D">
        <w:rPr>
          <w:rFonts w:ascii="Arial" w:hAnsi="Arial" w:cs="Arial"/>
          <w:color w:val="0000FF"/>
          <w:szCs w:val="20"/>
          <w:highlight w:val="white"/>
          <w:lang w:val="en-US"/>
        </w:rPr>
        <w:t>&lt;/</w:t>
      </w:r>
      <w:r w:rsidRPr="00021B1D">
        <w:rPr>
          <w:rFonts w:ascii="Arial" w:hAnsi="Arial" w:cs="Arial"/>
          <w:color w:val="800000"/>
          <w:szCs w:val="20"/>
          <w:highlight w:val="white"/>
          <w:lang w:val="en-US"/>
        </w:rPr>
        <w:t>specialQueryCode</w:t>
      </w:r>
      <w:r w:rsidRPr="00021B1D">
        <w:rPr>
          <w:rFonts w:ascii="Arial" w:hAnsi="Arial" w:cs="Arial"/>
          <w:color w:val="0000FF"/>
          <w:szCs w:val="20"/>
          <w:highlight w:val="white"/>
          <w:lang w:val="en-US"/>
        </w:rPr>
        <w:t>&gt;</w:t>
      </w:r>
    </w:p>
    <w:p w14:paraId="1CADAC23" w14:textId="0F0B1F06" w:rsidR="008000D9" w:rsidRDefault="001C44E2" w:rsidP="00ED0FA3">
      <w:pPr>
        <w:pStyle w:val="Leipteksti"/>
        <w:rPr>
          <w:rFonts w:ascii="Arial" w:hAnsi="Arial" w:cs="Arial"/>
          <w:color w:val="0000FF"/>
          <w:szCs w:val="20"/>
          <w:highlight w:val="white"/>
          <w:lang w:val="en-US"/>
        </w:rPr>
      </w:pPr>
      <w:r w:rsidRPr="00021B1D">
        <w:rPr>
          <w:rFonts w:ascii="Arial" w:hAnsi="Arial" w:cs="Arial"/>
          <w:color w:val="0000FF"/>
          <w:szCs w:val="20"/>
          <w:highlight w:val="white"/>
          <w:lang w:val="en-US"/>
        </w:rPr>
        <w:t>&lt;/</w:t>
      </w:r>
      <w:r w:rsidRPr="00021B1D">
        <w:rPr>
          <w:rFonts w:ascii="Arial" w:hAnsi="Arial" w:cs="Arial"/>
          <w:color w:val="800000"/>
          <w:szCs w:val="20"/>
          <w:highlight w:val="white"/>
          <w:lang w:val="en-US"/>
        </w:rPr>
        <w:t>queryByParameter</w:t>
      </w:r>
      <w:r w:rsidRPr="00021B1D">
        <w:rPr>
          <w:rFonts w:ascii="Arial" w:hAnsi="Arial" w:cs="Arial"/>
          <w:color w:val="0000FF"/>
          <w:szCs w:val="20"/>
          <w:highlight w:val="white"/>
          <w:lang w:val="en-US"/>
        </w:rPr>
        <w:t>&gt;</w:t>
      </w:r>
    </w:p>
    <w:p w14:paraId="54087584" w14:textId="0D38FB00" w:rsidR="00F41CB1" w:rsidRDefault="00F41CB1" w:rsidP="00F41CB1">
      <w:pPr>
        <w:pStyle w:val="Otsikko2"/>
      </w:pPr>
      <w:bookmarkStart w:id="96" w:name="_Toc513470451"/>
      <w:r>
        <w:t>Kyselyiden interaktiot</w:t>
      </w:r>
      <w:bookmarkEnd w:id="96"/>
    </w:p>
    <w:p w14:paraId="5E01F787" w14:textId="3436D185" w:rsidR="00F41CB1" w:rsidRDefault="006B439B" w:rsidP="00F41CB1">
      <w:pPr>
        <w:pStyle w:val="Otsikko3"/>
        <w:rPr>
          <w:lang w:val="en-US"/>
        </w:rPr>
      </w:pPr>
      <w:bookmarkStart w:id="97" w:name="_Toc513470452"/>
      <w:r>
        <w:rPr>
          <w:lang w:val="en-US"/>
        </w:rPr>
        <w:t>Find Document</w:t>
      </w:r>
      <w:r w:rsidR="0039173F">
        <w:rPr>
          <w:lang w:val="en-US"/>
        </w:rPr>
        <w:t xml:space="preserve"> </w:t>
      </w:r>
      <w:r w:rsidR="00F41CB1" w:rsidRPr="0041398D">
        <w:rPr>
          <w:lang w:val="en-US"/>
        </w:rPr>
        <w:t xml:space="preserve">Metadata </w:t>
      </w:r>
      <w:r w:rsidR="00415CAE" w:rsidRPr="0041398D">
        <w:rPr>
          <w:lang w:val="en-US"/>
        </w:rPr>
        <w:t xml:space="preserve">Query </w:t>
      </w:r>
      <w:r w:rsidR="00AD14D9">
        <w:rPr>
          <w:lang w:val="en-US"/>
        </w:rPr>
        <w:t>(RCMR_IN300029FI01)</w:t>
      </w:r>
      <w:bookmarkEnd w:id="97"/>
      <w:r w:rsidR="00AD14D9">
        <w:rPr>
          <w:lang w:val="en-US"/>
        </w:rPr>
        <w:t xml:space="preserve">   </w:t>
      </w:r>
    </w:p>
    <w:p w14:paraId="0EE571AC" w14:textId="4472D034" w:rsidR="00AA3842" w:rsidRDefault="00AA3842" w:rsidP="00AA3842">
      <w:r>
        <w:t>Tällä interaktiolla apteekki hakee k</w:t>
      </w:r>
      <w:r w:rsidR="006B439B">
        <w:t>ansallisesta</w:t>
      </w:r>
      <w:r>
        <w:t xml:space="preserve"> yhteyspisteestä pelkkiä dokumenttien kuvailutietoja.</w:t>
      </w:r>
    </w:p>
    <w:p w14:paraId="03AA3DBA" w14:textId="0FDFB9F3" w:rsidR="00E90506" w:rsidRDefault="00E90506" w:rsidP="00AA3842">
      <w:r w:rsidRPr="00787206">
        <w:t xml:space="preserve">Kyselyn syy ilmaistaan reasonCodella </w:t>
      </w:r>
      <w:r w:rsidR="00A80B77" w:rsidRPr="00A80B77">
        <w:t>33</w:t>
      </w:r>
      <w:r w:rsidRPr="00A80B77">
        <w:t xml:space="preserve"> Ulkomaisen lääkemääräyksen toimittaminen.</w:t>
      </w:r>
    </w:p>
    <w:p w14:paraId="7F091B02" w14:textId="10C0474A" w:rsidR="00AA3842" w:rsidRDefault="00AA3842" w:rsidP="00AA3842">
      <w:r w:rsidRPr="00070022">
        <w:t>Kyselyn käsittelijä palau</w:t>
      </w:r>
      <w:r>
        <w:t xml:space="preserve">ttaa </w:t>
      </w:r>
      <w:r w:rsidRPr="009E0480">
        <w:t>kyselyvastaukset</w:t>
      </w:r>
      <w:r>
        <w:t xml:space="preserve"> interakti</w:t>
      </w:r>
      <w:r w:rsidRPr="00D91866">
        <w:t xml:space="preserve">olla RCMR_IN300030FI01. Vastauksena saadaan sanomatyypin </w:t>
      </w:r>
      <w:r w:rsidR="00606852" w:rsidRPr="00D91866">
        <w:t>RCMR_MT3</w:t>
      </w:r>
      <w:r w:rsidRPr="00D91866">
        <w:t>00001FI0</w:t>
      </w:r>
      <w:r w:rsidRPr="00A7754A">
        <w:t xml:space="preserve">1 ja tämän dokumentin lisärajoitusten mukaisia tietoja. </w:t>
      </w:r>
      <w:r>
        <w:t xml:space="preserve">Tietojen perusteella voidaan valita jokin resepteistä ja hakea sen täydelliset tiedot. </w:t>
      </w:r>
    </w:p>
    <w:tbl>
      <w:tblPr>
        <w:tblW w:w="8356" w:type="dxa"/>
        <w:tblCellSpacing w:w="15" w:type="dxa"/>
        <w:tblBorders>
          <w:top w:val="single" w:sz="6" w:space="0" w:color="C8D999"/>
          <w:left w:val="single" w:sz="6" w:space="0" w:color="C8D999"/>
          <w:bottom w:val="single" w:sz="6" w:space="0" w:color="C8D999"/>
          <w:right w:val="single" w:sz="6" w:space="0" w:color="C8D999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2130"/>
        <w:gridCol w:w="3871"/>
        <w:gridCol w:w="2355"/>
      </w:tblGrid>
      <w:tr w:rsidR="00606852" w14:paraId="4285B700" w14:textId="77777777" w:rsidTr="00CD5DA7">
        <w:trPr>
          <w:tblCellSpacing w:w="15" w:type="dxa"/>
        </w:trPr>
        <w:tc>
          <w:tcPr>
            <w:tcW w:w="0" w:type="auto"/>
            <w:vAlign w:val="center"/>
          </w:tcPr>
          <w:p w14:paraId="1AE11322" w14:textId="77777777" w:rsidR="00606852" w:rsidRPr="004A53B5" w:rsidRDefault="00606852" w:rsidP="004271DD">
            <w:pPr>
              <w:rPr>
                <w:rFonts w:ascii="Verdana" w:hAnsi="Verdana"/>
                <w:b/>
                <w:bCs/>
                <w:color w:val="000000"/>
                <w:szCs w:val="20"/>
              </w:rPr>
            </w:pPr>
            <w:r w:rsidRPr="004A53B5">
              <w:rPr>
                <w:rFonts w:ascii="Verdana" w:hAnsi="Verdana"/>
                <w:b/>
                <w:bCs/>
                <w:color w:val="000000"/>
                <w:szCs w:val="20"/>
              </w:rPr>
              <w:t>Trigger Event</w:t>
            </w:r>
          </w:p>
        </w:tc>
        <w:tc>
          <w:tcPr>
            <w:tcW w:w="0" w:type="auto"/>
          </w:tcPr>
          <w:p w14:paraId="47A7B30D" w14:textId="77777777" w:rsidR="00606852" w:rsidRPr="004A53B5" w:rsidRDefault="00606852" w:rsidP="004271DD">
            <w:pPr>
              <w:rPr>
                <w:rFonts w:ascii="Verdana" w:hAnsi="Verdana"/>
                <w:color w:val="000000"/>
                <w:szCs w:val="20"/>
              </w:rPr>
            </w:pPr>
            <w:r w:rsidRPr="004A53B5">
              <w:rPr>
                <w:rFonts w:ascii="Verdana" w:hAnsi="Verdana"/>
                <w:color w:val="000000"/>
                <w:szCs w:val="20"/>
              </w:rPr>
              <w:t>Document Query For Metadata</w:t>
            </w:r>
          </w:p>
        </w:tc>
        <w:tc>
          <w:tcPr>
            <w:tcW w:w="1141" w:type="dxa"/>
          </w:tcPr>
          <w:p w14:paraId="078CE04E" w14:textId="77777777" w:rsidR="00606852" w:rsidRPr="004A53B5" w:rsidRDefault="00606852" w:rsidP="004271DD">
            <w:pPr>
              <w:jc w:val="right"/>
              <w:rPr>
                <w:rFonts w:ascii="Verdana" w:hAnsi="Verdana"/>
                <w:color w:val="000000"/>
                <w:szCs w:val="20"/>
              </w:rPr>
            </w:pPr>
            <w:r w:rsidRPr="00087D8C">
              <w:rPr>
                <w:rFonts w:ascii="Verdana" w:hAnsi="Verdana"/>
                <w:color w:val="000000"/>
                <w:szCs w:val="20"/>
              </w:rPr>
              <w:t>RCMR_TE000901</w:t>
            </w:r>
            <w:r>
              <w:rPr>
                <w:rFonts w:ascii="Verdana" w:hAnsi="Verdana"/>
                <w:color w:val="000000"/>
                <w:szCs w:val="20"/>
              </w:rPr>
              <w:t>UV01</w:t>
            </w:r>
          </w:p>
        </w:tc>
      </w:tr>
      <w:tr w:rsidR="00606852" w14:paraId="35E1FF6A" w14:textId="77777777" w:rsidTr="00CD5DA7">
        <w:trPr>
          <w:tblCellSpacing w:w="15" w:type="dxa"/>
        </w:trPr>
        <w:tc>
          <w:tcPr>
            <w:tcW w:w="0" w:type="auto"/>
            <w:vAlign w:val="center"/>
          </w:tcPr>
          <w:p w14:paraId="1ECA4A5A" w14:textId="77777777" w:rsidR="00606852" w:rsidRDefault="00606852" w:rsidP="004271DD">
            <w:pPr>
              <w:rPr>
                <w:rFonts w:ascii="Verdana" w:hAnsi="Verdana"/>
                <w:b/>
                <w:bCs/>
                <w:color w:val="000000"/>
                <w:szCs w:val="20"/>
              </w:rPr>
            </w:pPr>
            <w:r>
              <w:rPr>
                <w:rFonts w:ascii="Verdana" w:hAnsi="Verdana"/>
                <w:b/>
                <w:bCs/>
                <w:color w:val="000000"/>
                <w:szCs w:val="20"/>
              </w:rPr>
              <w:t>Transmission Wrapper</w:t>
            </w:r>
          </w:p>
        </w:tc>
        <w:tc>
          <w:tcPr>
            <w:tcW w:w="0" w:type="auto"/>
          </w:tcPr>
          <w:p w14:paraId="51931FE2" w14:textId="77777777" w:rsidR="00606852" w:rsidRDefault="00606852" w:rsidP="004271DD">
            <w:pPr>
              <w:rPr>
                <w:rFonts w:ascii="Verdana" w:hAnsi="Verdana"/>
                <w:color w:val="000000"/>
                <w:szCs w:val="20"/>
              </w:rPr>
            </w:pPr>
            <w:r>
              <w:rPr>
                <w:rFonts w:ascii="Verdana" w:hAnsi="Verdana"/>
                <w:color w:val="000000"/>
                <w:szCs w:val="20"/>
              </w:rPr>
              <w:t>Send Message Payload</w:t>
            </w:r>
          </w:p>
        </w:tc>
        <w:tc>
          <w:tcPr>
            <w:tcW w:w="1141" w:type="dxa"/>
          </w:tcPr>
          <w:p w14:paraId="143AFBFE" w14:textId="77777777" w:rsidR="00606852" w:rsidRDefault="00606852" w:rsidP="004271DD">
            <w:pPr>
              <w:jc w:val="right"/>
              <w:rPr>
                <w:rFonts w:ascii="Verdana" w:hAnsi="Verdana"/>
                <w:color w:val="000000"/>
                <w:szCs w:val="20"/>
              </w:rPr>
            </w:pPr>
            <w:r w:rsidRPr="00087D8C">
              <w:rPr>
                <w:rFonts w:ascii="Verdana" w:hAnsi="Verdana"/>
                <w:color w:val="000000"/>
                <w:szCs w:val="20"/>
              </w:rPr>
              <w:t>MCCI_MT000100UV01</w:t>
            </w:r>
          </w:p>
        </w:tc>
      </w:tr>
      <w:tr w:rsidR="00606852" w14:paraId="1EA4EACF" w14:textId="77777777" w:rsidTr="00CD5DA7">
        <w:trPr>
          <w:tblCellSpacing w:w="15" w:type="dxa"/>
        </w:trPr>
        <w:tc>
          <w:tcPr>
            <w:tcW w:w="0" w:type="auto"/>
            <w:vAlign w:val="center"/>
          </w:tcPr>
          <w:p w14:paraId="3A104B91" w14:textId="77777777" w:rsidR="00606852" w:rsidRDefault="00606852" w:rsidP="004271DD">
            <w:pPr>
              <w:rPr>
                <w:rFonts w:ascii="Verdana" w:hAnsi="Verdana"/>
                <w:b/>
                <w:bCs/>
                <w:color w:val="000000"/>
                <w:szCs w:val="20"/>
              </w:rPr>
            </w:pPr>
            <w:r>
              <w:rPr>
                <w:rFonts w:ascii="Verdana" w:hAnsi="Verdana"/>
                <w:b/>
                <w:bCs/>
                <w:color w:val="000000"/>
                <w:szCs w:val="20"/>
              </w:rPr>
              <w:lastRenderedPageBreak/>
              <w:t>Control Act Wrapper</w:t>
            </w:r>
          </w:p>
        </w:tc>
        <w:tc>
          <w:tcPr>
            <w:tcW w:w="0" w:type="auto"/>
          </w:tcPr>
          <w:p w14:paraId="1E2FCD26" w14:textId="77777777" w:rsidR="00606852" w:rsidRPr="00486A68" w:rsidRDefault="00606852" w:rsidP="004271DD">
            <w:pPr>
              <w:rPr>
                <w:rFonts w:ascii="Verdana" w:hAnsi="Verdana"/>
                <w:color w:val="000000"/>
                <w:szCs w:val="20"/>
                <w:lang w:val="en-US"/>
              </w:rPr>
            </w:pPr>
            <w:r w:rsidRPr="00486A68">
              <w:rPr>
                <w:rFonts w:ascii="Verdana" w:hAnsi="Verdana"/>
                <w:color w:val="000000"/>
                <w:szCs w:val="20"/>
                <w:lang w:val="en-US"/>
              </w:rPr>
              <w:t>Query Control Act Request : Query By Parameter</w:t>
            </w:r>
          </w:p>
        </w:tc>
        <w:tc>
          <w:tcPr>
            <w:tcW w:w="1141" w:type="dxa"/>
          </w:tcPr>
          <w:p w14:paraId="2ADDEB9F" w14:textId="77777777" w:rsidR="00606852" w:rsidRDefault="00606852" w:rsidP="004271DD">
            <w:pPr>
              <w:jc w:val="right"/>
              <w:rPr>
                <w:rFonts w:ascii="Verdana" w:hAnsi="Verdana"/>
                <w:color w:val="000000"/>
                <w:szCs w:val="20"/>
              </w:rPr>
            </w:pPr>
            <w:r w:rsidRPr="00087D8C">
              <w:rPr>
                <w:rFonts w:ascii="Verdana" w:hAnsi="Verdana"/>
                <w:color w:val="000000"/>
                <w:szCs w:val="20"/>
              </w:rPr>
              <w:t>QUQI_MT021001UV01</w:t>
            </w:r>
          </w:p>
        </w:tc>
      </w:tr>
      <w:tr w:rsidR="00606852" w14:paraId="300A2302" w14:textId="77777777" w:rsidTr="00CD5DA7">
        <w:trPr>
          <w:tblCellSpacing w:w="15" w:type="dxa"/>
        </w:trPr>
        <w:tc>
          <w:tcPr>
            <w:tcW w:w="0" w:type="auto"/>
            <w:vAlign w:val="center"/>
          </w:tcPr>
          <w:p w14:paraId="37D0DBF2" w14:textId="77777777" w:rsidR="00606852" w:rsidRDefault="00606852" w:rsidP="004271DD">
            <w:pPr>
              <w:rPr>
                <w:rFonts w:ascii="Verdana" w:hAnsi="Verdana"/>
                <w:b/>
                <w:bCs/>
                <w:color w:val="000000"/>
                <w:szCs w:val="20"/>
              </w:rPr>
            </w:pPr>
            <w:r>
              <w:rPr>
                <w:rFonts w:ascii="Verdana" w:hAnsi="Verdana"/>
                <w:b/>
                <w:bCs/>
                <w:color w:val="000000"/>
                <w:szCs w:val="20"/>
              </w:rPr>
              <w:t>Message Type</w:t>
            </w:r>
          </w:p>
        </w:tc>
        <w:tc>
          <w:tcPr>
            <w:tcW w:w="0" w:type="auto"/>
          </w:tcPr>
          <w:p w14:paraId="62929719" w14:textId="77777777" w:rsidR="00606852" w:rsidRPr="00486A68" w:rsidRDefault="00606852" w:rsidP="004271DD">
            <w:pPr>
              <w:rPr>
                <w:rFonts w:ascii="Verdana" w:hAnsi="Verdana"/>
                <w:color w:val="000000"/>
                <w:szCs w:val="20"/>
                <w:lang w:val="en-US"/>
              </w:rPr>
            </w:pPr>
            <w:r w:rsidRPr="00486A68">
              <w:rPr>
                <w:rFonts w:ascii="Verdana" w:hAnsi="Verdana"/>
                <w:color w:val="000000"/>
                <w:szCs w:val="20"/>
                <w:lang w:val="en-US"/>
              </w:rPr>
              <w:t>Medical Records Parameter Query Message</w:t>
            </w:r>
          </w:p>
        </w:tc>
        <w:tc>
          <w:tcPr>
            <w:tcW w:w="1141" w:type="dxa"/>
          </w:tcPr>
          <w:p w14:paraId="2CBB7F29" w14:textId="0F6BC3F4" w:rsidR="00606852" w:rsidRDefault="00606852" w:rsidP="00606852">
            <w:pPr>
              <w:jc w:val="right"/>
              <w:rPr>
                <w:rFonts w:ascii="Verdana" w:hAnsi="Verdana"/>
                <w:color w:val="000000"/>
                <w:szCs w:val="20"/>
              </w:rPr>
            </w:pPr>
            <w:r w:rsidRPr="00087D8C">
              <w:rPr>
                <w:rFonts w:ascii="Verdana" w:hAnsi="Verdana"/>
                <w:color w:val="000000"/>
                <w:szCs w:val="20"/>
              </w:rPr>
              <w:t>RCMR_MT</w:t>
            </w:r>
            <w:r>
              <w:rPr>
                <w:rFonts w:ascii="Verdana" w:hAnsi="Verdana"/>
                <w:color w:val="000000"/>
                <w:szCs w:val="20"/>
              </w:rPr>
              <w:t>3</w:t>
            </w:r>
            <w:r w:rsidRPr="00087D8C">
              <w:rPr>
                <w:rFonts w:ascii="Verdana" w:hAnsi="Verdana"/>
                <w:color w:val="000000"/>
                <w:szCs w:val="20"/>
              </w:rPr>
              <w:t>00003FI</w:t>
            </w:r>
            <w:r>
              <w:rPr>
                <w:rFonts w:ascii="Verdana" w:hAnsi="Verdana"/>
                <w:color w:val="000000"/>
                <w:szCs w:val="20"/>
              </w:rPr>
              <w:t>01</w:t>
            </w:r>
          </w:p>
        </w:tc>
      </w:tr>
    </w:tbl>
    <w:p w14:paraId="5508C0C0" w14:textId="77777777" w:rsidR="00093224" w:rsidRDefault="00093224" w:rsidP="00AA3842"/>
    <w:tbl>
      <w:tblPr>
        <w:tblW w:w="8364" w:type="dxa"/>
        <w:tblCellSpacing w:w="15" w:type="dxa"/>
        <w:tblBorders>
          <w:top w:val="single" w:sz="6" w:space="0" w:color="C8D999"/>
          <w:left w:val="single" w:sz="6" w:space="0" w:color="C8D999"/>
          <w:bottom w:val="single" w:sz="6" w:space="0" w:color="C8D999"/>
          <w:right w:val="single" w:sz="6" w:space="0" w:color="C8D999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3726"/>
        <w:gridCol w:w="2384"/>
        <w:gridCol w:w="2254"/>
      </w:tblGrid>
      <w:tr w:rsidR="00D858EF" w14:paraId="3AC31D05" w14:textId="77777777" w:rsidTr="00CD5DA7">
        <w:trPr>
          <w:tblCellSpacing w:w="15" w:type="dxa"/>
        </w:trPr>
        <w:tc>
          <w:tcPr>
            <w:tcW w:w="830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4D5BAF" w14:textId="77777777" w:rsidR="00D858EF" w:rsidRDefault="00D858EF" w:rsidP="004271DD">
            <w:pPr>
              <w:spacing w:before="150" w:after="45"/>
              <w:rPr>
                <w:rFonts w:ascii="Verdana" w:hAnsi="Verdana" w:cs="Arial"/>
                <w:b/>
                <w:bCs/>
                <w:color w:val="000000"/>
                <w:sz w:val="19"/>
                <w:szCs w:val="19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19"/>
                <w:szCs w:val="19"/>
              </w:rPr>
              <w:t>Sending and Receiving Roles</w:t>
            </w:r>
          </w:p>
        </w:tc>
      </w:tr>
      <w:tr w:rsidR="00D858EF" w:rsidRPr="00AC7E70" w14:paraId="44BB0BF9" w14:textId="77777777" w:rsidTr="00CD5DA7">
        <w:trPr>
          <w:trHeight w:val="313"/>
          <w:tblCellSpacing w:w="15" w:type="dxa"/>
        </w:trPr>
        <w:tc>
          <w:tcPr>
            <w:tcW w:w="830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3D177D" w14:textId="77777777" w:rsidR="00D858EF" w:rsidRPr="006B439B" w:rsidRDefault="00D858EF" w:rsidP="004271DD">
            <w:pPr>
              <w:spacing w:before="150" w:after="45"/>
              <w:rPr>
                <w:rFonts w:ascii="Verdana" w:hAnsi="Verdana" w:cs="Arial"/>
                <w:bCs/>
                <w:color w:val="FF0000"/>
                <w:sz w:val="19"/>
                <w:szCs w:val="19"/>
                <w:lang w:val="en-US"/>
              </w:rPr>
            </w:pPr>
            <w:r w:rsidRPr="00A568E2">
              <w:rPr>
                <w:rFonts w:ascii="Verdana" w:hAnsi="Verdana" w:cs="Arial"/>
                <w:b/>
                <w:bCs/>
                <w:sz w:val="19"/>
                <w:szCs w:val="19"/>
                <w:lang w:val="en-US"/>
              </w:rPr>
              <w:t>Sender</w:t>
            </w:r>
            <w:r w:rsidRPr="00A568E2">
              <w:rPr>
                <w:rFonts w:ascii="Verdana" w:hAnsi="Verdana" w:cs="Arial"/>
                <w:b/>
                <w:bCs/>
                <w:sz w:val="19"/>
                <w:szCs w:val="19"/>
                <w:lang w:val="en-US"/>
              </w:rPr>
              <w:tab/>
            </w:r>
            <w:r w:rsidRPr="00A568E2">
              <w:rPr>
                <w:rFonts w:ascii="Verdana" w:hAnsi="Verdana" w:cs="Arial"/>
                <w:bCs/>
                <w:sz w:val="19"/>
                <w:szCs w:val="19"/>
                <w:lang w:val="en-US"/>
              </w:rPr>
              <w:t>Document Originator</w:t>
            </w:r>
            <w:r w:rsidRPr="00A568E2">
              <w:rPr>
                <w:rFonts w:ascii="Verdana" w:hAnsi="Verdana" w:cs="Arial"/>
                <w:bCs/>
                <w:sz w:val="19"/>
                <w:szCs w:val="19"/>
                <w:lang w:val="en-US"/>
              </w:rPr>
              <w:tab/>
            </w:r>
            <w:r w:rsidRPr="00A568E2">
              <w:rPr>
                <w:rFonts w:ascii="Verdana" w:hAnsi="Verdana" w:cs="Arial"/>
                <w:bCs/>
                <w:sz w:val="19"/>
                <w:szCs w:val="19"/>
                <w:lang w:val="en-US"/>
              </w:rPr>
              <w:tab/>
            </w:r>
            <w:r w:rsidRPr="00A568E2">
              <w:rPr>
                <w:rFonts w:ascii="Verdana" w:hAnsi="Verdana" w:cs="Arial"/>
                <w:bCs/>
                <w:sz w:val="19"/>
                <w:szCs w:val="19"/>
                <w:lang w:val="en-US"/>
              </w:rPr>
              <w:tab/>
              <w:t>RCMR_AR000001UV01</w:t>
            </w:r>
          </w:p>
        </w:tc>
      </w:tr>
      <w:tr w:rsidR="00D858EF" w:rsidRPr="00AC7E70" w14:paraId="317F7AAC" w14:textId="77777777" w:rsidTr="00CD5DA7">
        <w:trPr>
          <w:tblCellSpacing w:w="15" w:type="dxa"/>
        </w:trPr>
        <w:tc>
          <w:tcPr>
            <w:tcW w:w="830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C72912" w14:textId="77777777" w:rsidR="00D858EF" w:rsidRPr="006B439B" w:rsidRDefault="00D858EF" w:rsidP="004271DD">
            <w:pPr>
              <w:spacing w:before="150" w:after="45"/>
              <w:rPr>
                <w:rFonts w:ascii="Verdana" w:hAnsi="Verdana" w:cs="Arial"/>
                <w:bCs/>
                <w:color w:val="FF0000"/>
                <w:sz w:val="19"/>
                <w:szCs w:val="19"/>
                <w:lang w:val="en-US"/>
              </w:rPr>
            </w:pPr>
            <w:r w:rsidRPr="00BE2358">
              <w:rPr>
                <w:rFonts w:ascii="Verdana" w:hAnsi="Verdana" w:cs="Arial"/>
                <w:b/>
                <w:bCs/>
                <w:sz w:val="19"/>
                <w:szCs w:val="19"/>
                <w:lang w:val="en-US"/>
              </w:rPr>
              <w:t>Receiver</w:t>
            </w:r>
            <w:r w:rsidRPr="00BE2358">
              <w:rPr>
                <w:rFonts w:ascii="Verdana" w:hAnsi="Verdana" w:cs="Arial"/>
                <w:b/>
                <w:bCs/>
                <w:sz w:val="19"/>
                <w:szCs w:val="19"/>
                <w:lang w:val="en-US"/>
              </w:rPr>
              <w:tab/>
            </w:r>
            <w:r w:rsidRPr="00BE2358">
              <w:rPr>
                <w:rFonts w:ascii="Verdana" w:hAnsi="Verdana" w:cs="Arial"/>
                <w:bCs/>
                <w:sz w:val="19"/>
                <w:szCs w:val="19"/>
                <w:lang w:val="en-US"/>
              </w:rPr>
              <w:t>Content Required Document Management System</w:t>
            </w:r>
            <w:r w:rsidRPr="00BE2358">
              <w:rPr>
                <w:rFonts w:ascii="Verdana" w:hAnsi="Verdana" w:cs="Arial"/>
                <w:bCs/>
                <w:sz w:val="19"/>
                <w:szCs w:val="19"/>
                <w:lang w:val="en-US"/>
              </w:rPr>
              <w:tab/>
              <w:t>RCMR_AR000003UV01</w:t>
            </w:r>
          </w:p>
        </w:tc>
      </w:tr>
      <w:tr w:rsidR="00D858EF" w:rsidRPr="00A80DEB" w14:paraId="3013797A" w14:textId="77777777" w:rsidTr="00CD5DA7">
        <w:trPr>
          <w:tblCellSpacing w:w="15" w:type="dxa"/>
        </w:trPr>
        <w:tc>
          <w:tcPr>
            <w:tcW w:w="830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91D7E1" w14:textId="77777777" w:rsidR="00D858EF" w:rsidRPr="00A80DEB" w:rsidRDefault="00D858EF" w:rsidP="004271DD">
            <w:pPr>
              <w:spacing w:before="150" w:after="45"/>
              <w:rPr>
                <w:rFonts w:ascii="Verdana" w:hAnsi="Verdana" w:cs="Arial"/>
                <w:b/>
                <w:bCs/>
                <w:color w:val="000000"/>
                <w:sz w:val="19"/>
                <w:szCs w:val="19"/>
                <w:lang w:val="en-US"/>
              </w:rPr>
            </w:pPr>
            <w:r w:rsidRPr="00A80DEB">
              <w:rPr>
                <w:rFonts w:ascii="Verdana" w:hAnsi="Verdana" w:cs="Arial"/>
                <w:b/>
                <w:bCs/>
                <w:color w:val="000000"/>
                <w:sz w:val="19"/>
                <w:szCs w:val="19"/>
                <w:lang w:val="en-US"/>
              </w:rPr>
              <w:t>Receiver Responsibilities</w:t>
            </w:r>
          </w:p>
        </w:tc>
      </w:tr>
      <w:tr w:rsidR="00D858EF" w:rsidRPr="00A80DEB" w14:paraId="1D4CBA20" w14:textId="77777777" w:rsidTr="00CD5DA7">
        <w:trPr>
          <w:tblCellSpacing w:w="15" w:type="dxa"/>
        </w:trPr>
        <w:tc>
          <w:tcPr>
            <w:tcW w:w="4842" w:type="dxa"/>
          </w:tcPr>
          <w:p w14:paraId="762813A3" w14:textId="77777777" w:rsidR="00D858EF" w:rsidRPr="00A80DEB" w:rsidRDefault="00D858EF" w:rsidP="004271DD">
            <w:pPr>
              <w:rPr>
                <w:rFonts w:ascii="Verdana" w:hAnsi="Verdana"/>
                <w:color w:val="000000"/>
                <w:szCs w:val="20"/>
                <w:lang w:val="en-US"/>
              </w:rPr>
            </w:pPr>
            <w:r w:rsidRPr="00A80DEB">
              <w:rPr>
                <w:rFonts w:ascii="Verdana" w:hAnsi="Verdana"/>
                <w:b/>
                <w:bCs/>
                <w:color w:val="000000"/>
                <w:szCs w:val="20"/>
                <w:lang w:val="en-US"/>
              </w:rPr>
              <w:t>Reason</w:t>
            </w:r>
          </w:p>
        </w:tc>
        <w:tc>
          <w:tcPr>
            <w:tcW w:w="2354" w:type="dxa"/>
            <w:tcMar>
              <w:top w:w="15" w:type="dxa"/>
              <w:left w:w="15" w:type="dxa"/>
              <w:bottom w:w="15" w:type="dxa"/>
              <w:right w:w="75" w:type="dxa"/>
            </w:tcMar>
          </w:tcPr>
          <w:p w14:paraId="7A864EA5" w14:textId="77777777" w:rsidR="00D858EF" w:rsidRPr="00A80DEB" w:rsidRDefault="00D858EF" w:rsidP="004271DD">
            <w:pPr>
              <w:jc w:val="right"/>
              <w:rPr>
                <w:rFonts w:ascii="Verdana" w:hAnsi="Verdana"/>
                <w:color w:val="000000"/>
                <w:szCs w:val="20"/>
                <w:lang w:val="en-US"/>
              </w:rPr>
            </w:pPr>
            <w:r w:rsidRPr="00A80DEB">
              <w:rPr>
                <w:rFonts w:ascii="Verdana" w:hAnsi="Verdana"/>
                <w:b/>
                <w:bCs/>
                <w:color w:val="000000"/>
                <w:szCs w:val="20"/>
                <w:lang w:val="en-US"/>
              </w:rPr>
              <w:t>Trigger Event</w:t>
            </w:r>
          </w:p>
        </w:tc>
        <w:tc>
          <w:tcPr>
            <w:tcW w:w="1048" w:type="dxa"/>
          </w:tcPr>
          <w:p w14:paraId="0D8408A7" w14:textId="77777777" w:rsidR="00D858EF" w:rsidRPr="00A80DEB" w:rsidRDefault="00D858EF" w:rsidP="004271DD">
            <w:pPr>
              <w:jc w:val="right"/>
              <w:rPr>
                <w:rFonts w:ascii="Verdana" w:hAnsi="Verdana"/>
                <w:color w:val="000000"/>
                <w:szCs w:val="20"/>
                <w:lang w:val="en-US"/>
              </w:rPr>
            </w:pPr>
            <w:r w:rsidRPr="00A80DEB">
              <w:rPr>
                <w:rFonts w:ascii="Verdana" w:hAnsi="Verdana"/>
                <w:b/>
                <w:bCs/>
                <w:color w:val="000000"/>
                <w:szCs w:val="20"/>
                <w:lang w:val="en-US"/>
              </w:rPr>
              <w:t>Interaction</w:t>
            </w:r>
          </w:p>
        </w:tc>
      </w:tr>
      <w:tr w:rsidR="00D858EF" w14:paraId="794EC7FB" w14:textId="77777777" w:rsidTr="00CD5DA7">
        <w:trPr>
          <w:tblCellSpacing w:w="15" w:type="dxa"/>
        </w:trPr>
        <w:tc>
          <w:tcPr>
            <w:tcW w:w="4842" w:type="dxa"/>
          </w:tcPr>
          <w:p w14:paraId="238D0DBB" w14:textId="77777777" w:rsidR="00D858EF" w:rsidRPr="00486A68" w:rsidRDefault="00D858EF" w:rsidP="004271DD">
            <w:pPr>
              <w:rPr>
                <w:rFonts w:ascii="Verdana" w:hAnsi="Verdana"/>
                <w:color w:val="000000"/>
                <w:szCs w:val="20"/>
                <w:lang w:val="en-US"/>
              </w:rPr>
            </w:pPr>
            <w:r w:rsidRPr="00486A68">
              <w:rPr>
                <w:rFonts w:ascii="Verdana" w:hAnsi="Verdana"/>
                <w:color w:val="000000"/>
                <w:szCs w:val="20"/>
                <w:lang w:val="en-US"/>
              </w:rPr>
              <w:t xml:space="preserve">Receiver's response to a query for document metadata is to return matching document metadata without associated documents. </w:t>
            </w:r>
          </w:p>
        </w:tc>
        <w:tc>
          <w:tcPr>
            <w:tcW w:w="2354" w:type="dxa"/>
            <w:tcMar>
              <w:top w:w="15" w:type="dxa"/>
              <w:left w:w="15" w:type="dxa"/>
              <w:bottom w:w="15" w:type="dxa"/>
              <w:right w:w="75" w:type="dxa"/>
            </w:tcMar>
          </w:tcPr>
          <w:p w14:paraId="755489EF" w14:textId="77777777" w:rsidR="00D858EF" w:rsidRDefault="00D858EF" w:rsidP="004271DD">
            <w:pPr>
              <w:jc w:val="right"/>
              <w:rPr>
                <w:rFonts w:ascii="Verdana" w:hAnsi="Verdana"/>
                <w:color w:val="000000"/>
                <w:szCs w:val="20"/>
              </w:rPr>
            </w:pPr>
            <w:r w:rsidRPr="00087D8C">
              <w:rPr>
                <w:rFonts w:ascii="Verdana" w:hAnsi="Verdana"/>
                <w:color w:val="000000"/>
                <w:szCs w:val="20"/>
              </w:rPr>
              <w:t>RCMR_TE000902</w:t>
            </w:r>
            <w:r>
              <w:rPr>
                <w:rFonts w:ascii="Verdana" w:hAnsi="Verdana"/>
                <w:color w:val="000000"/>
                <w:szCs w:val="20"/>
              </w:rPr>
              <w:t>UV01</w:t>
            </w:r>
          </w:p>
        </w:tc>
        <w:tc>
          <w:tcPr>
            <w:tcW w:w="1048" w:type="dxa"/>
          </w:tcPr>
          <w:p w14:paraId="473C8F35" w14:textId="7CF780A6" w:rsidR="00D858EF" w:rsidRDefault="00D858EF" w:rsidP="00D858EF">
            <w:pPr>
              <w:jc w:val="right"/>
              <w:rPr>
                <w:rFonts w:ascii="Verdana" w:hAnsi="Verdana"/>
                <w:color w:val="000000"/>
                <w:szCs w:val="20"/>
              </w:rPr>
            </w:pPr>
            <w:r w:rsidRPr="00087D8C">
              <w:rPr>
                <w:rFonts w:ascii="Verdana" w:hAnsi="Verdana"/>
                <w:color w:val="000000"/>
                <w:szCs w:val="20"/>
              </w:rPr>
              <w:t>RCMR_IN</w:t>
            </w:r>
            <w:r>
              <w:rPr>
                <w:rFonts w:ascii="Verdana" w:hAnsi="Verdana"/>
                <w:color w:val="000000"/>
                <w:szCs w:val="20"/>
              </w:rPr>
              <w:t>3</w:t>
            </w:r>
            <w:r w:rsidRPr="00087D8C">
              <w:rPr>
                <w:rFonts w:ascii="Verdana" w:hAnsi="Verdana"/>
                <w:color w:val="000000"/>
                <w:szCs w:val="20"/>
              </w:rPr>
              <w:t>00030FI</w:t>
            </w:r>
            <w:r>
              <w:rPr>
                <w:rFonts w:ascii="Verdana" w:hAnsi="Verdana"/>
                <w:color w:val="000000"/>
                <w:szCs w:val="20"/>
              </w:rPr>
              <w:t>01</w:t>
            </w:r>
          </w:p>
        </w:tc>
      </w:tr>
    </w:tbl>
    <w:p w14:paraId="04667316" w14:textId="77777777" w:rsidR="006B439B" w:rsidRPr="00495CFD" w:rsidRDefault="006B439B" w:rsidP="006B439B">
      <w:pPr>
        <w:pStyle w:val="Otsikko3"/>
        <w:rPr>
          <w:lang w:val="en-US"/>
        </w:rPr>
      </w:pPr>
      <w:bookmarkStart w:id="98" w:name="_Toc492904251"/>
      <w:bookmarkStart w:id="99" w:name="_Toc513470453"/>
      <w:r w:rsidRPr="00573FCC">
        <w:rPr>
          <w:lang w:val="en-US"/>
        </w:rPr>
        <w:t>Find Prescription Document for Dispense</w:t>
      </w:r>
      <w:r>
        <w:rPr>
          <w:lang w:val="en-US"/>
        </w:rPr>
        <w:t xml:space="preserve"> Abroad</w:t>
      </w:r>
      <w:r w:rsidRPr="00573FCC">
        <w:rPr>
          <w:lang w:val="en-US"/>
        </w:rPr>
        <w:t xml:space="preserve"> Metadata and Content Query </w:t>
      </w:r>
      <w:r>
        <w:rPr>
          <w:lang w:val="en-US"/>
        </w:rPr>
        <w:t>(RCMR_IN3033</w:t>
      </w:r>
      <w:r w:rsidRPr="009E25A9">
        <w:rPr>
          <w:lang w:val="en-US"/>
        </w:rPr>
        <w:t>31FI</w:t>
      </w:r>
      <w:r>
        <w:rPr>
          <w:lang w:val="en-US"/>
        </w:rPr>
        <w:t>01</w:t>
      </w:r>
      <w:r w:rsidRPr="009E25A9">
        <w:rPr>
          <w:lang w:val="en-US"/>
        </w:rPr>
        <w:t>)</w:t>
      </w:r>
      <w:bookmarkEnd w:id="98"/>
      <w:bookmarkEnd w:id="99"/>
      <w:r w:rsidRPr="009E25A9">
        <w:rPr>
          <w:lang w:val="en-US"/>
        </w:rPr>
        <w:t xml:space="preserve">   </w:t>
      </w:r>
    </w:p>
    <w:p w14:paraId="33288664" w14:textId="02B87F0C" w:rsidR="006B439B" w:rsidRDefault="006B439B" w:rsidP="006B439B">
      <w:r>
        <w:t>Interaktiolla RCMR_IN303331FI01 apteekki hakee kansallisesta yhteyspisteestä</w:t>
      </w:r>
      <w:r w:rsidR="00E376CC">
        <w:t xml:space="preserve"> tietyn</w:t>
      </w:r>
      <w:r>
        <w:t xml:space="preserve"> lääkemääräyksen </w:t>
      </w:r>
      <w:r w:rsidR="00E376CC">
        <w:t>toimitettavaksi.</w:t>
      </w:r>
      <w:r w:rsidR="00BA3E67">
        <w:t xml:space="preserve"> Lääkemääräystä ei aseteta varaustilaan.</w:t>
      </w:r>
    </w:p>
    <w:p w14:paraId="3EE5CA88" w14:textId="209EC5C9" w:rsidR="00563463" w:rsidRDefault="00563463" w:rsidP="006B439B">
      <w:r w:rsidRPr="00787206">
        <w:t xml:space="preserve">Kyselyn syy ilmaistaan </w:t>
      </w:r>
      <w:r w:rsidRPr="00A80B77">
        <w:t xml:space="preserve">reasonCodella </w:t>
      </w:r>
      <w:r w:rsidR="00A80B77" w:rsidRPr="00A80B77">
        <w:t>33</w:t>
      </w:r>
      <w:r w:rsidRPr="00A80B77">
        <w:t xml:space="preserve"> Ulkomaisen lääkemääräyksen toimittaminen.</w:t>
      </w:r>
    </w:p>
    <w:p w14:paraId="34B8667F" w14:textId="53C8B33D" w:rsidR="006B439B" w:rsidRDefault="006B439B" w:rsidP="006B439B">
      <w:r>
        <w:t>Kyselyn käsittelijä palauttaa interaktiolla RCMR_IN300032FI01 kyselyvastaukset.</w:t>
      </w:r>
    </w:p>
    <w:tbl>
      <w:tblPr>
        <w:tblW w:w="8356" w:type="dxa"/>
        <w:tblCellSpacing w:w="15" w:type="dxa"/>
        <w:tblBorders>
          <w:top w:val="single" w:sz="6" w:space="0" w:color="C8D999"/>
          <w:left w:val="single" w:sz="6" w:space="0" w:color="C8D999"/>
          <w:bottom w:val="single" w:sz="6" w:space="0" w:color="C8D999"/>
          <w:right w:val="single" w:sz="6" w:space="0" w:color="C8D999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2117"/>
        <w:gridCol w:w="3884"/>
        <w:gridCol w:w="2355"/>
      </w:tblGrid>
      <w:tr w:rsidR="006B439B" w14:paraId="258807FC" w14:textId="77777777" w:rsidTr="00CD5DA7">
        <w:trPr>
          <w:tblCellSpacing w:w="15" w:type="dxa"/>
        </w:trPr>
        <w:tc>
          <w:tcPr>
            <w:tcW w:w="0" w:type="auto"/>
            <w:vAlign w:val="center"/>
          </w:tcPr>
          <w:p w14:paraId="1B19ECC6" w14:textId="77777777" w:rsidR="006B439B" w:rsidRPr="007A38AD" w:rsidRDefault="006B439B" w:rsidP="004271DD">
            <w:pPr>
              <w:rPr>
                <w:rFonts w:ascii="Verdana" w:hAnsi="Verdana"/>
                <w:b/>
                <w:bCs/>
                <w:color w:val="000000"/>
                <w:szCs w:val="20"/>
              </w:rPr>
            </w:pPr>
            <w:r w:rsidRPr="007A38AD">
              <w:rPr>
                <w:rFonts w:ascii="Verdana" w:hAnsi="Verdana"/>
                <w:b/>
                <w:bCs/>
                <w:color w:val="000000"/>
                <w:szCs w:val="20"/>
              </w:rPr>
              <w:t>Trigger Event</w:t>
            </w:r>
          </w:p>
        </w:tc>
        <w:tc>
          <w:tcPr>
            <w:tcW w:w="0" w:type="auto"/>
          </w:tcPr>
          <w:p w14:paraId="4C9D37E1" w14:textId="77777777" w:rsidR="006B439B" w:rsidRPr="007A38AD" w:rsidRDefault="006B439B" w:rsidP="004271DD">
            <w:pPr>
              <w:rPr>
                <w:rFonts w:ascii="Verdana" w:hAnsi="Verdana"/>
                <w:color w:val="000000"/>
                <w:szCs w:val="20"/>
                <w:lang w:val="en-US"/>
              </w:rPr>
            </w:pPr>
            <w:r w:rsidRPr="007A38AD">
              <w:rPr>
                <w:rFonts w:ascii="Verdana" w:hAnsi="Verdana"/>
                <w:color w:val="000000"/>
                <w:szCs w:val="20"/>
                <w:lang w:val="en-US"/>
              </w:rPr>
              <w:t>Document Query For Metadata and Content</w:t>
            </w:r>
          </w:p>
        </w:tc>
        <w:tc>
          <w:tcPr>
            <w:tcW w:w="1141" w:type="dxa"/>
          </w:tcPr>
          <w:p w14:paraId="4675854F" w14:textId="77777777" w:rsidR="006B439B" w:rsidRPr="007A38AD" w:rsidRDefault="006B439B" w:rsidP="004271DD">
            <w:pPr>
              <w:jc w:val="right"/>
              <w:rPr>
                <w:rFonts w:ascii="Verdana" w:hAnsi="Verdana"/>
                <w:color w:val="000000"/>
                <w:szCs w:val="20"/>
              </w:rPr>
            </w:pPr>
            <w:r w:rsidRPr="007A38AD">
              <w:rPr>
                <w:rFonts w:ascii="Verdana" w:hAnsi="Verdana"/>
                <w:color w:val="000000"/>
                <w:szCs w:val="20"/>
              </w:rPr>
              <w:t>RCMR_TE000903UV01</w:t>
            </w:r>
          </w:p>
        </w:tc>
      </w:tr>
      <w:tr w:rsidR="006B439B" w14:paraId="1D474FF8" w14:textId="77777777" w:rsidTr="00CD5DA7">
        <w:trPr>
          <w:tblCellSpacing w:w="15" w:type="dxa"/>
        </w:trPr>
        <w:tc>
          <w:tcPr>
            <w:tcW w:w="0" w:type="auto"/>
            <w:vAlign w:val="center"/>
          </w:tcPr>
          <w:p w14:paraId="6EA711AE" w14:textId="77777777" w:rsidR="006B439B" w:rsidRDefault="006B439B" w:rsidP="004271DD">
            <w:pPr>
              <w:rPr>
                <w:rFonts w:ascii="Verdana" w:hAnsi="Verdana"/>
                <w:b/>
                <w:bCs/>
                <w:color w:val="000000"/>
                <w:szCs w:val="20"/>
              </w:rPr>
            </w:pPr>
            <w:r>
              <w:rPr>
                <w:rFonts w:ascii="Verdana" w:hAnsi="Verdana"/>
                <w:b/>
                <w:bCs/>
                <w:color w:val="000000"/>
                <w:szCs w:val="20"/>
              </w:rPr>
              <w:t>Transmission Wrapper</w:t>
            </w:r>
          </w:p>
        </w:tc>
        <w:tc>
          <w:tcPr>
            <w:tcW w:w="0" w:type="auto"/>
          </w:tcPr>
          <w:p w14:paraId="1A5E36D3" w14:textId="77777777" w:rsidR="006B439B" w:rsidRDefault="006B439B" w:rsidP="004271DD">
            <w:pPr>
              <w:rPr>
                <w:rFonts w:ascii="Verdana" w:hAnsi="Verdana"/>
                <w:color w:val="000000"/>
                <w:szCs w:val="20"/>
              </w:rPr>
            </w:pPr>
            <w:r>
              <w:rPr>
                <w:rFonts w:ascii="Verdana" w:hAnsi="Verdana"/>
                <w:color w:val="000000"/>
                <w:szCs w:val="20"/>
              </w:rPr>
              <w:t>Send Message Payload</w:t>
            </w:r>
          </w:p>
        </w:tc>
        <w:tc>
          <w:tcPr>
            <w:tcW w:w="1141" w:type="dxa"/>
          </w:tcPr>
          <w:p w14:paraId="2B6A04CF" w14:textId="77777777" w:rsidR="006B439B" w:rsidRDefault="006B439B" w:rsidP="004271DD">
            <w:pPr>
              <w:jc w:val="right"/>
              <w:rPr>
                <w:rFonts w:ascii="Verdana" w:hAnsi="Verdana"/>
                <w:color w:val="000000"/>
                <w:szCs w:val="20"/>
              </w:rPr>
            </w:pPr>
            <w:r>
              <w:rPr>
                <w:rFonts w:ascii="Verdana" w:hAnsi="Verdana"/>
                <w:color w:val="000000"/>
                <w:szCs w:val="20"/>
              </w:rPr>
              <w:t>MCCI_MT000100UV01</w:t>
            </w:r>
          </w:p>
        </w:tc>
      </w:tr>
      <w:tr w:rsidR="006B439B" w14:paraId="0075A1D0" w14:textId="77777777" w:rsidTr="00CD5DA7">
        <w:trPr>
          <w:tblCellSpacing w:w="15" w:type="dxa"/>
        </w:trPr>
        <w:tc>
          <w:tcPr>
            <w:tcW w:w="0" w:type="auto"/>
            <w:vAlign w:val="center"/>
          </w:tcPr>
          <w:p w14:paraId="53D39D9B" w14:textId="77777777" w:rsidR="006B439B" w:rsidRDefault="006B439B" w:rsidP="004271DD">
            <w:pPr>
              <w:rPr>
                <w:rFonts w:ascii="Verdana" w:hAnsi="Verdana"/>
                <w:b/>
                <w:bCs/>
                <w:color w:val="000000"/>
                <w:szCs w:val="20"/>
              </w:rPr>
            </w:pPr>
            <w:r>
              <w:rPr>
                <w:rFonts w:ascii="Verdana" w:hAnsi="Verdana"/>
                <w:b/>
                <w:bCs/>
                <w:color w:val="000000"/>
                <w:szCs w:val="20"/>
              </w:rPr>
              <w:t>Control Act Wrapper</w:t>
            </w:r>
          </w:p>
        </w:tc>
        <w:tc>
          <w:tcPr>
            <w:tcW w:w="0" w:type="auto"/>
          </w:tcPr>
          <w:p w14:paraId="78522C35" w14:textId="77777777" w:rsidR="006B439B" w:rsidRDefault="006B439B" w:rsidP="004271DD">
            <w:pPr>
              <w:rPr>
                <w:rFonts w:ascii="Verdana" w:hAnsi="Verdana"/>
                <w:color w:val="000000"/>
                <w:szCs w:val="20"/>
                <w:lang w:val="en-US"/>
              </w:rPr>
            </w:pPr>
            <w:r>
              <w:rPr>
                <w:rFonts w:ascii="Verdana" w:hAnsi="Verdana"/>
                <w:color w:val="000000"/>
                <w:szCs w:val="20"/>
                <w:lang w:val="en-US"/>
              </w:rPr>
              <w:t>Query Control Act Request : Query By Parameter</w:t>
            </w:r>
          </w:p>
        </w:tc>
        <w:tc>
          <w:tcPr>
            <w:tcW w:w="1141" w:type="dxa"/>
          </w:tcPr>
          <w:p w14:paraId="0376D27C" w14:textId="77777777" w:rsidR="006B439B" w:rsidRDefault="006B439B" w:rsidP="004271DD">
            <w:pPr>
              <w:jc w:val="right"/>
              <w:rPr>
                <w:rFonts w:ascii="Verdana" w:hAnsi="Verdana"/>
                <w:color w:val="000000"/>
                <w:szCs w:val="20"/>
              </w:rPr>
            </w:pPr>
            <w:r>
              <w:rPr>
                <w:rFonts w:ascii="Verdana" w:hAnsi="Verdana"/>
                <w:color w:val="000000"/>
                <w:szCs w:val="20"/>
              </w:rPr>
              <w:t>QUQI_MT021001UV01</w:t>
            </w:r>
          </w:p>
        </w:tc>
      </w:tr>
      <w:tr w:rsidR="006B439B" w14:paraId="3BE84396" w14:textId="77777777" w:rsidTr="00CD5DA7">
        <w:trPr>
          <w:tblCellSpacing w:w="15" w:type="dxa"/>
        </w:trPr>
        <w:tc>
          <w:tcPr>
            <w:tcW w:w="0" w:type="auto"/>
            <w:vAlign w:val="center"/>
          </w:tcPr>
          <w:p w14:paraId="3BCD55F8" w14:textId="77777777" w:rsidR="006B439B" w:rsidRDefault="006B439B" w:rsidP="004271DD">
            <w:pPr>
              <w:rPr>
                <w:rFonts w:ascii="Verdana" w:hAnsi="Verdana"/>
                <w:b/>
                <w:bCs/>
                <w:color w:val="000000"/>
                <w:szCs w:val="20"/>
              </w:rPr>
            </w:pPr>
            <w:r>
              <w:rPr>
                <w:rFonts w:ascii="Verdana" w:hAnsi="Verdana"/>
                <w:b/>
                <w:bCs/>
                <w:color w:val="000000"/>
                <w:szCs w:val="20"/>
              </w:rPr>
              <w:t>Message Type</w:t>
            </w:r>
          </w:p>
        </w:tc>
        <w:tc>
          <w:tcPr>
            <w:tcW w:w="0" w:type="auto"/>
          </w:tcPr>
          <w:p w14:paraId="4F67E7C8" w14:textId="77777777" w:rsidR="006B439B" w:rsidRDefault="006B439B" w:rsidP="004271DD">
            <w:pPr>
              <w:rPr>
                <w:rFonts w:ascii="Verdana" w:hAnsi="Verdana"/>
                <w:color w:val="000000"/>
                <w:szCs w:val="20"/>
                <w:lang w:val="en-US"/>
              </w:rPr>
            </w:pPr>
            <w:r>
              <w:rPr>
                <w:rFonts w:ascii="Verdana" w:hAnsi="Verdana"/>
                <w:color w:val="000000"/>
                <w:szCs w:val="20"/>
                <w:lang w:val="en-US"/>
              </w:rPr>
              <w:t>Medical Records Parameter Query Message</w:t>
            </w:r>
          </w:p>
        </w:tc>
        <w:tc>
          <w:tcPr>
            <w:tcW w:w="1141" w:type="dxa"/>
          </w:tcPr>
          <w:p w14:paraId="6033BD0B" w14:textId="567A2F32" w:rsidR="006B439B" w:rsidRDefault="006B439B" w:rsidP="006B439B">
            <w:pPr>
              <w:jc w:val="right"/>
              <w:rPr>
                <w:rFonts w:ascii="Verdana" w:hAnsi="Verdana"/>
                <w:color w:val="000000"/>
                <w:szCs w:val="20"/>
              </w:rPr>
            </w:pPr>
            <w:r>
              <w:rPr>
                <w:rFonts w:ascii="Verdana" w:hAnsi="Verdana"/>
                <w:color w:val="000000"/>
                <w:szCs w:val="20"/>
              </w:rPr>
              <w:t>RCMR_MT300003FI01</w:t>
            </w:r>
          </w:p>
        </w:tc>
      </w:tr>
    </w:tbl>
    <w:p w14:paraId="716E847E" w14:textId="75BAD555" w:rsidR="006B439B" w:rsidRDefault="006B439B" w:rsidP="00AA3842"/>
    <w:tbl>
      <w:tblPr>
        <w:tblW w:w="8364" w:type="dxa"/>
        <w:tblCellSpacing w:w="15" w:type="dxa"/>
        <w:tblBorders>
          <w:top w:val="single" w:sz="6" w:space="0" w:color="C8D999"/>
          <w:left w:val="single" w:sz="6" w:space="0" w:color="C8D999"/>
          <w:bottom w:val="single" w:sz="6" w:space="0" w:color="C8D999"/>
          <w:right w:val="single" w:sz="6" w:space="0" w:color="C8D999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3711"/>
        <w:gridCol w:w="2399"/>
        <w:gridCol w:w="2254"/>
      </w:tblGrid>
      <w:tr w:rsidR="006B439B" w14:paraId="30819F86" w14:textId="77777777" w:rsidTr="00CD5DA7">
        <w:trPr>
          <w:tblCellSpacing w:w="15" w:type="dxa"/>
        </w:trPr>
        <w:tc>
          <w:tcPr>
            <w:tcW w:w="830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AFE8002" w14:textId="77777777" w:rsidR="006B439B" w:rsidRDefault="006B439B" w:rsidP="004271DD">
            <w:pPr>
              <w:spacing w:before="150" w:after="45"/>
              <w:rPr>
                <w:rFonts w:ascii="Verdana" w:hAnsi="Verdana" w:cs="Arial"/>
                <w:b/>
                <w:bCs/>
                <w:color w:val="000000"/>
                <w:sz w:val="19"/>
                <w:szCs w:val="19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19"/>
                <w:szCs w:val="19"/>
              </w:rPr>
              <w:t>Sending and Receiving Roles</w:t>
            </w:r>
          </w:p>
        </w:tc>
      </w:tr>
      <w:tr w:rsidR="006B439B" w:rsidRPr="00AC7E70" w14:paraId="40ED8000" w14:textId="77777777" w:rsidTr="00CD5DA7">
        <w:trPr>
          <w:tblCellSpacing w:w="15" w:type="dxa"/>
        </w:trPr>
        <w:tc>
          <w:tcPr>
            <w:tcW w:w="830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7D1A680" w14:textId="77777777" w:rsidR="006B439B" w:rsidRPr="006B439B" w:rsidRDefault="006B439B" w:rsidP="004271DD">
            <w:pPr>
              <w:spacing w:before="150" w:after="45"/>
              <w:rPr>
                <w:rFonts w:ascii="Verdana" w:hAnsi="Verdana" w:cs="Arial"/>
                <w:b/>
                <w:bCs/>
                <w:color w:val="FF0000"/>
                <w:sz w:val="19"/>
                <w:szCs w:val="19"/>
                <w:lang w:val="en-US"/>
              </w:rPr>
            </w:pPr>
            <w:r w:rsidRPr="00AC583B">
              <w:rPr>
                <w:rFonts w:ascii="Verdana" w:hAnsi="Verdana" w:cs="Arial"/>
                <w:b/>
                <w:bCs/>
                <w:sz w:val="19"/>
                <w:szCs w:val="19"/>
                <w:lang w:val="en-US"/>
              </w:rPr>
              <w:lastRenderedPageBreak/>
              <w:t>Sender</w:t>
            </w:r>
            <w:r w:rsidRPr="00AC583B">
              <w:rPr>
                <w:rFonts w:ascii="Verdana" w:hAnsi="Verdana" w:cs="Arial"/>
                <w:b/>
                <w:bCs/>
                <w:sz w:val="19"/>
                <w:szCs w:val="19"/>
                <w:lang w:val="en-US"/>
              </w:rPr>
              <w:tab/>
            </w:r>
            <w:r w:rsidRPr="00AC583B">
              <w:rPr>
                <w:rFonts w:ascii="Verdana" w:hAnsi="Verdana" w:cs="Arial"/>
                <w:bCs/>
                <w:sz w:val="19"/>
                <w:szCs w:val="19"/>
                <w:lang w:val="en-US"/>
              </w:rPr>
              <w:t>Document Originator</w:t>
            </w:r>
            <w:r w:rsidRPr="00AC583B">
              <w:rPr>
                <w:rFonts w:ascii="Verdana" w:hAnsi="Verdana" w:cs="Arial"/>
                <w:bCs/>
                <w:sz w:val="19"/>
                <w:szCs w:val="19"/>
                <w:lang w:val="en-US"/>
              </w:rPr>
              <w:tab/>
            </w:r>
            <w:r w:rsidRPr="00AC583B">
              <w:rPr>
                <w:rFonts w:ascii="Verdana" w:hAnsi="Verdana" w:cs="Arial"/>
                <w:bCs/>
                <w:sz w:val="19"/>
                <w:szCs w:val="19"/>
                <w:lang w:val="en-US"/>
              </w:rPr>
              <w:tab/>
            </w:r>
            <w:r w:rsidRPr="00AC583B">
              <w:rPr>
                <w:rFonts w:ascii="Verdana" w:hAnsi="Verdana" w:cs="Arial"/>
                <w:bCs/>
                <w:sz w:val="19"/>
                <w:szCs w:val="19"/>
                <w:lang w:val="en-US"/>
              </w:rPr>
              <w:tab/>
              <w:t>RCMR_AR000001UV01</w:t>
            </w:r>
          </w:p>
        </w:tc>
      </w:tr>
      <w:tr w:rsidR="006B439B" w:rsidRPr="00AC7E70" w14:paraId="27C56D43" w14:textId="77777777" w:rsidTr="00CD5DA7">
        <w:trPr>
          <w:tblCellSpacing w:w="15" w:type="dxa"/>
        </w:trPr>
        <w:tc>
          <w:tcPr>
            <w:tcW w:w="830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545172" w14:textId="77777777" w:rsidR="006B439B" w:rsidRPr="006B439B" w:rsidRDefault="006B439B" w:rsidP="004271DD">
            <w:pPr>
              <w:spacing w:before="150" w:after="45"/>
              <w:rPr>
                <w:rFonts w:ascii="Verdana" w:hAnsi="Verdana" w:cs="Arial"/>
                <w:b/>
                <w:bCs/>
                <w:color w:val="FF0000"/>
                <w:sz w:val="19"/>
                <w:szCs w:val="19"/>
                <w:lang w:val="en-US"/>
              </w:rPr>
            </w:pPr>
            <w:r w:rsidRPr="00BE2358">
              <w:rPr>
                <w:rFonts w:ascii="Verdana" w:hAnsi="Verdana" w:cs="Arial"/>
                <w:b/>
                <w:bCs/>
                <w:sz w:val="19"/>
                <w:szCs w:val="19"/>
                <w:lang w:val="en-US"/>
              </w:rPr>
              <w:t>Receiver</w:t>
            </w:r>
            <w:r w:rsidRPr="00BE2358">
              <w:rPr>
                <w:rFonts w:ascii="Verdana" w:hAnsi="Verdana" w:cs="Arial"/>
                <w:b/>
                <w:bCs/>
                <w:sz w:val="19"/>
                <w:szCs w:val="19"/>
                <w:lang w:val="en-US"/>
              </w:rPr>
              <w:tab/>
            </w:r>
            <w:r w:rsidRPr="00BE2358">
              <w:rPr>
                <w:rFonts w:ascii="Verdana" w:hAnsi="Verdana" w:cs="Arial"/>
                <w:bCs/>
                <w:sz w:val="19"/>
                <w:szCs w:val="19"/>
                <w:lang w:val="en-US"/>
              </w:rPr>
              <w:t>Content Required Document Management System</w:t>
            </w:r>
            <w:r w:rsidRPr="00BE2358">
              <w:rPr>
                <w:rFonts w:ascii="Verdana" w:hAnsi="Verdana" w:cs="Arial"/>
                <w:bCs/>
                <w:sz w:val="19"/>
                <w:szCs w:val="19"/>
                <w:lang w:val="en-US"/>
              </w:rPr>
              <w:tab/>
              <w:t>RCMR_AR000003UV01</w:t>
            </w:r>
          </w:p>
        </w:tc>
      </w:tr>
      <w:tr w:rsidR="006B439B" w14:paraId="26DA9DD5" w14:textId="77777777" w:rsidTr="00CD5DA7">
        <w:trPr>
          <w:tblCellSpacing w:w="15" w:type="dxa"/>
        </w:trPr>
        <w:tc>
          <w:tcPr>
            <w:tcW w:w="830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FD7E14" w14:textId="77777777" w:rsidR="006B439B" w:rsidRDefault="006B439B" w:rsidP="004271DD">
            <w:pPr>
              <w:spacing w:before="150" w:after="45"/>
              <w:rPr>
                <w:rFonts w:ascii="Verdana" w:hAnsi="Verdana" w:cs="Arial"/>
                <w:b/>
                <w:bCs/>
                <w:color w:val="000000"/>
                <w:sz w:val="19"/>
                <w:szCs w:val="19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19"/>
                <w:szCs w:val="19"/>
              </w:rPr>
              <w:t>Receiver Responsibilities</w:t>
            </w:r>
          </w:p>
        </w:tc>
      </w:tr>
      <w:tr w:rsidR="006B439B" w14:paraId="5705C377" w14:textId="77777777" w:rsidTr="00CD5DA7">
        <w:trPr>
          <w:tblCellSpacing w:w="15" w:type="dxa"/>
        </w:trPr>
        <w:tc>
          <w:tcPr>
            <w:tcW w:w="4820" w:type="dxa"/>
          </w:tcPr>
          <w:p w14:paraId="2BE5C2AE" w14:textId="77777777" w:rsidR="006B439B" w:rsidRDefault="006B439B" w:rsidP="004271DD">
            <w:pPr>
              <w:rPr>
                <w:rFonts w:ascii="Verdana" w:hAnsi="Verdana"/>
                <w:color w:val="000000"/>
                <w:szCs w:val="20"/>
              </w:rPr>
            </w:pPr>
            <w:r>
              <w:rPr>
                <w:rFonts w:ascii="Verdana" w:hAnsi="Verdana"/>
                <w:b/>
                <w:bCs/>
                <w:color w:val="000000"/>
                <w:szCs w:val="20"/>
              </w:rPr>
              <w:t>Reason</w:t>
            </w:r>
          </w:p>
        </w:tc>
        <w:tc>
          <w:tcPr>
            <w:tcW w:w="2376" w:type="dxa"/>
            <w:tcMar>
              <w:top w:w="15" w:type="dxa"/>
              <w:left w:w="15" w:type="dxa"/>
              <w:bottom w:w="15" w:type="dxa"/>
              <w:right w:w="75" w:type="dxa"/>
            </w:tcMar>
          </w:tcPr>
          <w:p w14:paraId="286A5FEF" w14:textId="77777777" w:rsidR="006B439B" w:rsidRDefault="006B439B" w:rsidP="004271DD">
            <w:pPr>
              <w:jc w:val="right"/>
              <w:rPr>
                <w:rFonts w:ascii="Verdana" w:hAnsi="Verdana"/>
                <w:color w:val="000000"/>
                <w:szCs w:val="20"/>
              </w:rPr>
            </w:pPr>
            <w:r>
              <w:rPr>
                <w:rFonts w:ascii="Verdana" w:hAnsi="Verdana"/>
                <w:b/>
                <w:bCs/>
                <w:color w:val="000000"/>
                <w:szCs w:val="20"/>
              </w:rPr>
              <w:t>Trigger Event</w:t>
            </w:r>
          </w:p>
        </w:tc>
        <w:tc>
          <w:tcPr>
            <w:tcW w:w="1048" w:type="dxa"/>
          </w:tcPr>
          <w:p w14:paraId="13EF1BAF" w14:textId="77777777" w:rsidR="006B439B" w:rsidRDefault="006B439B" w:rsidP="004271DD">
            <w:pPr>
              <w:jc w:val="right"/>
              <w:rPr>
                <w:rFonts w:ascii="Verdana" w:hAnsi="Verdana"/>
                <w:color w:val="000000"/>
                <w:szCs w:val="20"/>
              </w:rPr>
            </w:pPr>
            <w:r>
              <w:rPr>
                <w:rFonts w:ascii="Verdana" w:hAnsi="Verdana"/>
                <w:b/>
                <w:bCs/>
                <w:color w:val="000000"/>
                <w:szCs w:val="20"/>
              </w:rPr>
              <w:t>Interaction</w:t>
            </w:r>
          </w:p>
        </w:tc>
      </w:tr>
      <w:tr w:rsidR="006B439B" w14:paraId="4AFF59D7" w14:textId="77777777" w:rsidTr="00CD5DA7">
        <w:trPr>
          <w:tblCellSpacing w:w="15" w:type="dxa"/>
        </w:trPr>
        <w:tc>
          <w:tcPr>
            <w:tcW w:w="4820" w:type="dxa"/>
          </w:tcPr>
          <w:p w14:paraId="1328A398" w14:textId="77777777" w:rsidR="006B439B" w:rsidRDefault="006B439B" w:rsidP="004271DD">
            <w:pPr>
              <w:rPr>
                <w:rFonts w:ascii="Verdana" w:hAnsi="Verdana"/>
                <w:color w:val="000000"/>
                <w:szCs w:val="20"/>
                <w:lang w:val="en-US"/>
              </w:rPr>
            </w:pPr>
            <w:r>
              <w:rPr>
                <w:rFonts w:ascii="Verdana" w:hAnsi="Verdana"/>
                <w:color w:val="000000"/>
                <w:szCs w:val="20"/>
                <w:lang w:val="en-US"/>
              </w:rPr>
              <w:t xml:space="preserve">Receiver's response to a query for document metadata and content is to return both matching document metadata and documents. </w:t>
            </w:r>
          </w:p>
        </w:tc>
        <w:tc>
          <w:tcPr>
            <w:tcW w:w="2376" w:type="dxa"/>
            <w:tcMar>
              <w:top w:w="15" w:type="dxa"/>
              <w:left w:w="15" w:type="dxa"/>
              <w:bottom w:w="15" w:type="dxa"/>
              <w:right w:w="75" w:type="dxa"/>
            </w:tcMar>
          </w:tcPr>
          <w:p w14:paraId="1918BF42" w14:textId="77777777" w:rsidR="006B439B" w:rsidRDefault="006B439B" w:rsidP="004271DD">
            <w:pPr>
              <w:jc w:val="right"/>
              <w:rPr>
                <w:rFonts w:ascii="Verdana" w:hAnsi="Verdana"/>
                <w:color w:val="000000"/>
                <w:szCs w:val="20"/>
              </w:rPr>
            </w:pPr>
            <w:r>
              <w:rPr>
                <w:rFonts w:ascii="Verdana" w:hAnsi="Verdana"/>
                <w:color w:val="000000"/>
                <w:szCs w:val="20"/>
              </w:rPr>
              <w:t>RCMR_TE000904UV01</w:t>
            </w:r>
          </w:p>
        </w:tc>
        <w:tc>
          <w:tcPr>
            <w:tcW w:w="1048" w:type="dxa"/>
          </w:tcPr>
          <w:p w14:paraId="656E13ED" w14:textId="7AB3BEB7" w:rsidR="006B439B" w:rsidRDefault="006B439B" w:rsidP="006B439B">
            <w:pPr>
              <w:jc w:val="right"/>
              <w:rPr>
                <w:rFonts w:ascii="Verdana" w:hAnsi="Verdana"/>
                <w:color w:val="000000"/>
                <w:szCs w:val="20"/>
              </w:rPr>
            </w:pPr>
            <w:r>
              <w:rPr>
                <w:rFonts w:ascii="Verdana" w:hAnsi="Verdana"/>
                <w:color w:val="000000"/>
                <w:szCs w:val="20"/>
              </w:rPr>
              <w:t>RCMR_IN300032FI01</w:t>
            </w:r>
          </w:p>
        </w:tc>
      </w:tr>
    </w:tbl>
    <w:p w14:paraId="7861FC4B" w14:textId="1D3C8040" w:rsidR="00AA3842" w:rsidRDefault="00AA3842" w:rsidP="00AA3842">
      <w:pPr>
        <w:pStyle w:val="Otsikko2"/>
      </w:pPr>
      <w:bookmarkStart w:id="100" w:name="_Toc513470454"/>
      <w:r>
        <w:t>Kyselyiden vastausinteraktiot</w:t>
      </w:r>
      <w:bookmarkEnd w:id="100"/>
    </w:p>
    <w:p w14:paraId="4BFBBFE4" w14:textId="742CEB69" w:rsidR="00AA3842" w:rsidRDefault="006B439B" w:rsidP="00AA3842">
      <w:pPr>
        <w:pStyle w:val="Otsikko3"/>
        <w:keepLines w:val="0"/>
        <w:tabs>
          <w:tab w:val="num" w:pos="720"/>
        </w:tabs>
        <w:spacing w:before="240" w:after="60"/>
        <w:rPr>
          <w:lang w:val="en-US"/>
        </w:rPr>
      </w:pPr>
      <w:bookmarkStart w:id="101" w:name="_Toc170762826"/>
      <w:bookmarkStart w:id="102" w:name="_Toc170763574"/>
      <w:bookmarkStart w:id="103" w:name="_Toc492904256"/>
      <w:bookmarkStart w:id="104" w:name="_Toc513470455"/>
      <w:r>
        <w:rPr>
          <w:lang w:val="en-US"/>
        </w:rPr>
        <w:t>Find Document</w:t>
      </w:r>
      <w:r w:rsidR="0039173F">
        <w:rPr>
          <w:lang w:val="en-US"/>
        </w:rPr>
        <w:t xml:space="preserve"> </w:t>
      </w:r>
      <w:r w:rsidR="00AA3842">
        <w:rPr>
          <w:lang w:val="en-US"/>
        </w:rPr>
        <w:t>Metadata Response (RCMR_IN300030FI01)</w:t>
      </w:r>
      <w:bookmarkEnd w:id="101"/>
      <w:bookmarkEnd w:id="102"/>
      <w:bookmarkEnd w:id="103"/>
      <w:bookmarkEnd w:id="104"/>
      <w:r w:rsidR="00AA3842">
        <w:rPr>
          <w:lang w:val="en-US"/>
        </w:rPr>
        <w:t xml:space="preserve">   </w:t>
      </w:r>
    </w:p>
    <w:p w14:paraId="26CDDF43" w14:textId="53C3978A" w:rsidR="009A6444" w:rsidRPr="00787206" w:rsidRDefault="00C8558B" w:rsidP="00AC3567">
      <w:r>
        <w:t>Interaktiolla RCMR_IN300030</w:t>
      </w:r>
      <w:r w:rsidRPr="001276CC">
        <w:t xml:space="preserve">FI01 </w:t>
      </w:r>
      <w:r>
        <w:t>vastataan kyselyyn RCMR_IN300029</w:t>
      </w:r>
      <w:r w:rsidRPr="001276CC">
        <w:t>FI01.</w:t>
      </w:r>
      <w:r>
        <w:t xml:space="preserve"> Vastauksella palautetaan apteekille lääkemääräyst</w:t>
      </w:r>
      <w:r w:rsidR="00E90506">
        <w:t xml:space="preserve">en kuvailutiedot. </w:t>
      </w:r>
    </w:p>
    <w:tbl>
      <w:tblPr>
        <w:tblW w:w="8356" w:type="dxa"/>
        <w:tblCellSpacing w:w="15" w:type="dxa"/>
        <w:tblBorders>
          <w:top w:val="single" w:sz="6" w:space="0" w:color="C8D999"/>
          <w:left w:val="single" w:sz="6" w:space="0" w:color="C8D999"/>
          <w:bottom w:val="single" w:sz="6" w:space="0" w:color="C8D999"/>
          <w:right w:val="single" w:sz="6" w:space="0" w:color="C8D999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2132"/>
        <w:gridCol w:w="3869"/>
        <w:gridCol w:w="2355"/>
      </w:tblGrid>
      <w:tr w:rsidR="00C8558B" w14:paraId="7334F00E" w14:textId="77777777" w:rsidTr="00CD5DA7">
        <w:trPr>
          <w:tblCellSpacing w:w="15" w:type="dxa"/>
        </w:trPr>
        <w:tc>
          <w:tcPr>
            <w:tcW w:w="0" w:type="auto"/>
            <w:vAlign w:val="center"/>
          </w:tcPr>
          <w:p w14:paraId="732EEF2A" w14:textId="77777777" w:rsidR="00C8558B" w:rsidRDefault="00C8558B" w:rsidP="004271DD">
            <w:pPr>
              <w:rPr>
                <w:rFonts w:ascii="Verdana" w:hAnsi="Verdana"/>
                <w:b/>
                <w:bCs/>
                <w:color w:val="000000"/>
                <w:szCs w:val="20"/>
              </w:rPr>
            </w:pPr>
            <w:r>
              <w:rPr>
                <w:rFonts w:ascii="Verdana" w:hAnsi="Verdana"/>
                <w:b/>
                <w:bCs/>
                <w:color w:val="000000"/>
                <w:szCs w:val="20"/>
              </w:rPr>
              <w:t>Trigger Event</w:t>
            </w:r>
          </w:p>
        </w:tc>
        <w:tc>
          <w:tcPr>
            <w:tcW w:w="0" w:type="auto"/>
          </w:tcPr>
          <w:p w14:paraId="6A9A15B1" w14:textId="77777777" w:rsidR="00C8558B" w:rsidRPr="00486A68" w:rsidRDefault="00C8558B" w:rsidP="004271DD">
            <w:pPr>
              <w:rPr>
                <w:rFonts w:ascii="Verdana" w:hAnsi="Verdana"/>
                <w:color w:val="000000"/>
                <w:szCs w:val="20"/>
                <w:lang w:val="en-US"/>
              </w:rPr>
            </w:pPr>
            <w:r w:rsidRPr="00486A68">
              <w:rPr>
                <w:rFonts w:ascii="Verdana" w:hAnsi="Verdana"/>
                <w:color w:val="000000"/>
                <w:szCs w:val="20"/>
                <w:lang w:val="en-US"/>
              </w:rPr>
              <w:t>Document Query Response For Metadata</w:t>
            </w:r>
          </w:p>
        </w:tc>
        <w:tc>
          <w:tcPr>
            <w:tcW w:w="1141" w:type="dxa"/>
          </w:tcPr>
          <w:p w14:paraId="343F15D2" w14:textId="77777777" w:rsidR="00C8558B" w:rsidRDefault="00C8558B" w:rsidP="004271DD">
            <w:pPr>
              <w:jc w:val="right"/>
              <w:rPr>
                <w:rFonts w:ascii="Verdana" w:hAnsi="Verdana"/>
                <w:color w:val="000000"/>
                <w:szCs w:val="20"/>
              </w:rPr>
            </w:pPr>
            <w:r w:rsidRPr="00087D8C">
              <w:rPr>
                <w:rFonts w:ascii="Verdana" w:hAnsi="Verdana"/>
                <w:color w:val="000000"/>
                <w:szCs w:val="20"/>
              </w:rPr>
              <w:t>RCMR_TE000902</w:t>
            </w:r>
          </w:p>
        </w:tc>
      </w:tr>
      <w:tr w:rsidR="00C8558B" w14:paraId="6784FF66" w14:textId="77777777" w:rsidTr="00CD5DA7">
        <w:trPr>
          <w:tblCellSpacing w:w="15" w:type="dxa"/>
        </w:trPr>
        <w:tc>
          <w:tcPr>
            <w:tcW w:w="0" w:type="auto"/>
            <w:vAlign w:val="center"/>
          </w:tcPr>
          <w:p w14:paraId="50EA2FF6" w14:textId="77777777" w:rsidR="00C8558B" w:rsidRDefault="00C8558B" w:rsidP="004271DD">
            <w:pPr>
              <w:rPr>
                <w:rFonts w:ascii="Verdana" w:hAnsi="Verdana"/>
                <w:b/>
                <w:bCs/>
                <w:color w:val="000000"/>
                <w:szCs w:val="20"/>
              </w:rPr>
            </w:pPr>
            <w:r>
              <w:rPr>
                <w:rFonts w:ascii="Verdana" w:hAnsi="Verdana"/>
                <w:b/>
                <w:bCs/>
                <w:color w:val="000000"/>
                <w:szCs w:val="20"/>
              </w:rPr>
              <w:t>Transmission Wrapper</w:t>
            </w:r>
          </w:p>
        </w:tc>
        <w:tc>
          <w:tcPr>
            <w:tcW w:w="0" w:type="auto"/>
          </w:tcPr>
          <w:p w14:paraId="433ED958" w14:textId="77777777" w:rsidR="00C8558B" w:rsidRDefault="00C8558B" w:rsidP="004271DD">
            <w:pPr>
              <w:rPr>
                <w:rFonts w:ascii="Verdana" w:hAnsi="Verdana"/>
                <w:color w:val="000000"/>
                <w:szCs w:val="20"/>
              </w:rPr>
            </w:pPr>
            <w:r>
              <w:rPr>
                <w:rFonts w:ascii="Verdana" w:hAnsi="Verdana"/>
                <w:color w:val="000000"/>
                <w:szCs w:val="20"/>
              </w:rPr>
              <w:t>Application Level Acknowledgement</w:t>
            </w:r>
          </w:p>
        </w:tc>
        <w:tc>
          <w:tcPr>
            <w:tcW w:w="1141" w:type="dxa"/>
          </w:tcPr>
          <w:p w14:paraId="5D24CACD" w14:textId="77777777" w:rsidR="00C8558B" w:rsidRDefault="00C8558B" w:rsidP="004271DD">
            <w:pPr>
              <w:jc w:val="right"/>
              <w:rPr>
                <w:rFonts w:ascii="Verdana" w:hAnsi="Verdana"/>
                <w:color w:val="000000"/>
                <w:szCs w:val="20"/>
              </w:rPr>
            </w:pPr>
            <w:r w:rsidRPr="00087D8C">
              <w:rPr>
                <w:rFonts w:ascii="Verdana" w:hAnsi="Verdana"/>
                <w:color w:val="000000"/>
                <w:szCs w:val="20"/>
              </w:rPr>
              <w:t>MCCI_MT000300UV01</w:t>
            </w:r>
          </w:p>
        </w:tc>
      </w:tr>
      <w:tr w:rsidR="00C8558B" w14:paraId="292B567E" w14:textId="77777777" w:rsidTr="00CD5DA7">
        <w:trPr>
          <w:tblCellSpacing w:w="15" w:type="dxa"/>
        </w:trPr>
        <w:tc>
          <w:tcPr>
            <w:tcW w:w="0" w:type="auto"/>
            <w:vAlign w:val="center"/>
          </w:tcPr>
          <w:p w14:paraId="7446DF97" w14:textId="77777777" w:rsidR="00C8558B" w:rsidRDefault="00C8558B" w:rsidP="004271DD">
            <w:pPr>
              <w:rPr>
                <w:rFonts w:ascii="Verdana" w:hAnsi="Verdana"/>
                <w:b/>
                <w:bCs/>
                <w:color w:val="000000"/>
                <w:szCs w:val="20"/>
              </w:rPr>
            </w:pPr>
            <w:r>
              <w:rPr>
                <w:rFonts w:ascii="Verdana" w:hAnsi="Verdana"/>
                <w:b/>
                <w:bCs/>
                <w:color w:val="000000"/>
                <w:szCs w:val="20"/>
              </w:rPr>
              <w:t>Control Act Wrapper</w:t>
            </w:r>
          </w:p>
        </w:tc>
        <w:tc>
          <w:tcPr>
            <w:tcW w:w="0" w:type="auto"/>
          </w:tcPr>
          <w:p w14:paraId="5DFCA781" w14:textId="77777777" w:rsidR="00C8558B" w:rsidRPr="00486A68" w:rsidRDefault="00C8558B" w:rsidP="004271DD">
            <w:pPr>
              <w:rPr>
                <w:rFonts w:ascii="Verdana" w:hAnsi="Verdana"/>
                <w:color w:val="000000"/>
                <w:szCs w:val="20"/>
                <w:lang w:val="en-US"/>
              </w:rPr>
            </w:pPr>
            <w:r w:rsidRPr="00486A68">
              <w:rPr>
                <w:rFonts w:ascii="Verdana" w:hAnsi="Verdana"/>
                <w:color w:val="000000"/>
                <w:szCs w:val="20"/>
                <w:lang w:val="en-US"/>
              </w:rPr>
              <w:t>Query Control Act Response / Acknowledgement</w:t>
            </w:r>
          </w:p>
        </w:tc>
        <w:tc>
          <w:tcPr>
            <w:tcW w:w="1141" w:type="dxa"/>
          </w:tcPr>
          <w:p w14:paraId="40B2DF3F" w14:textId="77777777" w:rsidR="00C8558B" w:rsidRDefault="00C8558B" w:rsidP="004271DD">
            <w:pPr>
              <w:jc w:val="right"/>
              <w:rPr>
                <w:rFonts w:ascii="Verdana" w:hAnsi="Verdana"/>
                <w:color w:val="000000"/>
                <w:szCs w:val="20"/>
              </w:rPr>
            </w:pPr>
            <w:r w:rsidRPr="00087D8C">
              <w:rPr>
                <w:rFonts w:ascii="Verdana" w:hAnsi="Verdana"/>
                <w:color w:val="000000"/>
                <w:szCs w:val="20"/>
              </w:rPr>
              <w:t>QUQI_MT120001UV01</w:t>
            </w:r>
          </w:p>
        </w:tc>
      </w:tr>
      <w:tr w:rsidR="00C8558B" w14:paraId="34BCC777" w14:textId="77777777" w:rsidTr="00CD5DA7">
        <w:trPr>
          <w:tblCellSpacing w:w="15" w:type="dxa"/>
        </w:trPr>
        <w:tc>
          <w:tcPr>
            <w:tcW w:w="0" w:type="auto"/>
            <w:vAlign w:val="center"/>
          </w:tcPr>
          <w:p w14:paraId="7EA1FB1C" w14:textId="77777777" w:rsidR="00C8558B" w:rsidRDefault="00C8558B" w:rsidP="004271DD">
            <w:pPr>
              <w:rPr>
                <w:rFonts w:ascii="Verdana" w:hAnsi="Verdana"/>
                <w:b/>
                <w:bCs/>
                <w:color w:val="000000"/>
                <w:szCs w:val="20"/>
              </w:rPr>
            </w:pPr>
            <w:r>
              <w:rPr>
                <w:rFonts w:ascii="Verdana" w:hAnsi="Verdana"/>
                <w:b/>
                <w:bCs/>
                <w:color w:val="000000"/>
                <w:szCs w:val="20"/>
              </w:rPr>
              <w:t>Query Response Type</w:t>
            </w:r>
          </w:p>
        </w:tc>
        <w:tc>
          <w:tcPr>
            <w:tcW w:w="0" w:type="auto"/>
          </w:tcPr>
          <w:p w14:paraId="272B4B1F" w14:textId="77777777" w:rsidR="00C8558B" w:rsidRDefault="00C8558B" w:rsidP="004271DD">
            <w:pPr>
              <w:rPr>
                <w:rFonts w:ascii="Verdana" w:hAnsi="Verdana"/>
                <w:color w:val="000000"/>
                <w:szCs w:val="20"/>
              </w:rPr>
            </w:pPr>
            <w:r>
              <w:rPr>
                <w:rFonts w:ascii="Verdana" w:hAnsi="Verdana"/>
                <w:color w:val="000000"/>
                <w:szCs w:val="20"/>
              </w:rPr>
              <w:t>Document Event</w:t>
            </w:r>
          </w:p>
        </w:tc>
        <w:tc>
          <w:tcPr>
            <w:tcW w:w="1141" w:type="dxa"/>
          </w:tcPr>
          <w:p w14:paraId="42EDB81B" w14:textId="79DE9E6D" w:rsidR="00C8558B" w:rsidRDefault="00C8558B" w:rsidP="004271DD">
            <w:pPr>
              <w:jc w:val="right"/>
              <w:rPr>
                <w:rFonts w:ascii="Verdana" w:hAnsi="Verdana"/>
                <w:color w:val="000000"/>
                <w:szCs w:val="20"/>
              </w:rPr>
            </w:pPr>
            <w:r>
              <w:rPr>
                <w:rFonts w:ascii="Verdana" w:hAnsi="Verdana"/>
                <w:color w:val="000000"/>
                <w:szCs w:val="20"/>
              </w:rPr>
              <w:t>RCMR_MT3</w:t>
            </w:r>
            <w:r w:rsidRPr="00087D8C">
              <w:rPr>
                <w:rFonts w:ascii="Verdana" w:hAnsi="Verdana"/>
                <w:color w:val="000000"/>
                <w:szCs w:val="20"/>
              </w:rPr>
              <w:t>00001FI</w:t>
            </w:r>
            <w:r>
              <w:rPr>
                <w:rFonts w:ascii="Verdana" w:hAnsi="Verdana"/>
                <w:color w:val="000000"/>
                <w:szCs w:val="20"/>
              </w:rPr>
              <w:t>01</w:t>
            </w:r>
          </w:p>
        </w:tc>
      </w:tr>
    </w:tbl>
    <w:p w14:paraId="0D2ADBE0" w14:textId="59449470" w:rsidR="00E4658F" w:rsidRDefault="006B439B" w:rsidP="006B439B">
      <w:pPr>
        <w:pStyle w:val="Otsikko3"/>
        <w:rPr>
          <w:lang w:val="en-US"/>
        </w:rPr>
      </w:pPr>
      <w:bookmarkStart w:id="105" w:name="_Toc492904255"/>
      <w:bookmarkStart w:id="106" w:name="_Toc513470456"/>
      <w:r>
        <w:rPr>
          <w:lang w:val="en-US"/>
        </w:rPr>
        <w:t>Find Document Metadata and Content Response (RCMR_IN</w:t>
      </w:r>
      <w:r w:rsidR="00DC11C1">
        <w:rPr>
          <w:lang w:val="en-US"/>
        </w:rPr>
        <w:t>3</w:t>
      </w:r>
      <w:r>
        <w:rPr>
          <w:lang w:val="en-US"/>
        </w:rPr>
        <w:t>00032FI01)</w:t>
      </w:r>
      <w:bookmarkEnd w:id="105"/>
      <w:bookmarkEnd w:id="106"/>
    </w:p>
    <w:p w14:paraId="446C3C46" w14:textId="75C2D464" w:rsidR="007C2B03" w:rsidRDefault="00DC11C1" w:rsidP="009369BA">
      <w:r w:rsidRPr="001276CC">
        <w:t>Interaktiolla RCMR_IN</w:t>
      </w:r>
      <w:r>
        <w:t>3</w:t>
      </w:r>
      <w:r w:rsidRPr="001276CC">
        <w:t xml:space="preserve">00032FI01 vastataan </w:t>
      </w:r>
      <w:r w:rsidR="00DD53A2">
        <w:t>kyselyyn RCMR_IN303331FI01. Vastauksella palautetaan lääkemääräys toimitettavaksi.</w:t>
      </w:r>
    </w:p>
    <w:tbl>
      <w:tblPr>
        <w:tblW w:w="8356" w:type="dxa"/>
        <w:tblCellSpacing w:w="15" w:type="dxa"/>
        <w:tblBorders>
          <w:top w:val="single" w:sz="6" w:space="0" w:color="C8D999"/>
          <w:left w:val="single" w:sz="6" w:space="0" w:color="C8D999"/>
          <w:bottom w:val="single" w:sz="6" w:space="0" w:color="C8D999"/>
          <w:right w:val="single" w:sz="6" w:space="0" w:color="C8D999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2020"/>
        <w:gridCol w:w="3981"/>
        <w:gridCol w:w="2355"/>
      </w:tblGrid>
      <w:tr w:rsidR="002C0502" w:rsidRPr="00070022" w14:paraId="0E27E5DE" w14:textId="77777777" w:rsidTr="00CD5DA7">
        <w:trPr>
          <w:tblCellSpacing w:w="15" w:type="dxa"/>
        </w:trPr>
        <w:tc>
          <w:tcPr>
            <w:tcW w:w="0" w:type="auto"/>
            <w:vAlign w:val="center"/>
          </w:tcPr>
          <w:p w14:paraId="047D1E06" w14:textId="77777777" w:rsidR="002C0502" w:rsidRPr="00070022" w:rsidRDefault="002C0502" w:rsidP="004271DD">
            <w:pPr>
              <w:rPr>
                <w:rFonts w:ascii="Verdana" w:hAnsi="Verdana"/>
                <w:b/>
                <w:bCs/>
                <w:color w:val="000000"/>
                <w:szCs w:val="20"/>
                <w:lang w:val="en-US"/>
              </w:rPr>
            </w:pPr>
            <w:r w:rsidRPr="00070022">
              <w:rPr>
                <w:rFonts w:ascii="Verdana" w:hAnsi="Verdana"/>
                <w:b/>
                <w:bCs/>
                <w:color w:val="000000"/>
                <w:szCs w:val="20"/>
                <w:lang w:val="en-US"/>
              </w:rPr>
              <w:t>Trigger Event</w:t>
            </w:r>
          </w:p>
        </w:tc>
        <w:tc>
          <w:tcPr>
            <w:tcW w:w="0" w:type="auto"/>
          </w:tcPr>
          <w:p w14:paraId="4EF587D2" w14:textId="77777777" w:rsidR="002C0502" w:rsidRDefault="002C0502" w:rsidP="004271DD">
            <w:pPr>
              <w:rPr>
                <w:rFonts w:ascii="Verdana" w:hAnsi="Verdana"/>
                <w:color w:val="000000"/>
                <w:szCs w:val="20"/>
                <w:lang w:val="en-US"/>
              </w:rPr>
            </w:pPr>
            <w:r>
              <w:rPr>
                <w:rFonts w:ascii="Verdana" w:hAnsi="Verdana"/>
                <w:color w:val="000000"/>
                <w:szCs w:val="20"/>
                <w:lang w:val="en-US"/>
              </w:rPr>
              <w:t>Document Query Response For Metadata and Content</w:t>
            </w:r>
          </w:p>
        </w:tc>
        <w:tc>
          <w:tcPr>
            <w:tcW w:w="1141" w:type="dxa"/>
          </w:tcPr>
          <w:p w14:paraId="3C68739B" w14:textId="77777777" w:rsidR="002C0502" w:rsidRPr="00070022" w:rsidRDefault="002C0502" w:rsidP="004271DD">
            <w:pPr>
              <w:jc w:val="right"/>
              <w:rPr>
                <w:rFonts w:ascii="Verdana" w:hAnsi="Verdana"/>
                <w:color w:val="000000"/>
                <w:szCs w:val="20"/>
                <w:lang w:val="en-US"/>
              </w:rPr>
            </w:pPr>
            <w:r w:rsidRPr="00070022">
              <w:rPr>
                <w:rFonts w:ascii="Verdana" w:hAnsi="Verdana"/>
                <w:color w:val="000000"/>
                <w:szCs w:val="20"/>
                <w:lang w:val="en-US"/>
              </w:rPr>
              <w:t>RCMR_TE000904</w:t>
            </w:r>
          </w:p>
        </w:tc>
      </w:tr>
      <w:tr w:rsidR="002C0502" w14:paraId="73A2D07C" w14:textId="77777777" w:rsidTr="00CD5DA7">
        <w:trPr>
          <w:tblCellSpacing w:w="15" w:type="dxa"/>
        </w:trPr>
        <w:tc>
          <w:tcPr>
            <w:tcW w:w="0" w:type="auto"/>
            <w:vAlign w:val="center"/>
          </w:tcPr>
          <w:p w14:paraId="2BAA1FFC" w14:textId="77777777" w:rsidR="002C0502" w:rsidRPr="00070022" w:rsidRDefault="002C0502" w:rsidP="004271DD">
            <w:pPr>
              <w:rPr>
                <w:rFonts w:ascii="Verdana" w:hAnsi="Verdana"/>
                <w:b/>
                <w:bCs/>
                <w:color w:val="000000"/>
                <w:szCs w:val="20"/>
                <w:lang w:val="en-US"/>
              </w:rPr>
            </w:pPr>
            <w:r w:rsidRPr="00070022">
              <w:rPr>
                <w:rFonts w:ascii="Verdana" w:hAnsi="Verdana"/>
                <w:b/>
                <w:bCs/>
                <w:color w:val="000000"/>
                <w:szCs w:val="20"/>
                <w:lang w:val="en-US"/>
              </w:rPr>
              <w:t>Transmission Wrapper</w:t>
            </w:r>
          </w:p>
        </w:tc>
        <w:tc>
          <w:tcPr>
            <w:tcW w:w="0" w:type="auto"/>
          </w:tcPr>
          <w:p w14:paraId="3899D213" w14:textId="77777777" w:rsidR="002C0502" w:rsidRDefault="002C0502" w:rsidP="004271DD">
            <w:pPr>
              <w:rPr>
                <w:rFonts w:ascii="Verdana" w:hAnsi="Verdana"/>
                <w:color w:val="000000"/>
                <w:szCs w:val="20"/>
              </w:rPr>
            </w:pPr>
            <w:r w:rsidRPr="00070022">
              <w:rPr>
                <w:rFonts w:ascii="Verdana" w:hAnsi="Verdana"/>
                <w:color w:val="000000"/>
                <w:szCs w:val="20"/>
                <w:lang w:val="en-US"/>
              </w:rPr>
              <w:t>Application Level Acknowle</w:t>
            </w:r>
            <w:r>
              <w:rPr>
                <w:rFonts w:ascii="Verdana" w:hAnsi="Verdana"/>
                <w:color w:val="000000"/>
                <w:szCs w:val="20"/>
              </w:rPr>
              <w:t>dgement</w:t>
            </w:r>
          </w:p>
        </w:tc>
        <w:tc>
          <w:tcPr>
            <w:tcW w:w="1141" w:type="dxa"/>
          </w:tcPr>
          <w:p w14:paraId="001D0058" w14:textId="77777777" w:rsidR="002C0502" w:rsidRDefault="002C0502" w:rsidP="004271DD">
            <w:pPr>
              <w:jc w:val="right"/>
              <w:rPr>
                <w:rFonts w:ascii="Verdana" w:hAnsi="Verdana"/>
                <w:color w:val="000000"/>
                <w:szCs w:val="20"/>
              </w:rPr>
            </w:pPr>
            <w:r>
              <w:rPr>
                <w:rFonts w:ascii="Verdana" w:hAnsi="Verdana"/>
                <w:color w:val="000000"/>
                <w:szCs w:val="20"/>
              </w:rPr>
              <w:t>MCCI_MT000300UV01</w:t>
            </w:r>
          </w:p>
        </w:tc>
      </w:tr>
      <w:tr w:rsidR="002C0502" w14:paraId="7F33D94F" w14:textId="77777777" w:rsidTr="00CD5DA7">
        <w:trPr>
          <w:tblCellSpacing w:w="15" w:type="dxa"/>
        </w:trPr>
        <w:tc>
          <w:tcPr>
            <w:tcW w:w="0" w:type="auto"/>
            <w:vAlign w:val="center"/>
          </w:tcPr>
          <w:p w14:paraId="48251ECF" w14:textId="77777777" w:rsidR="002C0502" w:rsidRDefault="002C0502" w:rsidP="004271DD">
            <w:pPr>
              <w:rPr>
                <w:rFonts w:ascii="Verdana" w:hAnsi="Verdana"/>
                <w:b/>
                <w:bCs/>
                <w:color w:val="000000"/>
                <w:szCs w:val="20"/>
              </w:rPr>
            </w:pPr>
            <w:r>
              <w:rPr>
                <w:rFonts w:ascii="Verdana" w:hAnsi="Verdana"/>
                <w:b/>
                <w:bCs/>
                <w:color w:val="000000"/>
                <w:szCs w:val="20"/>
              </w:rPr>
              <w:t>Control Act Wrapper</w:t>
            </w:r>
          </w:p>
        </w:tc>
        <w:tc>
          <w:tcPr>
            <w:tcW w:w="0" w:type="auto"/>
          </w:tcPr>
          <w:p w14:paraId="531BB381" w14:textId="77777777" w:rsidR="002C0502" w:rsidRDefault="002C0502" w:rsidP="004271DD">
            <w:pPr>
              <w:rPr>
                <w:rFonts w:ascii="Verdana" w:hAnsi="Verdana"/>
                <w:color w:val="000000"/>
                <w:szCs w:val="20"/>
                <w:lang w:val="en-US"/>
              </w:rPr>
            </w:pPr>
            <w:r>
              <w:rPr>
                <w:rFonts w:ascii="Verdana" w:hAnsi="Verdana"/>
                <w:color w:val="000000"/>
                <w:szCs w:val="20"/>
                <w:lang w:val="en-US"/>
              </w:rPr>
              <w:t>Query Control Act Response / Acknowledgement</w:t>
            </w:r>
          </w:p>
        </w:tc>
        <w:tc>
          <w:tcPr>
            <w:tcW w:w="1141" w:type="dxa"/>
          </w:tcPr>
          <w:p w14:paraId="68C24091" w14:textId="77777777" w:rsidR="002C0502" w:rsidRDefault="002C0502" w:rsidP="004271DD">
            <w:pPr>
              <w:jc w:val="right"/>
              <w:rPr>
                <w:rFonts w:ascii="Verdana" w:hAnsi="Verdana"/>
                <w:color w:val="000000"/>
                <w:szCs w:val="20"/>
              </w:rPr>
            </w:pPr>
            <w:r>
              <w:rPr>
                <w:rFonts w:ascii="Verdana" w:hAnsi="Verdana"/>
                <w:color w:val="000000"/>
                <w:szCs w:val="20"/>
              </w:rPr>
              <w:t>QUQI_MT120001UV01</w:t>
            </w:r>
          </w:p>
        </w:tc>
      </w:tr>
      <w:tr w:rsidR="002C0502" w14:paraId="0B68ACDE" w14:textId="77777777" w:rsidTr="00CD5DA7">
        <w:trPr>
          <w:tblCellSpacing w:w="15" w:type="dxa"/>
        </w:trPr>
        <w:tc>
          <w:tcPr>
            <w:tcW w:w="0" w:type="auto"/>
            <w:vAlign w:val="center"/>
          </w:tcPr>
          <w:p w14:paraId="0324955A" w14:textId="77777777" w:rsidR="002C0502" w:rsidRDefault="002C0502" w:rsidP="004271DD">
            <w:pPr>
              <w:rPr>
                <w:rFonts w:ascii="Verdana" w:hAnsi="Verdana"/>
                <w:b/>
                <w:bCs/>
                <w:color w:val="000000"/>
                <w:szCs w:val="20"/>
              </w:rPr>
            </w:pPr>
            <w:r>
              <w:rPr>
                <w:rFonts w:ascii="Verdana" w:hAnsi="Verdana"/>
                <w:b/>
                <w:bCs/>
                <w:color w:val="000000"/>
                <w:szCs w:val="20"/>
              </w:rPr>
              <w:lastRenderedPageBreak/>
              <w:t>Query Response Type</w:t>
            </w:r>
          </w:p>
        </w:tc>
        <w:tc>
          <w:tcPr>
            <w:tcW w:w="0" w:type="auto"/>
          </w:tcPr>
          <w:p w14:paraId="2D8255AB" w14:textId="77777777" w:rsidR="002C0502" w:rsidRDefault="002C0502" w:rsidP="004271DD">
            <w:pPr>
              <w:rPr>
                <w:rFonts w:ascii="Verdana" w:hAnsi="Verdana"/>
                <w:color w:val="000000"/>
                <w:szCs w:val="20"/>
              </w:rPr>
            </w:pPr>
            <w:r>
              <w:rPr>
                <w:rFonts w:ascii="Verdana" w:hAnsi="Verdana"/>
                <w:color w:val="000000"/>
                <w:szCs w:val="20"/>
              </w:rPr>
              <w:t>Document Event, with Content</w:t>
            </w:r>
          </w:p>
        </w:tc>
        <w:tc>
          <w:tcPr>
            <w:tcW w:w="1141" w:type="dxa"/>
          </w:tcPr>
          <w:p w14:paraId="7C1D4EE5" w14:textId="6CC12DA0" w:rsidR="002C0502" w:rsidRDefault="002C0502" w:rsidP="002C0502">
            <w:pPr>
              <w:jc w:val="right"/>
              <w:rPr>
                <w:rFonts w:ascii="Verdana" w:hAnsi="Verdana"/>
                <w:color w:val="000000"/>
                <w:szCs w:val="20"/>
              </w:rPr>
            </w:pPr>
            <w:r>
              <w:rPr>
                <w:rFonts w:ascii="Verdana" w:hAnsi="Verdana"/>
                <w:color w:val="000000"/>
                <w:szCs w:val="20"/>
              </w:rPr>
              <w:t>RCMR_MT300002FI01</w:t>
            </w:r>
          </w:p>
        </w:tc>
      </w:tr>
    </w:tbl>
    <w:p w14:paraId="08D30EE6" w14:textId="228D1170" w:rsidR="00DC6923" w:rsidRDefault="00DC6923" w:rsidP="00DC6923">
      <w:pPr>
        <w:pStyle w:val="Leipteksti"/>
        <w:rPr>
          <w:lang w:val="en-GB"/>
        </w:rPr>
      </w:pPr>
    </w:p>
    <w:p w14:paraId="18E2BE5F" w14:textId="31D82E4C" w:rsidR="00A948A8" w:rsidRPr="00A948A8" w:rsidRDefault="007236F8" w:rsidP="00DC6923">
      <w:pPr>
        <w:pStyle w:val="Leipteksti"/>
      </w:pPr>
      <w:r>
        <w:t>K</w:t>
      </w:r>
      <w:r w:rsidR="00A948A8" w:rsidRPr="00A948A8">
        <w:t>ansallinen yhteyspiste voi välittää</w:t>
      </w:r>
      <w:r w:rsidR="00A948A8">
        <w:t xml:space="preserve"> interaktiossa </w:t>
      </w:r>
      <w:r>
        <w:t xml:space="preserve">varsinaisen asiakirjan ohella </w:t>
      </w:r>
      <w:r w:rsidR="00A948A8">
        <w:t>ulkomailta saadun varoitusviestin (ei varsinainen virhe). Mahdollinen varoitusviesti tullaan sijoittamaan kontrollikehyksen reasonOf-rakenteeseen</w:t>
      </w:r>
      <w:r w:rsidR="002654ED">
        <w:t>, DetectedIssueEvent-luokkaan</w:t>
      </w:r>
      <w:r w:rsidR="00A948A8">
        <w:t>.</w:t>
      </w:r>
      <w:r w:rsidR="006A0E26">
        <w:t xml:space="preserve"> </w:t>
      </w:r>
      <w:r w:rsidR="0081569F">
        <w:t>K</w:t>
      </w:r>
      <w:r w:rsidR="00D8226E">
        <w:t>oodistona</w:t>
      </w:r>
      <w:r w:rsidR="006A0E26">
        <w:t xml:space="preserve"> </w:t>
      </w:r>
      <w:r w:rsidR="0081569F">
        <w:t xml:space="preserve">käytetään </w:t>
      </w:r>
      <w:r w:rsidR="005E53DC">
        <w:t>ActDetectedIssueCode</w:t>
      </w:r>
      <w:r w:rsidR="00D8226E">
        <w:t xml:space="preserve"> code="1" codeSystem="1.2.246.537.5.40302" displayName="Issue Detected", ja varsinainen varoitusviesti ilmoitetaan value-elementissä tekstinä. </w:t>
      </w:r>
      <w:r w:rsidR="00FD42D3">
        <w:t>reasonOf-rakenne on siis tutkittava, vaikka sovellustason kuittaus olisi positiivinen (AA – application acknowledgement).</w:t>
      </w:r>
    </w:p>
    <w:sectPr w:rsidR="00A948A8" w:rsidRPr="00A948A8" w:rsidSect="00A07742">
      <w:headerReference w:type="default" r:id="rId70"/>
      <w:footerReference w:type="default" r:id="rId71"/>
      <w:pgSz w:w="11906" w:h="16838" w:code="9"/>
      <w:pgMar w:top="2472" w:right="1077" w:bottom="964" w:left="2495" w:header="624" w:footer="397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057D8BA" w14:textId="77777777" w:rsidR="006F0C32" w:rsidRDefault="006F0C32" w:rsidP="00D37740">
      <w:pPr>
        <w:spacing w:after="0"/>
      </w:pPr>
      <w:r>
        <w:separator/>
      </w:r>
    </w:p>
  </w:endnote>
  <w:endnote w:type="continuationSeparator" w:id="0">
    <w:p w14:paraId="0C77F331" w14:textId="77777777" w:rsidR="006F0C32" w:rsidRDefault="006F0C32" w:rsidP="00D3774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07E266" w14:textId="77777777" w:rsidR="006F0C32" w:rsidRDefault="006F0C32" w:rsidP="005A5072"/>
  <w:p w14:paraId="278564AF" w14:textId="77777777" w:rsidR="006F0C32" w:rsidRDefault="006F0C32" w:rsidP="005A5072"/>
  <w:tbl>
    <w:tblPr>
      <w:tblStyle w:val="TaulukkoRuudukko"/>
      <w:tblW w:w="8259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7797"/>
      <w:gridCol w:w="462"/>
    </w:tblGrid>
    <w:tr w:rsidR="006F0C32" w14:paraId="53F08386" w14:textId="77777777" w:rsidTr="004271DD">
      <w:trPr>
        <w:cantSplit/>
        <w:trHeight w:hRule="exact" w:val="454"/>
      </w:trPr>
      <w:tc>
        <w:tcPr>
          <w:tcW w:w="7797" w:type="dxa"/>
          <w:vAlign w:val="bottom"/>
        </w:tcPr>
        <w:p w14:paraId="43744A57" w14:textId="77777777" w:rsidR="006F0C32" w:rsidRPr="00387212" w:rsidRDefault="006F0C32" w:rsidP="005A5072">
          <w:pPr>
            <w:pStyle w:val="Alatunniste"/>
            <w:jc w:val="right"/>
            <w:rPr>
              <w:szCs w:val="12"/>
            </w:rPr>
          </w:pPr>
        </w:p>
      </w:tc>
      <w:tc>
        <w:tcPr>
          <w:tcW w:w="462" w:type="dxa"/>
          <w:vAlign w:val="bottom"/>
        </w:tcPr>
        <w:p w14:paraId="5F54D15B" w14:textId="77777777" w:rsidR="006F0C32" w:rsidRPr="00A43F3A" w:rsidRDefault="006F0C32" w:rsidP="005A5072">
          <w:pPr>
            <w:pStyle w:val="Alatunniste"/>
            <w:jc w:val="right"/>
            <w:rPr>
              <w:color w:val="019CDB"/>
              <w:sz w:val="21"/>
              <w:szCs w:val="21"/>
            </w:rPr>
          </w:pPr>
        </w:p>
      </w:tc>
    </w:tr>
  </w:tbl>
  <w:p w14:paraId="4CF281FF" w14:textId="77777777" w:rsidR="006F0C32" w:rsidRDefault="006F0C32">
    <w:pPr>
      <w:pStyle w:val="Alatunnist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90A257" w14:textId="77777777" w:rsidR="006F0C32" w:rsidRDefault="006F0C32" w:rsidP="002217BA">
    <w:pPr>
      <w:pStyle w:val="Alatunniste"/>
    </w:pPr>
  </w:p>
  <w:p w14:paraId="67B0A025" w14:textId="77777777" w:rsidR="006F0C32" w:rsidRDefault="006F0C32" w:rsidP="002217BA">
    <w:pPr>
      <w:pStyle w:val="Alatunniste"/>
    </w:pPr>
  </w:p>
  <w:p w14:paraId="7DFCA2A6" w14:textId="77777777" w:rsidR="006F0C32" w:rsidRDefault="006F0C32" w:rsidP="002217BA">
    <w:pPr>
      <w:pStyle w:val="Alatunniste"/>
    </w:pPr>
  </w:p>
  <w:tbl>
    <w:tblPr>
      <w:tblStyle w:val="TaulukkoRuudukko"/>
      <w:tblW w:w="839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4309"/>
      <w:gridCol w:w="4082"/>
    </w:tblGrid>
    <w:tr w:rsidR="006F0C32" w14:paraId="5B74A53B" w14:textId="77777777" w:rsidTr="002217BA">
      <w:trPr>
        <w:cantSplit/>
        <w:trHeight w:hRule="exact" w:val="454"/>
      </w:trPr>
      <w:tc>
        <w:tcPr>
          <w:tcW w:w="4309" w:type="dxa"/>
          <w:vAlign w:val="bottom"/>
        </w:tcPr>
        <w:p w14:paraId="5FF8BA21" w14:textId="48E841F9" w:rsidR="006F0C32" w:rsidRPr="00387212" w:rsidRDefault="006F0C32" w:rsidP="002217BA">
          <w:pPr>
            <w:pStyle w:val="Alatunniste"/>
            <w:rPr>
              <w:szCs w:val="12"/>
            </w:rPr>
          </w:pPr>
        </w:p>
      </w:tc>
      <w:tc>
        <w:tcPr>
          <w:tcW w:w="4082" w:type="dxa"/>
          <w:vAlign w:val="bottom"/>
        </w:tcPr>
        <w:p w14:paraId="64097FB1" w14:textId="2AC052D3" w:rsidR="006F0C32" w:rsidRPr="00387212" w:rsidRDefault="006F0C32" w:rsidP="002217BA">
          <w:pPr>
            <w:pStyle w:val="Alatunniste"/>
            <w:jc w:val="right"/>
            <w:rPr>
              <w:sz w:val="21"/>
              <w:szCs w:val="21"/>
            </w:rPr>
          </w:pPr>
          <w:r w:rsidRPr="00387212">
            <w:rPr>
              <w:sz w:val="21"/>
              <w:szCs w:val="21"/>
            </w:rPr>
            <w:fldChar w:fldCharType="begin"/>
          </w:r>
          <w:r w:rsidRPr="00387212">
            <w:rPr>
              <w:sz w:val="21"/>
              <w:szCs w:val="21"/>
            </w:rPr>
            <w:instrText>PAGE</w:instrText>
          </w:r>
          <w:r w:rsidRPr="00387212">
            <w:rPr>
              <w:sz w:val="21"/>
              <w:szCs w:val="21"/>
            </w:rPr>
            <w:fldChar w:fldCharType="separate"/>
          </w:r>
          <w:r w:rsidR="0034082F">
            <w:rPr>
              <w:noProof/>
              <w:sz w:val="21"/>
              <w:szCs w:val="21"/>
            </w:rPr>
            <w:t>18</w:t>
          </w:r>
          <w:r w:rsidRPr="00387212">
            <w:rPr>
              <w:sz w:val="21"/>
              <w:szCs w:val="21"/>
            </w:rPr>
            <w:fldChar w:fldCharType="end"/>
          </w:r>
          <w:r>
            <w:rPr>
              <w:sz w:val="21"/>
              <w:szCs w:val="21"/>
            </w:rPr>
            <w:t xml:space="preserve"> </w:t>
          </w:r>
        </w:p>
      </w:tc>
    </w:tr>
  </w:tbl>
  <w:p w14:paraId="24F3B2E9" w14:textId="77777777" w:rsidR="006F0C32" w:rsidRPr="002217BA" w:rsidRDefault="006F0C32" w:rsidP="002217BA">
    <w:pPr>
      <w:pStyle w:val="Alatunnist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EA3708" w14:textId="77777777" w:rsidR="006F0C32" w:rsidRDefault="006F0C32" w:rsidP="00D37740">
      <w:pPr>
        <w:spacing w:after="0"/>
      </w:pPr>
      <w:r>
        <w:separator/>
      </w:r>
    </w:p>
  </w:footnote>
  <w:footnote w:type="continuationSeparator" w:id="0">
    <w:p w14:paraId="6F5812E0" w14:textId="77777777" w:rsidR="006F0C32" w:rsidRDefault="006F0C32" w:rsidP="00D37740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ulukkoRuudukko"/>
      <w:tblW w:w="8277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2608"/>
      <w:gridCol w:w="5669"/>
    </w:tblGrid>
    <w:tr w:rsidR="006F0C32" w:rsidRPr="008C661A" w14:paraId="790F9AAE" w14:textId="77777777" w:rsidTr="00BE0C87">
      <w:trPr>
        <w:cantSplit/>
        <w:trHeight w:hRule="exact" w:val="255"/>
      </w:trPr>
      <w:tc>
        <w:tcPr>
          <w:tcW w:w="2608" w:type="dxa"/>
          <w:tcMar>
            <w:left w:w="0" w:type="dxa"/>
            <w:right w:w="0" w:type="dxa"/>
          </w:tcMar>
          <w:vAlign w:val="bottom"/>
        </w:tcPr>
        <w:p w14:paraId="3CF17C9B" w14:textId="77777777" w:rsidR="006F0C32" w:rsidRPr="008C661A" w:rsidRDefault="006F0C32" w:rsidP="00BE0C87">
          <w:pPr>
            <w:pStyle w:val="Yltunniste"/>
            <w:rPr>
              <w:rFonts w:cstheme="minorHAnsi"/>
            </w:rPr>
          </w:pPr>
        </w:p>
      </w:tc>
      <w:tc>
        <w:tcPr>
          <w:tcW w:w="5669" w:type="dxa"/>
          <w:tcMar>
            <w:left w:w="0" w:type="dxa"/>
            <w:right w:w="0" w:type="dxa"/>
          </w:tcMar>
          <w:vAlign w:val="bottom"/>
        </w:tcPr>
        <w:p w14:paraId="1746253F" w14:textId="77777777" w:rsidR="006F0C32" w:rsidRPr="005D4C87" w:rsidRDefault="006F0C32" w:rsidP="00BE0C87">
          <w:pPr>
            <w:pStyle w:val="Yltunniste"/>
          </w:pPr>
          <w:r>
            <w:rPr>
              <w:b/>
            </w:rPr>
            <w:t>KELA ASIAKIRJA</w:t>
          </w:r>
        </w:p>
      </w:tc>
    </w:tr>
    <w:tr w:rsidR="006F0C32" w:rsidRPr="008C661A" w14:paraId="41FFECAF" w14:textId="77777777" w:rsidTr="00BE0C87">
      <w:trPr>
        <w:cantSplit/>
        <w:trHeight w:hRule="exact" w:val="255"/>
      </w:trPr>
      <w:tc>
        <w:tcPr>
          <w:tcW w:w="2608" w:type="dxa"/>
          <w:tcMar>
            <w:left w:w="0" w:type="dxa"/>
            <w:right w:w="0" w:type="dxa"/>
          </w:tcMar>
          <w:vAlign w:val="bottom"/>
        </w:tcPr>
        <w:p w14:paraId="66ADF946" w14:textId="77777777" w:rsidR="006F0C32" w:rsidRPr="008C661A" w:rsidRDefault="006F0C32" w:rsidP="00BE0C87">
          <w:pPr>
            <w:pStyle w:val="Yltunniste"/>
          </w:pPr>
        </w:p>
      </w:tc>
      <w:tc>
        <w:tcPr>
          <w:tcW w:w="5669" w:type="dxa"/>
          <w:tcMar>
            <w:left w:w="0" w:type="dxa"/>
            <w:right w:w="0" w:type="dxa"/>
          </w:tcMar>
          <w:vAlign w:val="bottom"/>
        </w:tcPr>
        <w:p w14:paraId="3B40DA35" w14:textId="51919723" w:rsidR="006F0C32" w:rsidRPr="00C62825" w:rsidRDefault="006F0C32" w:rsidP="00BE0C87">
          <w:pPr>
            <w:pStyle w:val="Yltunniste"/>
            <w:rPr>
              <w:lang w:val="fi-FI"/>
            </w:rPr>
          </w:pPr>
          <w:r>
            <w:rPr>
              <w:lang w:val="fi-FI"/>
            </w:rPr>
            <w:t>Rajat ylittävän reseptin Medical Records -sanomat</w:t>
          </w:r>
        </w:p>
      </w:tc>
    </w:tr>
    <w:tr w:rsidR="006F0C32" w:rsidRPr="008C661A" w14:paraId="066750AB" w14:textId="77777777" w:rsidTr="00BE0C87">
      <w:trPr>
        <w:cantSplit/>
        <w:trHeight w:hRule="exact" w:val="255"/>
      </w:trPr>
      <w:tc>
        <w:tcPr>
          <w:tcW w:w="2608" w:type="dxa"/>
          <w:tcMar>
            <w:left w:w="0" w:type="dxa"/>
            <w:right w:w="0" w:type="dxa"/>
          </w:tcMar>
          <w:vAlign w:val="bottom"/>
        </w:tcPr>
        <w:p w14:paraId="1227CFB7" w14:textId="77777777" w:rsidR="006F0C32" w:rsidRPr="00C62825" w:rsidRDefault="006F0C32" w:rsidP="00BE0C87">
          <w:pPr>
            <w:pStyle w:val="Yltunniste"/>
            <w:rPr>
              <w:lang w:val="fi-FI"/>
            </w:rPr>
          </w:pPr>
        </w:p>
      </w:tc>
      <w:tc>
        <w:tcPr>
          <w:tcW w:w="5669" w:type="dxa"/>
          <w:tcMar>
            <w:left w:w="0" w:type="dxa"/>
            <w:right w:w="0" w:type="dxa"/>
          </w:tcMar>
          <w:vAlign w:val="bottom"/>
        </w:tcPr>
        <w:p w14:paraId="1C5866AA" w14:textId="77777777" w:rsidR="006F0C32" w:rsidRPr="00C62825" w:rsidRDefault="006F0C32" w:rsidP="00BE0C87">
          <w:pPr>
            <w:pStyle w:val="Yltunniste"/>
            <w:rPr>
              <w:lang w:val="fi-FI"/>
            </w:rPr>
          </w:pPr>
        </w:p>
      </w:tc>
    </w:tr>
    <w:tr w:rsidR="006F0C32" w:rsidRPr="008C661A" w14:paraId="6E2DDDC3" w14:textId="77777777" w:rsidTr="00BE0C87">
      <w:trPr>
        <w:cantSplit/>
        <w:trHeight w:hRule="exact" w:val="255"/>
      </w:trPr>
      <w:tc>
        <w:tcPr>
          <w:tcW w:w="2608" w:type="dxa"/>
          <w:tcMar>
            <w:left w:w="0" w:type="dxa"/>
            <w:right w:w="0" w:type="dxa"/>
          </w:tcMar>
          <w:vAlign w:val="bottom"/>
        </w:tcPr>
        <w:p w14:paraId="448E597B" w14:textId="77777777" w:rsidR="006F0C32" w:rsidRPr="00C62825" w:rsidRDefault="006F0C32" w:rsidP="00BE0C87">
          <w:pPr>
            <w:pStyle w:val="Yltunniste"/>
            <w:rPr>
              <w:lang w:val="fi-FI"/>
            </w:rPr>
          </w:pPr>
        </w:p>
      </w:tc>
      <w:tc>
        <w:tcPr>
          <w:tcW w:w="5669" w:type="dxa"/>
          <w:tcMar>
            <w:left w:w="0" w:type="dxa"/>
            <w:right w:w="0" w:type="dxa"/>
          </w:tcMar>
          <w:vAlign w:val="bottom"/>
        </w:tcPr>
        <w:sdt>
          <w:sdtPr>
            <w:rPr>
              <w:rFonts w:eastAsiaTheme="majorEastAsia"/>
            </w:rPr>
            <w:id w:val="-17929104"/>
            <w:dataBinding w:prefixMappings="xmlns:ns0='http://schemas.microsoft.com/office/2006/coverPageProps'" w:xpath="/ns0:CoverPageProperties[1]/ns0:PublishDate[1]" w:storeItemID="{55AF091B-3C7A-41E3-B477-F2FDAA23CFDA}"/>
            <w:date w:fullDate="2018-09-12T00:00:00Z">
              <w:dateFormat w:val="d.M.yyyy"/>
              <w:lid w:val="fi-FI"/>
              <w:storeMappedDataAs w:val="dateTime"/>
              <w:calendar w:val="gregorian"/>
            </w:date>
          </w:sdtPr>
          <w:sdtContent>
            <w:p w14:paraId="240BA7B7" w14:textId="467280D5" w:rsidR="006F0C32" w:rsidRPr="005D4C87" w:rsidRDefault="006F0C32" w:rsidP="00E00FD3">
              <w:pPr>
                <w:pStyle w:val="Yltunniste"/>
              </w:pPr>
              <w:del w:id="37" w:author="Korpela Anna" w:date="2018-09-12T14:17:00Z">
                <w:r w:rsidDel="009F5B13">
                  <w:rPr>
                    <w:rFonts w:eastAsiaTheme="majorEastAsia"/>
                    <w:lang w:val="fi-FI"/>
                  </w:rPr>
                  <w:delText>22.5.2018</w:delText>
                </w:r>
              </w:del>
              <w:ins w:id="38" w:author="Korpela Anna" w:date="2018-09-12T14:17:00Z">
                <w:r>
                  <w:rPr>
                    <w:rFonts w:eastAsiaTheme="majorEastAsia"/>
                    <w:lang w:val="fi-FI"/>
                  </w:rPr>
                  <w:t>12.9.2018</w:t>
                </w:r>
              </w:ins>
            </w:p>
          </w:sdtContent>
        </w:sdt>
      </w:tc>
    </w:tr>
    <w:tr w:rsidR="006F0C32" w:rsidRPr="008C661A" w14:paraId="43661D3A" w14:textId="77777777" w:rsidTr="00BE0C87">
      <w:trPr>
        <w:cantSplit/>
        <w:trHeight w:hRule="exact" w:val="283"/>
      </w:trPr>
      <w:tc>
        <w:tcPr>
          <w:tcW w:w="2608" w:type="dxa"/>
          <w:tcMar>
            <w:left w:w="0" w:type="dxa"/>
            <w:right w:w="0" w:type="dxa"/>
          </w:tcMar>
          <w:vAlign w:val="bottom"/>
        </w:tcPr>
        <w:p w14:paraId="70A16A36" w14:textId="77777777" w:rsidR="006F0C32" w:rsidRPr="008C661A" w:rsidRDefault="006F0C32" w:rsidP="00BE0C87">
          <w:pPr>
            <w:pStyle w:val="Yltunniste"/>
          </w:pPr>
        </w:p>
      </w:tc>
      <w:tc>
        <w:tcPr>
          <w:tcW w:w="5669" w:type="dxa"/>
          <w:tcMar>
            <w:left w:w="0" w:type="dxa"/>
            <w:right w:w="0" w:type="dxa"/>
          </w:tcMar>
          <w:vAlign w:val="bottom"/>
        </w:tcPr>
        <w:p w14:paraId="7B749ADD" w14:textId="77777777" w:rsidR="006F0C32" w:rsidRDefault="006F0C32" w:rsidP="00BE0C87">
          <w:pPr>
            <w:pStyle w:val="Yltunniste"/>
          </w:pPr>
        </w:p>
      </w:tc>
    </w:tr>
  </w:tbl>
  <w:p w14:paraId="3F7C072C" w14:textId="77777777" w:rsidR="006F0C32" w:rsidRPr="00BE0C87" w:rsidRDefault="006F0C32" w:rsidP="00BE0C87">
    <w:pPr>
      <w:pStyle w:val="Yltunniste"/>
    </w:pPr>
    <w:r>
      <w:rPr>
        <w:noProof/>
        <w:lang w:eastAsia="fi-FI"/>
      </w:rPr>
      <w:drawing>
        <wp:anchor distT="0" distB="0" distL="114300" distR="114300" simplePos="0" relativeHeight="251672576" behindDoc="1" locked="0" layoutInCell="1" allowOverlap="1" wp14:anchorId="4995A3FB" wp14:editId="0CC0B7C4">
          <wp:simplePos x="0" y="0"/>
          <wp:positionH relativeFrom="page">
            <wp:posOffset>5673090</wp:posOffset>
          </wp:positionH>
          <wp:positionV relativeFrom="page">
            <wp:posOffset>0</wp:posOffset>
          </wp:positionV>
          <wp:extent cx="1868400" cy="831600"/>
          <wp:effectExtent l="0" t="0" r="0" b="0"/>
          <wp:wrapNone/>
          <wp:docPr id="2" name="Kuva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KANTA-logo-suomi.wm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68400" cy="831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fi-FI"/>
      </w:rPr>
      <w:drawing>
        <wp:anchor distT="0" distB="0" distL="114300" distR="114300" simplePos="0" relativeHeight="251671552" behindDoc="1" locked="0" layoutInCell="1" allowOverlap="1" wp14:anchorId="58569D0A" wp14:editId="0DD36360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1994400" cy="831600"/>
          <wp:effectExtent l="0" t="0" r="0" b="0"/>
          <wp:wrapNone/>
          <wp:docPr id="8" name="Kuva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KELA-logo-suomi.wmf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94400" cy="831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202270" w14:textId="77777777" w:rsidR="006F0C32" w:rsidRDefault="006F0C32" w:rsidP="00B32141">
    <w:pPr>
      <w:pStyle w:val="Yltunniste"/>
    </w:pPr>
    <w:r>
      <w:rPr>
        <w:noProof/>
        <w:lang w:eastAsia="fi-FI"/>
      </w:rPr>
      <w:drawing>
        <wp:anchor distT="0" distB="0" distL="114300" distR="114300" simplePos="0" relativeHeight="251674624" behindDoc="1" locked="1" layoutInCell="1" allowOverlap="1" wp14:anchorId="01980C15" wp14:editId="41142991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60000" cy="3240000"/>
          <wp:effectExtent l="0" t="0" r="0" b="0"/>
          <wp:wrapNone/>
          <wp:docPr id="9" name="Kuva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Kanta_Raportti_TUOTANTOON kansisivun logo.wm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324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CD605AA" w14:textId="77777777" w:rsidR="006F0C32" w:rsidRDefault="006F0C32" w:rsidP="00B32141">
    <w:pPr>
      <w:pStyle w:val="Yltunniste"/>
    </w:pPr>
  </w:p>
  <w:p w14:paraId="39A448F0" w14:textId="77777777" w:rsidR="006F0C32" w:rsidRPr="002D77A7" w:rsidRDefault="006F0C32" w:rsidP="00B32141">
    <w:pPr>
      <w:pStyle w:val="Yltunniste"/>
    </w:pPr>
  </w:p>
  <w:p w14:paraId="6E8EF487" w14:textId="77777777" w:rsidR="006F0C32" w:rsidRDefault="006F0C32" w:rsidP="00FC4261">
    <w:pPr>
      <w:pStyle w:val="Yltunniste"/>
    </w:pPr>
  </w:p>
  <w:p w14:paraId="7D47DAF9" w14:textId="77777777" w:rsidR="006F0C32" w:rsidRDefault="006F0C32">
    <w:pPr>
      <w:pStyle w:val="Yltunnis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ulukkoRuudukko"/>
      <w:tblW w:w="8277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2608"/>
      <w:gridCol w:w="5669"/>
    </w:tblGrid>
    <w:tr w:rsidR="006F0C32" w:rsidRPr="008C661A" w14:paraId="3D430066" w14:textId="77777777" w:rsidTr="004271DD">
      <w:trPr>
        <w:cantSplit/>
        <w:trHeight w:hRule="exact" w:val="255"/>
      </w:trPr>
      <w:tc>
        <w:tcPr>
          <w:tcW w:w="2608" w:type="dxa"/>
          <w:tcMar>
            <w:left w:w="0" w:type="dxa"/>
            <w:right w:w="0" w:type="dxa"/>
          </w:tcMar>
          <w:vAlign w:val="bottom"/>
        </w:tcPr>
        <w:p w14:paraId="006D8464" w14:textId="77777777" w:rsidR="006F0C32" w:rsidRPr="008C661A" w:rsidRDefault="006F0C32" w:rsidP="005A5072">
          <w:pPr>
            <w:pStyle w:val="Yltunniste"/>
            <w:rPr>
              <w:rFonts w:cstheme="minorHAnsi"/>
            </w:rPr>
          </w:pPr>
        </w:p>
      </w:tc>
      <w:tc>
        <w:tcPr>
          <w:tcW w:w="5669" w:type="dxa"/>
          <w:tcMar>
            <w:left w:w="0" w:type="dxa"/>
            <w:right w:w="0" w:type="dxa"/>
          </w:tcMar>
          <w:vAlign w:val="bottom"/>
        </w:tcPr>
        <w:p w14:paraId="047CA7EE" w14:textId="77777777" w:rsidR="006F0C32" w:rsidRPr="005D4C87" w:rsidRDefault="006F0C32" w:rsidP="005A5072">
          <w:pPr>
            <w:pStyle w:val="Yltunniste"/>
          </w:pPr>
          <w:r>
            <w:rPr>
              <w:b/>
            </w:rPr>
            <w:t>KELA ASIAKIRJA</w:t>
          </w:r>
        </w:p>
      </w:tc>
    </w:tr>
    <w:tr w:rsidR="006F0C32" w:rsidRPr="008C661A" w14:paraId="25A12EBB" w14:textId="77777777" w:rsidTr="004271DD">
      <w:trPr>
        <w:cantSplit/>
        <w:trHeight w:hRule="exact" w:val="255"/>
      </w:trPr>
      <w:tc>
        <w:tcPr>
          <w:tcW w:w="2608" w:type="dxa"/>
          <w:tcMar>
            <w:left w:w="0" w:type="dxa"/>
            <w:right w:w="0" w:type="dxa"/>
          </w:tcMar>
          <w:vAlign w:val="bottom"/>
        </w:tcPr>
        <w:p w14:paraId="4E730B19" w14:textId="77777777" w:rsidR="006F0C32" w:rsidRPr="008C661A" w:rsidRDefault="006F0C32" w:rsidP="005A5072">
          <w:pPr>
            <w:pStyle w:val="Yltunniste"/>
          </w:pPr>
        </w:p>
      </w:tc>
      <w:tc>
        <w:tcPr>
          <w:tcW w:w="5669" w:type="dxa"/>
          <w:tcMar>
            <w:left w:w="0" w:type="dxa"/>
            <w:right w:w="0" w:type="dxa"/>
          </w:tcMar>
          <w:vAlign w:val="bottom"/>
        </w:tcPr>
        <w:p w14:paraId="2E7DA7F5" w14:textId="40CE9C3E" w:rsidR="006F0C32" w:rsidRPr="003646C1" w:rsidRDefault="006F0C32" w:rsidP="005A5072">
          <w:pPr>
            <w:pStyle w:val="Yltunniste"/>
            <w:rPr>
              <w:lang w:val="fi-FI"/>
            </w:rPr>
          </w:pPr>
          <w:r w:rsidRPr="003646C1">
            <w:rPr>
              <w:lang w:val="fi-FI"/>
            </w:rPr>
            <w:t>Rajat ylittävän reseptin Medical R</w:t>
          </w:r>
          <w:r>
            <w:rPr>
              <w:lang w:val="fi-FI"/>
            </w:rPr>
            <w:t>ecords -sanomat</w:t>
          </w:r>
        </w:p>
      </w:tc>
    </w:tr>
    <w:tr w:rsidR="006F0C32" w:rsidRPr="008C661A" w14:paraId="3AF15356" w14:textId="77777777" w:rsidTr="004271DD">
      <w:trPr>
        <w:cantSplit/>
        <w:trHeight w:hRule="exact" w:val="255"/>
      </w:trPr>
      <w:tc>
        <w:tcPr>
          <w:tcW w:w="2608" w:type="dxa"/>
          <w:tcMar>
            <w:left w:w="0" w:type="dxa"/>
            <w:right w:w="0" w:type="dxa"/>
          </w:tcMar>
          <w:vAlign w:val="bottom"/>
        </w:tcPr>
        <w:p w14:paraId="338A95C6" w14:textId="77777777" w:rsidR="006F0C32" w:rsidRPr="003646C1" w:rsidRDefault="006F0C32" w:rsidP="005A5072">
          <w:pPr>
            <w:pStyle w:val="Yltunniste"/>
            <w:rPr>
              <w:lang w:val="fi-FI"/>
            </w:rPr>
          </w:pPr>
        </w:p>
      </w:tc>
      <w:tc>
        <w:tcPr>
          <w:tcW w:w="5669" w:type="dxa"/>
          <w:tcMar>
            <w:left w:w="0" w:type="dxa"/>
            <w:right w:w="0" w:type="dxa"/>
          </w:tcMar>
          <w:vAlign w:val="bottom"/>
        </w:tcPr>
        <w:p w14:paraId="66A09E99" w14:textId="77777777" w:rsidR="006F0C32" w:rsidRPr="003646C1" w:rsidRDefault="006F0C32" w:rsidP="005A5072">
          <w:pPr>
            <w:pStyle w:val="Yltunniste"/>
            <w:rPr>
              <w:lang w:val="fi-FI"/>
            </w:rPr>
          </w:pPr>
        </w:p>
      </w:tc>
    </w:tr>
    <w:tr w:rsidR="006F0C32" w:rsidRPr="008C661A" w14:paraId="6D3A054F" w14:textId="77777777" w:rsidTr="004271DD">
      <w:trPr>
        <w:cantSplit/>
        <w:trHeight w:hRule="exact" w:val="255"/>
      </w:trPr>
      <w:tc>
        <w:tcPr>
          <w:tcW w:w="2608" w:type="dxa"/>
          <w:tcMar>
            <w:left w:w="0" w:type="dxa"/>
            <w:right w:w="0" w:type="dxa"/>
          </w:tcMar>
          <w:vAlign w:val="bottom"/>
        </w:tcPr>
        <w:p w14:paraId="5716D877" w14:textId="77777777" w:rsidR="006F0C32" w:rsidRPr="003646C1" w:rsidRDefault="006F0C32" w:rsidP="005A5072">
          <w:pPr>
            <w:pStyle w:val="Yltunniste"/>
            <w:rPr>
              <w:lang w:val="fi-FI"/>
            </w:rPr>
          </w:pPr>
        </w:p>
      </w:tc>
      <w:tc>
        <w:tcPr>
          <w:tcW w:w="5669" w:type="dxa"/>
          <w:tcMar>
            <w:left w:w="0" w:type="dxa"/>
            <w:right w:w="0" w:type="dxa"/>
          </w:tcMar>
          <w:vAlign w:val="bottom"/>
        </w:tcPr>
        <w:sdt>
          <w:sdtPr>
            <w:rPr>
              <w:rFonts w:eastAsiaTheme="majorEastAsia"/>
            </w:rPr>
            <w:id w:val="1638997712"/>
            <w:placeholder>
              <w:docPart w:val="09C08B21220B418FAF06B9FB857085C7"/>
            </w:placeholder>
            <w:dataBinding w:prefixMappings="xmlns:ns0='http://schemas.microsoft.com/office/2006/coverPageProps'" w:xpath="/ns0:CoverPageProperties[1]/ns0:PublishDate[1]" w:storeItemID="{55AF091B-3C7A-41E3-B477-F2FDAA23CFDA}"/>
            <w:date w:fullDate="2018-09-12T00:00:00Z">
              <w:dateFormat w:val="d.M.yyyy"/>
              <w:lid w:val="fi-FI"/>
              <w:storeMappedDataAs w:val="dateTime"/>
              <w:calendar w:val="gregorian"/>
            </w:date>
          </w:sdtPr>
          <w:sdtContent>
            <w:p w14:paraId="227B3F59" w14:textId="468F7D9C" w:rsidR="006F0C32" w:rsidRPr="005D4C87" w:rsidRDefault="006F0C32" w:rsidP="005A5072">
              <w:pPr>
                <w:pStyle w:val="Yltunniste"/>
              </w:pPr>
              <w:del w:id="107" w:author="Korpela Anna" w:date="2018-09-12T14:17:00Z">
                <w:r w:rsidDel="009F5B13">
                  <w:rPr>
                    <w:rFonts w:eastAsiaTheme="majorEastAsia"/>
                    <w:lang w:val="fi-FI"/>
                  </w:rPr>
                  <w:delText>22.5.2018</w:delText>
                </w:r>
              </w:del>
              <w:ins w:id="108" w:author="Korpela Anna" w:date="2018-09-12T14:17:00Z">
                <w:r>
                  <w:rPr>
                    <w:rFonts w:eastAsiaTheme="majorEastAsia"/>
                    <w:lang w:val="fi-FI"/>
                  </w:rPr>
                  <w:t>12.9.2018</w:t>
                </w:r>
              </w:ins>
            </w:p>
          </w:sdtContent>
        </w:sdt>
      </w:tc>
    </w:tr>
    <w:tr w:rsidR="006F0C32" w:rsidRPr="008C661A" w14:paraId="526AE5D1" w14:textId="77777777" w:rsidTr="004271DD">
      <w:trPr>
        <w:cantSplit/>
        <w:trHeight w:hRule="exact" w:val="283"/>
      </w:trPr>
      <w:tc>
        <w:tcPr>
          <w:tcW w:w="2608" w:type="dxa"/>
          <w:tcMar>
            <w:left w:w="0" w:type="dxa"/>
            <w:right w:w="0" w:type="dxa"/>
          </w:tcMar>
          <w:vAlign w:val="bottom"/>
        </w:tcPr>
        <w:p w14:paraId="65EA8894" w14:textId="77777777" w:rsidR="006F0C32" w:rsidRPr="008C661A" w:rsidRDefault="006F0C32" w:rsidP="005A5072">
          <w:pPr>
            <w:pStyle w:val="Yltunniste"/>
          </w:pPr>
        </w:p>
      </w:tc>
      <w:tc>
        <w:tcPr>
          <w:tcW w:w="5669" w:type="dxa"/>
          <w:tcMar>
            <w:left w:w="0" w:type="dxa"/>
            <w:right w:w="0" w:type="dxa"/>
          </w:tcMar>
          <w:vAlign w:val="bottom"/>
        </w:tcPr>
        <w:p w14:paraId="718690B8" w14:textId="77777777" w:rsidR="006F0C32" w:rsidRDefault="006F0C32" w:rsidP="005A5072">
          <w:pPr>
            <w:pStyle w:val="Yltunniste"/>
          </w:pPr>
        </w:p>
      </w:tc>
    </w:tr>
  </w:tbl>
  <w:p w14:paraId="69FF703E" w14:textId="77777777" w:rsidR="006F0C32" w:rsidRPr="00531A4F" w:rsidRDefault="006F0C32" w:rsidP="00531A4F">
    <w:pPr>
      <w:pStyle w:val="Yltunniste"/>
    </w:pPr>
    <w:r>
      <w:rPr>
        <w:noProof/>
        <w:lang w:eastAsia="fi-FI"/>
      </w:rPr>
      <w:drawing>
        <wp:anchor distT="0" distB="0" distL="114300" distR="114300" simplePos="0" relativeHeight="251677696" behindDoc="1" locked="0" layoutInCell="1" allowOverlap="1" wp14:anchorId="3D8B7266" wp14:editId="29B08660">
          <wp:simplePos x="0" y="0"/>
          <wp:positionH relativeFrom="page">
            <wp:posOffset>5673090</wp:posOffset>
          </wp:positionH>
          <wp:positionV relativeFrom="page">
            <wp:posOffset>0</wp:posOffset>
          </wp:positionV>
          <wp:extent cx="1868400" cy="831600"/>
          <wp:effectExtent l="0" t="0" r="0" b="0"/>
          <wp:wrapNone/>
          <wp:docPr id="6" name="Kuva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KANTA-logo-suomi.wm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68400" cy="831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fi-FI"/>
      </w:rPr>
      <w:drawing>
        <wp:anchor distT="0" distB="0" distL="114300" distR="114300" simplePos="0" relativeHeight="251676672" behindDoc="1" locked="0" layoutInCell="1" allowOverlap="1" wp14:anchorId="741FEA1D" wp14:editId="07654131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1994400" cy="831600"/>
          <wp:effectExtent l="0" t="0" r="0" b="0"/>
          <wp:wrapNone/>
          <wp:docPr id="7" name="Kuva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KELA-logo-suomi.wmf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94400" cy="831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368CF270"/>
    <w:lvl w:ilvl="0">
      <w:start w:val="1"/>
      <w:numFmt w:val="decimal"/>
      <w:pStyle w:val="Numeroituluettelo"/>
      <w:lvlText w:val="%1."/>
      <w:lvlJc w:val="left"/>
      <w:pPr>
        <w:ind w:left="360" w:hanging="360"/>
      </w:pPr>
      <w:rPr>
        <w:rFonts w:hint="default"/>
        <w:color w:val="0090D4" w:themeColor="text2"/>
      </w:rPr>
    </w:lvl>
  </w:abstractNum>
  <w:abstractNum w:abstractNumId="1" w15:restartNumberingAfterBreak="0">
    <w:nsid w:val="03A75018"/>
    <w:multiLevelType w:val="multilevel"/>
    <w:tmpl w:val="380C70D4"/>
    <w:lvl w:ilvl="0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37" w:hanging="73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94" w:hanging="79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88" w:hanging="39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85" w:hanging="39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82" w:hanging="39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79" w:hanging="39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176" w:hanging="39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73" w:hanging="397"/>
      </w:pPr>
      <w:rPr>
        <w:rFonts w:hint="default"/>
      </w:rPr>
    </w:lvl>
  </w:abstractNum>
  <w:abstractNum w:abstractNumId="2" w15:restartNumberingAfterBreak="0">
    <w:nsid w:val="04B70069"/>
    <w:multiLevelType w:val="hybridMultilevel"/>
    <w:tmpl w:val="D6BC684A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A058C8"/>
    <w:multiLevelType w:val="hybridMultilevel"/>
    <w:tmpl w:val="0D222F32"/>
    <w:lvl w:ilvl="0" w:tplc="750022B6">
      <w:start w:val="1"/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HAnsi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922FC8"/>
    <w:multiLevelType w:val="multilevel"/>
    <w:tmpl w:val="BC20CD64"/>
    <w:lvl w:ilvl="0">
      <w:start w:val="1"/>
      <w:numFmt w:val="decimal"/>
      <w:pStyle w:val="Otsikko1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Otsikko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Otsikko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Otsikko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Otsikko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Otsikko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Otsikko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Otsikko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Otsikko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5" w15:restartNumberingAfterBreak="0">
    <w:nsid w:val="1ADB6FC4"/>
    <w:multiLevelType w:val="hybridMultilevel"/>
    <w:tmpl w:val="B31481F0"/>
    <w:lvl w:ilvl="0" w:tplc="040B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6" w15:restartNumberingAfterBreak="0">
    <w:nsid w:val="286C6068"/>
    <w:multiLevelType w:val="hybridMultilevel"/>
    <w:tmpl w:val="A1408A5E"/>
    <w:lvl w:ilvl="0" w:tplc="040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B0019" w:tentative="1">
      <w:start w:val="1"/>
      <w:numFmt w:val="lowerLetter"/>
      <w:lvlText w:val="%2."/>
      <w:lvlJc w:val="left"/>
      <w:pPr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B40FC1"/>
    <w:multiLevelType w:val="hybridMultilevel"/>
    <w:tmpl w:val="1D64E6AA"/>
    <w:lvl w:ilvl="0" w:tplc="040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11101D"/>
    <w:multiLevelType w:val="hybridMultilevel"/>
    <w:tmpl w:val="5B2AD2D2"/>
    <w:lvl w:ilvl="0" w:tplc="040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B0019" w:tentative="1">
      <w:start w:val="1"/>
      <w:numFmt w:val="lowerLetter"/>
      <w:lvlText w:val="%2."/>
      <w:lvlJc w:val="left"/>
      <w:pPr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0A5C0B"/>
    <w:multiLevelType w:val="hybridMultilevel"/>
    <w:tmpl w:val="2244D0CC"/>
    <w:lvl w:ilvl="0" w:tplc="3B6AC2BC">
      <w:numFmt w:val="bullet"/>
      <w:lvlText w:val=""/>
      <w:lvlJc w:val="left"/>
      <w:pPr>
        <w:ind w:left="720" w:hanging="360"/>
      </w:pPr>
      <w:rPr>
        <w:rFonts w:ascii="Wingdings" w:eastAsiaTheme="minorHAnsi" w:hAnsi="Wingdings" w:cs="Microsoft Sans Serif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5CD3861"/>
    <w:multiLevelType w:val="hybridMultilevel"/>
    <w:tmpl w:val="664CF32A"/>
    <w:lvl w:ilvl="0" w:tplc="21E48194">
      <w:start w:val="1"/>
      <w:numFmt w:val="bullet"/>
      <w:pStyle w:val="Luettelokappale"/>
      <w:lvlText w:val="•"/>
      <w:lvlJc w:val="left"/>
      <w:pPr>
        <w:ind w:left="1440" w:hanging="360"/>
      </w:pPr>
      <w:rPr>
        <w:rFonts w:ascii="Arial" w:hAnsi="Arial" w:hint="default"/>
        <w:color w:val="019CDB"/>
      </w:rPr>
    </w:lvl>
    <w:lvl w:ilvl="1" w:tplc="040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36C14842"/>
    <w:multiLevelType w:val="hybridMultilevel"/>
    <w:tmpl w:val="3420090C"/>
    <w:lvl w:ilvl="0" w:tplc="55B8F6B6">
      <w:start w:val="1"/>
      <w:numFmt w:val="bullet"/>
      <w:lvlText w:val=""/>
      <w:lvlJc w:val="left"/>
      <w:pPr>
        <w:ind w:left="720" w:hanging="360"/>
      </w:pPr>
      <w:rPr>
        <w:rFonts w:ascii="Wingdings" w:eastAsiaTheme="minorHAnsi" w:hAnsi="Wingdings" w:cstheme="minorHAnsi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7BB0EF5"/>
    <w:multiLevelType w:val="hybridMultilevel"/>
    <w:tmpl w:val="FF085D68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97E199E"/>
    <w:multiLevelType w:val="hybridMultilevel"/>
    <w:tmpl w:val="AD0292B6"/>
    <w:lvl w:ilvl="0" w:tplc="040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26A6CBB"/>
    <w:multiLevelType w:val="hybridMultilevel"/>
    <w:tmpl w:val="FDC04F9C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5A72F5D"/>
    <w:multiLevelType w:val="hybridMultilevel"/>
    <w:tmpl w:val="6F5EE62A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72B5C19"/>
    <w:multiLevelType w:val="hybridMultilevel"/>
    <w:tmpl w:val="6D828C9E"/>
    <w:lvl w:ilvl="0" w:tplc="847E653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F4E0479"/>
    <w:multiLevelType w:val="hybridMultilevel"/>
    <w:tmpl w:val="67743D58"/>
    <w:lvl w:ilvl="0" w:tplc="E590419C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01B28B0"/>
    <w:multiLevelType w:val="hybridMultilevel"/>
    <w:tmpl w:val="B8FAFB0C"/>
    <w:lvl w:ilvl="0" w:tplc="7F428062"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HAnsi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2482BF3"/>
    <w:multiLevelType w:val="hybridMultilevel"/>
    <w:tmpl w:val="66EE44A4"/>
    <w:lvl w:ilvl="0" w:tplc="890CF0D2"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HAnsi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AD458A1"/>
    <w:multiLevelType w:val="hybridMultilevel"/>
    <w:tmpl w:val="B71C1FA6"/>
    <w:lvl w:ilvl="0" w:tplc="040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F065D86"/>
    <w:multiLevelType w:val="hybridMultilevel"/>
    <w:tmpl w:val="54580DC6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0"/>
  </w:num>
  <w:num w:numId="3">
    <w:abstractNumId w:val="0"/>
  </w:num>
  <w:num w:numId="4">
    <w:abstractNumId w:val="1"/>
  </w:num>
  <w:num w:numId="5">
    <w:abstractNumId w:val="8"/>
  </w:num>
  <w:num w:numId="6">
    <w:abstractNumId w:val="13"/>
  </w:num>
  <w:num w:numId="7">
    <w:abstractNumId w:val="21"/>
  </w:num>
  <w:num w:numId="8">
    <w:abstractNumId w:val="5"/>
  </w:num>
  <w:num w:numId="9">
    <w:abstractNumId w:val="2"/>
  </w:num>
  <w:num w:numId="10">
    <w:abstractNumId w:val="20"/>
  </w:num>
  <w:num w:numId="11">
    <w:abstractNumId w:val="7"/>
  </w:num>
  <w:num w:numId="12">
    <w:abstractNumId w:val="14"/>
  </w:num>
  <w:num w:numId="13">
    <w:abstractNumId w:val="19"/>
  </w:num>
  <w:num w:numId="14">
    <w:abstractNumId w:val="18"/>
  </w:num>
  <w:num w:numId="15">
    <w:abstractNumId w:val="12"/>
  </w:num>
  <w:num w:numId="16">
    <w:abstractNumId w:val="9"/>
  </w:num>
  <w:num w:numId="17">
    <w:abstractNumId w:val="3"/>
  </w:num>
  <w:num w:numId="18">
    <w:abstractNumId w:val="11"/>
  </w:num>
  <w:num w:numId="19">
    <w:abstractNumId w:val="15"/>
  </w:num>
  <w:num w:numId="20">
    <w:abstractNumId w:val="6"/>
  </w:num>
  <w:num w:numId="21">
    <w:abstractNumId w:val="16"/>
  </w:num>
  <w:num w:numId="22">
    <w:abstractNumId w:val="17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Korpela Anna">
    <w15:presenceInfo w15:providerId="AD" w15:userId="S-1-5-21-3121845505-432103665-3658532612-5798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attachedTemplate r:id="rId1"/>
  <w:trackRevisions/>
  <w:defaultTabStop w:val="1304"/>
  <w:autoHyphenation/>
  <w:hyphenationZone w:val="425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0C01"/>
    <w:rsid w:val="00012C81"/>
    <w:rsid w:val="000152CD"/>
    <w:rsid w:val="00017B1F"/>
    <w:rsid w:val="00022BE9"/>
    <w:rsid w:val="000241E4"/>
    <w:rsid w:val="00027C7F"/>
    <w:rsid w:val="00031045"/>
    <w:rsid w:val="00031847"/>
    <w:rsid w:val="00033E6D"/>
    <w:rsid w:val="000400D4"/>
    <w:rsid w:val="0004441F"/>
    <w:rsid w:val="000448DC"/>
    <w:rsid w:val="00051497"/>
    <w:rsid w:val="0005681D"/>
    <w:rsid w:val="000600A3"/>
    <w:rsid w:val="00063E9B"/>
    <w:rsid w:val="00064457"/>
    <w:rsid w:val="00072FEB"/>
    <w:rsid w:val="00075A9F"/>
    <w:rsid w:val="00081828"/>
    <w:rsid w:val="00084529"/>
    <w:rsid w:val="00084C2C"/>
    <w:rsid w:val="000875F3"/>
    <w:rsid w:val="00093224"/>
    <w:rsid w:val="000A488D"/>
    <w:rsid w:val="000A58AA"/>
    <w:rsid w:val="000B3845"/>
    <w:rsid w:val="000B393F"/>
    <w:rsid w:val="000B510E"/>
    <w:rsid w:val="000B523B"/>
    <w:rsid w:val="000B528C"/>
    <w:rsid w:val="000B7665"/>
    <w:rsid w:val="000C15FF"/>
    <w:rsid w:val="000C184F"/>
    <w:rsid w:val="000C2DED"/>
    <w:rsid w:val="000C310F"/>
    <w:rsid w:val="000C40DB"/>
    <w:rsid w:val="000C7552"/>
    <w:rsid w:val="000D2513"/>
    <w:rsid w:val="000D50EC"/>
    <w:rsid w:val="000D53D4"/>
    <w:rsid w:val="000D59EE"/>
    <w:rsid w:val="000D6AD8"/>
    <w:rsid w:val="000D6FE0"/>
    <w:rsid w:val="000D713E"/>
    <w:rsid w:val="000D787D"/>
    <w:rsid w:val="000E502D"/>
    <w:rsid w:val="000E7281"/>
    <w:rsid w:val="000F2C9C"/>
    <w:rsid w:val="000F4D3C"/>
    <w:rsid w:val="000F594D"/>
    <w:rsid w:val="000F5B27"/>
    <w:rsid w:val="000F7712"/>
    <w:rsid w:val="0010104B"/>
    <w:rsid w:val="00101606"/>
    <w:rsid w:val="0010623A"/>
    <w:rsid w:val="001135ED"/>
    <w:rsid w:val="001246EB"/>
    <w:rsid w:val="001328B5"/>
    <w:rsid w:val="00136080"/>
    <w:rsid w:val="00136200"/>
    <w:rsid w:val="001377E0"/>
    <w:rsid w:val="00137B09"/>
    <w:rsid w:val="001536D3"/>
    <w:rsid w:val="00153F29"/>
    <w:rsid w:val="00157DDC"/>
    <w:rsid w:val="00160171"/>
    <w:rsid w:val="001616BA"/>
    <w:rsid w:val="00161957"/>
    <w:rsid w:val="00163103"/>
    <w:rsid w:val="00166311"/>
    <w:rsid w:val="00170878"/>
    <w:rsid w:val="00172F2A"/>
    <w:rsid w:val="001801B1"/>
    <w:rsid w:val="0018177F"/>
    <w:rsid w:val="00182E0D"/>
    <w:rsid w:val="00186A34"/>
    <w:rsid w:val="0019059C"/>
    <w:rsid w:val="00190EE1"/>
    <w:rsid w:val="00193CBB"/>
    <w:rsid w:val="001958A4"/>
    <w:rsid w:val="001961EA"/>
    <w:rsid w:val="00197035"/>
    <w:rsid w:val="001A1B52"/>
    <w:rsid w:val="001A2F62"/>
    <w:rsid w:val="001A736E"/>
    <w:rsid w:val="001B3BB0"/>
    <w:rsid w:val="001B43C5"/>
    <w:rsid w:val="001C113E"/>
    <w:rsid w:val="001C2E44"/>
    <w:rsid w:val="001C3007"/>
    <w:rsid w:val="001C44E2"/>
    <w:rsid w:val="001C6893"/>
    <w:rsid w:val="001D141A"/>
    <w:rsid w:val="001D4A6D"/>
    <w:rsid w:val="001D649D"/>
    <w:rsid w:val="001D6BC6"/>
    <w:rsid w:val="001E02DB"/>
    <w:rsid w:val="001E6651"/>
    <w:rsid w:val="001F1CE6"/>
    <w:rsid w:val="001F6A54"/>
    <w:rsid w:val="001F7110"/>
    <w:rsid w:val="002053AE"/>
    <w:rsid w:val="00205D6A"/>
    <w:rsid w:val="00207070"/>
    <w:rsid w:val="002105CB"/>
    <w:rsid w:val="00220C1E"/>
    <w:rsid w:val="002217BA"/>
    <w:rsid w:val="00223882"/>
    <w:rsid w:val="00224A64"/>
    <w:rsid w:val="00230434"/>
    <w:rsid w:val="00231301"/>
    <w:rsid w:val="00232E94"/>
    <w:rsid w:val="002356F8"/>
    <w:rsid w:val="00236B6E"/>
    <w:rsid w:val="00245458"/>
    <w:rsid w:val="00246011"/>
    <w:rsid w:val="00255B56"/>
    <w:rsid w:val="00256DC8"/>
    <w:rsid w:val="002610C8"/>
    <w:rsid w:val="002625D5"/>
    <w:rsid w:val="00263770"/>
    <w:rsid w:val="002654ED"/>
    <w:rsid w:val="00267BE2"/>
    <w:rsid w:val="00272D39"/>
    <w:rsid w:val="0027489C"/>
    <w:rsid w:val="00275219"/>
    <w:rsid w:val="0028025A"/>
    <w:rsid w:val="00280F29"/>
    <w:rsid w:val="00287DDA"/>
    <w:rsid w:val="002903C3"/>
    <w:rsid w:val="00290D42"/>
    <w:rsid w:val="002A3464"/>
    <w:rsid w:val="002A5503"/>
    <w:rsid w:val="002A7714"/>
    <w:rsid w:val="002A7F84"/>
    <w:rsid w:val="002B0CDC"/>
    <w:rsid w:val="002C0502"/>
    <w:rsid w:val="002C2BCA"/>
    <w:rsid w:val="002D1ACD"/>
    <w:rsid w:val="002D61C5"/>
    <w:rsid w:val="002D6A5F"/>
    <w:rsid w:val="002F285B"/>
    <w:rsid w:val="002F41EE"/>
    <w:rsid w:val="00301DF2"/>
    <w:rsid w:val="00310409"/>
    <w:rsid w:val="00312333"/>
    <w:rsid w:val="0031428F"/>
    <w:rsid w:val="00315879"/>
    <w:rsid w:val="00323CDB"/>
    <w:rsid w:val="00331D6C"/>
    <w:rsid w:val="0033462F"/>
    <w:rsid w:val="00335A31"/>
    <w:rsid w:val="003371FC"/>
    <w:rsid w:val="0034082F"/>
    <w:rsid w:val="00341FC4"/>
    <w:rsid w:val="00344769"/>
    <w:rsid w:val="003542F0"/>
    <w:rsid w:val="00357AC8"/>
    <w:rsid w:val="00362324"/>
    <w:rsid w:val="00362478"/>
    <w:rsid w:val="00363BC9"/>
    <w:rsid w:val="003646C1"/>
    <w:rsid w:val="0036693B"/>
    <w:rsid w:val="00367C9D"/>
    <w:rsid w:val="00374388"/>
    <w:rsid w:val="00386BFD"/>
    <w:rsid w:val="003909FB"/>
    <w:rsid w:val="0039173F"/>
    <w:rsid w:val="00392302"/>
    <w:rsid w:val="00395301"/>
    <w:rsid w:val="003A1D86"/>
    <w:rsid w:val="003A7EBA"/>
    <w:rsid w:val="003C413D"/>
    <w:rsid w:val="003C4D0F"/>
    <w:rsid w:val="003D00A0"/>
    <w:rsid w:val="003D04BA"/>
    <w:rsid w:val="003D7C92"/>
    <w:rsid w:val="003E0A89"/>
    <w:rsid w:val="003E21CD"/>
    <w:rsid w:val="003E2761"/>
    <w:rsid w:val="003E5E66"/>
    <w:rsid w:val="003E7759"/>
    <w:rsid w:val="003F0590"/>
    <w:rsid w:val="003F636D"/>
    <w:rsid w:val="00404A68"/>
    <w:rsid w:val="00404C89"/>
    <w:rsid w:val="004064D1"/>
    <w:rsid w:val="004115E5"/>
    <w:rsid w:val="0041398D"/>
    <w:rsid w:val="00415CAE"/>
    <w:rsid w:val="00422C93"/>
    <w:rsid w:val="00425C19"/>
    <w:rsid w:val="004271DD"/>
    <w:rsid w:val="004373AA"/>
    <w:rsid w:val="00440718"/>
    <w:rsid w:val="00442D8A"/>
    <w:rsid w:val="00443285"/>
    <w:rsid w:val="00451014"/>
    <w:rsid w:val="00452BE4"/>
    <w:rsid w:val="004569D3"/>
    <w:rsid w:val="00462F2A"/>
    <w:rsid w:val="00471C1D"/>
    <w:rsid w:val="00472835"/>
    <w:rsid w:val="004806D7"/>
    <w:rsid w:val="00484109"/>
    <w:rsid w:val="004841B2"/>
    <w:rsid w:val="0048563F"/>
    <w:rsid w:val="0048589A"/>
    <w:rsid w:val="00487952"/>
    <w:rsid w:val="004957D0"/>
    <w:rsid w:val="00495CFD"/>
    <w:rsid w:val="00497263"/>
    <w:rsid w:val="004B0D30"/>
    <w:rsid w:val="004B13A9"/>
    <w:rsid w:val="004B1E20"/>
    <w:rsid w:val="004C0B4D"/>
    <w:rsid w:val="004C20F3"/>
    <w:rsid w:val="004C3F20"/>
    <w:rsid w:val="004C464B"/>
    <w:rsid w:val="004C5110"/>
    <w:rsid w:val="004C69B0"/>
    <w:rsid w:val="004C6D80"/>
    <w:rsid w:val="004D07B8"/>
    <w:rsid w:val="004D2805"/>
    <w:rsid w:val="004D343D"/>
    <w:rsid w:val="004E2590"/>
    <w:rsid w:val="004E30E2"/>
    <w:rsid w:val="004E541E"/>
    <w:rsid w:val="004E54C2"/>
    <w:rsid w:val="004F1239"/>
    <w:rsid w:val="004F2441"/>
    <w:rsid w:val="004F3122"/>
    <w:rsid w:val="004F5AE0"/>
    <w:rsid w:val="00500567"/>
    <w:rsid w:val="005055B2"/>
    <w:rsid w:val="005062AB"/>
    <w:rsid w:val="0051222D"/>
    <w:rsid w:val="00515D08"/>
    <w:rsid w:val="005177AD"/>
    <w:rsid w:val="00524FD9"/>
    <w:rsid w:val="00531A4F"/>
    <w:rsid w:val="00531B3B"/>
    <w:rsid w:val="0053690B"/>
    <w:rsid w:val="0054422F"/>
    <w:rsid w:val="00552D3F"/>
    <w:rsid w:val="005534EA"/>
    <w:rsid w:val="00561740"/>
    <w:rsid w:val="00563463"/>
    <w:rsid w:val="00575332"/>
    <w:rsid w:val="005769B7"/>
    <w:rsid w:val="00580430"/>
    <w:rsid w:val="005925F4"/>
    <w:rsid w:val="005A29D5"/>
    <w:rsid w:val="005A4514"/>
    <w:rsid w:val="005A5072"/>
    <w:rsid w:val="005B051F"/>
    <w:rsid w:val="005B14D9"/>
    <w:rsid w:val="005B3C52"/>
    <w:rsid w:val="005C3327"/>
    <w:rsid w:val="005C3E2E"/>
    <w:rsid w:val="005C5777"/>
    <w:rsid w:val="005D0D30"/>
    <w:rsid w:val="005D19FB"/>
    <w:rsid w:val="005D3C64"/>
    <w:rsid w:val="005D4A21"/>
    <w:rsid w:val="005D6763"/>
    <w:rsid w:val="005E53DC"/>
    <w:rsid w:val="005E58CC"/>
    <w:rsid w:val="005E7216"/>
    <w:rsid w:val="005E7AB9"/>
    <w:rsid w:val="005F4D47"/>
    <w:rsid w:val="005F69A3"/>
    <w:rsid w:val="00606852"/>
    <w:rsid w:val="00607D37"/>
    <w:rsid w:val="006173A1"/>
    <w:rsid w:val="00621175"/>
    <w:rsid w:val="006218B1"/>
    <w:rsid w:val="0062673E"/>
    <w:rsid w:val="00627A1E"/>
    <w:rsid w:val="006310A9"/>
    <w:rsid w:val="00631108"/>
    <w:rsid w:val="00631A4E"/>
    <w:rsid w:val="00634DC2"/>
    <w:rsid w:val="00641E79"/>
    <w:rsid w:val="006466F7"/>
    <w:rsid w:val="0064790B"/>
    <w:rsid w:val="0065524B"/>
    <w:rsid w:val="00657B0A"/>
    <w:rsid w:val="00660F47"/>
    <w:rsid w:val="00667E16"/>
    <w:rsid w:val="00671148"/>
    <w:rsid w:val="0068027A"/>
    <w:rsid w:val="00682A4E"/>
    <w:rsid w:val="00686ABB"/>
    <w:rsid w:val="00691BAB"/>
    <w:rsid w:val="0069522A"/>
    <w:rsid w:val="006A0E26"/>
    <w:rsid w:val="006A6530"/>
    <w:rsid w:val="006B0F32"/>
    <w:rsid w:val="006B1696"/>
    <w:rsid w:val="006B439B"/>
    <w:rsid w:val="006B4C8B"/>
    <w:rsid w:val="006B6FAE"/>
    <w:rsid w:val="006B7B21"/>
    <w:rsid w:val="006C2EED"/>
    <w:rsid w:val="006C3A23"/>
    <w:rsid w:val="006D738E"/>
    <w:rsid w:val="006D744D"/>
    <w:rsid w:val="006E01EE"/>
    <w:rsid w:val="006E688C"/>
    <w:rsid w:val="006F0C32"/>
    <w:rsid w:val="006F4558"/>
    <w:rsid w:val="006F5C53"/>
    <w:rsid w:val="00702A6C"/>
    <w:rsid w:val="007037E4"/>
    <w:rsid w:val="00704282"/>
    <w:rsid w:val="007101A0"/>
    <w:rsid w:val="00710E8D"/>
    <w:rsid w:val="00712EDD"/>
    <w:rsid w:val="007135DE"/>
    <w:rsid w:val="007236F8"/>
    <w:rsid w:val="00724355"/>
    <w:rsid w:val="0072534C"/>
    <w:rsid w:val="007268EF"/>
    <w:rsid w:val="00730084"/>
    <w:rsid w:val="00732D9D"/>
    <w:rsid w:val="00736EE3"/>
    <w:rsid w:val="00737F92"/>
    <w:rsid w:val="007427C3"/>
    <w:rsid w:val="00744797"/>
    <w:rsid w:val="00750375"/>
    <w:rsid w:val="0075590A"/>
    <w:rsid w:val="007600D7"/>
    <w:rsid w:val="007608C2"/>
    <w:rsid w:val="007621D9"/>
    <w:rsid w:val="0076261D"/>
    <w:rsid w:val="007812B2"/>
    <w:rsid w:val="007849C6"/>
    <w:rsid w:val="00787206"/>
    <w:rsid w:val="00794A2A"/>
    <w:rsid w:val="00794AEB"/>
    <w:rsid w:val="007B0605"/>
    <w:rsid w:val="007B074E"/>
    <w:rsid w:val="007B19BF"/>
    <w:rsid w:val="007B3C2A"/>
    <w:rsid w:val="007B63DA"/>
    <w:rsid w:val="007C2B03"/>
    <w:rsid w:val="007C2D0A"/>
    <w:rsid w:val="007C4D4C"/>
    <w:rsid w:val="007D1B0E"/>
    <w:rsid w:val="007D482E"/>
    <w:rsid w:val="007D78D0"/>
    <w:rsid w:val="007E4970"/>
    <w:rsid w:val="007F13B5"/>
    <w:rsid w:val="007F25AC"/>
    <w:rsid w:val="008000D9"/>
    <w:rsid w:val="008003F0"/>
    <w:rsid w:val="0080080A"/>
    <w:rsid w:val="00802659"/>
    <w:rsid w:val="00803BD4"/>
    <w:rsid w:val="00803FB6"/>
    <w:rsid w:val="00804614"/>
    <w:rsid w:val="0080584F"/>
    <w:rsid w:val="00813F37"/>
    <w:rsid w:val="0081569F"/>
    <w:rsid w:val="00820096"/>
    <w:rsid w:val="00822672"/>
    <w:rsid w:val="00823817"/>
    <w:rsid w:val="00832B23"/>
    <w:rsid w:val="0083671D"/>
    <w:rsid w:val="0083690D"/>
    <w:rsid w:val="00841957"/>
    <w:rsid w:val="00842FB0"/>
    <w:rsid w:val="00843E6D"/>
    <w:rsid w:val="00843EAD"/>
    <w:rsid w:val="00844606"/>
    <w:rsid w:val="00847EB6"/>
    <w:rsid w:val="0085048D"/>
    <w:rsid w:val="0085194E"/>
    <w:rsid w:val="00854423"/>
    <w:rsid w:val="0085596F"/>
    <w:rsid w:val="00863D72"/>
    <w:rsid w:val="008714F3"/>
    <w:rsid w:val="00872A13"/>
    <w:rsid w:val="008823A0"/>
    <w:rsid w:val="00883896"/>
    <w:rsid w:val="00884914"/>
    <w:rsid w:val="008938AF"/>
    <w:rsid w:val="00893E2F"/>
    <w:rsid w:val="0089788E"/>
    <w:rsid w:val="008A0C01"/>
    <w:rsid w:val="008A3403"/>
    <w:rsid w:val="008A4201"/>
    <w:rsid w:val="008A5C89"/>
    <w:rsid w:val="008A6C5C"/>
    <w:rsid w:val="008C1488"/>
    <w:rsid w:val="008D2319"/>
    <w:rsid w:val="008E6A45"/>
    <w:rsid w:val="008F0EAF"/>
    <w:rsid w:val="008F6071"/>
    <w:rsid w:val="0090071C"/>
    <w:rsid w:val="00900ECA"/>
    <w:rsid w:val="009037E2"/>
    <w:rsid w:val="00907AA3"/>
    <w:rsid w:val="00924AEF"/>
    <w:rsid w:val="00925BBB"/>
    <w:rsid w:val="00927D5C"/>
    <w:rsid w:val="0093359E"/>
    <w:rsid w:val="00934088"/>
    <w:rsid w:val="00934AF6"/>
    <w:rsid w:val="00934C83"/>
    <w:rsid w:val="00936532"/>
    <w:rsid w:val="009369BA"/>
    <w:rsid w:val="00936B0C"/>
    <w:rsid w:val="00945075"/>
    <w:rsid w:val="00947D8E"/>
    <w:rsid w:val="0095200D"/>
    <w:rsid w:val="00952B76"/>
    <w:rsid w:val="0095457F"/>
    <w:rsid w:val="009577DC"/>
    <w:rsid w:val="00960EF1"/>
    <w:rsid w:val="00961C58"/>
    <w:rsid w:val="00962CB0"/>
    <w:rsid w:val="009655AC"/>
    <w:rsid w:val="00966701"/>
    <w:rsid w:val="00970481"/>
    <w:rsid w:val="0097152A"/>
    <w:rsid w:val="009752E5"/>
    <w:rsid w:val="00977412"/>
    <w:rsid w:val="0098101D"/>
    <w:rsid w:val="00982395"/>
    <w:rsid w:val="00982AE4"/>
    <w:rsid w:val="00987EE9"/>
    <w:rsid w:val="009A123F"/>
    <w:rsid w:val="009A6444"/>
    <w:rsid w:val="009B0A58"/>
    <w:rsid w:val="009B5133"/>
    <w:rsid w:val="009B5B8C"/>
    <w:rsid w:val="009B783B"/>
    <w:rsid w:val="009C641D"/>
    <w:rsid w:val="009C7B86"/>
    <w:rsid w:val="009D12C5"/>
    <w:rsid w:val="009D4035"/>
    <w:rsid w:val="009D44BD"/>
    <w:rsid w:val="009D6FD8"/>
    <w:rsid w:val="009E1BFD"/>
    <w:rsid w:val="009E246F"/>
    <w:rsid w:val="009E430D"/>
    <w:rsid w:val="009E4BD0"/>
    <w:rsid w:val="009E4E44"/>
    <w:rsid w:val="009E677C"/>
    <w:rsid w:val="009F1BE0"/>
    <w:rsid w:val="009F2A1E"/>
    <w:rsid w:val="009F35F7"/>
    <w:rsid w:val="009F5215"/>
    <w:rsid w:val="009F5B13"/>
    <w:rsid w:val="00A00601"/>
    <w:rsid w:val="00A03F07"/>
    <w:rsid w:val="00A05B60"/>
    <w:rsid w:val="00A07742"/>
    <w:rsid w:val="00A21B94"/>
    <w:rsid w:val="00A25583"/>
    <w:rsid w:val="00A34F84"/>
    <w:rsid w:val="00A356CC"/>
    <w:rsid w:val="00A36FC2"/>
    <w:rsid w:val="00A41DE4"/>
    <w:rsid w:val="00A5160E"/>
    <w:rsid w:val="00A520BA"/>
    <w:rsid w:val="00A5585B"/>
    <w:rsid w:val="00A568E2"/>
    <w:rsid w:val="00A57A18"/>
    <w:rsid w:val="00A610F7"/>
    <w:rsid w:val="00A644B4"/>
    <w:rsid w:val="00A743F7"/>
    <w:rsid w:val="00A7754A"/>
    <w:rsid w:val="00A80B77"/>
    <w:rsid w:val="00A81E2F"/>
    <w:rsid w:val="00A948A8"/>
    <w:rsid w:val="00A9672F"/>
    <w:rsid w:val="00A97063"/>
    <w:rsid w:val="00AA0639"/>
    <w:rsid w:val="00AA3842"/>
    <w:rsid w:val="00AA463F"/>
    <w:rsid w:val="00AB0C75"/>
    <w:rsid w:val="00AB6029"/>
    <w:rsid w:val="00AC329F"/>
    <w:rsid w:val="00AC3567"/>
    <w:rsid w:val="00AC583B"/>
    <w:rsid w:val="00AC6F68"/>
    <w:rsid w:val="00AC7E70"/>
    <w:rsid w:val="00AD14D9"/>
    <w:rsid w:val="00AD1646"/>
    <w:rsid w:val="00AE0B2F"/>
    <w:rsid w:val="00AE0EFF"/>
    <w:rsid w:val="00AE0FDF"/>
    <w:rsid w:val="00AE46BE"/>
    <w:rsid w:val="00AF1122"/>
    <w:rsid w:val="00AF301F"/>
    <w:rsid w:val="00AF3A53"/>
    <w:rsid w:val="00AF4AD3"/>
    <w:rsid w:val="00B014EB"/>
    <w:rsid w:val="00B019AD"/>
    <w:rsid w:val="00B07EF6"/>
    <w:rsid w:val="00B14212"/>
    <w:rsid w:val="00B16B0F"/>
    <w:rsid w:val="00B177E8"/>
    <w:rsid w:val="00B21D06"/>
    <w:rsid w:val="00B23067"/>
    <w:rsid w:val="00B32113"/>
    <w:rsid w:val="00B32141"/>
    <w:rsid w:val="00B37CC2"/>
    <w:rsid w:val="00B41276"/>
    <w:rsid w:val="00B445AE"/>
    <w:rsid w:val="00B51AB8"/>
    <w:rsid w:val="00B5365C"/>
    <w:rsid w:val="00B555D8"/>
    <w:rsid w:val="00B612AE"/>
    <w:rsid w:val="00B663DA"/>
    <w:rsid w:val="00B73187"/>
    <w:rsid w:val="00B752D3"/>
    <w:rsid w:val="00B81588"/>
    <w:rsid w:val="00B82D27"/>
    <w:rsid w:val="00B844BB"/>
    <w:rsid w:val="00B84915"/>
    <w:rsid w:val="00B879A2"/>
    <w:rsid w:val="00B90A91"/>
    <w:rsid w:val="00B94A43"/>
    <w:rsid w:val="00B952B2"/>
    <w:rsid w:val="00B96DAC"/>
    <w:rsid w:val="00BA3271"/>
    <w:rsid w:val="00BA3E67"/>
    <w:rsid w:val="00BB12E1"/>
    <w:rsid w:val="00BC25BD"/>
    <w:rsid w:val="00BC3737"/>
    <w:rsid w:val="00BC4984"/>
    <w:rsid w:val="00BC50F8"/>
    <w:rsid w:val="00BC7CD7"/>
    <w:rsid w:val="00BD0907"/>
    <w:rsid w:val="00BD6020"/>
    <w:rsid w:val="00BD78CD"/>
    <w:rsid w:val="00BE0C87"/>
    <w:rsid w:val="00BE2358"/>
    <w:rsid w:val="00BE7024"/>
    <w:rsid w:val="00BE776B"/>
    <w:rsid w:val="00C00AF7"/>
    <w:rsid w:val="00C018C8"/>
    <w:rsid w:val="00C02568"/>
    <w:rsid w:val="00C04C7B"/>
    <w:rsid w:val="00C20EB5"/>
    <w:rsid w:val="00C231EE"/>
    <w:rsid w:val="00C368DC"/>
    <w:rsid w:val="00C4170A"/>
    <w:rsid w:val="00C4454D"/>
    <w:rsid w:val="00C445A8"/>
    <w:rsid w:val="00C44DAA"/>
    <w:rsid w:val="00C513E4"/>
    <w:rsid w:val="00C60266"/>
    <w:rsid w:val="00C62825"/>
    <w:rsid w:val="00C659C4"/>
    <w:rsid w:val="00C70766"/>
    <w:rsid w:val="00C73C64"/>
    <w:rsid w:val="00C746AB"/>
    <w:rsid w:val="00C74CAA"/>
    <w:rsid w:val="00C80F22"/>
    <w:rsid w:val="00C81821"/>
    <w:rsid w:val="00C8558B"/>
    <w:rsid w:val="00C86309"/>
    <w:rsid w:val="00C93717"/>
    <w:rsid w:val="00C9374E"/>
    <w:rsid w:val="00C95B8D"/>
    <w:rsid w:val="00CA1866"/>
    <w:rsid w:val="00CA2C51"/>
    <w:rsid w:val="00CA4A09"/>
    <w:rsid w:val="00CB0617"/>
    <w:rsid w:val="00CB1A26"/>
    <w:rsid w:val="00CB4746"/>
    <w:rsid w:val="00CB57E4"/>
    <w:rsid w:val="00CB6478"/>
    <w:rsid w:val="00CC3B43"/>
    <w:rsid w:val="00CC3F78"/>
    <w:rsid w:val="00CD299A"/>
    <w:rsid w:val="00CD2E8B"/>
    <w:rsid w:val="00CD4F39"/>
    <w:rsid w:val="00CD5DA7"/>
    <w:rsid w:val="00CE203F"/>
    <w:rsid w:val="00CE29EF"/>
    <w:rsid w:val="00CE6848"/>
    <w:rsid w:val="00CF4E51"/>
    <w:rsid w:val="00D00758"/>
    <w:rsid w:val="00D038DD"/>
    <w:rsid w:val="00D06EA8"/>
    <w:rsid w:val="00D12117"/>
    <w:rsid w:val="00D16FB0"/>
    <w:rsid w:val="00D17217"/>
    <w:rsid w:val="00D21141"/>
    <w:rsid w:val="00D21D1D"/>
    <w:rsid w:val="00D2301F"/>
    <w:rsid w:val="00D32308"/>
    <w:rsid w:val="00D35D31"/>
    <w:rsid w:val="00D36D60"/>
    <w:rsid w:val="00D37740"/>
    <w:rsid w:val="00D536D9"/>
    <w:rsid w:val="00D53B84"/>
    <w:rsid w:val="00D54EE7"/>
    <w:rsid w:val="00D577EE"/>
    <w:rsid w:val="00D625FE"/>
    <w:rsid w:val="00D627A6"/>
    <w:rsid w:val="00D63451"/>
    <w:rsid w:val="00D71DED"/>
    <w:rsid w:val="00D74E4E"/>
    <w:rsid w:val="00D77945"/>
    <w:rsid w:val="00D8226E"/>
    <w:rsid w:val="00D8305F"/>
    <w:rsid w:val="00D83213"/>
    <w:rsid w:val="00D8403F"/>
    <w:rsid w:val="00D858EF"/>
    <w:rsid w:val="00D85A98"/>
    <w:rsid w:val="00D87241"/>
    <w:rsid w:val="00D91866"/>
    <w:rsid w:val="00D930EB"/>
    <w:rsid w:val="00D948D6"/>
    <w:rsid w:val="00D96927"/>
    <w:rsid w:val="00D974D7"/>
    <w:rsid w:val="00DA6B90"/>
    <w:rsid w:val="00DA6CD1"/>
    <w:rsid w:val="00DB0D6A"/>
    <w:rsid w:val="00DB0D86"/>
    <w:rsid w:val="00DB34F5"/>
    <w:rsid w:val="00DB70BC"/>
    <w:rsid w:val="00DC11C1"/>
    <w:rsid w:val="00DC6923"/>
    <w:rsid w:val="00DD1CE0"/>
    <w:rsid w:val="00DD3F30"/>
    <w:rsid w:val="00DD53A2"/>
    <w:rsid w:val="00DE2AE3"/>
    <w:rsid w:val="00DF0CE2"/>
    <w:rsid w:val="00DF394F"/>
    <w:rsid w:val="00E00FD3"/>
    <w:rsid w:val="00E07DB4"/>
    <w:rsid w:val="00E12B1A"/>
    <w:rsid w:val="00E14133"/>
    <w:rsid w:val="00E17253"/>
    <w:rsid w:val="00E17A35"/>
    <w:rsid w:val="00E22C74"/>
    <w:rsid w:val="00E23AA3"/>
    <w:rsid w:val="00E252EC"/>
    <w:rsid w:val="00E32A10"/>
    <w:rsid w:val="00E376CC"/>
    <w:rsid w:val="00E4658F"/>
    <w:rsid w:val="00E4680F"/>
    <w:rsid w:val="00E54909"/>
    <w:rsid w:val="00E55121"/>
    <w:rsid w:val="00E55781"/>
    <w:rsid w:val="00E63004"/>
    <w:rsid w:val="00E73B48"/>
    <w:rsid w:val="00E73EDC"/>
    <w:rsid w:val="00E802B2"/>
    <w:rsid w:val="00E83111"/>
    <w:rsid w:val="00E832A1"/>
    <w:rsid w:val="00E83D2D"/>
    <w:rsid w:val="00E90506"/>
    <w:rsid w:val="00E97072"/>
    <w:rsid w:val="00EA2479"/>
    <w:rsid w:val="00EA6D4E"/>
    <w:rsid w:val="00EB040B"/>
    <w:rsid w:val="00EB0A08"/>
    <w:rsid w:val="00EC057D"/>
    <w:rsid w:val="00EC4874"/>
    <w:rsid w:val="00EC4EA0"/>
    <w:rsid w:val="00EC54A0"/>
    <w:rsid w:val="00ED06D5"/>
    <w:rsid w:val="00ED0FA3"/>
    <w:rsid w:val="00ED5ED6"/>
    <w:rsid w:val="00EE2804"/>
    <w:rsid w:val="00EE46C0"/>
    <w:rsid w:val="00EE5696"/>
    <w:rsid w:val="00EE64CB"/>
    <w:rsid w:val="00EF393A"/>
    <w:rsid w:val="00EF6353"/>
    <w:rsid w:val="00F0227D"/>
    <w:rsid w:val="00F03CBD"/>
    <w:rsid w:val="00F03CDF"/>
    <w:rsid w:val="00F04236"/>
    <w:rsid w:val="00F106C6"/>
    <w:rsid w:val="00F1436F"/>
    <w:rsid w:val="00F16C57"/>
    <w:rsid w:val="00F21CB9"/>
    <w:rsid w:val="00F24115"/>
    <w:rsid w:val="00F26A5A"/>
    <w:rsid w:val="00F26FBB"/>
    <w:rsid w:val="00F3125E"/>
    <w:rsid w:val="00F317F0"/>
    <w:rsid w:val="00F31D32"/>
    <w:rsid w:val="00F34E99"/>
    <w:rsid w:val="00F350F6"/>
    <w:rsid w:val="00F371F4"/>
    <w:rsid w:val="00F41CB1"/>
    <w:rsid w:val="00F42F73"/>
    <w:rsid w:val="00F457CD"/>
    <w:rsid w:val="00F503C2"/>
    <w:rsid w:val="00F50DCC"/>
    <w:rsid w:val="00F51B69"/>
    <w:rsid w:val="00F601FA"/>
    <w:rsid w:val="00F60C77"/>
    <w:rsid w:val="00F64D35"/>
    <w:rsid w:val="00F65389"/>
    <w:rsid w:val="00F7027F"/>
    <w:rsid w:val="00F80C6C"/>
    <w:rsid w:val="00F81CF5"/>
    <w:rsid w:val="00F94B43"/>
    <w:rsid w:val="00F9583E"/>
    <w:rsid w:val="00FA022F"/>
    <w:rsid w:val="00FB05D8"/>
    <w:rsid w:val="00FB4B6A"/>
    <w:rsid w:val="00FC30E1"/>
    <w:rsid w:val="00FC4261"/>
    <w:rsid w:val="00FC42F2"/>
    <w:rsid w:val="00FC6889"/>
    <w:rsid w:val="00FD4091"/>
    <w:rsid w:val="00FD42D3"/>
    <w:rsid w:val="00FD484F"/>
    <w:rsid w:val="00FD54D3"/>
    <w:rsid w:val="00FE073C"/>
    <w:rsid w:val="00FE1E9D"/>
    <w:rsid w:val="00FE280C"/>
    <w:rsid w:val="00FE4638"/>
    <w:rsid w:val="00FF117D"/>
    <w:rsid w:val="00FF4CA6"/>
    <w:rsid w:val="00FF560B"/>
    <w:rsid w:val="00FF6F4F"/>
    <w:rsid w:val="00FF71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  <w14:docId w14:val="78A4074A"/>
  <w15:chartTrackingRefBased/>
  <w15:docId w15:val="{E31E195C-866E-4FC5-9AE2-AA19DEE831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HAnsi"/>
        <w:sz w:val="22"/>
        <w:szCs w:val="22"/>
        <w:lang w:val="fi-FI" w:eastAsia="en-US" w:bidi="ar-SA"/>
      </w:rPr>
    </w:rPrDefault>
    <w:pPrDefault>
      <w:pPr>
        <w:spacing w:after="160" w:line="2" w:lineRule="auto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uiPriority="39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0" w:qFormat="1"/>
    <w:lsdException w:name="Emphasis" w:semiHidden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semiHidden="1" w:uiPriority="29" w:unhideWhenUsed="1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i">
    <w:name w:val="Normal"/>
    <w:rsid w:val="00BD78CD"/>
    <w:pPr>
      <w:spacing w:line="240" w:lineRule="auto"/>
    </w:pPr>
    <w:rPr>
      <w:sz w:val="20"/>
    </w:rPr>
  </w:style>
  <w:style w:type="paragraph" w:styleId="Otsikko1">
    <w:name w:val="heading 1"/>
    <w:basedOn w:val="Normaali"/>
    <w:next w:val="Leipteksti"/>
    <w:link w:val="Otsikko1Char"/>
    <w:uiPriority w:val="9"/>
    <w:qFormat/>
    <w:rsid w:val="007849C6"/>
    <w:pPr>
      <w:keepNext/>
      <w:keepLines/>
      <w:numPr>
        <w:numId w:val="1"/>
      </w:numPr>
      <w:spacing w:after="720" w:line="520" w:lineRule="exact"/>
      <w:outlineLvl w:val="0"/>
    </w:pPr>
    <w:rPr>
      <w:rFonts w:asciiTheme="majorHAnsi" w:eastAsiaTheme="majorEastAsia" w:hAnsiTheme="majorHAnsi" w:cstheme="majorBidi"/>
      <w:color w:val="0090D4" w:themeColor="text2"/>
      <w:sz w:val="48"/>
      <w:szCs w:val="32"/>
    </w:rPr>
  </w:style>
  <w:style w:type="paragraph" w:styleId="Otsikko2">
    <w:name w:val="heading 2"/>
    <w:basedOn w:val="Normaali"/>
    <w:next w:val="Leipteksti"/>
    <w:link w:val="Otsikko2Char"/>
    <w:uiPriority w:val="9"/>
    <w:qFormat/>
    <w:rsid w:val="001C2E44"/>
    <w:pPr>
      <w:keepNext/>
      <w:keepLines/>
      <w:numPr>
        <w:ilvl w:val="1"/>
        <w:numId w:val="1"/>
      </w:numPr>
      <w:spacing w:before="600" w:after="240"/>
      <w:ind w:left="578" w:hanging="578"/>
      <w:outlineLvl w:val="1"/>
    </w:pPr>
    <w:rPr>
      <w:rFonts w:asciiTheme="majorHAnsi" w:eastAsiaTheme="majorEastAsia" w:hAnsiTheme="majorHAnsi" w:cstheme="majorBidi"/>
      <w:b/>
      <w:color w:val="3F3E3E"/>
      <w:sz w:val="28"/>
      <w:szCs w:val="26"/>
    </w:rPr>
  </w:style>
  <w:style w:type="paragraph" w:styleId="Otsikko3">
    <w:name w:val="heading 3"/>
    <w:basedOn w:val="Normaali"/>
    <w:next w:val="Leipteksti"/>
    <w:link w:val="Otsikko3Char"/>
    <w:uiPriority w:val="9"/>
    <w:qFormat/>
    <w:rsid w:val="005B14D9"/>
    <w:pPr>
      <w:keepNext/>
      <w:keepLines/>
      <w:numPr>
        <w:ilvl w:val="2"/>
        <w:numId w:val="1"/>
      </w:numPr>
      <w:spacing w:before="600" w:after="240"/>
      <w:outlineLvl w:val="2"/>
    </w:pPr>
    <w:rPr>
      <w:rFonts w:asciiTheme="majorHAnsi" w:eastAsiaTheme="majorEastAsia" w:hAnsiTheme="majorHAnsi" w:cstheme="majorBidi"/>
      <w:sz w:val="24"/>
      <w:szCs w:val="24"/>
    </w:rPr>
  </w:style>
  <w:style w:type="paragraph" w:styleId="Otsikko4">
    <w:name w:val="heading 4"/>
    <w:basedOn w:val="Normaali"/>
    <w:next w:val="Normaali"/>
    <w:link w:val="Otsikko4Char"/>
    <w:uiPriority w:val="9"/>
    <w:qFormat/>
    <w:rsid w:val="00D96927"/>
    <w:pPr>
      <w:keepNext/>
      <w:keepLines/>
      <w:numPr>
        <w:ilvl w:val="3"/>
        <w:numId w:val="1"/>
      </w:numPr>
      <w:spacing w:before="260" w:after="0"/>
      <w:ind w:left="862" w:hanging="862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Otsikko5">
    <w:name w:val="heading 5"/>
    <w:basedOn w:val="Normaali"/>
    <w:next w:val="Normaali"/>
    <w:link w:val="Otsikko5Char"/>
    <w:uiPriority w:val="9"/>
    <w:semiHidden/>
    <w:qFormat/>
    <w:rsid w:val="00D37740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006B9E" w:themeColor="accent1" w:themeShade="BF"/>
    </w:rPr>
  </w:style>
  <w:style w:type="paragraph" w:styleId="Otsikko6">
    <w:name w:val="heading 6"/>
    <w:basedOn w:val="Normaali"/>
    <w:next w:val="Normaali"/>
    <w:link w:val="Otsikko6Char"/>
    <w:uiPriority w:val="9"/>
    <w:semiHidden/>
    <w:unhideWhenUsed/>
    <w:qFormat/>
    <w:rsid w:val="00D37740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004769" w:themeColor="accent1" w:themeShade="7F"/>
    </w:rPr>
  </w:style>
  <w:style w:type="paragraph" w:styleId="Otsikko7">
    <w:name w:val="heading 7"/>
    <w:basedOn w:val="Normaali"/>
    <w:next w:val="Normaali"/>
    <w:link w:val="Otsikko7Char"/>
    <w:uiPriority w:val="9"/>
    <w:semiHidden/>
    <w:unhideWhenUsed/>
    <w:qFormat/>
    <w:rsid w:val="00D37740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004769" w:themeColor="accent1" w:themeShade="7F"/>
    </w:rPr>
  </w:style>
  <w:style w:type="paragraph" w:styleId="Otsikko8">
    <w:name w:val="heading 8"/>
    <w:basedOn w:val="Normaali"/>
    <w:next w:val="Normaali"/>
    <w:link w:val="Otsikko8Char"/>
    <w:uiPriority w:val="9"/>
    <w:semiHidden/>
    <w:unhideWhenUsed/>
    <w:qFormat/>
    <w:rsid w:val="00D37740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tsikko9">
    <w:name w:val="heading 9"/>
    <w:basedOn w:val="Normaali"/>
    <w:next w:val="Normaali"/>
    <w:link w:val="Otsikko9Char"/>
    <w:uiPriority w:val="9"/>
    <w:semiHidden/>
    <w:unhideWhenUsed/>
    <w:qFormat/>
    <w:rsid w:val="00D37740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Yltunniste">
    <w:name w:val="header"/>
    <w:basedOn w:val="Normaali"/>
    <w:link w:val="YltunnisteChar"/>
    <w:uiPriority w:val="99"/>
    <w:semiHidden/>
    <w:rsid w:val="00D37740"/>
    <w:pPr>
      <w:tabs>
        <w:tab w:val="center" w:pos="4819"/>
        <w:tab w:val="right" w:pos="9638"/>
      </w:tabs>
      <w:spacing w:after="0"/>
    </w:pPr>
  </w:style>
  <w:style w:type="character" w:customStyle="1" w:styleId="YltunnisteChar">
    <w:name w:val="Ylätunniste Char"/>
    <w:basedOn w:val="Kappaleenoletusfontti"/>
    <w:link w:val="Yltunniste"/>
    <w:uiPriority w:val="99"/>
    <w:semiHidden/>
    <w:rsid w:val="001B3BB0"/>
    <w:rPr>
      <w:sz w:val="20"/>
    </w:rPr>
  </w:style>
  <w:style w:type="paragraph" w:styleId="Alatunniste">
    <w:name w:val="footer"/>
    <w:basedOn w:val="Normaali"/>
    <w:link w:val="AlatunnisteChar"/>
    <w:uiPriority w:val="99"/>
    <w:rsid w:val="00E83D2D"/>
    <w:pPr>
      <w:tabs>
        <w:tab w:val="center" w:pos="4819"/>
        <w:tab w:val="right" w:pos="9638"/>
      </w:tabs>
      <w:spacing w:after="0"/>
    </w:pPr>
    <w:rPr>
      <w:sz w:val="12"/>
    </w:rPr>
  </w:style>
  <w:style w:type="character" w:customStyle="1" w:styleId="AlatunnisteChar">
    <w:name w:val="Alatunniste Char"/>
    <w:basedOn w:val="Kappaleenoletusfontti"/>
    <w:link w:val="Alatunniste"/>
    <w:uiPriority w:val="99"/>
    <w:rsid w:val="001B3BB0"/>
    <w:rPr>
      <w:sz w:val="12"/>
    </w:rPr>
  </w:style>
  <w:style w:type="character" w:customStyle="1" w:styleId="Otsikko1Char">
    <w:name w:val="Otsikko 1 Char"/>
    <w:basedOn w:val="Kappaleenoletusfontti"/>
    <w:link w:val="Otsikko1"/>
    <w:uiPriority w:val="9"/>
    <w:rsid w:val="00982395"/>
    <w:rPr>
      <w:rFonts w:asciiTheme="majorHAnsi" w:eastAsiaTheme="majorEastAsia" w:hAnsiTheme="majorHAnsi" w:cstheme="majorBidi"/>
      <w:color w:val="0090D4" w:themeColor="text2"/>
      <w:sz w:val="48"/>
      <w:szCs w:val="32"/>
    </w:rPr>
  </w:style>
  <w:style w:type="character" w:customStyle="1" w:styleId="Otsikko2Char">
    <w:name w:val="Otsikko 2 Char"/>
    <w:basedOn w:val="Kappaleenoletusfontti"/>
    <w:link w:val="Otsikko2"/>
    <w:uiPriority w:val="9"/>
    <w:rsid w:val="001C2E44"/>
    <w:rPr>
      <w:rFonts w:asciiTheme="majorHAnsi" w:eastAsiaTheme="majorEastAsia" w:hAnsiTheme="majorHAnsi" w:cstheme="majorBidi"/>
      <w:b/>
      <w:color w:val="3F3E3E"/>
      <w:sz w:val="28"/>
      <w:szCs w:val="26"/>
    </w:rPr>
  </w:style>
  <w:style w:type="character" w:customStyle="1" w:styleId="Otsikko3Char">
    <w:name w:val="Otsikko 3 Char"/>
    <w:basedOn w:val="Kappaleenoletusfontti"/>
    <w:link w:val="Otsikko3"/>
    <w:uiPriority w:val="9"/>
    <w:rsid w:val="005B14D9"/>
    <w:rPr>
      <w:rFonts w:asciiTheme="majorHAnsi" w:eastAsiaTheme="majorEastAsia" w:hAnsiTheme="majorHAnsi" w:cstheme="majorBidi"/>
      <w:sz w:val="24"/>
      <w:szCs w:val="24"/>
    </w:rPr>
  </w:style>
  <w:style w:type="character" w:customStyle="1" w:styleId="Otsikko4Char">
    <w:name w:val="Otsikko 4 Char"/>
    <w:basedOn w:val="Kappaleenoletusfontti"/>
    <w:link w:val="Otsikko4"/>
    <w:uiPriority w:val="9"/>
    <w:rsid w:val="00D96927"/>
    <w:rPr>
      <w:rFonts w:asciiTheme="majorHAnsi" w:eastAsiaTheme="majorEastAsia" w:hAnsiTheme="majorHAnsi" w:cstheme="majorBidi"/>
      <w:b/>
      <w:iCs/>
      <w:sz w:val="20"/>
    </w:rPr>
  </w:style>
  <w:style w:type="character" w:customStyle="1" w:styleId="Otsikko5Char">
    <w:name w:val="Otsikko 5 Char"/>
    <w:basedOn w:val="Kappaleenoletusfontti"/>
    <w:link w:val="Otsikko5"/>
    <w:uiPriority w:val="9"/>
    <w:semiHidden/>
    <w:rsid w:val="00D96927"/>
    <w:rPr>
      <w:rFonts w:asciiTheme="majorHAnsi" w:eastAsiaTheme="majorEastAsia" w:hAnsiTheme="majorHAnsi" w:cstheme="majorBidi"/>
      <w:color w:val="006B9E" w:themeColor="accent1" w:themeShade="BF"/>
      <w:sz w:val="20"/>
    </w:rPr>
  </w:style>
  <w:style w:type="character" w:customStyle="1" w:styleId="Otsikko6Char">
    <w:name w:val="Otsikko 6 Char"/>
    <w:basedOn w:val="Kappaleenoletusfontti"/>
    <w:link w:val="Otsikko6"/>
    <w:uiPriority w:val="9"/>
    <w:semiHidden/>
    <w:rsid w:val="00D37740"/>
    <w:rPr>
      <w:rFonts w:asciiTheme="majorHAnsi" w:eastAsiaTheme="majorEastAsia" w:hAnsiTheme="majorHAnsi" w:cstheme="majorBidi"/>
      <w:color w:val="004769" w:themeColor="accent1" w:themeShade="7F"/>
      <w:lang w:val="en-GB"/>
    </w:rPr>
  </w:style>
  <w:style w:type="character" w:customStyle="1" w:styleId="Otsikko7Char">
    <w:name w:val="Otsikko 7 Char"/>
    <w:basedOn w:val="Kappaleenoletusfontti"/>
    <w:link w:val="Otsikko7"/>
    <w:uiPriority w:val="9"/>
    <w:semiHidden/>
    <w:rsid w:val="00D37740"/>
    <w:rPr>
      <w:rFonts w:asciiTheme="majorHAnsi" w:eastAsiaTheme="majorEastAsia" w:hAnsiTheme="majorHAnsi" w:cstheme="majorBidi"/>
      <w:i/>
      <w:iCs/>
      <w:color w:val="004769" w:themeColor="accent1" w:themeShade="7F"/>
      <w:lang w:val="en-GB"/>
    </w:rPr>
  </w:style>
  <w:style w:type="character" w:customStyle="1" w:styleId="Otsikko8Char">
    <w:name w:val="Otsikko 8 Char"/>
    <w:basedOn w:val="Kappaleenoletusfontti"/>
    <w:link w:val="Otsikko8"/>
    <w:uiPriority w:val="9"/>
    <w:semiHidden/>
    <w:rsid w:val="00D37740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GB"/>
    </w:rPr>
  </w:style>
  <w:style w:type="character" w:customStyle="1" w:styleId="Otsikko9Char">
    <w:name w:val="Otsikko 9 Char"/>
    <w:basedOn w:val="Kappaleenoletusfontti"/>
    <w:link w:val="Otsikko9"/>
    <w:uiPriority w:val="9"/>
    <w:semiHidden/>
    <w:rsid w:val="00D37740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GB"/>
    </w:rPr>
  </w:style>
  <w:style w:type="table" w:styleId="TaulukkoRuudukko">
    <w:name w:val="Table Grid"/>
    <w:basedOn w:val="Normaalitaulukko"/>
    <w:rsid w:val="00FC4261"/>
    <w:pPr>
      <w:spacing w:after="0" w:line="240" w:lineRule="auto"/>
    </w:pPr>
    <w:rPr>
      <w:rFonts w:eastAsia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laotsikko">
    <w:name w:val="Subtitle"/>
    <w:basedOn w:val="Normaali"/>
    <w:next w:val="Leipteksti"/>
    <w:link w:val="AlaotsikkoChar"/>
    <w:uiPriority w:val="11"/>
    <w:qFormat/>
    <w:rsid w:val="00D00758"/>
    <w:pPr>
      <w:numPr>
        <w:ilvl w:val="1"/>
      </w:numPr>
      <w:spacing w:before="260" w:after="260" w:line="260" w:lineRule="atLeast"/>
    </w:pPr>
    <w:rPr>
      <w:rFonts w:asciiTheme="majorHAnsi" w:eastAsiaTheme="minorEastAsia" w:hAnsiTheme="majorHAnsi"/>
      <w:b/>
      <w:color w:val="0090D4" w:themeColor="text2"/>
      <w:sz w:val="24"/>
    </w:rPr>
  </w:style>
  <w:style w:type="paragraph" w:styleId="Leipteksti">
    <w:name w:val="Body Text"/>
    <w:basedOn w:val="Normaali"/>
    <w:link w:val="LeiptekstiChar"/>
    <w:uiPriority w:val="99"/>
    <w:qFormat/>
    <w:rsid w:val="00B90A91"/>
    <w:pPr>
      <w:spacing w:after="0" w:line="260" w:lineRule="atLeast"/>
    </w:pPr>
  </w:style>
  <w:style w:type="character" w:customStyle="1" w:styleId="LeiptekstiChar">
    <w:name w:val="Leipäteksti Char"/>
    <w:basedOn w:val="Kappaleenoletusfontti"/>
    <w:link w:val="Leipteksti"/>
    <w:uiPriority w:val="99"/>
    <w:rsid w:val="00B90A91"/>
    <w:rPr>
      <w:sz w:val="20"/>
    </w:rPr>
  </w:style>
  <w:style w:type="character" w:customStyle="1" w:styleId="AlaotsikkoChar">
    <w:name w:val="Alaotsikko Char"/>
    <w:basedOn w:val="Kappaleenoletusfontti"/>
    <w:link w:val="Alaotsikko"/>
    <w:uiPriority w:val="11"/>
    <w:rsid w:val="00D00758"/>
    <w:rPr>
      <w:rFonts w:asciiTheme="majorHAnsi" w:eastAsiaTheme="minorEastAsia" w:hAnsiTheme="majorHAnsi"/>
      <w:b/>
      <w:color w:val="0090D4" w:themeColor="text2"/>
      <w:sz w:val="24"/>
    </w:rPr>
  </w:style>
  <w:style w:type="paragraph" w:customStyle="1" w:styleId="Kansi1">
    <w:name w:val="Kansi1"/>
    <w:qFormat/>
    <w:rsid w:val="00B844BB"/>
    <w:pPr>
      <w:spacing w:after="0" w:line="680" w:lineRule="exact"/>
    </w:pPr>
    <w:rPr>
      <w:rFonts w:asciiTheme="majorHAnsi" w:hAnsiTheme="majorHAnsi"/>
      <w:b/>
      <w:color w:val="0090D4" w:themeColor="text2"/>
      <w:sz w:val="60"/>
    </w:rPr>
  </w:style>
  <w:style w:type="paragraph" w:customStyle="1" w:styleId="Kansi2">
    <w:name w:val="Kansi2"/>
    <w:qFormat/>
    <w:rsid w:val="001C2E44"/>
    <w:pPr>
      <w:spacing w:after="0" w:line="600" w:lineRule="atLeast"/>
    </w:pPr>
    <w:rPr>
      <w:rFonts w:eastAsia="Times New Roman" w:cs="Times New Roman"/>
      <w:color w:val="3F3E3E"/>
      <w:sz w:val="48"/>
      <w:szCs w:val="20"/>
    </w:rPr>
  </w:style>
  <w:style w:type="paragraph" w:customStyle="1" w:styleId="Kansi3">
    <w:name w:val="Kansi3"/>
    <w:qFormat/>
    <w:rsid w:val="001C2E44"/>
    <w:pPr>
      <w:spacing w:after="0" w:line="240" w:lineRule="auto"/>
    </w:pPr>
    <w:rPr>
      <w:rFonts w:eastAsia="Times New Roman" w:cs="Times New Roman"/>
      <w:color w:val="3F3E3E"/>
      <w:sz w:val="24"/>
      <w:szCs w:val="20"/>
    </w:rPr>
  </w:style>
  <w:style w:type="paragraph" w:styleId="Luettelokappale">
    <w:name w:val="List Paragraph"/>
    <w:basedOn w:val="Normaali"/>
    <w:uiPriority w:val="34"/>
    <w:qFormat/>
    <w:rsid w:val="00C60266"/>
    <w:pPr>
      <w:numPr>
        <w:numId w:val="2"/>
      </w:numPr>
      <w:spacing w:before="260" w:after="0" w:line="260" w:lineRule="atLeast"/>
      <w:ind w:left="510" w:hanging="255"/>
    </w:pPr>
  </w:style>
  <w:style w:type="paragraph" w:customStyle="1" w:styleId="Kuvateksti">
    <w:name w:val="Kuvateksti"/>
    <w:qFormat/>
    <w:rsid w:val="00F371F4"/>
    <w:pPr>
      <w:spacing w:after="0" w:line="240" w:lineRule="exact"/>
    </w:pPr>
    <w:rPr>
      <w:sz w:val="18"/>
      <w:lang w:val="en-GB"/>
    </w:rPr>
  </w:style>
  <w:style w:type="paragraph" w:styleId="Numeroituluettelo">
    <w:name w:val="List Number"/>
    <w:basedOn w:val="Leipteksti"/>
    <w:uiPriority w:val="99"/>
    <w:qFormat/>
    <w:rsid w:val="005D4A21"/>
    <w:pPr>
      <w:numPr>
        <w:numId w:val="3"/>
      </w:numPr>
      <w:spacing w:before="260"/>
      <w:ind w:left="510" w:hanging="255"/>
    </w:pPr>
  </w:style>
  <w:style w:type="character" w:styleId="Hyperlinkki">
    <w:name w:val="Hyperlink"/>
    <w:basedOn w:val="Kappaleenoletusfontti"/>
    <w:uiPriority w:val="99"/>
    <w:rsid w:val="00374388"/>
    <w:rPr>
      <w:color w:val="0090D4" w:themeColor="hyperlink"/>
      <w:u w:val="single"/>
    </w:rPr>
  </w:style>
  <w:style w:type="paragraph" w:styleId="Lhdeviiteluettelo">
    <w:name w:val="table of authorities"/>
    <w:basedOn w:val="Normaali"/>
    <w:uiPriority w:val="99"/>
    <w:rsid w:val="00374388"/>
    <w:pPr>
      <w:spacing w:line="240" w:lineRule="exact"/>
    </w:pPr>
    <w:rPr>
      <w:sz w:val="18"/>
    </w:rPr>
  </w:style>
  <w:style w:type="paragraph" w:styleId="Sisllysluettelonotsikko">
    <w:name w:val="TOC Heading"/>
    <w:basedOn w:val="Otsikko1"/>
    <w:next w:val="Normaali"/>
    <w:uiPriority w:val="39"/>
    <w:semiHidden/>
    <w:rsid w:val="00AE0FDF"/>
    <w:pPr>
      <w:numPr>
        <w:numId w:val="0"/>
      </w:numPr>
      <w:spacing w:after="480"/>
      <w:outlineLvl w:val="9"/>
    </w:pPr>
    <w:rPr>
      <w:lang w:eastAsia="fi-FI"/>
    </w:rPr>
  </w:style>
  <w:style w:type="paragraph" w:styleId="Sisluet1">
    <w:name w:val="toc 1"/>
    <w:basedOn w:val="Normaali"/>
    <w:next w:val="Normaali"/>
    <w:autoRedefine/>
    <w:uiPriority w:val="39"/>
    <w:rsid w:val="00BD78CD"/>
    <w:pPr>
      <w:tabs>
        <w:tab w:val="right" w:pos="8222"/>
      </w:tabs>
      <w:spacing w:after="100"/>
    </w:pPr>
    <w:rPr>
      <w:sz w:val="21"/>
    </w:rPr>
  </w:style>
  <w:style w:type="paragraph" w:styleId="Sisluet2">
    <w:name w:val="toc 2"/>
    <w:basedOn w:val="Sisluet1"/>
    <w:next w:val="Normaali"/>
    <w:autoRedefine/>
    <w:uiPriority w:val="39"/>
    <w:rsid w:val="00A97063"/>
    <w:pPr>
      <w:ind w:left="397"/>
    </w:pPr>
  </w:style>
  <w:style w:type="paragraph" w:styleId="Otsikko">
    <w:name w:val="Title"/>
    <w:basedOn w:val="Normaali"/>
    <w:next w:val="Leipteksti"/>
    <w:link w:val="OtsikkoChar"/>
    <w:uiPriority w:val="10"/>
    <w:qFormat/>
    <w:rsid w:val="00966701"/>
    <w:pPr>
      <w:spacing w:after="480" w:line="520" w:lineRule="exact"/>
      <w:contextualSpacing/>
    </w:pPr>
    <w:rPr>
      <w:rFonts w:asciiTheme="majorHAnsi" w:eastAsiaTheme="majorEastAsia" w:hAnsiTheme="majorHAnsi" w:cstheme="majorBidi"/>
      <w:color w:val="0090D4" w:themeColor="text2"/>
      <w:spacing w:val="-10"/>
      <w:kern w:val="28"/>
      <w:sz w:val="48"/>
      <w:szCs w:val="56"/>
    </w:rPr>
  </w:style>
  <w:style w:type="paragraph" w:styleId="Sisluet3">
    <w:name w:val="toc 3"/>
    <w:basedOn w:val="Sisluet2"/>
    <w:next w:val="Normaali"/>
    <w:autoRedefine/>
    <w:uiPriority w:val="39"/>
    <w:rsid w:val="00A97063"/>
  </w:style>
  <w:style w:type="character" w:customStyle="1" w:styleId="OtsikkoChar">
    <w:name w:val="Otsikko Char"/>
    <w:basedOn w:val="Kappaleenoletusfontti"/>
    <w:link w:val="Otsikko"/>
    <w:uiPriority w:val="10"/>
    <w:rsid w:val="00966701"/>
    <w:rPr>
      <w:rFonts w:asciiTheme="majorHAnsi" w:eastAsiaTheme="majorEastAsia" w:hAnsiTheme="majorHAnsi" w:cstheme="majorBidi"/>
      <w:color w:val="0090D4" w:themeColor="text2"/>
      <w:spacing w:val="-10"/>
      <w:kern w:val="28"/>
      <w:sz w:val="48"/>
      <w:szCs w:val="56"/>
    </w:rPr>
  </w:style>
  <w:style w:type="paragraph" w:customStyle="1" w:styleId="Teksti">
    <w:name w:val="Teksti"/>
    <w:basedOn w:val="Normaali"/>
    <w:link w:val="TekstiChar"/>
    <w:rsid w:val="00DC6923"/>
    <w:pPr>
      <w:spacing w:after="0" w:line="260" w:lineRule="exact"/>
      <w:ind w:left="2608"/>
    </w:pPr>
    <w:rPr>
      <w:rFonts w:eastAsia="Times New Roman" w:cs="Garamond"/>
      <w:sz w:val="22"/>
      <w:szCs w:val="24"/>
      <w:lang w:eastAsia="fi-FI"/>
    </w:rPr>
  </w:style>
  <w:style w:type="character" w:customStyle="1" w:styleId="TekstiChar">
    <w:name w:val="Teksti Char"/>
    <w:basedOn w:val="Kappaleenoletusfontti"/>
    <w:link w:val="Teksti"/>
    <w:rsid w:val="00DC6923"/>
    <w:rPr>
      <w:rFonts w:eastAsia="Times New Roman" w:cs="Garamond"/>
      <w:szCs w:val="24"/>
      <w:lang w:eastAsia="fi-FI"/>
    </w:rPr>
  </w:style>
  <w:style w:type="character" w:styleId="Kommentinviite">
    <w:name w:val="annotation reference"/>
    <w:basedOn w:val="Kappaleenoletusfontti"/>
    <w:uiPriority w:val="99"/>
    <w:semiHidden/>
    <w:unhideWhenUsed/>
    <w:rsid w:val="008F0EAF"/>
    <w:rPr>
      <w:sz w:val="16"/>
      <w:szCs w:val="16"/>
    </w:rPr>
  </w:style>
  <w:style w:type="paragraph" w:styleId="Kommentinteksti">
    <w:name w:val="annotation text"/>
    <w:basedOn w:val="Normaali"/>
    <w:link w:val="KommentintekstiChar"/>
    <w:uiPriority w:val="99"/>
    <w:unhideWhenUsed/>
    <w:rsid w:val="008F0EAF"/>
    <w:rPr>
      <w:szCs w:val="20"/>
    </w:rPr>
  </w:style>
  <w:style w:type="character" w:customStyle="1" w:styleId="KommentintekstiChar">
    <w:name w:val="Kommentin teksti Char"/>
    <w:basedOn w:val="Kappaleenoletusfontti"/>
    <w:link w:val="Kommentinteksti"/>
    <w:uiPriority w:val="99"/>
    <w:rsid w:val="008F0EAF"/>
    <w:rPr>
      <w:sz w:val="20"/>
      <w:szCs w:val="20"/>
    </w:rPr>
  </w:style>
  <w:style w:type="paragraph" w:styleId="Seliteteksti">
    <w:name w:val="Balloon Text"/>
    <w:basedOn w:val="Normaali"/>
    <w:link w:val="SelitetekstiChar"/>
    <w:uiPriority w:val="99"/>
    <w:semiHidden/>
    <w:unhideWhenUsed/>
    <w:rsid w:val="008F0EAF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SelitetekstiChar">
    <w:name w:val="Seliteteksti Char"/>
    <w:basedOn w:val="Kappaleenoletusfontti"/>
    <w:link w:val="Seliteteksti"/>
    <w:uiPriority w:val="99"/>
    <w:semiHidden/>
    <w:rsid w:val="008F0EAF"/>
    <w:rPr>
      <w:rFonts w:ascii="Segoe UI" w:hAnsi="Segoe UI" w:cs="Segoe UI"/>
      <w:sz w:val="18"/>
      <w:szCs w:val="18"/>
    </w:rPr>
  </w:style>
  <w:style w:type="paragraph" w:styleId="Kommentinotsikko">
    <w:name w:val="annotation subject"/>
    <w:basedOn w:val="Kommentinteksti"/>
    <w:next w:val="Kommentinteksti"/>
    <w:link w:val="KommentinotsikkoChar"/>
    <w:uiPriority w:val="99"/>
    <w:semiHidden/>
    <w:unhideWhenUsed/>
    <w:rsid w:val="00AD14D9"/>
    <w:rPr>
      <w:b/>
      <w:bCs/>
    </w:rPr>
  </w:style>
  <w:style w:type="character" w:customStyle="1" w:styleId="KommentinotsikkoChar">
    <w:name w:val="Kommentin otsikko Char"/>
    <w:basedOn w:val="KommentintekstiChar"/>
    <w:link w:val="Kommentinotsikko"/>
    <w:uiPriority w:val="99"/>
    <w:semiHidden/>
    <w:rsid w:val="00AD14D9"/>
    <w:rPr>
      <w:b/>
      <w:bCs/>
      <w:sz w:val="20"/>
      <w:szCs w:val="20"/>
    </w:rPr>
  </w:style>
  <w:style w:type="paragraph" w:customStyle="1" w:styleId="a">
    <w:basedOn w:val="Normaali"/>
    <w:next w:val="Normaali"/>
    <w:qFormat/>
    <w:rsid w:val="005769B7"/>
    <w:pPr>
      <w:spacing w:before="120" w:after="120"/>
    </w:pPr>
    <w:rPr>
      <w:rFonts w:ascii="Times New Roman" w:eastAsia="Times New Roman" w:hAnsi="Times New Roman" w:cs="Times New Roman"/>
      <w:b/>
      <w:bCs/>
      <w:szCs w:val="20"/>
      <w:lang w:eastAsia="fi-FI"/>
    </w:rPr>
  </w:style>
  <w:style w:type="paragraph" w:customStyle="1" w:styleId="LeiptekstiNormalharva">
    <w:name w:val="Leipäteksti (Normal harva)"/>
    <w:basedOn w:val="Normaali"/>
    <w:link w:val="LeiptekstiNormalharvaChar"/>
    <w:uiPriority w:val="99"/>
    <w:qFormat/>
    <w:rsid w:val="00D8305F"/>
    <w:pPr>
      <w:spacing w:before="120" w:after="240"/>
      <w:jc w:val="both"/>
    </w:pPr>
    <w:rPr>
      <w:rFonts w:ascii="Arial" w:hAnsi="Arial"/>
    </w:rPr>
  </w:style>
  <w:style w:type="character" w:customStyle="1" w:styleId="LeiptekstiNormalharvaChar">
    <w:name w:val="Leipäteksti (Normal harva) Char"/>
    <w:basedOn w:val="Kappaleenoletusfontti"/>
    <w:link w:val="LeiptekstiNormalharva"/>
    <w:uiPriority w:val="99"/>
    <w:locked/>
    <w:rsid w:val="00D8305F"/>
    <w:rPr>
      <w:rFonts w:ascii="Arial" w:hAnsi="Arial"/>
      <w:sz w:val="20"/>
    </w:rPr>
  </w:style>
  <w:style w:type="paragraph" w:customStyle="1" w:styleId="ListParagraph1">
    <w:name w:val="List Paragraph1"/>
    <w:basedOn w:val="Luettelokappale"/>
    <w:uiPriority w:val="99"/>
    <w:qFormat/>
    <w:rsid w:val="00D8305F"/>
    <w:pPr>
      <w:numPr>
        <w:numId w:val="0"/>
      </w:numPr>
      <w:autoSpaceDE w:val="0"/>
      <w:autoSpaceDN w:val="0"/>
      <w:adjustRightInd w:val="0"/>
      <w:spacing w:before="120" w:after="240" w:line="240" w:lineRule="auto"/>
      <w:jc w:val="both"/>
    </w:pPr>
    <w:rPr>
      <w:rFonts w:ascii="Arial" w:hAnsi="Arial" w:cs="Times New Roman"/>
    </w:rPr>
  </w:style>
  <w:style w:type="paragraph" w:customStyle="1" w:styleId="CDA-headertext">
    <w:name w:val="CDA-headertext"/>
    <w:basedOn w:val="Normaali"/>
    <w:rsid w:val="00344769"/>
    <w:pPr>
      <w:spacing w:after="0"/>
    </w:pPr>
    <w:rPr>
      <w:rFonts w:ascii="Microsoft Sans Serif" w:eastAsia="Times New Roman" w:hAnsi="Microsoft Sans Serif" w:cs="Times New Roman"/>
      <w:sz w:val="18"/>
      <w:szCs w:val="24"/>
      <w:lang w:eastAsia="fi-FI"/>
    </w:rPr>
  </w:style>
  <w:style w:type="paragraph" w:styleId="HTML-esimuotoiltu">
    <w:name w:val="HTML Preformatted"/>
    <w:basedOn w:val="Normaali"/>
    <w:link w:val="HTML-esimuotoiltuChar"/>
    <w:semiHidden/>
    <w:rsid w:val="001C300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</w:pPr>
    <w:rPr>
      <w:rFonts w:ascii="Courier New" w:eastAsia="Times New Roman" w:hAnsi="Courier New" w:cs="Courier New"/>
      <w:szCs w:val="20"/>
      <w:lang w:eastAsia="fi-FI"/>
    </w:rPr>
  </w:style>
  <w:style w:type="character" w:customStyle="1" w:styleId="HTML-esimuotoiltuChar">
    <w:name w:val="HTML-esimuotoiltu Char"/>
    <w:basedOn w:val="Kappaleenoletusfontti"/>
    <w:link w:val="HTML-esimuotoiltu"/>
    <w:semiHidden/>
    <w:rsid w:val="001C3007"/>
    <w:rPr>
      <w:rFonts w:ascii="Courier New" w:eastAsia="Times New Roman" w:hAnsi="Courier New" w:cs="Courier New"/>
      <w:sz w:val="20"/>
      <w:szCs w:val="20"/>
      <w:lang w:eastAsia="fi-FI"/>
    </w:rPr>
  </w:style>
  <w:style w:type="paragraph" w:customStyle="1" w:styleId="a0">
    <w:basedOn w:val="Normaali"/>
    <w:next w:val="Normaali"/>
    <w:qFormat/>
    <w:rsid w:val="003D04BA"/>
    <w:pPr>
      <w:spacing w:before="120" w:after="120"/>
    </w:pPr>
    <w:rPr>
      <w:rFonts w:ascii="Times New Roman" w:eastAsia="Times New Roman" w:hAnsi="Times New Roman" w:cs="Times New Roman"/>
      <w:b/>
      <w:bCs/>
      <w:szCs w:val="20"/>
      <w:lang w:eastAsia="fi-FI"/>
    </w:rPr>
  </w:style>
  <w:style w:type="character" w:styleId="Voimakas">
    <w:name w:val="Strong"/>
    <w:qFormat/>
    <w:rsid w:val="00160171"/>
    <w:rPr>
      <w:b/>
      <w:bCs/>
    </w:rPr>
  </w:style>
  <w:style w:type="paragraph" w:customStyle="1" w:styleId="xmlelement">
    <w:name w:val="xmlelement"/>
    <w:basedOn w:val="Normaali"/>
    <w:link w:val="xmlelementChar"/>
    <w:qFormat/>
    <w:rsid w:val="00193CBB"/>
    <w:pPr>
      <w:tabs>
        <w:tab w:val="left" w:pos="300"/>
        <w:tab w:val="left" w:pos="600"/>
        <w:tab w:val="left" w:pos="900"/>
        <w:tab w:val="left" w:pos="1200"/>
        <w:tab w:val="left" w:pos="1500"/>
        <w:tab w:val="left" w:pos="1800"/>
        <w:tab w:val="left" w:pos="2100"/>
        <w:tab w:val="left" w:pos="2400"/>
        <w:tab w:val="left" w:pos="2700"/>
        <w:tab w:val="left" w:pos="3000"/>
        <w:tab w:val="left" w:pos="3300"/>
        <w:tab w:val="left" w:pos="3600"/>
        <w:tab w:val="left" w:pos="3900"/>
        <w:tab w:val="left" w:pos="4200"/>
        <w:tab w:val="left" w:pos="4500"/>
        <w:tab w:val="left" w:pos="4800"/>
        <w:tab w:val="left" w:pos="5100"/>
        <w:tab w:val="left" w:pos="5400"/>
        <w:tab w:val="left" w:pos="5700"/>
        <w:tab w:val="left" w:pos="6000"/>
      </w:tabs>
      <w:autoSpaceDE w:val="0"/>
      <w:autoSpaceDN w:val="0"/>
      <w:adjustRightInd w:val="0"/>
      <w:spacing w:after="0"/>
    </w:pPr>
    <w:rPr>
      <w:rFonts w:ascii="Arial" w:eastAsia="Times New Roman" w:hAnsi="Arial" w:cs="Arial"/>
      <w:color w:val="800000"/>
      <w:sz w:val="24"/>
      <w:szCs w:val="20"/>
      <w:lang w:val="en-US" w:eastAsia="fi-FI"/>
    </w:rPr>
  </w:style>
  <w:style w:type="character" w:customStyle="1" w:styleId="xmlelementChar">
    <w:name w:val="xmlelement Char"/>
    <w:link w:val="xmlelement"/>
    <w:rsid w:val="00193CBB"/>
    <w:rPr>
      <w:rFonts w:ascii="Arial" w:eastAsia="Times New Roman" w:hAnsi="Arial" w:cs="Arial"/>
      <w:color w:val="800000"/>
      <w:sz w:val="24"/>
      <w:szCs w:val="20"/>
      <w:lang w:val="en-US" w:eastAsia="fi-FI"/>
    </w:rPr>
  </w:style>
  <w:style w:type="paragraph" w:styleId="Muutos">
    <w:name w:val="Revision"/>
    <w:hidden/>
    <w:uiPriority w:val="99"/>
    <w:semiHidden/>
    <w:rsid w:val="00FF117D"/>
    <w:pPr>
      <w:spacing w:after="0" w:line="240" w:lineRule="auto"/>
    </w:pPr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052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6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../../../../../yhteiset/KANTA/Documents%20and%20Settings/msormune/My%20Documents/doc/hl7/sept2006/html/infrastructure/rim/rim.htm" TargetMode="External"/><Relationship Id="rId21" Type="http://schemas.openxmlformats.org/officeDocument/2006/relationships/hyperlink" Target="../../../../../yhteiset/KANTA/Documents%20and%20Settings/msormune/My%20Documents/doc/hl7/sept2006/html/infrastructure/rim/rim.htm" TargetMode="External"/><Relationship Id="rId42" Type="http://schemas.openxmlformats.org/officeDocument/2006/relationships/hyperlink" Target="../../../../../yhteiset/KANTA/Documents%20and%20Settings/msormune/My%20Documents/doc/hl7/sept2006/html/infrastructure/rim/rim.htm" TargetMode="External"/><Relationship Id="rId47" Type="http://schemas.openxmlformats.org/officeDocument/2006/relationships/hyperlink" Target="../../../../../yhteiset/KANTA/Documents%20and%20Settings/msormune/My%20Documents/doc/hl7/sept2006/html/infrastructure/rim/rim.htm" TargetMode="External"/><Relationship Id="rId63" Type="http://schemas.openxmlformats.org/officeDocument/2006/relationships/hyperlink" Target="../../../../../yhteiset/KANTA/Documents%20and%20Settings/msormune/My%20Documents/doc/hl7/sept2006/html/infrastructure/rim/rim.htm" TargetMode="External"/><Relationship Id="rId68" Type="http://schemas.openxmlformats.org/officeDocument/2006/relationships/hyperlink" Target="../../../../../yhteiset/KANTA/Documents%20and%20Settings/msormune/My%20Documents/doc/hl7/sept2006/html/infrastructure/rim/rim.ht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../../../../../yhteiset/KANTA/Documents%20and%20Settings/msormune/My%20Documents/doc/hl7/sept2006/html/infrastructure/rim/rim.htm" TargetMode="External"/><Relationship Id="rId29" Type="http://schemas.openxmlformats.org/officeDocument/2006/relationships/hyperlink" Target="../../../../../yhteiset/KANTA/Documents%20and%20Settings/msormune/My%20Documents/doc/hl7/sept2006/html/infrastructure/rim/rim.htm" TargetMode="External"/><Relationship Id="rId11" Type="http://schemas.openxmlformats.org/officeDocument/2006/relationships/endnotes" Target="endnotes.xml"/><Relationship Id="rId24" Type="http://schemas.openxmlformats.org/officeDocument/2006/relationships/hyperlink" Target="../../../../../yhteiset/KANTA/Documents%20and%20Settings/msormune/My%20Documents/doc/hl7/sept2006/html/infrastructure/rim/rim.htm" TargetMode="External"/><Relationship Id="rId32" Type="http://schemas.openxmlformats.org/officeDocument/2006/relationships/hyperlink" Target="../../../../../yhteiset/KANTA/Documents%20and%20Settings/msormune/My%20Documents/doc/hl7/sept2006/html/infrastructure/rim/rim.htm" TargetMode="External"/><Relationship Id="rId37" Type="http://schemas.openxmlformats.org/officeDocument/2006/relationships/hyperlink" Target="../../../../../yhteiset/KANTA/Documents%20and%20Settings/msormune/My%20Documents/doc/hl7/sept2006/html/infrastructure/rim/rim.htm" TargetMode="External"/><Relationship Id="rId40" Type="http://schemas.openxmlformats.org/officeDocument/2006/relationships/hyperlink" Target="../../../../../yhteiset/KANTA/Documents%20and%20Settings/msormune/My%20Documents/doc/hl7/sept2006/html/infrastructure/rim/rim.htm" TargetMode="External"/><Relationship Id="rId45" Type="http://schemas.openxmlformats.org/officeDocument/2006/relationships/hyperlink" Target="../../../../../yhteiset/KANTA/Documents%20and%20Settings/msormune/My%20Documents/doc/hl7/sept2006/html/infrastructure/rim/rim.htm" TargetMode="External"/><Relationship Id="rId53" Type="http://schemas.openxmlformats.org/officeDocument/2006/relationships/hyperlink" Target="../../../../../yhteiset/KANTA/Documents%20and%20Settings/msormune/My%20Documents/doc/hl7/sept2006/html/infrastructure/rim/rim.htm" TargetMode="External"/><Relationship Id="rId58" Type="http://schemas.openxmlformats.org/officeDocument/2006/relationships/hyperlink" Target="../../../../../yhteiset/KANTA/Documents%20and%20Settings/msormune/My%20Documents/doc/hl7/sept2006/html/infrastructure/rim/rim.htm" TargetMode="External"/><Relationship Id="rId66" Type="http://schemas.openxmlformats.org/officeDocument/2006/relationships/hyperlink" Target="../../../../../yhteiset/KANTA/Documents%20and%20Settings/msormune/My%20Documents/doc/hl7/sept2006/html/infrastructure/rim/rim.htm" TargetMode="External"/><Relationship Id="rId74" Type="http://schemas.openxmlformats.org/officeDocument/2006/relationships/glossaryDocument" Target="glossary/document.xml"/><Relationship Id="rId5" Type="http://schemas.openxmlformats.org/officeDocument/2006/relationships/customXml" Target="../customXml/item5.xml"/><Relationship Id="rId61" Type="http://schemas.openxmlformats.org/officeDocument/2006/relationships/hyperlink" Target="../../../../../yhteiset/KANTA/Documents%20and%20Settings/msormune/My%20Documents/doc/hl7/sept2006/html/infrastructure/rim/rim.htm" TargetMode="External"/><Relationship Id="rId19" Type="http://schemas.openxmlformats.org/officeDocument/2006/relationships/hyperlink" Target="../../../../../yhteiset/KANTA/Documents%20and%20Settings/msormune/My%20Documents/doc/hl7/sept2006/html/infrastructure/rim/rim.htm" TargetMode="External"/><Relationship Id="rId14" Type="http://schemas.openxmlformats.org/officeDocument/2006/relationships/header" Target="header2.xml"/><Relationship Id="rId22" Type="http://schemas.openxmlformats.org/officeDocument/2006/relationships/hyperlink" Target="../../../../../yhteiset/KANTA/Documents%20and%20Settings/msormune/My%20Documents/doc/hl7/sept2006/html/infrastructure/rim/rim.htm" TargetMode="External"/><Relationship Id="rId27" Type="http://schemas.openxmlformats.org/officeDocument/2006/relationships/hyperlink" Target="../../../../../yhteiset/KANTA/Documents%20and%20Settings/msormune/My%20Documents/doc/hl7/sept2006/html/infrastructure/rim/rim.htm" TargetMode="External"/><Relationship Id="rId30" Type="http://schemas.openxmlformats.org/officeDocument/2006/relationships/hyperlink" Target="../../../../../yhteiset/KANTA/Documents%20and%20Settings/msormune/My%20Documents/doc/hl7/sept2006/html/infrastructure/rim/rim.htm" TargetMode="External"/><Relationship Id="rId35" Type="http://schemas.openxmlformats.org/officeDocument/2006/relationships/hyperlink" Target="../../../../../yhteiset/KANTA/Documents%20and%20Settings/msormune/My%20Documents/doc/hl7/sept2006/html/infrastructure/rim/rim.htm" TargetMode="External"/><Relationship Id="rId43" Type="http://schemas.openxmlformats.org/officeDocument/2006/relationships/hyperlink" Target="../../../../../yhteiset/KANTA/Documents%20and%20Settings/msormune/My%20Documents/doc/hl7/sept2006/html/infrastructure/rim/rim.htm" TargetMode="External"/><Relationship Id="rId48" Type="http://schemas.openxmlformats.org/officeDocument/2006/relationships/hyperlink" Target="../../../../../yhteiset/KANTA/Documents%20and%20Settings/msormune/My%20Documents/doc/hl7/sept2006/html/infrastructure/rim/rim.htm" TargetMode="External"/><Relationship Id="rId56" Type="http://schemas.openxmlformats.org/officeDocument/2006/relationships/hyperlink" Target="../../../../../yhteiset/KANTA/Documents%20and%20Settings/msormune/My%20Documents/doc/hl7/sept2006/html/infrastructure/rim/rim.htm" TargetMode="External"/><Relationship Id="rId64" Type="http://schemas.openxmlformats.org/officeDocument/2006/relationships/hyperlink" Target="../../../../../yhteiset/KANTA/Documents%20and%20Settings/msormune/My%20Documents/doc/hl7/sept2006/html/infrastructure/rim/rim.htm" TargetMode="External"/><Relationship Id="rId69" Type="http://schemas.openxmlformats.org/officeDocument/2006/relationships/hyperlink" Target="../../../../../yhteiset/KANTA/Documents%20and%20Settings/msormune/My%20Documents/doc/hl7/sept2006/html/infrastructure/rim/rim.htm" TargetMode="External"/><Relationship Id="rId8" Type="http://schemas.openxmlformats.org/officeDocument/2006/relationships/settings" Target="settings.xml"/><Relationship Id="rId51" Type="http://schemas.openxmlformats.org/officeDocument/2006/relationships/hyperlink" Target="../../../../../yhteiset/KANTA/Documents%20and%20Settings/msormune/My%20Documents/doc/hl7/sept2006/html/infrastructure/rim/rim.htm" TargetMode="External"/><Relationship Id="rId72" Type="http://schemas.openxmlformats.org/officeDocument/2006/relationships/fontTable" Target="fontTable.xml"/><Relationship Id="rId3" Type="http://schemas.openxmlformats.org/officeDocument/2006/relationships/customXml" Target="../customXml/item3.xml"/><Relationship Id="rId12" Type="http://schemas.openxmlformats.org/officeDocument/2006/relationships/header" Target="header1.xml"/><Relationship Id="rId17" Type="http://schemas.openxmlformats.org/officeDocument/2006/relationships/hyperlink" Target="../../../../../yhteiset/KANTA/Documents%20and%20Settings/msormune/My%20Documents/doc/hl7/sept2006/html/infrastructure/rim/rim.htm" TargetMode="External"/><Relationship Id="rId25" Type="http://schemas.openxmlformats.org/officeDocument/2006/relationships/hyperlink" Target="../../../../../yhteiset/KANTA/Documents%20and%20Settings/msormune/My%20Documents/doc/hl7/sept2006/html/infrastructure/rim/rim.htm" TargetMode="External"/><Relationship Id="rId33" Type="http://schemas.openxmlformats.org/officeDocument/2006/relationships/hyperlink" Target="../../../../../yhteiset/KANTA/Documents%20and%20Settings/msormune/My%20Documents/doc/hl7/sept2006/html/infrastructure/rim/rim.htm" TargetMode="External"/><Relationship Id="rId38" Type="http://schemas.openxmlformats.org/officeDocument/2006/relationships/hyperlink" Target="../../../../../yhteiset/KANTA/Documents%20and%20Settings/msormune/My%20Documents/doc/hl7/sept2006/html/infrastructure/rim/rim.htm" TargetMode="External"/><Relationship Id="rId46" Type="http://schemas.openxmlformats.org/officeDocument/2006/relationships/hyperlink" Target="../../../../../yhteiset/KANTA/Documents%20and%20Settings/msormune/My%20Documents/doc/hl7/sept2006/html/infrastructure/rim/rim.htm" TargetMode="External"/><Relationship Id="rId59" Type="http://schemas.openxmlformats.org/officeDocument/2006/relationships/hyperlink" Target="../../../../../yhteiset/KANTA/Documents%20and%20Settings/msormune/My%20Documents/doc/hl7/sept2006/html/infrastructure/rim/rim.htm" TargetMode="External"/><Relationship Id="rId67" Type="http://schemas.openxmlformats.org/officeDocument/2006/relationships/hyperlink" Target="../../../../../yhteiset/KANTA/Documents%20and%20Settings/msormune/My%20Documents/doc/hl7/sept2006/html/infrastructure/rim/rim.htm" TargetMode="External"/><Relationship Id="rId20" Type="http://schemas.openxmlformats.org/officeDocument/2006/relationships/hyperlink" Target="../../../../../yhteiset/KANTA/Documents%20and%20Settings/msormune/My%20Documents/doc/hl7/sept2006/html/infrastructure/rim/rim.htm" TargetMode="External"/><Relationship Id="rId41" Type="http://schemas.openxmlformats.org/officeDocument/2006/relationships/hyperlink" Target="../../../../../yhteiset/KANTA/Documents%20and%20Settings/msormune/My%20Documents/doc/hl7/sept2006/html/infrastructure/rim/rim.htm" TargetMode="External"/><Relationship Id="rId54" Type="http://schemas.openxmlformats.org/officeDocument/2006/relationships/hyperlink" Target="../../../../../yhteiset/KANTA/Documents%20and%20Settings/msormune/My%20Documents/doc/hl7/sept2006/html/infrastructure/rim/rim.htm" TargetMode="External"/><Relationship Id="rId62" Type="http://schemas.openxmlformats.org/officeDocument/2006/relationships/hyperlink" Target="../../../../../yhteiset/KANTA/Documents%20and%20Settings/msormune/My%20Documents/doc/hl7/sept2006/html/infrastructure/rim/rim.htm" TargetMode="External"/><Relationship Id="rId70" Type="http://schemas.openxmlformats.org/officeDocument/2006/relationships/header" Target="header3.xml"/><Relationship Id="rId75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5" Type="http://schemas.openxmlformats.org/officeDocument/2006/relationships/image" Target="media/image4.png"/><Relationship Id="rId23" Type="http://schemas.openxmlformats.org/officeDocument/2006/relationships/hyperlink" Target="../../../../../yhteiset/KANTA/Documents%20and%20Settings/msormune/My%20Documents/doc/hl7/sept2006/html/infrastructure/rim/rim.htm" TargetMode="External"/><Relationship Id="rId28" Type="http://schemas.openxmlformats.org/officeDocument/2006/relationships/hyperlink" Target="../../../../../yhteiset/KANTA/Documents%20and%20Settings/msormune/My%20Documents/doc/hl7/sept2006/html/infrastructure/rim/rim.htm" TargetMode="External"/><Relationship Id="rId36" Type="http://schemas.openxmlformats.org/officeDocument/2006/relationships/hyperlink" Target="../../../../../yhteiset/KANTA/Documents%20and%20Settings/msormune/My%20Documents/doc/hl7/sept2006/html/infrastructure/rim/rim.htm" TargetMode="External"/><Relationship Id="rId49" Type="http://schemas.openxmlformats.org/officeDocument/2006/relationships/hyperlink" Target="../../../../../yhteiset/KANTA/Documents%20and%20Settings/msormune/My%20Documents/doc/hl7/sept2006/html/infrastructure/rim/rim.htm" TargetMode="External"/><Relationship Id="rId57" Type="http://schemas.openxmlformats.org/officeDocument/2006/relationships/hyperlink" Target="../../../../../yhteiset/KANTA/Documents%20and%20Settings/msormune/My%20Documents/doc/hl7/sept2006/html/infrastructure/rim/rim.htm" TargetMode="External"/><Relationship Id="rId10" Type="http://schemas.openxmlformats.org/officeDocument/2006/relationships/footnotes" Target="footnotes.xml"/><Relationship Id="rId31" Type="http://schemas.openxmlformats.org/officeDocument/2006/relationships/hyperlink" Target="../../../../../yhteiset/KANTA/Documents%20and%20Settings/msormune/My%20Documents/doc/hl7/sept2006/html/infrastructure/rim/rim.htm" TargetMode="External"/><Relationship Id="rId44" Type="http://schemas.openxmlformats.org/officeDocument/2006/relationships/hyperlink" Target="../../../../../yhteiset/KANTA/Documents%20and%20Settings/msormune/My%20Documents/doc/hl7/sept2006/html/infrastructure/rim/rim.htm" TargetMode="External"/><Relationship Id="rId52" Type="http://schemas.openxmlformats.org/officeDocument/2006/relationships/hyperlink" Target="../../../../../yhteiset/KANTA/Documents%20and%20Settings/msormune/My%20Documents/doc/hl7/sept2006/html/infrastructure/rim/rim.htm" TargetMode="External"/><Relationship Id="rId60" Type="http://schemas.openxmlformats.org/officeDocument/2006/relationships/hyperlink" Target="../../../../../yhteiset/KANTA/Documents%20and%20Settings/msormune/My%20Documents/doc/hl7/sept2006/html/infrastructure/rim/rim.htm" TargetMode="External"/><Relationship Id="rId65" Type="http://schemas.openxmlformats.org/officeDocument/2006/relationships/hyperlink" Target="../../../../../yhteiset/KANTA/Documents%20and%20Settings/msormune/My%20Documents/doc/hl7/sept2006/html/infrastructure/rim/rim.htm" TargetMode="External"/><Relationship Id="rId73" Type="http://schemas.microsoft.com/office/2011/relationships/people" Target="peop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yperlink" Target="../../../../../yhteiset/KANTA/Documents%20and%20Settings/msormune/My%20Documents/doc/hl7/sept2006/html/infrastructure/rim/rim.htm" TargetMode="External"/><Relationship Id="rId39" Type="http://schemas.openxmlformats.org/officeDocument/2006/relationships/hyperlink" Target="../../../../../yhteiset/KANTA/Documents%20and%20Settings/msormune/My%20Documents/doc/hl7/sept2006/html/infrastructure/rim/rim.htm" TargetMode="External"/><Relationship Id="rId34" Type="http://schemas.openxmlformats.org/officeDocument/2006/relationships/hyperlink" Target="../../../../../yhteiset/KANTA/Documents%20and%20Settings/msormune/My%20Documents/doc/hl7/sept2006/html/infrastructure/rim/rim.htm" TargetMode="External"/><Relationship Id="rId50" Type="http://schemas.openxmlformats.org/officeDocument/2006/relationships/hyperlink" Target="../../../../../yhteiset/KANTA/Documents%20and%20Settings/msormune/My%20Documents/doc/hl7/sept2006/html/infrastructure/rim/rim.htm" TargetMode="External"/><Relationship Id="rId55" Type="http://schemas.openxmlformats.org/officeDocument/2006/relationships/hyperlink" Target="../../../../../yhteiset/KANTA/Documents%20and%20Settings/msormune/My%20Documents/doc/hl7/sept2006/html/infrastructure/rim/rim.htm" TargetMode="External"/><Relationship Id="rId7" Type="http://schemas.openxmlformats.org/officeDocument/2006/relationships/styles" Target="styles.xml"/><Relationship Id="rId71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775BBE\AppData\Local\Temp\Lyhyt%20peruspohja-1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9C08B21220B418FAF06B9FB857085C7"/>
        <w:category>
          <w:name w:val="Yleiset"/>
          <w:gallery w:val="placeholder"/>
        </w:category>
        <w:types>
          <w:type w:val="bbPlcHdr"/>
        </w:types>
        <w:behaviors>
          <w:behavior w:val="content"/>
        </w:behaviors>
        <w:guid w:val="{86A3581F-323A-46BF-B20C-5B2FB3834B49}"/>
      </w:docPartPr>
      <w:docPartBody>
        <w:p w:rsidR="00EB7022" w:rsidRDefault="00EB7022">
          <w:pPr>
            <w:pStyle w:val="09C08B21220B418FAF06B9FB857085C7"/>
          </w:pPr>
          <w:r w:rsidRPr="00DE2E59">
            <w:rPr>
              <w:rStyle w:val="Voimakas"/>
              <w:rFonts w:eastAsiaTheme="majorEastAsia"/>
            </w:rPr>
            <w:t>[Valitse pvm.]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1304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7022"/>
    <w:rsid w:val="001D66CF"/>
    <w:rsid w:val="002A16E1"/>
    <w:rsid w:val="00372976"/>
    <w:rsid w:val="003A4BA3"/>
    <w:rsid w:val="003E4F77"/>
    <w:rsid w:val="00423D38"/>
    <w:rsid w:val="00482D28"/>
    <w:rsid w:val="00625AEF"/>
    <w:rsid w:val="00663C41"/>
    <w:rsid w:val="00917C48"/>
    <w:rsid w:val="00941E78"/>
    <w:rsid w:val="00B81A6A"/>
    <w:rsid w:val="00B90BCC"/>
    <w:rsid w:val="00C84108"/>
    <w:rsid w:val="00E44B40"/>
    <w:rsid w:val="00EB7022"/>
    <w:rsid w:val="00EC2C1F"/>
    <w:rsid w:val="00F549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i-FI" w:eastAsia="fi-FI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8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i">
    <w:name w:val="Normal"/>
    <w:qFormat/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character" w:styleId="Voimakas">
    <w:name w:val="Strong"/>
    <w:basedOn w:val="Kappaleenoletusfontti"/>
    <w:uiPriority w:val="8"/>
    <w:qFormat/>
    <w:rPr>
      <w:b/>
      <w:bCs/>
    </w:rPr>
  </w:style>
  <w:style w:type="paragraph" w:customStyle="1" w:styleId="09C08B21220B418FAF06B9FB857085C7">
    <w:name w:val="09C08B21220B418FAF06B9FB857085C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theme/theme1.xml><?xml version="1.0" encoding="utf-8"?>
<a:theme xmlns:a="http://schemas.openxmlformats.org/drawingml/2006/main" name="Office-teema">
  <a:themeElements>
    <a:clrScheme name="KELA Kanta">
      <a:dk1>
        <a:srgbClr val="000000"/>
      </a:dk1>
      <a:lt1>
        <a:sysClr val="window" lastClr="FFFFFF"/>
      </a:lt1>
      <a:dk2>
        <a:srgbClr val="0090D4"/>
      </a:dk2>
      <a:lt2>
        <a:srgbClr val="464648"/>
      </a:lt2>
      <a:accent1>
        <a:srgbClr val="0090D4"/>
      </a:accent1>
      <a:accent2>
        <a:srgbClr val="0065BD"/>
      </a:accent2>
      <a:accent3>
        <a:srgbClr val="B5C600"/>
      </a:accent3>
      <a:accent4>
        <a:srgbClr val="009B48"/>
      </a:accent4>
      <a:accent5>
        <a:srgbClr val="FDCB00"/>
      </a:accent5>
      <a:accent6>
        <a:srgbClr val="F8941E"/>
      </a:accent6>
      <a:hlink>
        <a:srgbClr val="0090D4"/>
      </a:hlink>
      <a:folHlink>
        <a:srgbClr val="003580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>2018-09-12T00:00:00</PublishDate>
  <Abstract/>
  <CompanyAddress/>
  <CompanyPhone/>
  <CompanyFax/>
  <CompanyEmail/>
</CoverPageProperti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Asiakirja" ma:contentTypeID="0x01010002BB8CAF2426644FA1DDB8F7AA9289A3" ma:contentTypeVersion="0" ma:contentTypeDescription="Luo uusi asiakirja." ma:contentTypeScope="" ma:versionID="1fe8a6b810f21b9df18062313f212b90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ffcafd7a08f2317ca821d828e30336c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ältölaji"/>
        <xsd:element ref="dc:title" minOccurs="0" maxOccurs="1" ma:index="4" ma:displayName="Otsikk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1AB4D252-4E1A-4206-9FA3-43057CF57878}">
  <ds:schemaRefs>
    <ds:schemaRef ds:uri="http://purl.org/dc/dcmitype/"/>
    <ds:schemaRef ds:uri="http://schemas.microsoft.com/office/2006/documentManagement/types"/>
    <ds:schemaRef ds:uri="http://purl.org/dc/terms/"/>
    <ds:schemaRef ds:uri="http://schemas.microsoft.com/office/2006/metadata/properties"/>
    <ds:schemaRef ds:uri="http://purl.org/dc/elements/1.1/"/>
    <ds:schemaRef ds:uri="http://schemas.openxmlformats.org/package/2006/metadata/core-properties"/>
    <ds:schemaRef ds:uri="http://www.w3.org/XML/1998/namespace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C4B7363-2367-4B8F-A401-48A9798422B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5244F36-4327-4EE5-8B83-AD630A3136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CFE98A6B-6AC5-43DA-AE31-F3534B124C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Lyhyt peruspohja-1.dotx</Template>
  <TotalTime>34</TotalTime>
  <Pages>29</Pages>
  <Words>5724</Words>
  <Characters>46367</Characters>
  <Application>Microsoft Office Word</Application>
  <DocSecurity>0</DocSecurity>
  <Lines>386</Lines>
  <Paragraphs>103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>Lyhyt peruspohja (LP)</vt:lpstr>
    </vt:vector>
  </TitlesOfParts>
  <Company/>
  <LinksUpToDate>false</LinksUpToDate>
  <CharactersWithSpaces>51988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Lyhyt peruspohja (LP)</dc:title>
  <dc:subject/>
  <dc:creator>Korpela Anna</dc:creator>
  <cp:keywords/>
  <dc:description/>
  <cp:lastModifiedBy>Korpela Anna</cp:lastModifiedBy>
  <cp:revision>39</cp:revision>
  <dcterms:created xsi:type="dcterms:W3CDTF">2018-05-03T06:34:00Z</dcterms:created>
  <dcterms:modified xsi:type="dcterms:W3CDTF">2018-09-12T11:26:00Z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0x01010002BB8CAF2426644FA1DDB8F7AA9289A3</vt:lpwstr>
  </property>
  <property fmtid="{D5CDD505-2E9C-101B-9397-08002B2CF9AE}" pid="3" name="TaxKeyword">
    <vt:lpwstr/>
  </property>
  <property fmtid="{D5CDD505-2E9C-101B-9397-08002B2CF9AE}" pid="4" name="KelaOmaLuokitus">
    <vt:lpwstr/>
  </property>
  <property fmtid="{D5CDD505-2E9C-101B-9397-08002B2CF9AE}" pid="5" name="KelaNavigaatiotermi">
    <vt:lpwstr>22;#Kanta-palvelujen yksikkö|346bee8b-290a-4f5d-9d0c-bb49c33ef294</vt:lpwstr>
  </property>
  <property fmtid="{D5CDD505-2E9C-101B-9397-08002B2CF9AE}" pid="6" name="KelaProjekti">
    <vt:lpwstr/>
  </property>
  <property fmtid="{D5CDD505-2E9C-101B-9397-08002B2CF9AE}" pid="7" name="KelaAsiasanat">
    <vt:lpwstr/>
  </property>
  <property fmtid="{D5CDD505-2E9C-101B-9397-08002B2CF9AE}" pid="8" name="KelaNostaIntranettiin">
    <vt:lpwstr>103;#Ei|4da38706-6322-4438-8e0a-a80ce46c1d74</vt:lpwstr>
  </property>
  <property fmtid="{D5CDD505-2E9C-101B-9397-08002B2CF9AE}" pid="9" name="KelaOrganisaatio">
    <vt:lpwstr>5;#Kanta-palvelujen yksikkö|00000000-0000-0000-0000-000051038554</vt:lpwstr>
  </property>
  <property fmtid="{D5CDD505-2E9C-101B-9397-08002B2CF9AE}" pid="10" name="KelaTyoryhma">
    <vt:lpwstr/>
  </property>
  <property fmtid="{D5CDD505-2E9C-101B-9397-08002B2CF9AE}" pid="11" name="KelaSinettiLuokka">
    <vt:lpwstr/>
  </property>
  <property fmtid="{D5CDD505-2E9C-101B-9397-08002B2CF9AE}" pid="12" name="KelaDokumenttiluokka">
    <vt:lpwstr>4;#Mallipohjat|7e367dfe-aef4-4ebb-84df-ed8f43edea4a</vt:lpwstr>
  </property>
  <property fmtid="{D5CDD505-2E9C-101B-9397-08002B2CF9AE}" pid="13" name="IsMyDocuments">
    <vt:bool>true</vt:bool>
  </property>
  <property fmtid="{D5CDD505-2E9C-101B-9397-08002B2CF9AE}" pid="14" name="je38d6a6b76c4a24843bec5179df8dbe">
    <vt:lpwstr>Kanta-palvelujen yksikkö|00000000-0000-0000-0000-000051038554</vt:lpwstr>
  </property>
  <property fmtid="{D5CDD505-2E9C-101B-9397-08002B2CF9AE}" pid="15" name="j0be05872c2d4232bfb1a6c120cbdd2c">
    <vt:lpwstr/>
  </property>
  <property fmtid="{D5CDD505-2E9C-101B-9397-08002B2CF9AE}" pid="16" name="hfc18b29aed44339bbdc39df31ab0fbf">
    <vt:lpwstr/>
  </property>
  <property fmtid="{D5CDD505-2E9C-101B-9397-08002B2CF9AE}" pid="17" name="TaxCatchAll">
    <vt:lpwstr>5;#Kanta-palvelujen yksikkö|00000000-0000-0000-0000-000051038554;#4;#Mallipohjat|7e367dfe-aef4-4ebb-84df-ed8f43edea4a</vt:lpwstr>
  </property>
  <property fmtid="{D5CDD505-2E9C-101B-9397-08002B2CF9AE}" pid="18" name="TaxKeywordTaxHTField">
    <vt:lpwstr/>
  </property>
  <property fmtid="{D5CDD505-2E9C-101B-9397-08002B2CF9AE}" pid="19" name="f721df5e45f944579809e2a3903aa817">
    <vt:lpwstr/>
  </property>
  <property fmtid="{D5CDD505-2E9C-101B-9397-08002B2CF9AE}" pid="20" name="l284e851add84855ab4a13e805c1c02b">
    <vt:lpwstr>Mallipohjat|7e367dfe-aef4-4ebb-84df-ed8f43edea4a</vt:lpwstr>
  </property>
  <property fmtid="{D5CDD505-2E9C-101B-9397-08002B2CF9AE}" pid="21" name="bcefd7c481cb48f4861306052502dba8">
    <vt:lpwstr/>
  </property>
</Properties>
</file>